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3" w:rsidRPr="001522C5" w:rsidRDefault="008A40C3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22C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A40C3" w:rsidRPr="001522C5" w:rsidRDefault="008A40C3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</w:rPr>
      </w:pPr>
      <w:bookmarkStart w:id="0" w:name="sub_990"/>
      <w:r w:rsidRPr="001522C5">
        <w:rPr>
          <w:rFonts w:ascii="Times New Roman" w:hAnsi="Times New Roman"/>
        </w:rPr>
        <w:t>к программе</w:t>
      </w:r>
    </w:p>
    <w:p w:rsidR="008A40C3" w:rsidRPr="001522C5" w:rsidRDefault="008A40C3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  <w:b/>
        </w:rPr>
        <w:t>«</w:t>
      </w:r>
      <w:r w:rsidRPr="001522C5">
        <w:rPr>
          <w:rFonts w:ascii="Times New Roman" w:hAnsi="Times New Roman"/>
        </w:rPr>
        <w:t xml:space="preserve">Поддержка и развитие малого и </w:t>
      </w:r>
    </w:p>
    <w:p w:rsidR="008A40C3" w:rsidRPr="001522C5" w:rsidRDefault="008A40C3" w:rsidP="00F971B5">
      <w:pPr>
        <w:jc w:val="right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среднего предпринимательства»</w:t>
      </w:r>
    </w:p>
    <w:p w:rsidR="008A40C3" w:rsidRPr="001522C5" w:rsidRDefault="008A40C3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 xml:space="preserve"> в Старотитаровском сельском </w:t>
      </w:r>
    </w:p>
    <w:p w:rsidR="008A40C3" w:rsidRPr="001522C5" w:rsidRDefault="008A40C3" w:rsidP="003C6883">
      <w:pPr>
        <w:jc w:val="right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Cs/>
        </w:rPr>
        <w:t>поселении Темрюкского района</w:t>
      </w:r>
    </w:p>
    <w:p w:rsidR="008A40C3" w:rsidRDefault="008A40C3" w:rsidP="003C6883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на 2019</w:t>
      </w:r>
      <w:r w:rsidRPr="001522C5">
        <w:rPr>
          <w:rFonts w:ascii="Times New Roman" w:hAnsi="Times New Roman"/>
          <w:bCs/>
        </w:rPr>
        <w:t xml:space="preserve"> год.</w:t>
      </w:r>
    </w:p>
    <w:p w:rsidR="008A40C3" w:rsidRDefault="008A40C3" w:rsidP="00DC23D0">
      <w:pPr>
        <w:tabs>
          <w:tab w:val="left" w:pos="13320"/>
        </w:tabs>
        <w:jc w:val="right"/>
        <w:rPr>
          <w:rFonts w:ascii="Times New Roman" w:hAnsi="Times New Roman"/>
          <w:bCs/>
        </w:rPr>
      </w:pPr>
    </w:p>
    <w:p w:rsidR="008A40C3" w:rsidRDefault="008A40C3" w:rsidP="00DC23D0">
      <w:pPr>
        <w:jc w:val="center"/>
        <w:rPr>
          <w:rFonts w:ascii="Times New Roman" w:hAnsi="Times New Roman"/>
          <w:bCs/>
        </w:rPr>
      </w:pPr>
      <w:r w:rsidRPr="001522C5">
        <w:rPr>
          <w:rFonts w:ascii="Times New Roman" w:hAnsi="Times New Roman"/>
          <w:b/>
        </w:rPr>
        <w:t>Перечень</w:t>
      </w:r>
      <w:r w:rsidRPr="001522C5">
        <w:rPr>
          <w:rFonts w:ascii="Times New Roman" w:hAnsi="Times New Roman"/>
          <w:b/>
        </w:rPr>
        <w:br/>
        <w:t xml:space="preserve">основных мероприятий подпрограммы  «Поддержка и развитие малого и среднего предпринимательства» </w:t>
      </w:r>
      <w:r w:rsidRPr="001522C5">
        <w:rPr>
          <w:rFonts w:ascii="Times New Roman" w:hAnsi="Times New Roman"/>
          <w:b/>
          <w:bCs/>
        </w:rPr>
        <w:t>в Старотитаровском сельском поселении</w:t>
      </w:r>
      <w:r w:rsidRPr="001522C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bCs/>
        </w:rPr>
        <w:t>Темрюкского района на 2019</w:t>
      </w:r>
      <w:r w:rsidRPr="001522C5">
        <w:rPr>
          <w:rFonts w:ascii="Times New Roman" w:hAnsi="Times New Roman"/>
          <w:b/>
          <w:bCs/>
        </w:rPr>
        <w:t xml:space="preserve"> год</w:t>
      </w:r>
    </w:p>
    <w:p w:rsidR="008A40C3" w:rsidRDefault="008A40C3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40"/>
        <w:gridCol w:w="1020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8A40C3" w:rsidTr="00DC23D0">
        <w:tc>
          <w:tcPr>
            <w:tcW w:w="648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04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A40C3" w:rsidTr="00DC23D0">
        <w:tc>
          <w:tcPr>
            <w:tcW w:w="64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</w:p>
        </w:tc>
      </w:tr>
      <w:tr w:rsidR="008A40C3" w:rsidTr="00DC23D0">
        <w:tc>
          <w:tcPr>
            <w:tcW w:w="64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12" w:type="dxa"/>
            <w:gridSpan w:val="10"/>
          </w:tcPr>
          <w:p w:rsidR="008A40C3" w:rsidRPr="00DC23D0" w:rsidRDefault="008A40C3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3D0">
              <w:rPr>
                <w:rFonts w:ascii="Times New Roman" w:hAnsi="Times New Roman"/>
                <w:sz w:val="24"/>
                <w:szCs w:val="24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2" w:type="dxa"/>
            <w:gridSpan w:val="10"/>
          </w:tcPr>
          <w:p w:rsidR="008A40C3" w:rsidRPr="00886F70" w:rsidRDefault="008A40C3" w:rsidP="00DC2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8A40C3" w:rsidRPr="00EC544E" w:rsidRDefault="008A40C3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- увеличение качества предоставления услуг субъектами малого и среднего  предпринимательства</w:t>
            </w:r>
          </w:p>
        </w:tc>
      </w:tr>
      <w:tr w:rsidR="008A40C3" w:rsidTr="00DC23D0">
        <w:trPr>
          <w:trHeight w:val="2419"/>
        </w:trPr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40" w:type="dxa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0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8A40C3" w:rsidRPr="00EC544E" w:rsidRDefault="008A40C3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A40C3" w:rsidTr="00DC23D0">
        <w:tc>
          <w:tcPr>
            <w:tcW w:w="64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8A40C3" w:rsidRPr="00EC544E" w:rsidRDefault="008A40C3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A40C3" w:rsidRDefault="008A40C3" w:rsidP="00DC23D0">
      <w:pPr>
        <w:rPr>
          <w:rFonts w:ascii="Times New Roman" w:hAnsi="Times New Roman"/>
          <w:bCs/>
        </w:rPr>
      </w:pPr>
    </w:p>
    <w:p w:rsidR="008A40C3" w:rsidRPr="001522C5" w:rsidRDefault="008A40C3" w:rsidP="00C41A41">
      <w:pPr>
        <w:ind w:left="8820"/>
        <w:jc w:val="center"/>
        <w:rPr>
          <w:rFonts w:ascii="Times New Roman" w:hAnsi="Times New Roman"/>
        </w:rPr>
      </w:pPr>
      <w:r w:rsidRPr="001522C5">
        <w:t xml:space="preserve"> </w:t>
      </w:r>
    </w:p>
    <w:bookmarkEnd w:id="0"/>
    <w:p w:rsidR="008A40C3" w:rsidRPr="001522C5" w:rsidRDefault="008A40C3" w:rsidP="00EE1958">
      <w:pPr>
        <w:pStyle w:val="BodyText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Заместитель главы</w:t>
      </w:r>
    </w:p>
    <w:p w:rsidR="008A40C3" w:rsidRPr="001522C5" w:rsidRDefault="008A40C3" w:rsidP="00EE1958">
      <w:pPr>
        <w:pStyle w:val="BodyText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>Старотитаровского сельского</w:t>
      </w:r>
    </w:p>
    <w:p w:rsidR="008A40C3" w:rsidRPr="001522C5" w:rsidRDefault="008A40C3" w:rsidP="00EE1958">
      <w:pPr>
        <w:pStyle w:val="BodyText"/>
        <w:spacing w:after="0"/>
        <w:ind w:right="-142" w:firstLine="142"/>
        <w:rPr>
          <w:rFonts w:ascii="Times New Roman" w:hAnsi="Times New Roman"/>
        </w:rPr>
      </w:pPr>
      <w:r w:rsidRPr="001522C5">
        <w:rPr>
          <w:rFonts w:ascii="Times New Roman" w:hAnsi="Times New Roman"/>
        </w:rPr>
        <w:t xml:space="preserve">поселения 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1522C5">
        <w:rPr>
          <w:rFonts w:ascii="Times New Roman" w:hAnsi="Times New Roman"/>
        </w:rPr>
        <w:t xml:space="preserve">           Т.И. Опарина</w:t>
      </w:r>
    </w:p>
    <w:sectPr w:rsidR="008A40C3" w:rsidRPr="001522C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C3" w:rsidRDefault="008A40C3">
      <w:r>
        <w:separator/>
      </w:r>
    </w:p>
  </w:endnote>
  <w:endnote w:type="continuationSeparator" w:id="0">
    <w:p w:rsidR="008A40C3" w:rsidRDefault="008A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C3" w:rsidRDefault="008A40C3">
      <w:r>
        <w:separator/>
      </w:r>
    </w:p>
  </w:footnote>
  <w:footnote w:type="continuationSeparator" w:id="0">
    <w:p w:rsidR="008A40C3" w:rsidRDefault="008A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C3" w:rsidRDefault="008A40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A40C3" w:rsidRDefault="008A40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4AE0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C07246"/>
    <w:rsid w:val="00C10128"/>
    <w:rsid w:val="00C1017B"/>
    <w:rsid w:val="00C12D44"/>
    <w:rsid w:val="00C15CF9"/>
    <w:rsid w:val="00C2162A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C544E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61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1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1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1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6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2014-12-09T12:10:00Z</cp:lastPrinted>
  <dcterms:created xsi:type="dcterms:W3CDTF">2014-11-12T06:48:00Z</dcterms:created>
  <dcterms:modified xsi:type="dcterms:W3CDTF">2018-08-23T08:27:00Z</dcterms:modified>
</cp:coreProperties>
</file>