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8" w:type="dxa"/>
        <w:tblLook w:val="00A0"/>
      </w:tblPr>
      <w:tblGrid>
        <w:gridCol w:w="5495"/>
        <w:gridCol w:w="4253"/>
      </w:tblGrid>
      <w:tr w:rsidR="00A16FB7" w:rsidRPr="00F00EFE" w:rsidTr="00F00EFE">
        <w:trPr>
          <w:trHeight w:val="2564"/>
        </w:trPr>
        <w:tc>
          <w:tcPr>
            <w:tcW w:w="5495" w:type="dxa"/>
          </w:tcPr>
          <w:p w:rsidR="00A16FB7" w:rsidRPr="00F00EFE" w:rsidRDefault="00A16FB7" w:rsidP="00F00E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A16FB7" w:rsidRPr="00F00EFE" w:rsidRDefault="00A16FB7" w:rsidP="00F00EFE">
            <w:pPr>
              <w:spacing w:after="0" w:line="240" w:lineRule="auto"/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0E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A16FB7" w:rsidRPr="00F00EFE" w:rsidRDefault="00A16FB7" w:rsidP="00F00EFE">
            <w:pPr>
              <w:spacing w:after="0" w:line="240" w:lineRule="auto"/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16FB7" w:rsidRPr="00F00EFE" w:rsidRDefault="00A16FB7" w:rsidP="00F00EFE">
            <w:pPr>
              <w:spacing w:after="0" w:line="240" w:lineRule="auto"/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0EFE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A16FB7" w:rsidRPr="00F00EFE" w:rsidRDefault="00A16FB7" w:rsidP="00F00EFE">
            <w:pPr>
              <w:spacing w:after="0" w:line="240" w:lineRule="auto"/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0EFE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16FB7" w:rsidRPr="00F00EFE" w:rsidRDefault="00A16FB7" w:rsidP="00F00EFE">
            <w:pPr>
              <w:spacing w:after="0" w:line="240" w:lineRule="auto"/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0EFE">
              <w:rPr>
                <w:rFonts w:ascii="Times New Roman" w:hAnsi="Times New Roman"/>
                <w:sz w:val="28"/>
                <w:szCs w:val="28"/>
                <w:lang w:eastAsia="ru-RU"/>
              </w:rPr>
              <w:t>Старотитаровского сельского  поселения Темрюкского района</w:t>
            </w:r>
          </w:p>
          <w:p w:rsidR="00A16FB7" w:rsidRPr="00F00EFE" w:rsidRDefault="00A16FB7" w:rsidP="007F2F08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F00EFE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__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 xml:space="preserve">02.03.2018 года </w:t>
            </w:r>
            <w:r w:rsidRPr="00F00EFE">
              <w:rPr>
                <w:rFonts w:ascii="Times New Roman" w:hAnsi="Times New Roman" w:cs="Times New Roman"/>
                <w:b w:val="0"/>
                <w:sz w:val="28"/>
                <w:szCs w:val="28"/>
              </w:rPr>
              <w:t>№ ___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34</w:t>
            </w:r>
            <w:r w:rsidRPr="00F00EFE">
              <w:rPr>
                <w:rFonts w:ascii="Times New Roman" w:hAnsi="Times New Roman" w:cs="Times New Roman"/>
                <w:b w:val="0"/>
                <w:sz w:val="28"/>
                <w:szCs w:val="28"/>
              </w:rPr>
              <w:t>___</w:t>
            </w:r>
          </w:p>
          <w:p w:rsidR="00A16FB7" w:rsidRPr="00F00EFE" w:rsidRDefault="00A16FB7" w:rsidP="00F00E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16FB7" w:rsidRDefault="00A16FB7"/>
    <w:p w:rsidR="00A16FB7" w:rsidRDefault="00A16FB7" w:rsidP="00317A65">
      <w:pPr>
        <w:pStyle w:val="NoSpacing"/>
        <w:jc w:val="center"/>
        <w:rPr>
          <w:b/>
          <w:bCs/>
          <w:sz w:val="28"/>
          <w:szCs w:val="28"/>
        </w:rPr>
      </w:pPr>
      <w:r>
        <w:rPr>
          <w:rFonts w:cs="Arial CYR"/>
          <w:b/>
          <w:bCs/>
          <w:sz w:val="28"/>
          <w:szCs w:val="28"/>
        </w:rPr>
        <w:t>ПОЛОЖЕНИЕ</w:t>
      </w:r>
      <w:r w:rsidRPr="00506B5D">
        <w:rPr>
          <w:b/>
          <w:bCs/>
          <w:sz w:val="28"/>
          <w:szCs w:val="28"/>
        </w:rPr>
        <w:t xml:space="preserve"> </w:t>
      </w:r>
    </w:p>
    <w:p w:rsidR="00A16FB7" w:rsidRDefault="00A16FB7" w:rsidP="00317A65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F4247">
        <w:rPr>
          <w:b/>
          <w:sz w:val="28"/>
          <w:szCs w:val="28"/>
        </w:rPr>
        <w:t xml:space="preserve"> порядке пред</w:t>
      </w:r>
      <w:r>
        <w:rPr>
          <w:b/>
          <w:sz w:val="28"/>
          <w:szCs w:val="28"/>
        </w:rPr>
        <w:t>о</w:t>
      </w:r>
      <w:r w:rsidRPr="002F4247">
        <w:rPr>
          <w:b/>
          <w:sz w:val="28"/>
          <w:szCs w:val="28"/>
        </w:rPr>
        <w:t xml:space="preserve">ставления </w:t>
      </w:r>
      <w:r>
        <w:rPr>
          <w:b/>
          <w:sz w:val="28"/>
          <w:szCs w:val="28"/>
        </w:rPr>
        <w:t>дополнительного оплачиваемого отпуска за ненормированный служебный день муниципальным служащим</w:t>
      </w:r>
      <w:r w:rsidRPr="002F42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Старотитаровского сельского поселения </w:t>
      </w:r>
    </w:p>
    <w:p w:rsidR="00A16FB7" w:rsidRPr="00870675" w:rsidRDefault="00A16FB7" w:rsidP="00317A65">
      <w:pPr>
        <w:pStyle w:val="NoSpacing"/>
        <w:jc w:val="center"/>
      </w:pPr>
      <w:r>
        <w:rPr>
          <w:b/>
          <w:sz w:val="28"/>
          <w:szCs w:val="28"/>
        </w:rPr>
        <w:t>Темрюкского района</w:t>
      </w: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A16FB7" w:rsidRDefault="00A16FB7" w:rsidP="00F448A1">
      <w:pPr>
        <w:pStyle w:val="ConsPlusNormal"/>
        <w:jc w:val="center"/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  <w:lang w:val="en-US"/>
          </w:rPr>
          <w:t>I</w:t>
        </w:r>
        <w:r w:rsidRPr="00C459D5">
          <w:rPr>
            <w:sz w:val="28"/>
            <w:szCs w:val="28"/>
          </w:rPr>
          <w:t>.</w:t>
        </w:r>
      </w:smartTag>
      <w:r w:rsidRPr="00765995"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Общие положения</w:t>
      </w:r>
    </w:p>
    <w:p w:rsidR="00A16FB7" w:rsidRPr="00C459D5" w:rsidRDefault="00A16FB7" w:rsidP="00F448A1">
      <w:pPr>
        <w:pStyle w:val="ConsPlusNormal"/>
        <w:jc w:val="center"/>
        <w:rPr>
          <w:sz w:val="28"/>
          <w:szCs w:val="28"/>
        </w:rPr>
      </w:pPr>
    </w:p>
    <w:p w:rsidR="00A16FB7" w:rsidRPr="00C459D5" w:rsidRDefault="00A16FB7" w:rsidP="00BE1C28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 xml:space="preserve">Настоящее Положение </w:t>
      </w:r>
      <w:r>
        <w:rPr>
          <w:bCs/>
          <w:sz w:val="28"/>
          <w:szCs w:val="28"/>
        </w:rPr>
        <w:t>о</w:t>
      </w:r>
      <w:r w:rsidRPr="00870675">
        <w:rPr>
          <w:sz w:val="28"/>
          <w:szCs w:val="28"/>
        </w:rPr>
        <w:t xml:space="preserve"> порядке предоставления дополнительного о</w:t>
      </w:r>
      <w:r w:rsidRPr="00870675">
        <w:rPr>
          <w:sz w:val="28"/>
          <w:szCs w:val="28"/>
        </w:rPr>
        <w:t>п</w:t>
      </w:r>
      <w:r w:rsidRPr="00870675">
        <w:rPr>
          <w:sz w:val="28"/>
          <w:szCs w:val="28"/>
        </w:rPr>
        <w:t xml:space="preserve">лачиваемого отпуска за ненормированный служебный день муниципальным служащим администрации </w:t>
      </w:r>
      <w:r>
        <w:rPr>
          <w:sz w:val="28"/>
          <w:szCs w:val="28"/>
        </w:rPr>
        <w:t xml:space="preserve">разработано </w:t>
      </w:r>
      <w:r w:rsidRPr="00C459D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со статьями 97, 101, 116, 119, 126 Трудового кодекса Российской Федерации, статьей 21 </w:t>
      </w:r>
      <w:hyperlink r:id="rId6" w:history="1">
        <w:r w:rsidRPr="00765995">
          <w:rPr>
            <w:rStyle w:val="a"/>
            <w:color w:val="auto"/>
            <w:sz w:val="28"/>
            <w:szCs w:val="28"/>
          </w:rPr>
          <w:t>Федерального закона</w:t>
        </w:r>
      </w:hyperlink>
      <w:r w:rsidRPr="00765995">
        <w:rPr>
          <w:sz w:val="28"/>
          <w:szCs w:val="28"/>
        </w:rPr>
        <w:t xml:space="preserve"> </w:t>
      </w:r>
      <w:r w:rsidRPr="002128E6">
        <w:rPr>
          <w:sz w:val="28"/>
          <w:szCs w:val="28"/>
        </w:rPr>
        <w:t>от 2 марта 2007 года № 25-ФЗ</w:t>
      </w:r>
      <w:r>
        <w:rPr>
          <w:sz w:val="28"/>
          <w:szCs w:val="28"/>
        </w:rPr>
        <w:t xml:space="preserve"> </w:t>
      </w:r>
      <w:r w:rsidRPr="002128E6">
        <w:rPr>
          <w:sz w:val="28"/>
          <w:szCs w:val="28"/>
        </w:rPr>
        <w:t>«О муни</w:t>
      </w:r>
      <w:r w:rsidRPr="00CA62E6">
        <w:rPr>
          <w:sz w:val="28"/>
          <w:szCs w:val="28"/>
        </w:rPr>
        <w:t>ципальной службе в Российской Федерации»</w:t>
      </w:r>
      <w:r>
        <w:rPr>
          <w:sz w:val="28"/>
          <w:szCs w:val="28"/>
        </w:rPr>
        <w:t xml:space="preserve">, статьей 19 </w:t>
      </w:r>
      <w:r w:rsidRPr="00551B1A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551B1A">
        <w:rPr>
          <w:sz w:val="28"/>
          <w:szCs w:val="28"/>
        </w:rPr>
        <w:t xml:space="preserve"> Краснодарского   края от 8 июня 2007 года </w:t>
      </w:r>
      <w:r>
        <w:rPr>
          <w:sz w:val="28"/>
          <w:szCs w:val="28"/>
        </w:rPr>
        <w:t xml:space="preserve">      </w:t>
      </w:r>
      <w:r w:rsidRPr="00551B1A">
        <w:rPr>
          <w:spacing w:val="-4"/>
          <w:sz w:val="28"/>
          <w:szCs w:val="28"/>
        </w:rPr>
        <w:t xml:space="preserve"> № 1244-КЗ «О муниципальной службе в Краснодарском крае»</w:t>
      </w:r>
      <w:r>
        <w:rPr>
          <w:spacing w:val="-4"/>
          <w:sz w:val="28"/>
          <w:szCs w:val="28"/>
        </w:rPr>
        <w:t xml:space="preserve"> </w:t>
      </w:r>
      <w:r w:rsidRPr="00C459D5">
        <w:rPr>
          <w:sz w:val="28"/>
          <w:szCs w:val="28"/>
        </w:rPr>
        <w:t>и устанавливает:</w:t>
      </w: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 </w:t>
      </w:r>
      <w:r w:rsidRPr="00C459D5">
        <w:rPr>
          <w:sz w:val="28"/>
          <w:szCs w:val="28"/>
        </w:rPr>
        <w:t xml:space="preserve">порядок привлечения муниципальных служащих администрации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ротитаровского сельского поселения Темрюкского района</w:t>
      </w:r>
      <w:r w:rsidRPr="00C459D5">
        <w:rPr>
          <w:sz w:val="28"/>
          <w:szCs w:val="28"/>
        </w:rPr>
        <w:t xml:space="preserve"> (далее – Админис</w:t>
      </w:r>
      <w:r w:rsidRPr="00C459D5">
        <w:rPr>
          <w:sz w:val="28"/>
          <w:szCs w:val="28"/>
        </w:rPr>
        <w:t>т</w:t>
      </w:r>
      <w:r w:rsidRPr="00C459D5">
        <w:rPr>
          <w:sz w:val="28"/>
          <w:szCs w:val="28"/>
        </w:rPr>
        <w:t>рация) с ненормированным служебным днем к работе за пределами нормальной продолжительности рабочего времени, установленной для данной категории муниципальных слу</w:t>
      </w:r>
      <w:r>
        <w:rPr>
          <w:sz w:val="28"/>
          <w:szCs w:val="28"/>
        </w:rPr>
        <w:t>жащих;</w:t>
      </w:r>
    </w:p>
    <w:p w:rsidR="00A16FB7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 </w:t>
      </w:r>
      <w:r w:rsidRPr="00C459D5">
        <w:rPr>
          <w:sz w:val="28"/>
          <w:szCs w:val="28"/>
        </w:rPr>
        <w:t>перечень должностей муниципальн</w:t>
      </w:r>
      <w:r>
        <w:rPr>
          <w:sz w:val="28"/>
          <w:szCs w:val="28"/>
        </w:rPr>
        <w:t>ой службы администрации</w:t>
      </w:r>
      <w:r w:rsidRPr="00C459D5">
        <w:rPr>
          <w:sz w:val="28"/>
          <w:szCs w:val="28"/>
        </w:rPr>
        <w:t>, кот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>рым может быть установлен</w:t>
      </w:r>
      <w:r>
        <w:rPr>
          <w:sz w:val="28"/>
          <w:szCs w:val="28"/>
        </w:rPr>
        <w:t xml:space="preserve"> ненормированный служебный день;</w:t>
      </w: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 </w:t>
      </w:r>
      <w:r w:rsidRPr="00C459D5">
        <w:rPr>
          <w:sz w:val="28"/>
          <w:szCs w:val="28"/>
        </w:rPr>
        <w:t>порядок и условия предоставления ежегодного дополнительного о</w:t>
      </w:r>
      <w:r w:rsidRPr="00C459D5">
        <w:rPr>
          <w:sz w:val="28"/>
          <w:szCs w:val="28"/>
        </w:rPr>
        <w:t>т</w:t>
      </w:r>
      <w:r w:rsidRPr="00C459D5">
        <w:rPr>
          <w:sz w:val="28"/>
          <w:szCs w:val="28"/>
        </w:rPr>
        <w:t>пуска за ненормированный служебный день.</w:t>
      </w:r>
    </w:p>
    <w:p w:rsidR="00A16FB7" w:rsidRPr="00C459D5" w:rsidRDefault="00A16FB7" w:rsidP="00F448A1">
      <w:pPr>
        <w:pStyle w:val="ConsPlusNormal"/>
        <w:jc w:val="center"/>
        <w:rPr>
          <w:sz w:val="28"/>
          <w:szCs w:val="28"/>
        </w:rPr>
      </w:pPr>
    </w:p>
    <w:p w:rsidR="00A16FB7" w:rsidRDefault="00A16FB7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459D5">
        <w:rPr>
          <w:sz w:val="28"/>
          <w:szCs w:val="28"/>
        </w:rPr>
        <w:t>. Установление ненормированного служебного дня</w:t>
      </w:r>
    </w:p>
    <w:p w:rsidR="00A16FB7" w:rsidRPr="00C459D5" w:rsidRDefault="00A16FB7" w:rsidP="00F448A1">
      <w:pPr>
        <w:pStyle w:val="ConsPlusNormal"/>
        <w:jc w:val="center"/>
        <w:rPr>
          <w:sz w:val="28"/>
          <w:szCs w:val="28"/>
        </w:rPr>
      </w:pPr>
    </w:p>
    <w:p w:rsidR="00A16FB7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 xml:space="preserve">Ненормированный служебный день </w:t>
      </w:r>
      <w:r>
        <w:rPr>
          <w:sz w:val="28"/>
          <w:szCs w:val="28"/>
        </w:rPr>
        <w:t>- это</w:t>
      </w:r>
      <w:r w:rsidRPr="00C459D5">
        <w:rPr>
          <w:sz w:val="28"/>
          <w:szCs w:val="28"/>
        </w:rPr>
        <w:t xml:space="preserve"> особый режим работы, в с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 xml:space="preserve">ответствии с которым муниципальные служащие могут по распоряжению главы </w:t>
      </w:r>
      <w:r>
        <w:rPr>
          <w:sz w:val="28"/>
          <w:szCs w:val="28"/>
        </w:rPr>
        <w:t xml:space="preserve">Старотитаровского сельского поселения Темрюкского района </w:t>
      </w:r>
      <w:r w:rsidRPr="00C459D5">
        <w:rPr>
          <w:sz w:val="28"/>
          <w:szCs w:val="28"/>
        </w:rPr>
        <w:t>при необходим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>сти эпизодически привлекаться к выполнению своих трудовых функций за пр</w:t>
      </w:r>
      <w:r w:rsidRPr="00C459D5">
        <w:rPr>
          <w:sz w:val="28"/>
          <w:szCs w:val="28"/>
        </w:rPr>
        <w:t>е</w:t>
      </w:r>
      <w:r w:rsidRPr="00C459D5">
        <w:rPr>
          <w:sz w:val="28"/>
          <w:szCs w:val="28"/>
        </w:rPr>
        <w:t>делами установленной для них продолжительности рабочего времени</w:t>
      </w:r>
      <w:r>
        <w:rPr>
          <w:sz w:val="28"/>
          <w:szCs w:val="28"/>
        </w:rPr>
        <w:t>.</w:t>
      </w:r>
    </w:p>
    <w:p w:rsidR="00A16FB7" w:rsidRDefault="00A16FB7" w:rsidP="00CD646D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2.2. </w:t>
      </w:r>
      <w:r w:rsidRPr="00C459D5">
        <w:rPr>
          <w:sz w:val="28"/>
          <w:szCs w:val="28"/>
        </w:rPr>
        <w:t>Ненормированный служебный день может быть установлен муниц</w:t>
      </w:r>
      <w:r w:rsidRPr="00C459D5">
        <w:rPr>
          <w:sz w:val="28"/>
          <w:szCs w:val="28"/>
        </w:rPr>
        <w:t>и</w:t>
      </w:r>
      <w:r w:rsidRPr="00C459D5">
        <w:rPr>
          <w:sz w:val="28"/>
          <w:szCs w:val="28"/>
        </w:rPr>
        <w:t>пальным служащим, чьи должности включены в соответствующий Перечень (</w:t>
      </w:r>
      <w:r>
        <w:rPr>
          <w:sz w:val="28"/>
          <w:szCs w:val="28"/>
        </w:rPr>
        <w:t>п</w:t>
      </w:r>
      <w:r w:rsidRPr="00C459D5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к настоящему Положению</w:t>
      </w:r>
      <w:r w:rsidRPr="00C459D5">
        <w:rPr>
          <w:sz w:val="28"/>
          <w:szCs w:val="28"/>
        </w:rPr>
        <w:t xml:space="preserve">). </w:t>
      </w:r>
    </w:p>
    <w:p w:rsidR="00A16FB7" w:rsidRPr="00C459D5" w:rsidRDefault="00A16FB7" w:rsidP="00CD646D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Установление режима ненормированного служебного дня конкретному муниципальному служащему производится на основании внесенного в его тр</w:t>
      </w:r>
      <w:r w:rsidRPr="00C459D5">
        <w:rPr>
          <w:sz w:val="28"/>
          <w:szCs w:val="28"/>
        </w:rPr>
        <w:t>у</w:t>
      </w:r>
      <w:r w:rsidRPr="00C459D5">
        <w:rPr>
          <w:sz w:val="28"/>
          <w:szCs w:val="28"/>
        </w:rPr>
        <w:t>довой договор условия о ненормированном служебном дне.</w:t>
      </w: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C459D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Дополнительный оплачиваемый отпуск за ненормированный служе</w:t>
      </w:r>
      <w:r w:rsidRPr="00C459D5">
        <w:rPr>
          <w:sz w:val="28"/>
          <w:szCs w:val="28"/>
        </w:rPr>
        <w:t>б</w:t>
      </w:r>
      <w:r w:rsidRPr="00C459D5">
        <w:rPr>
          <w:sz w:val="28"/>
          <w:szCs w:val="28"/>
        </w:rPr>
        <w:t>ный день предоставляется муниципальному служащему ежегодно независимо от фактической продолжительности привлечения его к работе за пределами у</w:t>
      </w:r>
      <w:r w:rsidRPr="00C459D5">
        <w:rPr>
          <w:sz w:val="28"/>
          <w:szCs w:val="28"/>
        </w:rPr>
        <w:t>с</w:t>
      </w:r>
      <w:r w:rsidRPr="00C459D5">
        <w:rPr>
          <w:sz w:val="28"/>
          <w:szCs w:val="28"/>
        </w:rPr>
        <w:t xml:space="preserve">тановленного для него продолжительности рабочего времени. </w:t>
      </w: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C459D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На муниципальных служащих, работающих в режиме ненормирова</w:t>
      </w:r>
      <w:r w:rsidRPr="00C459D5">
        <w:rPr>
          <w:sz w:val="28"/>
          <w:szCs w:val="28"/>
        </w:rPr>
        <w:t>н</w:t>
      </w:r>
      <w:r w:rsidRPr="00C459D5">
        <w:rPr>
          <w:sz w:val="28"/>
          <w:szCs w:val="28"/>
        </w:rPr>
        <w:t>ного служебного дня, распространяются Правила внутреннего трудового ра</w:t>
      </w:r>
      <w:r w:rsidRPr="00C459D5">
        <w:rPr>
          <w:sz w:val="28"/>
          <w:szCs w:val="28"/>
        </w:rPr>
        <w:t>с</w:t>
      </w:r>
      <w:r w:rsidRPr="00C459D5">
        <w:rPr>
          <w:sz w:val="28"/>
          <w:szCs w:val="28"/>
        </w:rPr>
        <w:t xml:space="preserve">порядка, касающиеся времени </w:t>
      </w:r>
      <w:r>
        <w:rPr>
          <w:sz w:val="28"/>
          <w:szCs w:val="28"/>
        </w:rPr>
        <w:t>начала и окончания рабочего дня. Н</w:t>
      </w:r>
      <w:r w:rsidRPr="00C459D5">
        <w:rPr>
          <w:sz w:val="28"/>
          <w:szCs w:val="28"/>
        </w:rPr>
        <w:t xml:space="preserve">а основании распоряжения главы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C459D5">
        <w:rPr>
          <w:sz w:val="28"/>
          <w:szCs w:val="28"/>
        </w:rPr>
        <w:t xml:space="preserve"> (в том числе и в устной форме) данные муниципальные служащие могут эпизодически привлекаться к работе за пределами установленной для них пр</w:t>
      </w:r>
      <w:r w:rsidRPr="00C459D5">
        <w:rPr>
          <w:sz w:val="28"/>
          <w:szCs w:val="28"/>
        </w:rPr>
        <w:t>о</w:t>
      </w:r>
      <w:r w:rsidRPr="00C459D5">
        <w:rPr>
          <w:sz w:val="28"/>
          <w:szCs w:val="28"/>
        </w:rPr>
        <w:t>должительности рабочего времени, как до его начала, так и после его оконч</w:t>
      </w:r>
      <w:r w:rsidRPr="00C459D5">
        <w:rPr>
          <w:sz w:val="28"/>
          <w:szCs w:val="28"/>
        </w:rPr>
        <w:t>а</w:t>
      </w:r>
      <w:r w:rsidRPr="00C459D5">
        <w:rPr>
          <w:sz w:val="28"/>
          <w:szCs w:val="28"/>
        </w:rPr>
        <w:t>ния.</w:t>
      </w:r>
    </w:p>
    <w:p w:rsidR="00A16FB7" w:rsidRPr="00C459D5" w:rsidRDefault="00A16FB7" w:rsidP="00F448A1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C459D5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C459D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Запрещается привлечение муниципальных служащих с ненормирова</w:t>
      </w:r>
      <w:r w:rsidRPr="00C459D5">
        <w:rPr>
          <w:sz w:val="28"/>
          <w:szCs w:val="28"/>
        </w:rPr>
        <w:t>н</w:t>
      </w:r>
      <w:r w:rsidRPr="00C459D5">
        <w:rPr>
          <w:sz w:val="28"/>
          <w:szCs w:val="28"/>
        </w:rPr>
        <w:t xml:space="preserve">ным служебным днем к работе в выходные и нерабочие дни, за исключением случаев, предусмотренных </w:t>
      </w:r>
      <w:r>
        <w:rPr>
          <w:sz w:val="28"/>
          <w:szCs w:val="28"/>
        </w:rPr>
        <w:t>Трудовым кодексом Российской Федерации</w:t>
      </w:r>
      <w:r w:rsidRPr="00C459D5">
        <w:rPr>
          <w:color w:val="000000"/>
          <w:sz w:val="28"/>
          <w:szCs w:val="28"/>
        </w:rPr>
        <w:t>, и в п</w:t>
      </w:r>
      <w:r w:rsidRPr="00C459D5">
        <w:rPr>
          <w:color w:val="000000"/>
          <w:sz w:val="28"/>
          <w:szCs w:val="28"/>
        </w:rPr>
        <w:t>о</w:t>
      </w:r>
      <w:r w:rsidRPr="00C459D5">
        <w:rPr>
          <w:color w:val="000000"/>
          <w:sz w:val="28"/>
          <w:szCs w:val="28"/>
        </w:rPr>
        <w:t xml:space="preserve">рядке, установленном </w:t>
      </w:r>
      <w:hyperlink r:id="rId7" w:history="1">
        <w:r>
          <w:rPr>
            <w:rStyle w:val="Hyperlink"/>
            <w:color w:val="000000"/>
            <w:sz w:val="28"/>
            <w:szCs w:val="28"/>
            <w:u w:val="none"/>
          </w:rPr>
          <w:t>статьями</w:t>
        </w:r>
        <w:r w:rsidRPr="00C459D5">
          <w:rPr>
            <w:rStyle w:val="Hyperlink"/>
            <w:color w:val="000000"/>
            <w:sz w:val="28"/>
            <w:szCs w:val="28"/>
            <w:u w:val="none"/>
          </w:rPr>
          <w:t xml:space="preserve"> 113</w:t>
        </w:r>
      </w:hyperlink>
      <w:r w:rsidRPr="00C459D5">
        <w:rPr>
          <w:color w:val="000000"/>
          <w:sz w:val="28"/>
          <w:szCs w:val="28"/>
        </w:rPr>
        <w:t xml:space="preserve">, </w:t>
      </w:r>
      <w:hyperlink r:id="rId8" w:history="1">
        <w:r w:rsidRPr="00C459D5">
          <w:rPr>
            <w:rStyle w:val="Hyperlink"/>
            <w:color w:val="000000"/>
            <w:sz w:val="28"/>
            <w:szCs w:val="28"/>
            <w:u w:val="none"/>
          </w:rPr>
          <w:t>153</w:t>
        </w:r>
      </w:hyperlink>
      <w:r w:rsidRPr="00C459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Трудового кодекса Российской Фед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рации.</w:t>
      </w:r>
    </w:p>
    <w:p w:rsidR="00A16FB7" w:rsidRPr="00C459D5" w:rsidRDefault="00A16FB7" w:rsidP="00F448A1">
      <w:pPr>
        <w:pStyle w:val="ConsPlusNormal"/>
        <w:ind w:firstLine="540"/>
        <w:jc w:val="both"/>
        <w:rPr>
          <w:color w:val="000000"/>
          <w:sz w:val="28"/>
          <w:szCs w:val="28"/>
        </w:rPr>
      </w:pPr>
    </w:p>
    <w:p w:rsidR="00A16FB7" w:rsidRPr="00C459D5" w:rsidRDefault="00A16FB7" w:rsidP="00F448A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765995">
        <w:rPr>
          <w:sz w:val="28"/>
          <w:szCs w:val="28"/>
        </w:rPr>
        <w:t xml:space="preserve">. </w:t>
      </w:r>
      <w:r w:rsidRPr="00C459D5">
        <w:rPr>
          <w:sz w:val="28"/>
          <w:szCs w:val="28"/>
        </w:rPr>
        <w:t>Порядок предоставления ежегодного дополнительного</w:t>
      </w:r>
    </w:p>
    <w:p w:rsidR="00A16FB7" w:rsidRDefault="00A16FB7" w:rsidP="00F448A1">
      <w:pPr>
        <w:pStyle w:val="ConsPlusNormal"/>
        <w:jc w:val="center"/>
        <w:rPr>
          <w:sz w:val="28"/>
          <w:szCs w:val="28"/>
        </w:rPr>
      </w:pPr>
      <w:r w:rsidRPr="00C459D5">
        <w:rPr>
          <w:sz w:val="28"/>
          <w:szCs w:val="28"/>
        </w:rPr>
        <w:t>отпуска за ненормированный служебный день</w:t>
      </w:r>
    </w:p>
    <w:p w:rsidR="00A16FB7" w:rsidRPr="00C459D5" w:rsidRDefault="00A16FB7" w:rsidP="00F448A1">
      <w:pPr>
        <w:pStyle w:val="ConsPlusNormal"/>
        <w:jc w:val="center"/>
        <w:rPr>
          <w:sz w:val="28"/>
          <w:szCs w:val="28"/>
        </w:rPr>
      </w:pP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Работа в режиме ненормированного служебного дня компенсируется предоставлением ежегодного дополнительного оплачиваемого отпуска.</w:t>
      </w: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Продолжительность ежегодного дополнительного оплачиваемого о</w:t>
      </w:r>
      <w:r w:rsidRPr="00C459D5">
        <w:rPr>
          <w:sz w:val="28"/>
          <w:szCs w:val="28"/>
        </w:rPr>
        <w:t>т</w:t>
      </w:r>
      <w:r w:rsidRPr="00C459D5">
        <w:rPr>
          <w:sz w:val="28"/>
          <w:szCs w:val="28"/>
        </w:rPr>
        <w:t xml:space="preserve">пуска </w:t>
      </w:r>
      <w:r>
        <w:rPr>
          <w:sz w:val="28"/>
          <w:szCs w:val="28"/>
        </w:rPr>
        <w:t xml:space="preserve">за ненормированный служебный день </w:t>
      </w:r>
      <w:r w:rsidRPr="00C459D5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три</w:t>
      </w:r>
      <w:r w:rsidRPr="00C459D5">
        <w:rPr>
          <w:sz w:val="28"/>
          <w:szCs w:val="28"/>
        </w:rPr>
        <w:t xml:space="preserve"> календарных дн</w:t>
      </w:r>
      <w:r>
        <w:rPr>
          <w:sz w:val="28"/>
          <w:szCs w:val="28"/>
        </w:rPr>
        <w:t>я</w:t>
      </w:r>
      <w:r w:rsidRPr="00C459D5">
        <w:rPr>
          <w:sz w:val="28"/>
          <w:szCs w:val="28"/>
        </w:rPr>
        <w:t>.</w:t>
      </w: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3.3.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Ежегодный дополнительный оплачиваемый отпуск за ненормирова</w:t>
      </w:r>
      <w:r w:rsidRPr="00C459D5">
        <w:rPr>
          <w:sz w:val="28"/>
          <w:szCs w:val="28"/>
        </w:rPr>
        <w:t>н</w:t>
      </w:r>
      <w:r w:rsidRPr="00C459D5">
        <w:rPr>
          <w:sz w:val="28"/>
          <w:szCs w:val="28"/>
        </w:rPr>
        <w:t>ный служебный день предоставляется муниципальному служащему ежегодно (каждый рабочий год) независимо от фактической продолжительности его р</w:t>
      </w:r>
      <w:r w:rsidRPr="00C459D5">
        <w:rPr>
          <w:sz w:val="28"/>
          <w:szCs w:val="28"/>
        </w:rPr>
        <w:t>а</w:t>
      </w:r>
      <w:r w:rsidRPr="00C459D5">
        <w:rPr>
          <w:sz w:val="28"/>
          <w:szCs w:val="28"/>
        </w:rPr>
        <w:t>боты в условиях ненормированного рабочего времени. Перенос дополнител</w:t>
      </w:r>
      <w:r w:rsidRPr="00C459D5">
        <w:rPr>
          <w:sz w:val="28"/>
          <w:szCs w:val="28"/>
        </w:rPr>
        <w:t>ь</w:t>
      </w:r>
      <w:r w:rsidRPr="00C459D5">
        <w:rPr>
          <w:sz w:val="28"/>
          <w:szCs w:val="28"/>
        </w:rPr>
        <w:t>ного отпуска на следующий год не допускается.</w:t>
      </w: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3.4.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Ежегодный дополнительный оплачиваемый отпуск предоставляется муниципальным служащим в соответствии с графиком отпусков путем присо</w:t>
      </w:r>
      <w:r w:rsidRPr="00C459D5">
        <w:rPr>
          <w:sz w:val="28"/>
          <w:szCs w:val="28"/>
        </w:rPr>
        <w:t>е</w:t>
      </w:r>
      <w:r w:rsidRPr="00C459D5">
        <w:rPr>
          <w:sz w:val="28"/>
          <w:szCs w:val="28"/>
        </w:rPr>
        <w:t>динения его к ежегодному оплачиваемому отпуску или по желанию муниц</w:t>
      </w:r>
      <w:r w:rsidRPr="00C459D5">
        <w:rPr>
          <w:sz w:val="28"/>
          <w:szCs w:val="28"/>
        </w:rPr>
        <w:t>и</w:t>
      </w:r>
      <w:r w:rsidRPr="00C459D5">
        <w:rPr>
          <w:sz w:val="28"/>
          <w:szCs w:val="28"/>
        </w:rPr>
        <w:t>пального служащего, на основании его письменного заявления, в другое время в соответствии с графиком отпусков.</w:t>
      </w:r>
    </w:p>
    <w:p w:rsidR="00A16FB7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3.5.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При увольнении право не неиспользованный ежегодный дополнител</w:t>
      </w:r>
      <w:r w:rsidRPr="00C459D5">
        <w:rPr>
          <w:sz w:val="28"/>
          <w:szCs w:val="28"/>
        </w:rPr>
        <w:t>ь</w:t>
      </w:r>
      <w:r w:rsidRPr="00C459D5">
        <w:rPr>
          <w:sz w:val="28"/>
          <w:szCs w:val="28"/>
        </w:rPr>
        <w:t>ный оплачиваемый отпуск за ненормированный служебный день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A16FB7" w:rsidRPr="00E65DC9" w:rsidRDefault="00A16FB7" w:rsidP="00E65D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F4189">
        <w:rPr>
          <w:rFonts w:ascii="Times New Roman" w:hAnsi="Times New Roman"/>
          <w:sz w:val="28"/>
          <w:szCs w:val="28"/>
        </w:rPr>
        <w:t xml:space="preserve">3.6. </w:t>
      </w:r>
      <w:r w:rsidRPr="00E65DC9">
        <w:rPr>
          <w:rFonts w:ascii="Times New Roman" w:hAnsi="Times New Roman"/>
          <w:sz w:val="28"/>
          <w:szCs w:val="28"/>
        </w:rPr>
        <w:t xml:space="preserve">Оплата дополнительных отпусков, предоставляемых </w:t>
      </w:r>
      <w:r w:rsidRPr="00EF4189">
        <w:rPr>
          <w:rFonts w:ascii="Times New Roman" w:hAnsi="Times New Roman"/>
          <w:sz w:val="28"/>
          <w:szCs w:val="28"/>
        </w:rPr>
        <w:t>муниципальным служащим</w:t>
      </w:r>
      <w:r w:rsidRPr="00E65DC9">
        <w:rPr>
          <w:rFonts w:ascii="Times New Roman" w:hAnsi="Times New Roman"/>
          <w:sz w:val="28"/>
          <w:szCs w:val="28"/>
        </w:rPr>
        <w:t xml:space="preserve"> с ненормированным </w:t>
      </w:r>
      <w:r w:rsidRPr="00EF4189">
        <w:rPr>
          <w:rFonts w:ascii="Times New Roman" w:hAnsi="Times New Roman"/>
          <w:sz w:val="28"/>
          <w:szCs w:val="28"/>
        </w:rPr>
        <w:t>служебным</w:t>
      </w:r>
      <w:r w:rsidRPr="00E65DC9">
        <w:rPr>
          <w:rFonts w:ascii="Times New Roman" w:hAnsi="Times New Roman"/>
          <w:sz w:val="28"/>
          <w:szCs w:val="28"/>
        </w:rPr>
        <w:t xml:space="preserve"> днем, производится в пределах фонда оплаты труда.</w:t>
      </w: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  <w:r w:rsidRPr="00C459D5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C459D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59D5">
        <w:rPr>
          <w:sz w:val="28"/>
          <w:szCs w:val="28"/>
        </w:rPr>
        <w:t>Контроль за предоставлением дополнительных отпусков за ненорм</w:t>
      </w:r>
      <w:r w:rsidRPr="00C459D5">
        <w:rPr>
          <w:sz w:val="28"/>
          <w:szCs w:val="28"/>
        </w:rPr>
        <w:t>и</w:t>
      </w:r>
      <w:r w:rsidRPr="00C459D5">
        <w:rPr>
          <w:sz w:val="28"/>
          <w:szCs w:val="28"/>
        </w:rPr>
        <w:t xml:space="preserve">рованный служебный день осуществляется </w:t>
      </w:r>
      <w:r>
        <w:rPr>
          <w:sz w:val="28"/>
          <w:szCs w:val="28"/>
        </w:rPr>
        <w:t>общим отделом администрации Старотитаровского сельского поселения Темрюкского района.</w:t>
      </w: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A16FB7" w:rsidRPr="00C459D5" w:rsidRDefault="00A16FB7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A16FB7" w:rsidRDefault="00A16FB7" w:rsidP="00EF4189">
      <w:pPr>
        <w:pStyle w:val="ConsPlusNormal"/>
        <w:tabs>
          <w:tab w:val="left" w:pos="75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Старотитаровского сельского </w:t>
      </w:r>
    </w:p>
    <w:p w:rsidR="00A16FB7" w:rsidRPr="00C459D5" w:rsidRDefault="00A16FB7" w:rsidP="00BE1C28">
      <w:pPr>
        <w:pStyle w:val="ConsPlusNormal"/>
        <w:tabs>
          <w:tab w:val="left" w:pos="759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А.Г. Титаренко</w:t>
      </w:r>
    </w:p>
    <w:sectPr w:rsidR="00A16FB7" w:rsidRPr="00C459D5" w:rsidSect="00EF4189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FB7" w:rsidRDefault="00A16FB7" w:rsidP="00EF4189">
      <w:pPr>
        <w:spacing w:after="0" w:line="240" w:lineRule="auto"/>
      </w:pPr>
      <w:r>
        <w:separator/>
      </w:r>
    </w:p>
  </w:endnote>
  <w:endnote w:type="continuationSeparator" w:id="0">
    <w:p w:rsidR="00A16FB7" w:rsidRDefault="00A16FB7" w:rsidP="00EF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FB7" w:rsidRDefault="00A16FB7" w:rsidP="00EF4189">
      <w:pPr>
        <w:spacing w:after="0" w:line="240" w:lineRule="auto"/>
      </w:pPr>
      <w:r>
        <w:separator/>
      </w:r>
    </w:p>
  </w:footnote>
  <w:footnote w:type="continuationSeparator" w:id="0">
    <w:p w:rsidR="00A16FB7" w:rsidRDefault="00A16FB7" w:rsidP="00EF4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FB7" w:rsidRPr="0017550D" w:rsidRDefault="00A16FB7">
    <w:pPr>
      <w:pStyle w:val="Header"/>
      <w:jc w:val="center"/>
      <w:rPr>
        <w:rFonts w:ascii="Times New Roman" w:hAnsi="Times New Roman"/>
        <w:sz w:val="24"/>
        <w:szCs w:val="24"/>
      </w:rPr>
    </w:pPr>
    <w:r w:rsidRPr="0017550D">
      <w:rPr>
        <w:rFonts w:ascii="Times New Roman" w:hAnsi="Times New Roman"/>
        <w:sz w:val="24"/>
        <w:szCs w:val="24"/>
      </w:rPr>
      <w:fldChar w:fldCharType="begin"/>
    </w:r>
    <w:r w:rsidRPr="0017550D">
      <w:rPr>
        <w:rFonts w:ascii="Times New Roman" w:hAnsi="Times New Roman"/>
        <w:sz w:val="24"/>
        <w:szCs w:val="24"/>
      </w:rPr>
      <w:instrText>PAGE   \* MERGEFORMAT</w:instrText>
    </w:r>
    <w:r w:rsidRPr="0017550D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17550D">
      <w:rPr>
        <w:rFonts w:ascii="Times New Roman" w:hAnsi="Times New Roman"/>
        <w:sz w:val="24"/>
        <w:szCs w:val="24"/>
      </w:rPr>
      <w:fldChar w:fldCharType="end"/>
    </w:r>
  </w:p>
  <w:p w:rsidR="00A16FB7" w:rsidRDefault="00A16FB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BC2"/>
    <w:rsid w:val="00103842"/>
    <w:rsid w:val="00165A22"/>
    <w:rsid w:val="0017550D"/>
    <w:rsid w:val="002128E6"/>
    <w:rsid w:val="002F4247"/>
    <w:rsid w:val="00317A65"/>
    <w:rsid w:val="00496F25"/>
    <w:rsid w:val="00506B5D"/>
    <w:rsid w:val="00551B1A"/>
    <w:rsid w:val="00662A51"/>
    <w:rsid w:val="00692AE1"/>
    <w:rsid w:val="00765995"/>
    <w:rsid w:val="007F2F08"/>
    <w:rsid w:val="00857DBD"/>
    <w:rsid w:val="00870675"/>
    <w:rsid w:val="00A16FB7"/>
    <w:rsid w:val="00BB0BC2"/>
    <w:rsid w:val="00BE1C28"/>
    <w:rsid w:val="00C459D5"/>
    <w:rsid w:val="00CA62E6"/>
    <w:rsid w:val="00CD646D"/>
    <w:rsid w:val="00E61189"/>
    <w:rsid w:val="00E65DC9"/>
    <w:rsid w:val="00EF4189"/>
    <w:rsid w:val="00F00EFE"/>
    <w:rsid w:val="00F448A1"/>
    <w:rsid w:val="00FA1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9D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59D5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448A1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semiHidden/>
    <w:rsid w:val="00F448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7A65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317A65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459D5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Гипертекстовая ссылка"/>
    <w:uiPriority w:val="99"/>
    <w:rsid w:val="00765995"/>
    <w:rPr>
      <w:color w:val="106BBE"/>
    </w:rPr>
  </w:style>
  <w:style w:type="paragraph" w:styleId="Header">
    <w:name w:val="header"/>
    <w:basedOn w:val="Normal"/>
    <w:link w:val="HeaderChar"/>
    <w:uiPriority w:val="99"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418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41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31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33897829E7DAF9E020D102B49706694A60D8DB833879F29DFF179A62C22A49028A6F2E3g9ZC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133897829E7DAF9E020D102B49706694A60D8DB833879F29DFF179A62C22A49028A6F0EBg9ZE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3</Pages>
  <Words>784</Words>
  <Characters>4472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Общий отдел</cp:lastModifiedBy>
  <cp:revision>7</cp:revision>
  <cp:lastPrinted>2018-03-02T11:01:00Z</cp:lastPrinted>
  <dcterms:created xsi:type="dcterms:W3CDTF">2017-10-24T12:37:00Z</dcterms:created>
  <dcterms:modified xsi:type="dcterms:W3CDTF">2018-03-02T11:02:00Z</dcterms:modified>
</cp:coreProperties>
</file>