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6"/>
      </w:tblGrid>
      <w:tr w:rsidR="00403188" w:rsidRPr="00257D11" w:rsidTr="00257D11">
        <w:tc>
          <w:tcPr>
            <w:tcW w:w="4820" w:type="dxa"/>
          </w:tcPr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403188" w:rsidRPr="00257D11" w:rsidTr="00257D11">
        <w:tc>
          <w:tcPr>
            <w:tcW w:w="4820" w:type="dxa"/>
          </w:tcPr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 утверждения плана финансово-хозяйственной</w:t>
            </w:r>
          </w:p>
          <w:p w:rsidR="00403188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деятельности муниципальных бюджетных и автономных</w:t>
            </w:r>
            <w:r w:rsidRPr="00257D11">
              <w:rPr>
                <w:sz w:val="22"/>
                <w:szCs w:val="22"/>
              </w:rPr>
              <w:t xml:space="preserve"> 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</w:tr>
    </w:tbl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0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403188" w:rsidRPr="00257D11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</w:rPr>
              <w:t xml:space="preserve">  </w:t>
            </w: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(наименование должности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099B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</w:p>
        </w:tc>
      </w:tr>
      <w:tr w:rsidR="00403188" w:rsidRPr="00257D11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403188" w:rsidRPr="00257D11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</w:t>
            </w:r>
            <w:r w:rsidRPr="00665A77">
              <w:rPr>
                <w:rFonts w:ascii="Times New Roman" w:hAnsi="Times New Roman" w:cs="Times New Roman"/>
              </w:rPr>
              <w:t>__________________ 20____г.</w:t>
            </w:r>
          </w:p>
        </w:tc>
      </w:tr>
      <w:tr w:rsidR="00403188" w:rsidRPr="00257D11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9B">
              <w:rPr>
                <w:rFonts w:ascii="Times New Roman" w:hAnsi="Times New Roman" w:cs="Times New Roman"/>
                <w:bCs/>
                <w:sz w:val="20"/>
                <w:szCs w:val="20"/>
              </w:rPr>
              <w:t>от«__» _____________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30"/>
        </w:trPr>
        <w:tc>
          <w:tcPr>
            <w:tcW w:w="434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403188" w:rsidRPr="00257D11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DA542A" w:rsidRDefault="00403188">
      <w:pPr>
        <w:pStyle w:val="Heading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t xml:space="preserve">Раздел 1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 xml:space="preserve"> учреждения на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 20 _ г.</w:t>
      </w:r>
    </w:p>
    <w:bookmarkEnd w:id="0"/>
    <w:p w:rsidR="00403188" w:rsidRPr="00160A4F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77"/>
        <w:gridCol w:w="851"/>
        <w:gridCol w:w="1842"/>
        <w:gridCol w:w="1701"/>
        <w:gridCol w:w="2268"/>
      </w:tblGrid>
      <w:tr w:rsidR="00403188" w:rsidRPr="00257D11" w:rsidTr="003818BD"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Pr="00257D11">
                <w:rPr>
                  <w:rStyle w:val="a0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257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84788B">
            <w:pPr>
              <w:pStyle w:val="aff3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Сумма, руб. (с точностью до двух знаков после запятой - 0,00)</w:t>
            </w:r>
          </w:p>
        </w:tc>
      </w:tr>
      <w:tr w:rsidR="00403188" w:rsidRPr="00257D11" w:rsidTr="003818BD">
        <w:trPr>
          <w:trHeight w:val="185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 20__ г. текущий 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E24E2D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субсидии на финансовое обеспечение выполнения муниципального задания за счет средств бюджета Темрюкского городского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штрафов, пеней, иных сумм принудительного</w:t>
            </w:r>
          </w:p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изъятия,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безвозмездные денежные </w:t>
            </w:r>
          </w:p>
          <w:p w:rsidR="00403188" w:rsidRPr="00257D11" w:rsidRDefault="00403188" w:rsidP="00F04A8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доходы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  <w:bookmarkEnd w:id="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целевые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190</w:t>
            </w:r>
            <w:bookmarkEnd w:id="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3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593D6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403188" w:rsidRPr="00257D11" w:rsidRDefault="00403188" w:rsidP="00593D6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налогов, сборов и иных платежей, всего</w:t>
            </w:r>
            <w:bookmarkEnd w:id="1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налог на имущество организаций и земельный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c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организациям и физическим лицам,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(кроме выплат на закупку товаров, работ, услуг)</w:t>
            </w:r>
            <w:bookmarkEnd w:id="15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c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28D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1B0E7C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 в сфере информационно-коммуникаци-онных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 в целях капитального ремонта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прочую закупку товаров, работ, услуг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доход, всего:</w:t>
            </w:r>
            <w:bookmarkEnd w:id="17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681EB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числе: </w:t>
            </w:r>
            <w:bookmarkEnd w:id="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выплаты, всего</w:t>
            </w:r>
            <w:bookmarkEnd w:id="20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c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из них: </w:t>
            </w:r>
            <w:bookmarkEnd w:id="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403188" w:rsidRDefault="00403188">
      <w:pPr>
        <w:rPr>
          <w:rFonts w:ascii="Times New Roman" w:hAnsi="Times New Roman" w:cs="Times New Roman"/>
          <w:sz w:val="20"/>
          <w:szCs w:val="28"/>
        </w:rPr>
      </w:pPr>
    </w:p>
    <w:p w:rsidR="00403188" w:rsidRPr="00814F3C" w:rsidRDefault="00403188" w:rsidP="00C57993">
      <w:pPr>
        <w:rPr>
          <w:rFonts w:ascii="Times New Roman" w:hAnsi="Times New Roman" w:cs="Times New Roman"/>
          <w:b/>
          <w:sz w:val="28"/>
          <w:szCs w:val="28"/>
        </w:rPr>
      </w:pPr>
      <w:bookmarkStart w:id="22" w:name="sub_10083"/>
      <w:r w:rsidRPr="00814F3C">
        <w:rPr>
          <w:rFonts w:ascii="Times New Roman" w:hAnsi="Times New Roman" w:cs="Times New Roman"/>
          <w:sz w:val="28"/>
          <w:szCs w:val="28"/>
        </w:rPr>
        <w:t xml:space="preserve">7.1. В </w:t>
      </w:r>
      <w:r>
        <w:rPr>
          <w:rFonts w:ascii="Times New Roman" w:hAnsi="Times New Roman" w:cs="Times New Roman"/>
          <w:sz w:val="28"/>
          <w:szCs w:val="28"/>
        </w:rPr>
        <w:t>Разделе 1 настоящего Приложения</w:t>
      </w:r>
      <w:r w:rsidRPr="00814F3C">
        <w:rPr>
          <w:rFonts w:ascii="Times New Roman" w:hAnsi="Times New Roman" w:cs="Times New Roman"/>
          <w:b/>
          <w:sz w:val="28"/>
          <w:szCs w:val="28"/>
        </w:rPr>
        <w:t>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1 </w:t>
      </w:r>
      <w:r w:rsidRPr="00814F3C">
        <w:rPr>
          <w:rFonts w:ascii="Times New Roman" w:hAnsi="Times New Roman" w:cs="Times New Roman"/>
          <w:sz w:val="28"/>
          <w:szCs w:val="28"/>
        </w:rPr>
        <w:t>В </w:t>
      </w:r>
      <w:hyperlink r:id="rId7" w:anchor="/document/72078274/entry/111111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графе 3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отражаются: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8" w:anchor="/document/72078274/entry/1111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строкам 1100 - 1900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подвида доходов бюджетов </w:t>
      </w:r>
      <w:hyperlink r:id="rId9" w:anchor="/document/71971578/entry/11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0" w:anchor="/document/72078274/entry/11198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строкам 1980 - 1990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вида источников финансирования дефицитов бюджетов </w:t>
      </w:r>
      <w:hyperlink r:id="rId11" w:anchor="/document/71971578/entry/18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2" w:anchor="/document/72078274/entry/112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строкам 2000 - 2652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видов расходов бюджетов </w:t>
      </w:r>
      <w:hyperlink r:id="rId13" w:anchor="/document/71971578/entry/15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расходов бюджетов;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4" w:anchor="/document/72078274/entry/113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строкам 3000 - 3030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подвида доходов бюджетов </w:t>
      </w:r>
      <w:hyperlink r:id="rId15" w:anchor="/document/71971578/entry/11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6" w:anchor="/document/72078274/entry/114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строкам 4000 - 4040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вида источников финансирования дефицитов бюджетов </w:t>
      </w:r>
      <w:hyperlink r:id="rId17" w:anchor="/document/71971578/entry/18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> По </w:t>
      </w:r>
      <w:hyperlink r:id="rId18" w:anchor="/document/72078274/entry/110001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строкам 0001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 </w:t>
      </w:r>
      <w:hyperlink r:id="rId19" w:anchor="/document/72078274/entry/110002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0002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4 </w:t>
      </w:r>
      <w:r w:rsidRPr="00814F3C">
        <w:rPr>
          <w:rFonts w:ascii="Times New Roman" w:hAnsi="Times New Roman" w:cs="Times New Roman"/>
          <w:sz w:val="28"/>
          <w:szCs w:val="28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 xml:space="preserve"> 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, подлежат детализации в </w:t>
      </w:r>
      <w:r>
        <w:rPr>
          <w:rFonts w:ascii="Times New Roman" w:hAnsi="Times New Roman" w:cs="Times New Roman"/>
          <w:sz w:val="28"/>
          <w:szCs w:val="28"/>
        </w:rPr>
        <w:t xml:space="preserve"> Разделе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5 </w:t>
      </w:r>
      <w:r w:rsidRPr="00814F3C">
        <w:rPr>
          <w:rFonts w:ascii="Times New Roman" w:hAnsi="Times New Roman" w:cs="Times New Roman"/>
          <w:sz w:val="28"/>
          <w:szCs w:val="28"/>
        </w:rPr>
        <w:t>Показатель отражается со знаком "минус".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814F3C">
        <w:rPr>
          <w:rFonts w:ascii="Times New Roman" w:hAnsi="Times New Roman" w:cs="Times New Roman"/>
          <w:sz w:val="28"/>
          <w:szCs w:val="28"/>
        </w:rPr>
        <w:t> Показатели прочих выплат включают в себя, в том числе показатели уменьшения денежных средств за счет возврата средств субсидий, предоставленных до на</w:t>
      </w:r>
      <w:r>
        <w:rPr>
          <w:rFonts w:ascii="Times New Roman" w:hAnsi="Times New Roman" w:cs="Times New Roman"/>
          <w:sz w:val="28"/>
          <w:szCs w:val="28"/>
        </w:rPr>
        <w:t>чала текущего финансового года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3188" w:rsidRPr="00814F3C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Pr="00814F3C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bookmarkEnd w:id="22"/>
    <w:p w:rsidR="00403188" w:rsidRPr="00814F3C" w:rsidRDefault="00403188">
      <w:pPr>
        <w:pStyle w:val="Heading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2. </w:t>
      </w: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 учреждения</w:t>
      </w:r>
    </w:p>
    <w:p w:rsidR="00403188" w:rsidRPr="00814F3C" w:rsidRDefault="00403188">
      <w:pPr>
        <w:pStyle w:val="Heading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на ______________________________________ 20__ г.</w:t>
      </w:r>
    </w:p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42"/>
        <w:gridCol w:w="955"/>
        <w:gridCol w:w="1028"/>
        <w:gridCol w:w="1531"/>
        <w:gridCol w:w="1605"/>
      </w:tblGrid>
      <w:tr w:rsidR="00403188" w:rsidRPr="00257D11" w:rsidTr="00686088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начала</w:t>
            </w: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681EB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Сумма, руб (с точностью до двух знаков после запятой - 0,00</w:t>
            </w:r>
          </w:p>
        </w:tc>
      </w:tr>
      <w:tr w:rsidR="00403188" w:rsidRPr="00257D11" w:rsidTr="0075119B">
        <w:trPr>
          <w:trHeight w:val="10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 20_г.</w:t>
            </w: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текущий</w:t>
            </w:r>
          </w:p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финансовый</w:t>
            </w:r>
          </w:p>
          <w:p w:rsidR="00403188" w:rsidRPr="00257D11" w:rsidRDefault="00403188" w:rsidP="0075119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257D11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 w:rsidP="00686088">
            <w:pPr>
              <w:pStyle w:val="aff3"/>
              <w:jc w:val="center"/>
            </w:pPr>
            <w:r w:rsidRPr="00257D11">
              <w:rPr>
                <w:rFonts w:ascii="Times New Roman" w:hAnsi="Times New Roman" w:cs="Times New Roman"/>
              </w:rPr>
              <w:t>5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c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Выплаты </w:t>
            </w:r>
          </w:p>
          <w:p w:rsidR="00403188" w:rsidRPr="00257D11" w:rsidRDefault="00403188" w:rsidP="00D86EF3">
            <w:pPr>
              <w:pStyle w:val="affc"/>
            </w:pPr>
            <w:r w:rsidRPr="00257D11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c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rPr>
          <w:trHeight w:val="1418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403188" w:rsidRPr="00257D11" w:rsidRDefault="00403188" w:rsidP="0069447F">
            <w:pPr>
              <w:pStyle w:val="affc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по контрактам (договорам), заключенным до начала текущего финансового года </w:t>
            </w:r>
            <w:r w:rsidRPr="00257D1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57D11">
              <w:rPr>
                <w:rFonts w:ascii="Times New Roman" w:hAnsi="Times New Roman" w:cs="Times New Roman"/>
              </w:rPr>
              <w:t>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</w:t>
            </w:r>
          </w:p>
          <w:p w:rsidR="00403188" w:rsidRPr="00257D11" w:rsidRDefault="00403188" w:rsidP="008372EB">
            <w:pPr>
              <w:pStyle w:val="affc"/>
            </w:pPr>
            <w:r w:rsidRPr="00257D11">
              <w:rPr>
                <w:rFonts w:ascii="Times New Roman" w:hAnsi="Times New Roman" w:cs="Times New Roman"/>
              </w:rPr>
              <w:t>муниципальных нужд» (далее – Федеральный закон № 44-ФЗ) и в соответствии с Федеральным законом от 18 июля 2011 г.   № 223-ФЗ «О закупках товаров, работ, услуг отдельными видами юридических лиц» (далее -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903">
            <w:pPr>
              <w:pStyle w:val="affc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257D11">
              <w:t xml:space="preserve"> </w:t>
            </w:r>
            <w:r w:rsidRPr="00257D11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257D11">
              <w:rPr>
                <w:rFonts w:ascii="Times New Roman" w:hAnsi="Times New Roman" w:cs="Times New Roman"/>
              </w:rPr>
              <w:t>й Федерального закона № 44-ФЗ и Федерального закона     № 223-ФЗ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257D11">
              <w:rPr>
                <w:rFonts w:ascii="Times New Roman" w:hAnsi="Times New Roman" w:cs="Times New Roman"/>
              </w:rPr>
              <w:t>2</w:t>
            </w:r>
            <w:bookmarkEnd w:id="25"/>
            <w:r w:rsidRPr="00257D11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  <w:r w:rsidRPr="00257D11">
              <w:t xml:space="preserve"> </w:t>
            </w:r>
          </w:p>
          <w:p w:rsidR="00403188" w:rsidRPr="00257D11" w:rsidRDefault="00403188" w:rsidP="008372EB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в соответствии с абзацем вторым пункта       1 статьи 78.1 Бюджетного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с </w:t>
            </w:r>
            <w:hyperlink r:id="rId23" w:history="1">
              <w:r w:rsidRPr="00257D11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Федеральным законом</w:t>
              </w:r>
            </w:hyperlink>
            <w:r w:rsidRPr="00257D11">
              <w:rPr>
                <w:rFonts w:ascii="Times New Roman" w:hAnsi="Times New Roman" w:cs="Times New Roman"/>
              </w:rPr>
              <w:t xml:space="preserve"> №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3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Итого по договорам, планируемым к заключению в соответствующем финансовом году в соответствии с Федеральным законом №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3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3"/>
              <w:rPr>
                <w:rFonts w:ascii="Times New Roman" w:hAnsi="Times New Roman" w:cs="Times New Roman"/>
              </w:rPr>
            </w:pPr>
          </w:p>
        </w:tc>
      </w:tr>
    </w:tbl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814F3C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6" w:name="sub_101010"/>
      <w:r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2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11011"/>
      <w:bookmarkEnd w:id="26"/>
      <w:r w:rsidRPr="00814F3C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</w:t>
      </w:r>
      <w:hyperlink w:anchor="sub_1260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26000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Раздела 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814F3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D67CC">
        <w:rPr>
          <w:rFonts w:ascii="Times New Roman" w:hAnsi="Times New Roman" w:cs="Times New Roman"/>
          <w:sz w:val="28"/>
          <w:szCs w:val="28"/>
        </w:rPr>
        <w:t>Плановые показатели выплат на закупку товаров, работ, услуг по граф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8D67CC">
        <w:rPr>
          <w:rFonts w:ascii="Times New Roman" w:hAnsi="Times New Roman" w:cs="Times New Roman"/>
          <w:sz w:val="28"/>
          <w:szCs w:val="28"/>
        </w:rPr>
        <w:t xml:space="preserve"> по строкам 2641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и 2642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2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8D67CC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не формируются.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43D7">
        <w:rPr>
          <w:rFonts w:ascii="Times New Roman" w:hAnsi="Times New Roman" w:cs="Times New Roman"/>
          <w:sz w:val="28"/>
          <w:szCs w:val="28"/>
        </w:rPr>
        <w:t>о строке 264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43D7">
        <w:rPr>
          <w:rFonts w:ascii="Times New Roman" w:hAnsi="Times New Roman" w:cs="Times New Roman"/>
          <w:sz w:val="28"/>
          <w:szCs w:val="28"/>
        </w:rPr>
        <w:t xml:space="preserve">0 в графе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3D7">
        <w:rPr>
          <w:rFonts w:ascii="Times New Roman" w:hAnsi="Times New Roman" w:cs="Times New Roman"/>
          <w:sz w:val="28"/>
          <w:szCs w:val="28"/>
        </w:rPr>
        <w:t xml:space="preserve">указывается сумма закупок товаров, работ, услуг, осуществляемых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43D7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C43D7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строке 26500 </w:t>
      </w:r>
      <w:r w:rsidRPr="0075119B">
        <w:rPr>
          <w:rFonts w:ascii="Times New Roman" w:hAnsi="Times New Roman" w:cs="Times New Roman"/>
          <w:sz w:val="28"/>
          <w:szCs w:val="28"/>
        </w:rPr>
        <w:t xml:space="preserve">Раздела 2 настоящего Приложения </w:t>
      </w:r>
      <w:r w:rsidRPr="00FC43D7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43D7">
        <w:rPr>
          <w:rFonts w:ascii="Times New Roman" w:hAnsi="Times New Roman" w:cs="Times New Roman"/>
          <w:sz w:val="28"/>
          <w:szCs w:val="28"/>
        </w:rPr>
        <w:t xml:space="preserve"> автономного учреждения - не менее показателя строки 26430 по соответствующей графе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>.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>При этом необходимо обеспечить соотношение следующих показателей: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1) 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015C">
        <w:rPr>
          <w:rFonts w:ascii="Times New Roman" w:hAnsi="Times New Roman" w:cs="Times New Roman"/>
          <w:sz w:val="28"/>
          <w:szCs w:val="28"/>
        </w:rPr>
        <w:t xml:space="preserve"> по строке </w:t>
      </w:r>
      <w:r>
        <w:rPr>
          <w:rFonts w:ascii="Times New Roman" w:hAnsi="Times New Roman" w:cs="Times New Roman"/>
          <w:sz w:val="28"/>
          <w:szCs w:val="28"/>
        </w:rPr>
        <w:t>26000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соответствующих граф по строкам </w:t>
      </w:r>
      <w:r>
        <w:rPr>
          <w:rFonts w:ascii="Times New Roman" w:hAnsi="Times New Roman" w:cs="Times New Roman"/>
          <w:sz w:val="28"/>
          <w:szCs w:val="28"/>
        </w:rPr>
        <w:t>26300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и 2</w:t>
      </w:r>
      <w:r>
        <w:rPr>
          <w:rFonts w:ascii="Times New Roman" w:hAnsi="Times New Roman" w:cs="Times New Roman"/>
          <w:sz w:val="28"/>
          <w:szCs w:val="28"/>
        </w:rPr>
        <w:t>6400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EF015C">
        <w:rPr>
          <w:rFonts w:ascii="Times New Roman" w:hAnsi="Times New Roman" w:cs="Times New Roman"/>
          <w:sz w:val="28"/>
          <w:szCs w:val="28"/>
        </w:rPr>
        <w:t>;</w:t>
      </w: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2) </w:t>
      </w:r>
      <w:r w:rsidRPr="00CE52E6">
        <w:rPr>
          <w:rFonts w:ascii="Times New Roman" w:hAnsi="Times New Roman" w:cs="Times New Roman"/>
          <w:sz w:val="28"/>
          <w:szCs w:val="28"/>
        </w:rPr>
        <w:t xml:space="preserve">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 xml:space="preserve"> по строке 26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E6">
        <w:rPr>
          <w:rFonts w:ascii="Times New Roman" w:hAnsi="Times New Roman" w:cs="Times New Roman"/>
          <w:sz w:val="28"/>
          <w:szCs w:val="28"/>
        </w:rPr>
        <w:t>00 должны быть равны сумме показателей соответствующих граф по строкам 26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26420, 26430</w:t>
      </w:r>
      <w:r w:rsidRPr="00CE52E6">
        <w:rPr>
          <w:rFonts w:ascii="Times New Roman" w:hAnsi="Times New Roman" w:cs="Times New Roman"/>
          <w:sz w:val="28"/>
          <w:szCs w:val="28"/>
        </w:rPr>
        <w:t xml:space="preserve"> и 264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7"/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Старотитаровского сельского</w:t>
      </w:r>
    </w:p>
    <w:p w:rsidR="00403188" w:rsidRPr="00160A4F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403188" w:rsidRPr="00160A4F" w:rsidSect="00C86794">
          <w:headerReference w:type="default" r:id="rId25"/>
          <w:pgSz w:w="11905" w:h="16837"/>
          <w:pgMar w:top="1440" w:right="851" w:bottom="1440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А.Г. Титаренко</w:t>
      </w:r>
    </w:p>
    <w:p w:rsidR="00403188" w:rsidRDefault="00403188" w:rsidP="00814F3C">
      <w:pPr>
        <w:ind w:left="9360"/>
        <w:jc w:val="center"/>
        <w:rPr>
          <w:rFonts w:ascii="Times New Roman" w:hAnsi="Times New Roman" w:cs="Times New Roman"/>
          <w:sz w:val="28"/>
          <w:szCs w:val="28"/>
        </w:rPr>
      </w:pPr>
    </w:p>
    <w:sectPr w:rsidR="00403188" w:rsidSect="008A3B8B">
      <w:pgSz w:w="16837" w:h="11905" w:orient="landscape"/>
      <w:pgMar w:top="1440" w:right="800" w:bottom="851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188" w:rsidRDefault="00403188" w:rsidP="006F29F6">
      <w:r>
        <w:separator/>
      </w:r>
    </w:p>
  </w:endnote>
  <w:endnote w:type="continuationSeparator" w:id="0">
    <w:p w:rsidR="00403188" w:rsidRDefault="00403188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188" w:rsidRDefault="00403188" w:rsidP="006F29F6">
      <w:r>
        <w:separator/>
      </w:r>
    </w:p>
  </w:footnote>
  <w:footnote w:type="continuationSeparator" w:id="0">
    <w:p w:rsidR="00403188" w:rsidRDefault="00403188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188" w:rsidRPr="006F29F6" w:rsidRDefault="0040318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6F29F6">
      <w:rPr>
        <w:rFonts w:ascii="Times New Roman" w:hAnsi="Times New Roman" w:cs="Times New Roman"/>
        <w:sz w:val="28"/>
        <w:szCs w:val="28"/>
      </w:rPr>
      <w:fldChar w:fldCharType="begin"/>
    </w:r>
    <w:r w:rsidRPr="006F29F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F29F6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8</w:t>
    </w:r>
    <w:r w:rsidRPr="006F29F6">
      <w:rPr>
        <w:rFonts w:ascii="Times New Roman" w:hAnsi="Times New Roman" w:cs="Times New Roman"/>
        <w:sz w:val="28"/>
        <w:szCs w:val="28"/>
      </w:rPr>
      <w:fldChar w:fldCharType="end"/>
    </w:r>
  </w:p>
  <w:p w:rsidR="00403188" w:rsidRDefault="004031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DD5"/>
    <w:rsid w:val="000003D7"/>
    <w:rsid w:val="00002E14"/>
    <w:rsid w:val="00017AAF"/>
    <w:rsid w:val="000246CF"/>
    <w:rsid w:val="00033A78"/>
    <w:rsid w:val="000A08E4"/>
    <w:rsid w:val="000A0B3A"/>
    <w:rsid w:val="000C5A4C"/>
    <w:rsid w:val="000E2A55"/>
    <w:rsid w:val="000E3C56"/>
    <w:rsid w:val="000E58C7"/>
    <w:rsid w:val="00112473"/>
    <w:rsid w:val="0013241E"/>
    <w:rsid w:val="0014335B"/>
    <w:rsid w:val="0014549F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57D11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74962"/>
    <w:rsid w:val="0037698A"/>
    <w:rsid w:val="003818BD"/>
    <w:rsid w:val="00385C13"/>
    <w:rsid w:val="003931D1"/>
    <w:rsid w:val="003950A7"/>
    <w:rsid w:val="003A30BC"/>
    <w:rsid w:val="003A5421"/>
    <w:rsid w:val="003D5363"/>
    <w:rsid w:val="003E51E7"/>
    <w:rsid w:val="003F4E66"/>
    <w:rsid w:val="00403188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17B09"/>
    <w:rsid w:val="0054539A"/>
    <w:rsid w:val="00560DD5"/>
    <w:rsid w:val="0058251E"/>
    <w:rsid w:val="0058608E"/>
    <w:rsid w:val="00593D6B"/>
    <w:rsid w:val="005A057C"/>
    <w:rsid w:val="005D68CD"/>
    <w:rsid w:val="00605427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6E13"/>
    <w:rsid w:val="006975F5"/>
    <w:rsid w:val="006A3187"/>
    <w:rsid w:val="006C2F75"/>
    <w:rsid w:val="006C3263"/>
    <w:rsid w:val="006C3FCF"/>
    <w:rsid w:val="006C6374"/>
    <w:rsid w:val="006E7135"/>
    <w:rsid w:val="006F2737"/>
    <w:rsid w:val="006F29F6"/>
    <w:rsid w:val="00700FAF"/>
    <w:rsid w:val="0070190B"/>
    <w:rsid w:val="00701EB5"/>
    <w:rsid w:val="0073125A"/>
    <w:rsid w:val="0075119B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C2633"/>
    <w:rsid w:val="007D0184"/>
    <w:rsid w:val="007F08DC"/>
    <w:rsid w:val="00805B93"/>
    <w:rsid w:val="00810D42"/>
    <w:rsid w:val="00814F3C"/>
    <w:rsid w:val="00824BC1"/>
    <w:rsid w:val="00830F23"/>
    <w:rsid w:val="008348ED"/>
    <w:rsid w:val="008372EB"/>
    <w:rsid w:val="00837FAE"/>
    <w:rsid w:val="0084788B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57616"/>
    <w:rsid w:val="009605DD"/>
    <w:rsid w:val="00967EEB"/>
    <w:rsid w:val="009B7863"/>
    <w:rsid w:val="009F6DC7"/>
    <w:rsid w:val="00A06386"/>
    <w:rsid w:val="00A13BC6"/>
    <w:rsid w:val="00A14373"/>
    <w:rsid w:val="00A22B38"/>
    <w:rsid w:val="00A33332"/>
    <w:rsid w:val="00A451FF"/>
    <w:rsid w:val="00A53C7B"/>
    <w:rsid w:val="00A5489D"/>
    <w:rsid w:val="00A576D0"/>
    <w:rsid w:val="00AB483C"/>
    <w:rsid w:val="00AC344F"/>
    <w:rsid w:val="00AE40F0"/>
    <w:rsid w:val="00AF0291"/>
    <w:rsid w:val="00AF2EFA"/>
    <w:rsid w:val="00B22944"/>
    <w:rsid w:val="00B51B6B"/>
    <w:rsid w:val="00B52872"/>
    <w:rsid w:val="00B6032E"/>
    <w:rsid w:val="00B8181B"/>
    <w:rsid w:val="00BE004C"/>
    <w:rsid w:val="00BF3B9D"/>
    <w:rsid w:val="00C1469F"/>
    <w:rsid w:val="00C40829"/>
    <w:rsid w:val="00C4166B"/>
    <w:rsid w:val="00C42BD2"/>
    <w:rsid w:val="00C52043"/>
    <w:rsid w:val="00C520B6"/>
    <w:rsid w:val="00C57993"/>
    <w:rsid w:val="00C63B7A"/>
    <w:rsid w:val="00C86794"/>
    <w:rsid w:val="00CA11A0"/>
    <w:rsid w:val="00CA1F60"/>
    <w:rsid w:val="00CB7C7D"/>
    <w:rsid w:val="00CD61FE"/>
    <w:rsid w:val="00CE52E6"/>
    <w:rsid w:val="00D029F3"/>
    <w:rsid w:val="00D033CF"/>
    <w:rsid w:val="00D24258"/>
    <w:rsid w:val="00D40F75"/>
    <w:rsid w:val="00D462AE"/>
    <w:rsid w:val="00D832A6"/>
    <w:rsid w:val="00D86EF3"/>
    <w:rsid w:val="00D93844"/>
    <w:rsid w:val="00D95478"/>
    <w:rsid w:val="00DA542A"/>
    <w:rsid w:val="00DA6F86"/>
    <w:rsid w:val="00DB046B"/>
    <w:rsid w:val="00DB6E98"/>
    <w:rsid w:val="00DC1DB5"/>
    <w:rsid w:val="00DD2410"/>
    <w:rsid w:val="00DE5E3A"/>
    <w:rsid w:val="00DE64BF"/>
    <w:rsid w:val="00DE6613"/>
    <w:rsid w:val="00DE79A5"/>
    <w:rsid w:val="00E06D66"/>
    <w:rsid w:val="00E13A7E"/>
    <w:rsid w:val="00E16974"/>
    <w:rsid w:val="00E24E2D"/>
    <w:rsid w:val="00E57F35"/>
    <w:rsid w:val="00E6334B"/>
    <w:rsid w:val="00E81E3A"/>
    <w:rsid w:val="00E95258"/>
    <w:rsid w:val="00EB6A14"/>
    <w:rsid w:val="00EB6CF3"/>
    <w:rsid w:val="00EC099B"/>
    <w:rsid w:val="00ED015B"/>
    <w:rsid w:val="00EE3A5B"/>
    <w:rsid w:val="00EE5C6F"/>
    <w:rsid w:val="00EF015C"/>
    <w:rsid w:val="00F04A8B"/>
    <w:rsid w:val="00F30165"/>
    <w:rsid w:val="00F3428D"/>
    <w:rsid w:val="00F34903"/>
    <w:rsid w:val="00F360FE"/>
    <w:rsid w:val="00F71765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3A5421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3A5421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3A5421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54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A542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A542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A5421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3A5421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3A5421"/>
    <w:rPr>
      <w:rFonts w:cs="Times New Roman"/>
      <w:bCs/>
      <w:color w:val="106BBE"/>
    </w:rPr>
  </w:style>
  <w:style w:type="character" w:customStyle="1" w:styleId="a1">
    <w:name w:val="Активная гипертекстовая ссылка"/>
    <w:basedOn w:val="a0"/>
    <w:uiPriority w:val="99"/>
    <w:rsid w:val="003A5421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3A5421"/>
  </w:style>
  <w:style w:type="paragraph" w:customStyle="1" w:styleId="a4">
    <w:name w:val="Внимание: недобросовестность!"/>
    <w:basedOn w:val="a2"/>
    <w:next w:val="Normal"/>
    <w:uiPriority w:val="99"/>
    <w:rsid w:val="003A5421"/>
  </w:style>
  <w:style w:type="character" w:customStyle="1" w:styleId="a5">
    <w:name w:val="Выделение для Базового Поиска"/>
    <w:basedOn w:val="a"/>
    <w:uiPriority w:val="99"/>
    <w:rsid w:val="003A5421"/>
    <w:rPr>
      <w:rFonts w:cs="Times New Roman"/>
      <w:bCs/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3A5421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9">
    <w:name w:val="Заголовок"/>
    <w:basedOn w:val="a8"/>
    <w:next w:val="Normal"/>
    <w:uiPriority w:val="99"/>
    <w:rsid w:val="003A5421"/>
    <w:rPr>
      <w:b/>
      <w:bCs/>
      <w:color w:val="0058A9"/>
      <w:shd w:val="clear" w:color="auto" w:fill="ECE9D8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3A5421"/>
    <w:rPr>
      <w:b/>
      <w:bCs/>
      <w:color w:val="000000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3A5421"/>
    <w:rPr>
      <w:i/>
      <w:iCs/>
      <w:color w:val="000080"/>
      <w:sz w:val="22"/>
      <w:szCs w:val="22"/>
    </w:rPr>
  </w:style>
  <w:style w:type="character" w:customStyle="1" w:styleId="ad">
    <w:name w:val="Заголовок своего сообщения"/>
    <w:basedOn w:val="a"/>
    <w:uiPriority w:val="99"/>
    <w:rsid w:val="003A5421"/>
    <w:rPr>
      <w:rFonts w:cs="Times New Roman"/>
      <w:bCs/>
    </w:rPr>
  </w:style>
  <w:style w:type="paragraph" w:customStyle="1" w:styleId="ae">
    <w:name w:val="Заголовок статьи"/>
    <w:basedOn w:val="Normal"/>
    <w:next w:val="Normal"/>
    <w:uiPriority w:val="99"/>
    <w:rsid w:val="003A5421"/>
    <w:pPr>
      <w:ind w:left="1612" w:hanging="892"/>
    </w:pPr>
  </w:style>
  <w:style w:type="character" w:customStyle="1" w:styleId="af">
    <w:name w:val="Заголовок чужого сообщения"/>
    <w:basedOn w:val="a"/>
    <w:uiPriority w:val="99"/>
    <w:rsid w:val="003A5421"/>
    <w:rPr>
      <w:rFonts w:cs="Times New Roman"/>
      <w:bCs/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3A5421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3A5421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3A5421"/>
    <w:rPr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3A5421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3A5421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3A5421"/>
    <w:pPr>
      <w:ind w:firstLine="0"/>
      <w:jc w:val="left"/>
    </w:pPr>
  </w:style>
  <w:style w:type="paragraph" w:customStyle="1" w:styleId="af9">
    <w:name w:val="Колонтитул (левый)"/>
    <w:basedOn w:val="af8"/>
    <w:next w:val="Normal"/>
    <w:uiPriority w:val="99"/>
    <w:rsid w:val="003A5421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3A5421"/>
    <w:pPr>
      <w:ind w:firstLine="0"/>
      <w:jc w:val="right"/>
    </w:pPr>
  </w:style>
  <w:style w:type="paragraph" w:customStyle="1" w:styleId="afb">
    <w:name w:val="Колонтитул (правый)"/>
    <w:basedOn w:val="afa"/>
    <w:next w:val="Normal"/>
    <w:uiPriority w:val="99"/>
    <w:rsid w:val="003A5421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3A5421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3A5421"/>
  </w:style>
  <w:style w:type="paragraph" w:customStyle="1" w:styleId="afe">
    <w:name w:val="Моноширинный"/>
    <w:basedOn w:val="Normal"/>
    <w:next w:val="Normal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">
    <w:name w:val="Найденные слова"/>
    <w:basedOn w:val="a"/>
    <w:uiPriority w:val="99"/>
    <w:rsid w:val="003A5421"/>
    <w:rPr>
      <w:rFonts w:cs="Times New Roman"/>
      <w:bCs/>
      <w:shd w:val="clear" w:color="auto" w:fill="FFF580"/>
    </w:rPr>
  </w:style>
  <w:style w:type="paragraph" w:customStyle="1" w:styleId="aff0">
    <w:name w:val="Напишите нам"/>
    <w:basedOn w:val="Normal"/>
    <w:next w:val="Normal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1">
    <w:name w:val="Не вступил в силу"/>
    <w:basedOn w:val="a"/>
    <w:uiPriority w:val="99"/>
    <w:rsid w:val="003A5421"/>
    <w:rPr>
      <w:rFonts w:cs="Times New Roman"/>
      <w:bCs/>
      <w:color w:val="000000"/>
      <w:shd w:val="clear" w:color="auto" w:fill="D8EDE8"/>
    </w:rPr>
  </w:style>
  <w:style w:type="paragraph" w:customStyle="1" w:styleId="aff2">
    <w:name w:val="Необходимые документы"/>
    <w:basedOn w:val="a2"/>
    <w:next w:val="Normal"/>
    <w:uiPriority w:val="99"/>
    <w:rsid w:val="003A5421"/>
    <w:pPr>
      <w:ind w:firstLine="118"/>
    </w:pPr>
  </w:style>
  <w:style w:type="paragraph" w:customStyle="1" w:styleId="aff3">
    <w:name w:val="Нормальный (таблица)"/>
    <w:basedOn w:val="Normal"/>
    <w:next w:val="Normal"/>
    <w:uiPriority w:val="99"/>
    <w:rsid w:val="003A5421"/>
    <w:pPr>
      <w:ind w:firstLine="0"/>
    </w:pPr>
  </w:style>
  <w:style w:type="paragraph" w:customStyle="1" w:styleId="aff4">
    <w:name w:val="Таблицы (моноширинный)"/>
    <w:basedOn w:val="Normal"/>
    <w:next w:val="Normal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5">
    <w:name w:val="Оглавление"/>
    <w:basedOn w:val="aff4"/>
    <w:next w:val="Normal"/>
    <w:uiPriority w:val="99"/>
    <w:rsid w:val="003A5421"/>
    <w:pPr>
      <w:ind w:left="140"/>
    </w:pPr>
  </w:style>
  <w:style w:type="character" w:customStyle="1" w:styleId="aff6">
    <w:name w:val="Опечатки"/>
    <w:uiPriority w:val="99"/>
    <w:rsid w:val="003A5421"/>
    <w:rPr>
      <w:color w:val="FF0000"/>
    </w:rPr>
  </w:style>
  <w:style w:type="paragraph" w:customStyle="1" w:styleId="aff7">
    <w:name w:val="Переменная часть"/>
    <w:basedOn w:val="a8"/>
    <w:next w:val="Normal"/>
    <w:uiPriority w:val="99"/>
    <w:rsid w:val="003A5421"/>
    <w:rPr>
      <w:sz w:val="18"/>
      <w:szCs w:val="18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3A5421"/>
    <w:rPr>
      <w:b/>
      <w:bCs/>
    </w:rPr>
  </w:style>
  <w:style w:type="paragraph" w:customStyle="1" w:styleId="affa">
    <w:name w:val="Подчёркнутый текст"/>
    <w:basedOn w:val="Normal"/>
    <w:next w:val="Normal"/>
    <w:uiPriority w:val="99"/>
    <w:rsid w:val="003A5421"/>
    <w:pPr>
      <w:pBdr>
        <w:bottom w:val="single" w:sz="4" w:space="0" w:color="auto"/>
      </w:pBdr>
    </w:pPr>
  </w:style>
  <w:style w:type="paragraph" w:customStyle="1" w:styleId="affb">
    <w:name w:val="Постоянная часть"/>
    <w:basedOn w:val="a8"/>
    <w:next w:val="Normal"/>
    <w:uiPriority w:val="99"/>
    <w:rsid w:val="003A5421"/>
    <w:rPr>
      <w:sz w:val="20"/>
      <w:szCs w:val="20"/>
    </w:rPr>
  </w:style>
  <w:style w:type="paragraph" w:customStyle="1" w:styleId="affc">
    <w:name w:val="Прижатый влево"/>
    <w:basedOn w:val="Normal"/>
    <w:next w:val="Normal"/>
    <w:uiPriority w:val="99"/>
    <w:rsid w:val="003A5421"/>
    <w:pPr>
      <w:ind w:firstLine="0"/>
      <w:jc w:val="left"/>
    </w:pPr>
  </w:style>
  <w:style w:type="paragraph" w:customStyle="1" w:styleId="affd">
    <w:name w:val="Пример."/>
    <w:basedOn w:val="a2"/>
    <w:next w:val="Normal"/>
    <w:uiPriority w:val="99"/>
    <w:rsid w:val="003A5421"/>
  </w:style>
  <w:style w:type="paragraph" w:customStyle="1" w:styleId="affe">
    <w:name w:val="Примечание."/>
    <w:basedOn w:val="a2"/>
    <w:next w:val="Normal"/>
    <w:uiPriority w:val="99"/>
    <w:rsid w:val="003A5421"/>
  </w:style>
  <w:style w:type="character" w:customStyle="1" w:styleId="afff">
    <w:name w:val="Продолжение ссылки"/>
    <w:basedOn w:val="a0"/>
    <w:uiPriority w:val="99"/>
    <w:rsid w:val="003A5421"/>
  </w:style>
  <w:style w:type="paragraph" w:customStyle="1" w:styleId="afff0">
    <w:name w:val="Словарная статья"/>
    <w:basedOn w:val="Normal"/>
    <w:next w:val="Normal"/>
    <w:uiPriority w:val="99"/>
    <w:rsid w:val="003A5421"/>
    <w:pPr>
      <w:ind w:right="118" w:firstLine="0"/>
    </w:pPr>
  </w:style>
  <w:style w:type="character" w:customStyle="1" w:styleId="afff1">
    <w:name w:val="Сравнение редакций"/>
    <w:basedOn w:val="a"/>
    <w:uiPriority w:val="99"/>
    <w:rsid w:val="003A5421"/>
    <w:rPr>
      <w:rFonts w:cs="Times New Roman"/>
      <w:bCs/>
    </w:rPr>
  </w:style>
  <w:style w:type="character" w:customStyle="1" w:styleId="afff2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3A5421"/>
  </w:style>
  <w:style w:type="character" w:customStyle="1" w:styleId="afff5">
    <w:name w:val="Ссылка на утративший силу документ"/>
    <w:basedOn w:val="a0"/>
    <w:uiPriority w:val="99"/>
    <w:rsid w:val="003A5421"/>
    <w:rPr>
      <w:color w:val="749232"/>
    </w:rPr>
  </w:style>
  <w:style w:type="paragraph" w:customStyle="1" w:styleId="afff6">
    <w:name w:val="Текст в таблице"/>
    <w:basedOn w:val="aff3"/>
    <w:next w:val="Normal"/>
    <w:uiPriority w:val="99"/>
    <w:rsid w:val="003A5421"/>
    <w:pPr>
      <w:ind w:firstLine="500"/>
    </w:pPr>
  </w:style>
  <w:style w:type="paragraph" w:customStyle="1" w:styleId="afff7">
    <w:name w:val="Текст ЭР (см. также)"/>
    <w:basedOn w:val="Normal"/>
    <w:next w:val="Normal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Технический комментарий"/>
    <w:basedOn w:val="Normal"/>
    <w:next w:val="Normal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Утратил силу"/>
    <w:basedOn w:val="a"/>
    <w:uiPriority w:val="99"/>
    <w:rsid w:val="003A5421"/>
    <w:rPr>
      <w:rFonts w:cs="Times New Roman"/>
      <w:bCs/>
      <w:strike/>
      <w:color w:val="666600"/>
    </w:rPr>
  </w:style>
  <w:style w:type="paragraph" w:customStyle="1" w:styleId="afffa">
    <w:name w:val="Формула"/>
    <w:basedOn w:val="Normal"/>
    <w:next w:val="Normal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Центрированный (таблица)"/>
    <w:basedOn w:val="aff3"/>
    <w:next w:val="Normal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3A5421"/>
    <w:pPr>
      <w:spacing w:before="300"/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29F6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29F6"/>
    <w:rPr>
      <w:rFonts w:ascii="Arial" w:hAnsi="Arial" w:cs="Arial"/>
      <w:sz w:val="24"/>
      <w:szCs w:val="24"/>
    </w:rPr>
  </w:style>
  <w:style w:type="paragraph" w:styleId="NoSpacing">
    <w:name w:val="No Spacing"/>
    <w:uiPriority w:val="99"/>
    <w:qFormat/>
    <w:rsid w:val="00A14373"/>
    <w:rPr>
      <w:lang w:eastAsia="en-US"/>
    </w:rPr>
  </w:style>
  <w:style w:type="character" w:styleId="Hyperlink">
    <w:name w:val="Hyperlink"/>
    <w:basedOn w:val="DefaultParagraphFont"/>
    <w:uiPriority w:val="99"/>
    <w:rsid w:val="002321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C4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4E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C5A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23922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1929</TotalTime>
  <Pages>9</Pages>
  <Words>1845</Words>
  <Characters>10522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</cp:lastModifiedBy>
  <cp:revision>84</cp:revision>
  <cp:lastPrinted>2020-03-25T10:38:00Z</cp:lastPrinted>
  <dcterms:created xsi:type="dcterms:W3CDTF">2016-09-07T11:55:00Z</dcterms:created>
  <dcterms:modified xsi:type="dcterms:W3CDTF">2020-04-15T06:29:00Z</dcterms:modified>
</cp:coreProperties>
</file>