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72" w:rsidRDefault="00D31D72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31D72" w:rsidRPr="00B73C78" w:rsidRDefault="00D31D72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D31D72" w:rsidRDefault="00D31D72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D31D72" w:rsidRPr="00CC774C" w:rsidRDefault="00D31D72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31D72" w:rsidRPr="00CC774C" w:rsidRDefault="00D31D72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D31D72" w:rsidRDefault="00D31D72" w:rsidP="000A185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 ______</w:t>
      </w:r>
    </w:p>
    <w:p w:rsidR="00D31D72" w:rsidRDefault="00D31D72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500" w:type="dxa"/>
        <w:tblLayout w:type="fixed"/>
        <w:tblLook w:val="0000"/>
      </w:tblPr>
      <w:tblGrid>
        <w:gridCol w:w="392"/>
        <w:gridCol w:w="441"/>
        <w:gridCol w:w="8275"/>
        <w:gridCol w:w="16"/>
        <w:gridCol w:w="1604"/>
        <w:gridCol w:w="16"/>
        <w:gridCol w:w="2756"/>
      </w:tblGrid>
      <w:tr w:rsidR="00D31D72" w:rsidRPr="00DA586D" w:rsidTr="003A1063">
        <w:tc>
          <w:tcPr>
            <w:tcW w:w="392" w:type="dxa"/>
          </w:tcPr>
          <w:p w:rsidR="00D31D72" w:rsidRPr="001913AC" w:rsidRDefault="00D31D72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</w:tcPr>
          <w:p w:rsidR="00D31D72" w:rsidRPr="00CC774C" w:rsidRDefault="00D31D72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D31D72" w:rsidRPr="0095474D" w:rsidRDefault="00D31D72" w:rsidP="00304C41">
            <w:pPr>
              <w:jc w:val="center"/>
            </w:pPr>
          </w:p>
        </w:tc>
      </w:tr>
      <w:tr w:rsidR="00D31D72" w:rsidRPr="00DA586D" w:rsidTr="003A1063">
        <w:tc>
          <w:tcPr>
            <w:tcW w:w="392" w:type="dxa"/>
            <w:tcBorders>
              <w:bottom w:val="single" w:sz="4" w:space="0" w:color="auto"/>
            </w:tcBorders>
          </w:tcPr>
          <w:p w:rsidR="00D31D72" w:rsidRPr="00DA586D" w:rsidRDefault="00D31D7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  <w:tcBorders>
              <w:bottom w:val="single" w:sz="4" w:space="0" w:color="auto"/>
            </w:tcBorders>
          </w:tcPr>
          <w:p w:rsidR="00D31D72" w:rsidRPr="00DA586D" w:rsidRDefault="00D31D7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72" w:rsidRPr="00DA586D" w:rsidTr="003A1063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304C41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304C41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304C41" w:rsidRDefault="00D31D72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304C41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CF7C8F" w:rsidRDefault="00D31D72" w:rsidP="00E15943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D84FBC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D31D72" w:rsidRPr="00D84FBC" w:rsidRDefault="00D31D72" w:rsidP="00D84FBC"/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CF7C8F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1D72" w:rsidRPr="00DA586D" w:rsidTr="003A1063">
        <w:trPr>
          <w:trHeight w:val="260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321D4F" w:rsidRDefault="00D31D72" w:rsidP="00321D4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D31D72" w:rsidRPr="0065032E" w:rsidRDefault="00D31D72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9A38F0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7426F5" w:rsidRDefault="00D31D72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D31D72" w:rsidRPr="00DA586D" w:rsidTr="00DA0A9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D807EA"/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CF7C8F" w:rsidRDefault="00D31D72" w:rsidP="009D5298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2571E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CF7C8F" w:rsidRDefault="00D31D72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D31D72" w:rsidRPr="00CF7C8F" w:rsidRDefault="00D31D72" w:rsidP="00D807EA">
            <w:pPr>
              <w:rPr>
                <w:b/>
              </w:rPr>
            </w:pP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02C2" w:rsidRDefault="00D31D72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2571EA" w:rsidRDefault="00D31D72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02C2" w:rsidRDefault="00D31D72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5032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E36124" w:rsidRDefault="00D31D72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0334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2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E36124" w:rsidRDefault="00D31D72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34AF" w:rsidRDefault="00D31D72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3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E36124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C9666A" w:rsidRDefault="00D31D72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AD0706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C9666A" w:rsidRDefault="00D31D72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34AF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942831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5804F4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D31D72" w:rsidRPr="00414DF9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414DF9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14DF9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AD0706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414DF9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414DF9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DA586D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DA586D" w:rsidRDefault="00D31D72" w:rsidP="00F541D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032D33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D31D72" w:rsidRDefault="00D31D72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D31D72" w:rsidRPr="00696591" w:rsidRDefault="00D31D72" w:rsidP="00696591"/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D53DDC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D72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96591" w:rsidRDefault="00D31D72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Default="00D31D72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D31D72" w:rsidRPr="00696591" w:rsidRDefault="00D31D72" w:rsidP="00696591"/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696591" w:rsidRDefault="00D31D72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AA4784" w:rsidRDefault="00D31D72" w:rsidP="00696591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D31D72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72" w:rsidRPr="00B772DE" w:rsidRDefault="00D31D72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72" w:rsidRPr="00B772DE" w:rsidRDefault="00D31D72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1D72" w:rsidRPr="00800322" w:rsidRDefault="00D31D72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D31D72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D31D72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72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72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D72" w:rsidRPr="002A665B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1D72" w:rsidRPr="002A665B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D31D72" w:rsidRPr="002A665B" w:rsidRDefault="00D31D7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31D72" w:rsidRPr="001913AC" w:rsidRDefault="00D31D7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D31D72" w:rsidRDefault="00D31D72" w:rsidP="00570710">
      <w:pPr>
        <w:ind w:firstLine="0"/>
      </w:pPr>
    </w:p>
    <w:p w:rsidR="00D31D72" w:rsidRDefault="00D31D72" w:rsidP="00E15943">
      <w:pPr>
        <w:ind w:firstLine="0"/>
      </w:pPr>
    </w:p>
    <w:sectPr w:rsidR="00D31D72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72" w:rsidRDefault="00D31D72" w:rsidP="00517686">
      <w:r>
        <w:separator/>
      </w:r>
    </w:p>
  </w:endnote>
  <w:endnote w:type="continuationSeparator" w:id="0">
    <w:p w:rsidR="00D31D72" w:rsidRDefault="00D31D72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72" w:rsidRDefault="00D31D72" w:rsidP="00517686">
      <w:r>
        <w:separator/>
      </w:r>
    </w:p>
  </w:footnote>
  <w:footnote w:type="continuationSeparator" w:id="0">
    <w:p w:rsidR="00D31D72" w:rsidRDefault="00D31D72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D72" w:rsidRPr="00517686" w:rsidRDefault="00D31D72">
    <w:pPr>
      <w:pStyle w:val="Header"/>
      <w:jc w:val="center"/>
      <w:rPr>
        <w:rFonts w:ascii="Times New Roman" w:hAnsi="Times New Roman"/>
        <w:sz w:val="28"/>
        <w:szCs w:val="28"/>
      </w:rPr>
    </w:pPr>
  </w:p>
  <w:p w:rsidR="00D31D72" w:rsidRDefault="00D31D72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D31D72" w:rsidRPr="00307D3B" w:rsidRDefault="00D31D72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E526F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D72" w:rsidRDefault="00D31D72">
    <w:pPr>
      <w:pStyle w:val="Header"/>
      <w:jc w:val="center"/>
    </w:pPr>
  </w:p>
  <w:p w:rsidR="00D31D72" w:rsidRDefault="00D31D72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D31D72" w:rsidRPr="00307D3B" w:rsidRDefault="00D31D72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E526F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0670A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58E8"/>
    <w:rsid w:val="000A185A"/>
    <w:rsid w:val="000B1CD5"/>
    <w:rsid w:val="000E0D46"/>
    <w:rsid w:val="000F1E43"/>
    <w:rsid w:val="0014411D"/>
    <w:rsid w:val="00151D92"/>
    <w:rsid w:val="001555E0"/>
    <w:rsid w:val="00160C32"/>
    <w:rsid w:val="00160F06"/>
    <w:rsid w:val="00163684"/>
    <w:rsid w:val="001913AC"/>
    <w:rsid w:val="0020243A"/>
    <w:rsid w:val="00231E0A"/>
    <w:rsid w:val="002352D1"/>
    <w:rsid w:val="002571EA"/>
    <w:rsid w:val="00273B56"/>
    <w:rsid w:val="0028176D"/>
    <w:rsid w:val="002A665B"/>
    <w:rsid w:val="002C5B45"/>
    <w:rsid w:val="002D3AB3"/>
    <w:rsid w:val="002E72F5"/>
    <w:rsid w:val="00304C41"/>
    <w:rsid w:val="00307D3B"/>
    <w:rsid w:val="00321D4F"/>
    <w:rsid w:val="003322EB"/>
    <w:rsid w:val="00374A91"/>
    <w:rsid w:val="003914A4"/>
    <w:rsid w:val="003A1063"/>
    <w:rsid w:val="003C4CD4"/>
    <w:rsid w:val="003D16CC"/>
    <w:rsid w:val="00414DF9"/>
    <w:rsid w:val="00442153"/>
    <w:rsid w:val="00455ADD"/>
    <w:rsid w:val="00476251"/>
    <w:rsid w:val="004B54DD"/>
    <w:rsid w:val="004C441D"/>
    <w:rsid w:val="004D578E"/>
    <w:rsid w:val="004F6143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B0CC2"/>
    <w:rsid w:val="005C5B42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6D1D"/>
    <w:rsid w:val="007D4E73"/>
    <w:rsid w:val="007D6017"/>
    <w:rsid w:val="00800322"/>
    <w:rsid w:val="008C3DC5"/>
    <w:rsid w:val="008E5535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0706"/>
    <w:rsid w:val="00AD7DE3"/>
    <w:rsid w:val="00AF430D"/>
    <w:rsid w:val="00B13C1E"/>
    <w:rsid w:val="00B20904"/>
    <w:rsid w:val="00B26513"/>
    <w:rsid w:val="00B40A40"/>
    <w:rsid w:val="00B73C78"/>
    <w:rsid w:val="00B754EB"/>
    <w:rsid w:val="00B76020"/>
    <w:rsid w:val="00B772DE"/>
    <w:rsid w:val="00BD00F0"/>
    <w:rsid w:val="00BD2290"/>
    <w:rsid w:val="00C36EEB"/>
    <w:rsid w:val="00C41C87"/>
    <w:rsid w:val="00C55F90"/>
    <w:rsid w:val="00C80787"/>
    <w:rsid w:val="00C9666A"/>
    <w:rsid w:val="00CA3321"/>
    <w:rsid w:val="00CA48A1"/>
    <w:rsid w:val="00CC774C"/>
    <w:rsid w:val="00CE5076"/>
    <w:rsid w:val="00CF7C8F"/>
    <w:rsid w:val="00D2263B"/>
    <w:rsid w:val="00D31D72"/>
    <w:rsid w:val="00D53DDC"/>
    <w:rsid w:val="00D56FDB"/>
    <w:rsid w:val="00D62DE4"/>
    <w:rsid w:val="00D807EA"/>
    <w:rsid w:val="00D84FBC"/>
    <w:rsid w:val="00DA0263"/>
    <w:rsid w:val="00DA0A9B"/>
    <w:rsid w:val="00DA586D"/>
    <w:rsid w:val="00DA7326"/>
    <w:rsid w:val="00DC465B"/>
    <w:rsid w:val="00DE5255"/>
    <w:rsid w:val="00DF0981"/>
    <w:rsid w:val="00DF5CD0"/>
    <w:rsid w:val="00E04C3E"/>
    <w:rsid w:val="00E15943"/>
    <w:rsid w:val="00E264DC"/>
    <w:rsid w:val="00E36124"/>
    <w:rsid w:val="00E428E8"/>
    <w:rsid w:val="00E526F6"/>
    <w:rsid w:val="00E675A1"/>
    <w:rsid w:val="00E9234B"/>
    <w:rsid w:val="00E94E39"/>
    <w:rsid w:val="00EA6999"/>
    <w:rsid w:val="00EB13FD"/>
    <w:rsid w:val="00ED0295"/>
    <w:rsid w:val="00EE6EFA"/>
    <w:rsid w:val="00EE7DCA"/>
    <w:rsid w:val="00F25BD6"/>
    <w:rsid w:val="00F541D5"/>
    <w:rsid w:val="00F6779C"/>
    <w:rsid w:val="00F75466"/>
    <w:rsid w:val="00FD1974"/>
    <w:rsid w:val="00FD1979"/>
    <w:rsid w:val="00FE489B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84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2</Pages>
  <Words>332</Words>
  <Characters>1898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80</cp:revision>
  <cp:lastPrinted>2015-10-30T12:31:00Z</cp:lastPrinted>
  <dcterms:created xsi:type="dcterms:W3CDTF">2014-07-17T06:37:00Z</dcterms:created>
  <dcterms:modified xsi:type="dcterms:W3CDTF">2020-09-23T10:36:00Z</dcterms:modified>
</cp:coreProperties>
</file>