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7A" w:rsidRPr="00C3705A" w:rsidRDefault="0046197A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6197A" w:rsidRDefault="0046197A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46197A" w:rsidRDefault="0046197A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 в </w:t>
      </w:r>
    </w:p>
    <w:p w:rsidR="0046197A" w:rsidRDefault="0046197A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района»</w:t>
      </w:r>
    </w:p>
    <w:p w:rsidR="0046197A" w:rsidRPr="00C44DF5" w:rsidRDefault="0046197A" w:rsidP="00C44DF5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C44DF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_________________</w:t>
      </w:r>
      <w:r w:rsidRPr="00C44DF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46197A" w:rsidRDefault="0046197A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6197A" w:rsidRPr="00AA03A8" w:rsidRDefault="0046197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</w:t>
      </w:r>
    </w:p>
    <w:p w:rsidR="0046197A" w:rsidRPr="00ED639C" w:rsidRDefault="0046197A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46197A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6197A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46197A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525A13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97A" w:rsidRPr="00525A13" w:rsidRDefault="0046197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6197A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704E08" w:rsidRDefault="0046197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6197A" w:rsidRPr="008A3907" w:rsidRDefault="0046197A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 xml:space="preserve">лении Темрюкского района» </w:t>
            </w:r>
          </w:p>
          <w:p w:rsidR="0046197A" w:rsidRPr="00B73C78" w:rsidRDefault="0046197A">
            <w:pPr>
              <w:widowControl/>
              <w:autoSpaceDE/>
              <w:autoSpaceDN/>
              <w:adjustRightInd/>
            </w:pPr>
          </w:p>
        </w:tc>
      </w:tr>
      <w:tr w:rsidR="0046197A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B73C78" w:rsidRDefault="0046197A" w:rsidP="00C20A12">
            <w:pPr>
              <w:pStyle w:val="a4"/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</w:rPr>
              <w:t>-</w:t>
            </w:r>
            <w:r w:rsidRPr="00692970">
              <w:rPr>
                <w:rFonts w:ascii="Times New Roman" w:hAnsi="Times New Roman"/>
                <w:bCs/>
              </w:rPr>
      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7A" w:rsidRPr="00B73C78" w:rsidRDefault="0046197A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97A" w:rsidRPr="00B73C78" w:rsidRDefault="0046197A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6197A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Default="0046197A" w:rsidP="00981ABD">
            <w:pPr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  <w:bCs/>
              </w:rPr>
              <w:t xml:space="preserve">- удовлетворенность населения деятельностью органов местного самоуправления муниципального района </w:t>
            </w:r>
            <w:r w:rsidRPr="00692970">
              <w:rPr>
                <w:rFonts w:ascii="Times New Roman" w:hAnsi="Times New Roman"/>
                <w:bCs/>
              </w:rPr>
              <w:br/>
              <w:t>(% от числа опрошенных)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7A" w:rsidRPr="00B73C78" w:rsidRDefault="0046197A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97A" w:rsidRPr="00B73C78" w:rsidRDefault="0046197A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6197A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Default="004619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7A" w:rsidRPr="00E53F4F" w:rsidRDefault="0046197A" w:rsidP="00E53F4F">
            <w:pPr>
              <w:contextualSpacing/>
              <w:jc w:val="both"/>
              <w:rPr>
                <w:rFonts w:ascii="Times New Roman" w:hAnsi="Times New Roman"/>
              </w:rPr>
            </w:pPr>
            <w:r w:rsidRPr="00E53F4F">
              <w:rPr>
                <w:rFonts w:ascii="Times New Roman" w:hAnsi="Times New Roman"/>
                <w:bCs/>
              </w:rPr>
              <w:t>- исполнение планового годового объема бюджетных ассигнований выделенных для обеспечения бесперебойного функционирования аппарата администрации Старотитаровского сельского поселения Темрюкского района</w:t>
            </w:r>
          </w:p>
          <w:p w:rsidR="0046197A" w:rsidRPr="00E53F4F" w:rsidRDefault="0046197A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7A" w:rsidRPr="00B73C78" w:rsidRDefault="0046197A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197A" w:rsidRPr="00B73C78" w:rsidRDefault="0046197A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bookmarkEnd w:id="0"/>
    </w:tbl>
    <w:p w:rsidR="0046197A" w:rsidRDefault="0046197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46197A" w:rsidRDefault="0046197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46197A" w:rsidRDefault="0046197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46197A" w:rsidRPr="00481C03" w:rsidRDefault="0046197A" w:rsidP="00FE2792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sectPr w:rsidR="0046197A" w:rsidRPr="00481C03" w:rsidSect="00FE2792">
      <w:headerReference w:type="default" r:id="rId7"/>
      <w:pgSz w:w="16840" w:h="11907" w:orient="landscape" w:code="9"/>
      <w:pgMar w:top="197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97A" w:rsidRDefault="0046197A">
      <w:r>
        <w:separator/>
      </w:r>
    </w:p>
  </w:endnote>
  <w:endnote w:type="continuationSeparator" w:id="0">
    <w:p w:rsidR="0046197A" w:rsidRDefault="00461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97A" w:rsidRDefault="0046197A">
      <w:r>
        <w:separator/>
      </w:r>
    </w:p>
  </w:footnote>
  <w:footnote w:type="continuationSeparator" w:id="0">
    <w:p w:rsidR="0046197A" w:rsidRDefault="00461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97A" w:rsidRDefault="004619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6197A" w:rsidRDefault="004619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186C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1F009E"/>
    <w:rsid w:val="00203A4F"/>
    <w:rsid w:val="00207A02"/>
    <w:rsid w:val="00235C75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2026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4A3"/>
    <w:rsid w:val="003B2794"/>
    <w:rsid w:val="003C1FC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62E7"/>
    <w:rsid w:val="0046197A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34BF"/>
    <w:rsid w:val="0057575A"/>
    <w:rsid w:val="005932E8"/>
    <w:rsid w:val="00594020"/>
    <w:rsid w:val="005A1C38"/>
    <w:rsid w:val="005A3755"/>
    <w:rsid w:val="005D0C53"/>
    <w:rsid w:val="005D4A9A"/>
    <w:rsid w:val="005D70B2"/>
    <w:rsid w:val="005E37F3"/>
    <w:rsid w:val="00615189"/>
    <w:rsid w:val="00624DB5"/>
    <w:rsid w:val="00653ED7"/>
    <w:rsid w:val="00654BFA"/>
    <w:rsid w:val="00656CCF"/>
    <w:rsid w:val="00657BA3"/>
    <w:rsid w:val="00665D47"/>
    <w:rsid w:val="0067794A"/>
    <w:rsid w:val="00677AB3"/>
    <w:rsid w:val="00692970"/>
    <w:rsid w:val="006D2A6A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7C4FE3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2B9F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8F6E81"/>
    <w:rsid w:val="00904020"/>
    <w:rsid w:val="00912C63"/>
    <w:rsid w:val="00913FB7"/>
    <w:rsid w:val="009156D9"/>
    <w:rsid w:val="00942FF2"/>
    <w:rsid w:val="00944798"/>
    <w:rsid w:val="00947ED6"/>
    <w:rsid w:val="00955A74"/>
    <w:rsid w:val="009561E5"/>
    <w:rsid w:val="00957A20"/>
    <w:rsid w:val="00973CB4"/>
    <w:rsid w:val="00981ABD"/>
    <w:rsid w:val="00983918"/>
    <w:rsid w:val="00987B0F"/>
    <w:rsid w:val="009B3CD3"/>
    <w:rsid w:val="009D125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975E2"/>
    <w:rsid w:val="00BA6DF6"/>
    <w:rsid w:val="00BE6E99"/>
    <w:rsid w:val="00C00096"/>
    <w:rsid w:val="00C0098D"/>
    <w:rsid w:val="00C15115"/>
    <w:rsid w:val="00C20A12"/>
    <w:rsid w:val="00C30BB7"/>
    <w:rsid w:val="00C33FF5"/>
    <w:rsid w:val="00C35519"/>
    <w:rsid w:val="00C3705A"/>
    <w:rsid w:val="00C44DF5"/>
    <w:rsid w:val="00C602BF"/>
    <w:rsid w:val="00C858E5"/>
    <w:rsid w:val="00C90698"/>
    <w:rsid w:val="00C9470A"/>
    <w:rsid w:val="00CB296B"/>
    <w:rsid w:val="00CB4542"/>
    <w:rsid w:val="00CB61F0"/>
    <w:rsid w:val="00CC2FBD"/>
    <w:rsid w:val="00CD22B3"/>
    <w:rsid w:val="00CF1A21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53F4F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64F4"/>
    <w:rsid w:val="00FD078A"/>
    <w:rsid w:val="00FD7228"/>
    <w:rsid w:val="00FE2792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3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3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238</Words>
  <Characters>1360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2014-11-26T09:06:00Z</cp:lastPrinted>
  <dcterms:created xsi:type="dcterms:W3CDTF">2014-11-12T06:42:00Z</dcterms:created>
  <dcterms:modified xsi:type="dcterms:W3CDTF">2020-10-01T05:20:00Z</dcterms:modified>
</cp:coreProperties>
</file>