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3A4" w:rsidRPr="00C3705A" w:rsidRDefault="008A43A4" w:rsidP="004B52C2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A43A4" w:rsidRPr="00B73C78" w:rsidRDefault="008A43A4" w:rsidP="004B52C2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8A43A4" w:rsidRDefault="008A43A4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91283C">
        <w:rPr>
          <w:rFonts w:ascii="Times New Roman" w:hAnsi="Times New Roman" w:cs="Times New Roman"/>
          <w:sz w:val="28"/>
          <w:szCs w:val="28"/>
        </w:rPr>
        <w:t>«</w:t>
      </w:r>
      <w:r w:rsidRPr="00593C93">
        <w:rPr>
          <w:rFonts w:ascii="Times New Roman" w:hAnsi="Times New Roman"/>
          <w:sz w:val="28"/>
          <w:szCs w:val="28"/>
        </w:rPr>
        <w:t>Поддержка социально ориентированных</w:t>
      </w:r>
    </w:p>
    <w:p w:rsidR="008A43A4" w:rsidRDefault="008A43A4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некоммерческих организаций, осуществляющих</w:t>
      </w:r>
    </w:p>
    <w:p w:rsidR="008A43A4" w:rsidRDefault="008A43A4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3C93">
        <w:rPr>
          <w:rFonts w:ascii="Times New Roman" w:hAnsi="Times New Roman"/>
          <w:sz w:val="28"/>
          <w:szCs w:val="28"/>
        </w:rPr>
        <w:t xml:space="preserve">на территории Старотитаровского </w:t>
      </w:r>
    </w:p>
    <w:p w:rsidR="008A43A4" w:rsidRPr="00593C93" w:rsidRDefault="008A43A4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A43A4" w:rsidRDefault="008A43A4" w:rsidP="00045AD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_____________________ № _____</w:t>
      </w:r>
    </w:p>
    <w:p w:rsidR="008A43A4" w:rsidRDefault="008A43A4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A43A4" w:rsidRPr="00AA03A8" w:rsidRDefault="008A43A4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 w:rsidRPr="00C32832">
        <w:rPr>
          <w:rFonts w:ascii="Times New Roman" w:hAnsi="Times New Roman"/>
          <w:b/>
          <w:sz w:val="28"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rFonts w:ascii="Times New Roman" w:hAnsi="Times New Roman"/>
          <w:b/>
          <w:sz w:val="28"/>
          <w:szCs w:val="28"/>
        </w:rPr>
        <w:t>территории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A43A4" w:rsidRPr="00ED639C" w:rsidRDefault="008A43A4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0680"/>
        <w:gridCol w:w="1676"/>
        <w:gridCol w:w="1800"/>
      </w:tblGrid>
      <w:tr w:rsidR="008A43A4" w:rsidRPr="00525A13" w:rsidTr="004C34B9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525A13" w:rsidRDefault="008A43A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0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525A13" w:rsidRDefault="008A43A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525A13" w:rsidRDefault="008A43A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A4" w:rsidRPr="00525A13" w:rsidRDefault="008A43A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A43A4" w:rsidRPr="00525A13" w:rsidTr="004C34B9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525A13" w:rsidRDefault="008A43A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525A13" w:rsidRDefault="008A43A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525A13" w:rsidRDefault="008A43A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A4" w:rsidRPr="00525A13" w:rsidRDefault="008A43A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8A43A4" w:rsidRPr="00525A13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525A13" w:rsidRDefault="008A43A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525A13" w:rsidRDefault="008A43A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525A13" w:rsidRDefault="008A43A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A4" w:rsidRPr="00525A13" w:rsidRDefault="008A43A4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43A4" w:rsidRPr="00B73C78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704E08" w:rsidRDefault="008A43A4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56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8A43A4" w:rsidRDefault="008A43A4" w:rsidP="00D66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</w:t>
            </w:r>
            <w:r w:rsidRPr="00593C93">
              <w:rPr>
                <w:rFonts w:ascii="Times New Roman" w:hAnsi="Times New Roman"/>
                <w:b/>
              </w:rPr>
              <w:t>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</w:t>
            </w:r>
            <w:r w:rsidRPr="00593C93">
              <w:rPr>
                <w:rFonts w:ascii="Times New Roman" w:hAnsi="Times New Roman"/>
                <w:b/>
                <w:bCs/>
              </w:rPr>
              <w:t>»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8A43A4" w:rsidRPr="00D66E15" w:rsidRDefault="008A43A4" w:rsidP="00D66E1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43A4" w:rsidRPr="00525A13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Default="008A43A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3322EB" w:rsidRDefault="008A43A4" w:rsidP="0091283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6360ED">
              <w:rPr>
                <w:rFonts w:ascii="Times New Roman" w:hAnsi="Times New Roman"/>
                <w:sz w:val="28"/>
                <w:szCs w:val="28"/>
              </w:rPr>
              <w:t>мероприятия, направленны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6360ED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FA4235">
              <w:rPr>
                <w:rFonts w:ascii="Times New Roman" w:hAnsi="Times New Roman"/>
                <w:sz w:val="28"/>
                <w:szCs w:val="28"/>
              </w:rPr>
              <w:t>социальную поддержку</w:t>
            </w:r>
            <w:r w:rsidRPr="00066C77">
              <w:rPr>
                <w:rFonts w:ascii="Times New Roman" w:hAnsi="Times New Roman"/>
              </w:rPr>
              <w:t xml:space="preserve"> </w:t>
            </w:r>
            <w:r w:rsidRPr="00FA4235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4" w:rsidRPr="00B73C78" w:rsidRDefault="008A43A4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3A4" w:rsidRPr="00DC211C" w:rsidRDefault="008A43A4" w:rsidP="006F67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</w:tr>
      <w:bookmarkEnd w:id="0"/>
    </w:tbl>
    <w:p w:rsidR="008A43A4" w:rsidRDefault="008A43A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A43A4" w:rsidRDefault="008A43A4" w:rsidP="002B324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A43A4" w:rsidRDefault="008A43A4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8A43A4" w:rsidRDefault="008A43A4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8A43A4" w:rsidRPr="00481C03" w:rsidRDefault="008A43A4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Т.И.Опарина     </w:t>
      </w:r>
    </w:p>
    <w:p w:rsidR="008A43A4" w:rsidRPr="00481C03" w:rsidRDefault="008A43A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8A43A4" w:rsidRPr="00481C03" w:rsidSect="00AA4B88">
      <w:headerReference w:type="default" r:id="rId7"/>
      <w:pgSz w:w="16840" w:h="11907" w:orient="landscape" w:code="9"/>
      <w:pgMar w:top="1977" w:right="902" w:bottom="5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3A4" w:rsidRDefault="008A43A4">
      <w:r>
        <w:separator/>
      </w:r>
    </w:p>
  </w:endnote>
  <w:endnote w:type="continuationSeparator" w:id="0">
    <w:p w:rsidR="008A43A4" w:rsidRDefault="008A4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3A4" w:rsidRDefault="008A43A4">
      <w:r>
        <w:separator/>
      </w:r>
    </w:p>
  </w:footnote>
  <w:footnote w:type="continuationSeparator" w:id="0">
    <w:p w:rsidR="008A43A4" w:rsidRDefault="008A43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3A4" w:rsidRDefault="008A43A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A43A4" w:rsidRDefault="008A43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5AD7"/>
    <w:rsid w:val="0006685C"/>
    <w:rsid w:val="00066C77"/>
    <w:rsid w:val="000726A5"/>
    <w:rsid w:val="000759BE"/>
    <w:rsid w:val="00083DC5"/>
    <w:rsid w:val="000C13B0"/>
    <w:rsid w:val="000D3205"/>
    <w:rsid w:val="000D4DBF"/>
    <w:rsid w:val="000E625F"/>
    <w:rsid w:val="000E75E6"/>
    <w:rsid w:val="001047A9"/>
    <w:rsid w:val="00105934"/>
    <w:rsid w:val="00112F6D"/>
    <w:rsid w:val="00115531"/>
    <w:rsid w:val="00117AE8"/>
    <w:rsid w:val="001302E5"/>
    <w:rsid w:val="001329B3"/>
    <w:rsid w:val="00134C5C"/>
    <w:rsid w:val="00141465"/>
    <w:rsid w:val="001424F4"/>
    <w:rsid w:val="001475FC"/>
    <w:rsid w:val="001560B5"/>
    <w:rsid w:val="00166536"/>
    <w:rsid w:val="001710EE"/>
    <w:rsid w:val="00175306"/>
    <w:rsid w:val="0018401A"/>
    <w:rsid w:val="001A603E"/>
    <w:rsid w:val="001C45E2"/>
    <w:rsid w:val="001C47F2"/>
    <w:rsid w:val="001C59AD"/>
    <w:rsid w:val="001E134E"/>
    <w:rsid w:val="001E6845"/>
    <w:rsid w:val="001F331C"/>
    <w:rsid w:val="00203A4F"/>
    <w:rsid w:val="00207A02"/>
    <w:rsid w:val="00244984"/>
    <w:rsid w:val="00254740"/>
    <w:rsid w:val="002569A3"/>
    <w:rsid w:val="002613D3"/>
    <w:rsid w:val="002872C1"/>
    <w:rsid w:val="00291A18"/>
    <w:rsid w:val="0029386C"/>
    <w:rsid w:val="002A33A2"/>
    <w:rsid w:val="002B324E"/>
    <w:rsid w:val="002B530D"/>
    <w:rsid w:val="002C62AE"/>
    <w:rsid w:val="002E26F0"/>
    <w:rsid w:val="002F0BC6"/>
    <w:rsid w:val="0030427E"/>
    <w:rsid w:val="00306CE1"/>
    <w:rsid w:val="00313F91"/>
    <w:rsid w:val="0032679F"/>
    <w:rsid w:val="003322E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A08E2"/>
    <w:rsid w:val="004B0E59"/>
    <w:rsid w:val="004B3210"/>
    <w:rsid w:val="004B52C2"/>
    <w:rsid w:val="004C1660"/>
    <w:rsid w:val="004C34B9"/>
    <w:rsid w:val="004C4FE7"/>
    <w:rsid w:val="004D4870"/>
    <w:rsid w:val="004F02BA"/>
    <w:rsid w:val="004F5CD8"/>
    <w:rsid w:val="00512854"/>
    <w:rsid w:val="00514CFD"/>
    <w:rsid w:val="00525A13"/>
    <w:rsid w:val="00530099"/>
    <w:rsid w:val="005324F3"/>
    <w:rsid w:val="00561E7E"/>
    <w:rsid w:val="00566848"/>
    <w:rsid w:val="00571B3C"/>
    <w:rsid w:val="0057575A"/>
    <w:rsid w:val="00593C93"/>
    <w:rsid w:val="00594020"/>
    <w:rsid w:val="005A1C38"/>
    <w:rsid w:val="005A3755"/>
    <w:rsid w:val="005B302E"/>
    <w:rsid w:val="005D0C53"/>
    <w:rsid w:val="005D70B2"/>
    <w:rsid w:val="005E37F3"/>
    <w:rsid w:val="006028B2"/>
    <w:rsid w:val="0061479A"/>
    <w:rsid w:val="00615189"/>
    <w:rsid w:val="00624DB5"/>
    <w:rsid w:val="006360ED"/>
    <w:rsid w:val="00637E89"/>
    <w:rsid w:val="00654BFA"/>
    <w:rsid w:val="00656CCF"/>
    <w:rsid w:val="00657BA3"/>
    <w:rsid w:val="00665D47"/>
    <w:rsid w:val="00677AB3"/>
    <w:rsid w:val="006C0876"/>
    <w:rsid w:val="006C25DE"/>
    <w:rsid w:val="006D0967"/>
    <w:rsid w:val="006D12E0"/>
    <w:rsid w:val="006F6733"/>
    <w:rsid w:val="007020E4"/>
    <w:rsid w:val="00703C6F"/>
    <w:rsid w:val="00704E08"/>
    <w:rsid w:val="00754E4A"/>
    <w:rsid w:val="007769A7"/>
    <w:rsid w:val="0078186A"/>
    <w:rsid w:val="00791DE4"/>
    <w:rsid w:val="007927BB"/>
    <w:rsid w:val="007A6384"/>
    <w:rsid w:val="007B4194"/>
    <w:rsid w:val="007C03F1"/>
    <w:rsid w:val="007D75A2"/>
    <w:rsid w:val="007F04DC"/>
    <w:rsid w:val="007F16A9"/>
    <w:rsid w:val="008011C8"/>
    <w:rsid w:val="008078F2"/>
    <w:rsid w:val="00820110"/>
    <w:rsid w:val="00830C34"/>
    <w:rsid w:val="008349AC"/>
    <w:rsid w:val="00834B40"/>
    <w:rsid w:val="00850011"/>
    <w:rsid w:val="0085453F"/>
    <w:rsid w:val="00857DFE"/>
    <w:rsid w:val="008620B5"/>
    <w:rsid w:val="00863CB7"/>
    <w:rsid w:val="008716F1"/>
    <w:rsid w:val="0088778F"/>
    <w:rsid w:val="00897D68"/>
    <w:rsid w:val="008A3907"/>
    <w:rsid w:val="008A43A4"/>
    <w:rsid w:val="008A4BC6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2FCB"/>
    <w:rsid w:val="00985E2E"/>
    <w:rsid w:val="00987B0F"/>
    <w:rsid w:val="009B353F"/>
    <w:rsid w:val="009B3CD3"/>
    <w:rsid w:val="009C022E"/>
    <w:rsid w:val="009D4504"/>
    <w:rsid w:val="009D6288"/>
    <w:rsid w:val="009E00DE"/>
    <w:rsid w:val="009E3D0B"/>
    <w:rsid w:val="009E657C"/>
    <w:rsid w:val="009E769C"/>
    <w:rsid w:val="009F4E06"/>
    <w:rsid w:val="00A02454"/>
    <w:rsid w:val="00A1695C"/>
    <w:rsid w:val="00A36A1F"/>
    <w:rsid w:val="00A3740B"/>
    <w:rsid w:val="00A37834"/>
    <w:rsid w:val="00A64653"/>
    <w:rsid w:val="00A646A6"/>
    <w:rsid w:val="00A87FA6"/>
    <w:rsid w:val="00A93F62"/>
    <w:rsid w:val="00AA03A8"/>
    <w:rsid w:val="00AA4B88"/>
    <w:rsid w:val="00B017E7"/>
    <w:rsid w:val="00B03C97"/>
    <w:rsid w:val="00B06BE3"/>
    <w:rsid w:val="00B12F0C"/>
    <w:rsid w:val="00B32552"/>
    <w:rsid w:val="00B35504"/>
    <w:rsid w:val="00B60F64"/>
    <w:rsid w:val="00B61B60"/>
    <w:rsid w:val="00B63615"/>
    <w:rsid w:val="00B6664D"/>
    <w:rsid w:val="00B73C78"/>
    <w:rsid w:val="00B73D0F"/>
    <w:rsid w:val="00B76DE8"/>
    <w:rsid w:val="00B8732B"/>
    <w:rsid w:val="00BA6DF6"/>
    <w:rsid w:val="00BE6E99"/>
    <w:rsid w:val="00BF3C29"/>
    <w:rsid w:val="00C00096"/>
    <w:rsid w:val="00C0098D"/>
    <w:rsid w:val="00C20A12"/>
    <w:rsid w:val="00C30BB7"/>
    <w:rsid w:val="00C32832"/>
    <w:rsid w:val="00C35519"/>
    <w:rsid w:val="00C3705A"/>
    <w:rsid w:val="00C602BF"/>
    <w:rsid w:val="00C726C7"/>
    <w:rsid w:val="00C8611C"/>
    <w:rsid w:val="00CA4F1F"/>
    <w:rsid w:val="00CB296B"/>
    <w:rsid w:val="00CB4542"/>
    <w:rsid w:val="00CB61F0"/>
    <w:rsid w:val="00CC3A25"/>
    <w:rsid w:val="00CC7896"/>
    <w:rsid w:val="00CD22B3"/>
    <w:rsid w:val="00D03505"/>
    <w:rsid w:val="00D17CCC"/>
    <w:rsid w:val="00D20D24"/>
    <w:rsid w:val="00D22CF8"/>
    <w:rsid w:val="00D33AD3"/>
    <w:rsid w:val="00D40352"/>
    <w:rsid w:val="00D43877"/>
    <w:rsid w:val="00D5786B"/>
    <w:rsid w:val="00D64B68"/>
    <w:rsid w:val="00D66E15"/>
    <w:rsid w:val="00D77749"/>
    <w:rsid w:val="00D77F68"/>
    <w:rsid w:val="00D808E2"/>
    <w:rsid w:val="00D82408"/>
    <w:rsid w:val="00D856C5"/>
    <w:rsid w:val="00DA0A23"/>
    <w:rsid w:val="00DA1849"/>
    <w:rsid w:val="00DC12AA"/>
    <w:rsid w:val="00DC12F9"/>
    <w:rsid w:val="00DC211C"/>
    <w:rsid w:val="00DC3963"/>
    <w:rsid w:val="00DE02F8"/>
    <w:rsid w:val="00E010D7"/>
    <w:rsid w:val="00E13FE9"/>
    <w:rsid w:val="00E159BA"/>
    <w:rsid w:val="00E22394"/>
    <w:rsid w:val="00E26412"/>
    <w:rsid w:val="00E3254A"/>
    <w:rsid w:val="00E34530"/>
    <w:rsid w:val="00E420C1"/>
    <w:rsid w:val="00E43EB1"/>
    <w:rsid w:val="00E82D20"/>
    <w:rsid w:val="00E86F36"/>
    <w:rsid w:val="00E922A9"/>
    <w:rsid w:val="00EA7C72"/>
    <w:rsid w:val="00EB2CCA"/>
    <w:rsid w:val="00EC3760"/>
    <w:rsid w:val="00EC3CEF"/>
    <w:rsid w:val="00ED639C"/>
    <w:rsid w:val="00ED6B33"/>
    <w:rsid w:val="00EE372C"/>
    <w:rsid w:val="00F031F6"/>
    <w:rsid w:val="00F13654"/>
    <w:rsid w:val="00F27F5A"/>
    <w:rsid w:val="00F374C5"/>
    <w:rsid w:val="00F4148A"/>
    <w:rsid w:val="00F44C8C"/>
    <w:rsid w:val="00F51FC1"/>
    <w:rsid w:val="00F62AD5"/>
    <w:rsid w:val="00F96BA9"/>
    <w:rsid w:val="00FA18FF"/>
    <w:rsid w:val="00FA4235"/>
    <w:rsid w:val="00FA62FA"/>
    <w:rsid w:val="00FA6A7A"/>
    <w:rsid w:val="00FD078A"/>
    <w:rsid w:val="00FD7228"/>
    <w:rsid w:val="00FE3735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6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</TotalTime>
  <Pages>1</Pages>
  <Words>187</Words>
  <Characters>1072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32</cp:revision>
  <cp:lastPrinted>2014-12-09T12:10:00Z</cp:lastPrinted>
  <dcterms:created xsi:type="dcterms:W3CDTF">2014-11-12T06:42:00Z</dcterms:created>
  <dcterms:modified xsi:type="dcterms:W3CDTF">2020-10-01T05:08:00Z</dcterms:modified>
</cp:coreProperties>
</file>