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05" w:rsidRPr="00C3705A" w:rsidRDefault="00A06405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06405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hyperlink w:anchor="sub_2000" w:history="1">
        <w:r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Pr="00284339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одпрограмм</w:t>
        </w:r>
      </w:hyperlink>
      <w:r w:rsidRPr="00284339">
        <w:rPr>
          <w:rFonts w:ascii="Times New Roman" w:hAnsi="Times New Roman"/>
          <w:sz w:val="28"/>
          <w:szCs w:val="28"/>
        </w:rPr>
        <w:t xml:space="preserve">е  «Обеспечение хозяйственного </w:t>
      </w:r>
    </w:p>
    <w:p w:rsidR="00A06405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>обслуживания администрации Старотитаровского</w:t>
      </w:r>
    </w:p>
    <w:p w:rsidR="00A06405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bCs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84339">
        <w:rPr>
          <w:rFonts w:ascii="Times New Roman" w:hAnsi="Times New Roman"/>
          <w:bCs/>
          <w:sz w:val="28"/>
          <w:szCs w:val="28"/>
        </w:rPr>
        <w:t>»</w:t>
      </w:r>
    </w:p>
    <w:p w:rsidR="00A06405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34517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A06405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A06405" w:rsidRPr="00D34517" w:rsidRDefault="00A0640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A06405" w:rsidRPr="00152F36" w:rsidRDefault="00A06405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_________________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</w:t>
      </w:r>
    </w:p>
    <w:p w:rsidR="00A06405" w:rsidRDefault="00A06405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06405" w:rsidRPr="00B73C78" w:rsidRDefault="00A06405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w:anchor="sub_2000" w:history="1">
        <w:r>
          <w:rPr>
            <w:rStyle w:val="a0"/>
            <w:rFonts w:ascii="Times New Roman" w:hAnsi="Times New Roman"/>
            <w:color w:val="auto"/>
            <w:sz w:val="28"/>
            <w:szCs w:val="28"/>
          </w:rPr>
          <w:t>п</w:t>
        </w:r>
        <w:r w:rsidRPr="00284339">
          <w:rPr>
            <w:rStyle w:val="a0"/>
            <w:rFonts w:ascii="Times New Roman" w:hAnsi="Times New Roman"/>
            <w:color w:val="auto"/>
            <w:sz w:val="28"/>
            <w:szCs w:val="28"/>
          </w:rPr>
          <w:t>одпрограмм</w:t>
        </w:r>
      </w:hyperlink>
      <w:r w:rsidRPr="00284339">
        <w:rPr>
          <w:rFonts w:ascii="Times New Roman" w:hAnsi="Times New Roman"/>
          <w:b/>
          <w:sz w:val="28"/>
          <w:szCs w:val="28"/>
        </w:rPr>
        <w:t>ы  «Обеспечение хозяйственного обслуживания администрации Старотитаровского сельского поселения Темрюкского района</w:t>
      </w:r>
      <w:r w:rsidRPr="00284339">
        <w:rPr>
          <w:rFonts w:ascii="Times New Roman" w:hAnsi="Times New Roman"/>
          <w:sz w:val="28"/>
          <w:szCs w:val="28"/>
        </w:rPr>
        <w:t xml:space="preserve"> </w:t>
      </w:r>
      <w:r w:rsidRPr="00284339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A06405" w:rsidRDefault="00A06405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A06405" w:rsidRPr="00525A13" w:rsidTr="0028433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06405" w:rsidRPr="00525A13" w:rsidTr="0028433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06405" w:rsidRPr="00525A13" w:rsidTr="0028433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525A13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Pr="00525A13" w:rsidRDefault="00A06405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06405" w:rsidRPr="00525A13" w:rsidTr="00284339">
        <w:trPr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D34517" w:rsidRDefault="00A06405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Default="00A06405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A06405" w:rsidRPr="00525A13" w:rsidTr="00284339">
        <w:trPr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D34517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145A22" w:rsidRDefault="00A06405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Default="00A06405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Default="00A06405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A06405" w:rsidRPr="00525A13" w:rsidTr="00284339">
        <w:trPr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D34517" w:rsidRDefault="00A06405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Pr="00312872" w:rsidRDefault="00A06405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05" w:rsidRDefault="00A06405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405" w:rsidRDefault="00A06405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A06405" w:rsidRDefault="00A06405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06405" w:rsidRDefault="00A06405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06405" w:rsidRDefault="00A06405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A06405" w:rsidRPr="00284339" w:rsidRDefault="00A06405" w:rsidP="00284339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         Т.И. Опарина                                                            </w:t>
      </w:r>
    </w:p>
    <w:sectPr w:rsidR="00A06405" w:rsidRPr="00284339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05" w:rsidRDefault="00A06405">
      <w:r>
        <w:separator/>
      </w:r>
    </w:p>
  </w:endnote>
  <w:endnote w:type="continuationSeparator" w:id="0">
    <w:p w:rsidR="00A06405" w:rsidRDefault="00A06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05" w:rsidRDefault="00A06405">
      <w:r>
        <w:separator/>
      </w:r>
    </w:p>
  </w:footnote>
  <w:footnote w:type="continuationSeparator" w:id="0">
    <w:p w:rsidR="00A06405" w:rsidRDefault="00A06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05" w:rsidRDefault="00A0640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6405" w:rsidRDefault="00A064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84339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A2641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01A6E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06405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95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95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95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95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200</Words>
  <Characters>1145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2014-09-25T12:52:00Z</cp:lastPrinted>
  <dcterms:created xsi:type="dcterms:W3CDTF">2014-11-12T06:42:00Z</dcterms:created>
  <dcterms:modified xsi:type="dcterms:W3CDTF">2020-09-30T12:45:00Z</dcterms:modified>
</cp:coreProperties>
</file>