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27F" w:rsidRDefault="0012327F" w:rsidP="007D1D9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12327F" w:rsidRDefault="0012327F" w:rsidP="007D1D9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 постановлению администрации</w:t>
      </w:r>
    </w:p>
    <w:p w:rsidR="0012327F" w:rsidRDefault="0012327F" w:rsidP="007D1D9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12327F" w:rsidRDefault="0012327F" w:rsidP="007D1D9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12327F" w:rsidRDefault="0012327F" w:rsidP="007D1D9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11.10.2021 г.  № 197</w:t>
      </w:r>
    </w:p>
    <w:p w:rsidR="0012327F" w:rsidRDefault="0012327F" w:rsidP="00C915BF">
      <w:pPr>
        <w:tabs>
          <w:tab w:val="left" w:pos="4264"/>
        </w:tabs>
        <w:jc w:val="right"/>
        <w:rPr>
          <w:rFonts w:ascii="Times New Roman" w:hAnsi="Times New Roman"/>
          <w:spacing w:val="-12"/>
          <w:sz w:val="28"/>
          <w:szCs w:val="28"/>
        </w:rPr>
      </w:pPr>
    </w:p>
    <w:p w:rsidR="0012327F" w:rsidRDefault="0012327F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2327F" w:rsidRDefault="0012327F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12327F" w:rsidRDefault="0012327F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2327F" w:rsidRPr="00ED639C" w:rsidRDefault="0012327F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060"/>
        <w:gridCol w:w="1440"/>
        <w:gridCol w:w="3420"/>
      </w:tblGrid>
      <w:tr w:rsidR="0012327F" w:rsidRPr="00525A13" w:rsidTr="001676D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2327F" w:rsidRPr="00525A13" w:rsidTr="001676D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12327F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525A13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27F" w:rsidRPr="00525A13" w:rsidRDefault="0012327F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2327F" w:rsidRPr="00B73C78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704E08" w:rsidRDefault="0012327F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2327F" w:rsidRPr="00D66E15" w:rsidRDefault="0012327F" w:rsidP="00D66E15">
            <w:pPr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 xml:space="preserve"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</w:t>
            </w:r>
          </w:p>
        </w:tc>
      </w:tr>
      <w:tr w:rsidR="0012327F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6715B8" w:rsidRDefault="0012327F" w:rsidP="00ED3983">
            <w:pPr>
              <w:rPr>
                <w:rFonts w:ascii="Times New Roman" w:hAnsi="Times New Roman"/>
              </w:rPr>
            </w:pPr>
            <w:r w:rsidRPr="006715B8">
              <w:rPr>
                <w:rFonts w:ascii="Times New Roman" w:hAnsi="Times New Roman"/>
              </w:rPr>
              <w:t>- восстановление воинских захоронений</w:t>
            </w:r>
            <w:r>
              <w:rPr>
                <w:rFonts w:ascii="Times New Roman" w:hAnsi="Times New Roman"/>
              </w:rPr>
              <w:t xml:space="preserve"> (Братская могила на территории кладбища)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6715B8" w:rsidRDefault="0012327F" w:rsidP="004300F4">
            <w:pPr>
              <w:pStyle w:val="a3"/>
              <w:jc w:val="center"/>
              <w:rPr>
                <w:rFonts w:ascii="Times New Roman" w:hAnsi="Times New Roman"/>
              </w:rPr>
            </w:pPr>
            <w:r w:rsidRPr="006715B8"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27F" w:rsidRPr="006715B8" w:rsidRDefault="0012327F" w:rsidP="004300F4">
            <w:pPr>
              <w:pStyle w:val="a3"/>
              <w:jc w:val="center"/>
              <w:rPr>
                <w:rFonts w:ascii="Times New Roman" w:hAnsi="Times New Roman"/>
              </w:rPr>
            </w:pPr>
            <w:r w:rsidRPr="006715B8">
              <w:rPr>
                <w:rFonts w:ascii="Times New Roman" w:hAnsi="Times New Roman"/>
              </w:rPr>
              <w:t>1</w:t>
            </w:r>
          </w:p>
        </w:tc>
      </w:tr>
      <w:tr w:rsidR="0012327F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6715B8" w:rsidRDefault="0012327F" w:rsidP="00ED3983">
            <w:pPr>
              <w:rPr>
                <w:rFonts w:ascii="Times New Roman" w:hAnsi="Times New Roman"/>
              </w:rPr>
            </w:pPr>
            <w:r w:rsidRPr="006715B8">
              <w:rPr>
                <w:rFonts w:ascii="Times New Roman" w:hAnsi="Times New Roman"/>
              </w:rPr>
              <w:t>- нанесение на мемориальные сооружения воинских захоронений по месту захоронений имен погибших при защите Отечества</w:t>
            </w:r>
            <w:r>
              <w:rPr>
                <w:rFonts w:ascii="Times New Roman" w:hAnsi="Times New Roman"/>
              </w:rPr>
              <w:t xml:space="preserve"> (Братская могила на территории кладбища)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6715B8" w:rsidRDefault="0012327F" w:rsidP="00D66E15">
            <w:pPr>
              <w:pStyle w:val="a3"/>
              <w:jc w:val="center"/>
              <w:rPr>
                <w:rFonts w:ascii="Times New Roman" w:hAnsi="Times New Roman"/>
              </w:rPr>
            </w:pPr>
            <w:r w:rsidRPr="006715B8"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27F" w:rsidRPr="006715B8" w:rsidRDefault="0012327F" w:rsidP="00D66E15">
            <w:pPr>
              <w:pStyle w:val="a3"/>
              <w:jc w:val="center"/>
              <w:rPr>
                <w:rFonts w:ascii="Times New Roman" w:hAnsi="Times New Roman"/>
              </w:rPr>
            </w:pPr>
            <w:r w:rsidRPr="006715B8">
              <w:rPr>
                <w:rFonts w:ascii="Times New Roman" w:hAnsi="Times New Roman"/>
              </w:rPr>
              <w:t>1</w:t>
            </w:r>
          </w:p>
        </w:tc>
      </w:tr>
      <w:tr w:rsidR="0012327F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Default="001232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1676DE" w:rsidRDefault="0012327F" w:rsidP="00831510">
            <w:pPr>
              <w:jc w:val="both"/>
              <w:rPr>
                <w:rFonts w:ascii="Times New Roman" w:hAnsi="Times New Roman"/>
              </w:rPr>
            </w:pPr>
            <w:r w:rsidRPr="001676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D3983">
              <w:rPr>
                <w:rFonts w:ascii="Times New Roman" w:hAnsi="Times New Roman"/>
              </w:rPr>
              <w:t>содержание, косметический ремонт и ремонт памятников истории и культуры, мест захоронений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F" w:rsidRPr="00B73C78" w:rsidRDefault="0012327F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27F" w:rsidRPr="00B73C78" w:rsidRDefault="0012327F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11</w:t>
            </w:r>
          </w:p>
        </w:tc>
      </w:tr>
      <w:bookmarkEnd w:id="0"/>
    </w:tbl>
    <w:p w:rsidR="0012327F" w:rsidRDefault="0012327F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2327F" w:rsidRDefault="0012327F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12327F" w:rsidRPr="000C753B" w:rsidRDefault="0012327F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0C75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12327F" w:rsidRDefault="0012327F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12327F" w:rsidSect="00CB703C">
      <w:headerReference w:type="default" r:id="rId7"/>
      <w:pgSz w:w="16840" w:h="11907" w:orient="landscape" w:code="9"/>
      <w:pgMar w:top="179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27F" w:rsidRDefault="0012327F">
      <w:r>
        <w:separator/>
      </w:r>
    </w:p>
  </w:endnote>
  <w:endnote w:type="continuationSeparator" w:id="0">
    <w:p w:rsidR="0012327F" w:rsidRDefault="00123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27F" w:rsidRDefault="0012327F">
      <w:r>
        <w:separator/>
      </w:r>
    </w:p>
  </w:footnote>
  <w:footnote w:type="continuationSeparator" w:id="0">
    <w:p w:rsidR="0012327F" w:rsidRDefault="00123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7F" w:rsidRDefault="0012327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2327F" w:rsidRDefault="001232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4CB7"/>
    <w:rsid w:val="000158EC"/>
    <w:rsid w:val="00017A3E"/>
    <w:rsid w:val="00026A04"/>
    <w:rsid w:val="00031545"/>
    <w:rsid w:val="0006685C"/>
    <w:rsid w:val="000726A5"/>
    <w:rsid w:val="000759BE"/>
    <w:rsid w:val="00081DAA"/>
    <w:rsid w:val="00083DC5"/>
    <w:rsid w:val="000A6013"/>
    <w:rsid w:val="000C13B0"/>
    <w:rsid w:val="000C753B"/>
    <w:rsid w:val="000D4DBF"/>
    <w:rsid w:val="000E625F"/>
    <w:rsid w:val="000E75E6"/>
    <w:rsid w:val="00101700"/>
    <w:rsid w:val="001047A9"/>
    <w:rsid w:val="00105934"/>
    <w:rsid w:val="00112F6D"/>
    <w:rsid w:val="00115531"/>
    <w:rsid w:val="00117AE8"/>
    <w:rsid w:val="0012327F"/>
    <w:rsid w:val="001239B0"/>
    <w:rsid w:val="001329B3"/>
    <w:rsid w:val="00134C5C"/>
    <w:rsid w:val="00136263"/>
    <w:rsid w:val="00141465"/>
    <w:rsid w:val="001424F4"/>
    <w:rsid w:val="00146C16"/>
    <w:rsid w:val="001560B5"/>
    <w:rsid w:val="00166536"/>
    <w:rsid w:val="001676DE"/>
    <w:rsid w:val="001710EE"/>
    <w:rsid w:val="00175306"/>
    <w:rsid w:val="0018401A"/>
    <w:rsid w:val="001A603E"/>
    <w:rsid w:val="001E134E"/>
    <w:rsid w:val="001E6845"/>
    <w:rsid w:val="00203A4F"/>
    <w:rsid w:val="00207A02"/>
    <w:rsid w:val="00212699"/>
    <w:rsid w:val="00216695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5218D"/>
    <w:rsid w:val="00361515"/>
    <w:rsid w:val="00365218"/>
    <w:rsid w:val="003832F3"/>
    <w:rsid w:val="0038343C"/>
    <w:rsid w:val="003B2794"/>
    <w:rsid w:val="003B7B4F"/>
    <w:rsid w:val="003C09D9"/>
    <w:rsid w:val="003D7EFE"/>
    <w:rsid w:val="003E0EDA"/>
    <w:rsid w:val="003E553F"/>
    <w:rsid w:val="003F043C"/>
    <w:rsid w:val="003F61B9"/>
    <w:rsid w:val="00402293"/>
    <w:rsid w:val="00402439"/>
    <w:rsid w:val="00413351"/>
    <w:rsid w:val="004300F4"/>
    <w:rsid w:val="00434466"/>
    <w:rsid w:val="0043595F"/>
    <w:rsid w:val="004432CD"/>
    <w:rsid w:val="004725AA"/>
    <w:rsid w:val="004774F7"/>
    <w:rsid w:val="00481C03"/>
    <w:rsid w:val="00483098"/>
    <w:rsid w:val="004A2A9E"/>
    <w:rsid w:val="004A5CC5"/>
    <w:rsid w:val="004B3210"/>
    <w:rsid w:val="004B4A62"/>
    <w:rsid w:val="004C1660"/>
    <w:rsid w:val="004C4FE7"/>
    <w:rsid w:val="004F5CD8"/>
    <w:rsid w:val="00514CFD"/>
    <w:rsid w:val="005227BA"/>
    <w:rsid w:val="00524CF5"/>
    <w:rsid w:val="00525A13"/>
    <w:rsid w:val="00530099"/>
    <w:rsid w:val="005324F3"/>
    <w:rsid w:val="00550E81"/>
    <w:rsid w:val="00561E7E"/>
    <w:rsid w:val="00566848"/>
    <w:rsid w:val="00571B3C"/>
    <w:rsid w:val="0057575A"/>
    <w:rsid w:val="00586134"/>
    <w:rsid w:val="00594020"/>
    <w:rsid w:val="005A0CB2"/>
    <w:rsid w:val="005A1C38"/>
    <w:rsid w:val="005A3755"/>
    <w:rsid w:val="005A6AC3"/>
    <w:rsid w:val="005D0C53"/>
    <w:rsid w:val="005D70B2"/>
    <w:rsid w:val="005E37F3"/>
    <w:rsid w:val="00601CE1"/>
    <w:rsid w:val="00615189"/>
    <w:rsid w:val="00620363"/>
    <w:rsid w:val="00624DB5"/>
    <w:rsid w:val="00631DB2"/>
    <w:rsid w:val="006320C0"/>
    <w:rsid w:val="006501BB"/>
    <w:rsid w:val="00654402"/>
    <w:rsid w:val="00654BFA"/>
    <w:rsid w:val="00656CCF"/>
    <w:rsid w:val="00657BA3"/>
    <w:rsid w:val="00665D47"/>
    <w:rsid w:val="006715B8"/>
    <w:rsid w:val="00677AB3"/>
    <w:rsid w:val="00686B52"/>
    <w:rsid w:val="00694E2E"/>
    <w:rsid w:val="0069617C"/>
    <w:rsid w:val="006B6AAD"/>
    <w:rsid w:val="006C0876"/>
    <w:rsid w:val="006C19C2"/>
    <w:rsid w:val="007020E4"/>
    <w:rsid w:val="00703C6F"/>
    <w:rsid w:val="00704E08"/>
    <w:rsid w:val="00714C3F"/>
    <w:rsid w:val="00715DF0"/>
    <w:rsid w:val="00754E4A"/>
    <w:rsid w:val="007769A7"/>
    <w:rsid w:val="00791DE4"/>
    <w:rsid w:val="007927BB"/>
    <w:rsid w:val="007A6384"/>
    <w:rsid w:val="007A6E4C"/>
    <w:rsid w:val="007B4194"/>
    <w:rsid w:val="007C03F1"/>
    <w:rsid w:val="007D1D93"/>
    <w:rsid w:val="007D5402"/>
    <w:rsid w:val="007F24A6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D168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B555B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71AC0"/>
    <w:rsid w:val="00A87FA6"/>
    <w:rsid w:val="00A94089"/>
    <w:rsid w:val="00AA03A8"/>
    <w:rsid w:val="00AB3B65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421E"/>
    <w:rsid w:val="00BA6DF6"/>
    <w:rsid w:val="00BA702B"/>
    <w:rsid w:val="00BB1925"/>
    <w:rsid w:val="00BD7350"/>
    <w:rsid w:val="00BE6E99"/>
    <w:rsid w:val="00C00096"/>
    <w:rsid w:val="00C0098D"/>
    <w:rsid w:val="00C20A12"/>
    <w:rsid w:val="00C30BB7"/>
    <w:rsid w:val="00C35519"/>
    <w:rsid w:val="00C3705A"/>
    <w:rsid w:val="00C57B37"/>
    <w:rsid w:val="00C602BF"/>
    <w:rsid w:val="00C726C7"/>
    <w:rsid w:val="00C915BF"/>
    <w:rsid w:val="00CB296B"/>
    <w:rsid w:val="00CB4542"/>
    <w:rsid w:val="00CB61F0"/>
    <w:rsid w:val="00CB703C"/>
    <w:rsid w:val="00CC2565"/>
    <w:rsid w:val="00CD22B3"/>
    <w:rsid w:val="00D03505"/>
    <w:rsid w:val="00D17CCC"/>
    <w:rsid w:val="00D20D24"/>
    <w:rsid w:val="00D22374"/>
    <w:rsid w:val="00D22CF8"/>
    <w:rsid w:val="00D33AD3"/>
    <w:rsid w:val="00D43877"/>
    <w:rsid w:val="00D511FE"/>
    <w:rsid w:val="00D5786B"/>
    <w:rsid w:val="00D64B68"/>
    <w:rsid w:val="00D66E15"/>
    <w:rsid w:val="00D77749"/>
    <w:rsid w:val="00D808E2"/>
    <w:rsid w:val="00D846B4"/>
    <w:rsid w:val="00D93BBC"/>
    <w:rsid w:val="00D97455"/>
    <w:rsid w:val="00DA0A23"/>
    <w:rsid w:val="00DA1849"/>
    <w:rsid w:val="00DA2F71"/>
    <w:rsid w:val="00DC12F9"/>
    <w:rsid w:val="00DE02F8"/>
    <w:rsid w:val="00DE1C4B"/>
    <w:rsid w:val="00E0196A"/>
    <w:rsid w:val="00E159BA"/>
    <w:rsid w:val="00E26412"/>
    <w:rsid w:val="00E34530"/>
    <w:rsid w:val="00E35357"/>
    <w:rsid w:val="00E420C1"/>
    <w:rsid w:val="00E43EB1"/>
    <w:rsid w:val="00E70A4C"/>
    <w:rsid w:val="00E82D20"/>
    <w:rsid w:val="00E86F36"/>
    <w:rsid w:val="00EA7C72"/>
    <w:rsid w:val="00EC3760"/>
    <w:rsid w:val="00ED3983"/>
    <w:rsid w:val="00ED639C"/>
    <w:rsid w:val="00ED6B33"/>
    <w:rsid w:val="00EE372C"/>
    <w:rsid w:val="00F031F6"/>
    <w:rsid w:val="00F14A4E"/>
    <w:rsid w:val="00F27F5A"/>
    <w:rsid w:val="00F374C5"/>
    <w:rsid w:val="00F4148A"/>
    <w:rsid w:val="00F62AD5"/>
    <w:rsid w:val="00F82973"/>
    <w:rsid w:val="00FA18FF"/>
    <w:rsid w:val="00FA62FA"/>
    <w:rsid w:val="00FA6A7A"/>
    <w:rsid w:val="00FC6C39"/>
    <w:rsid w:val="00FC6F79"/>
    <w:rsid w:val="00FD078A"/>
    <w:rsid w:val="00FD7228"/>
    <w:rsid w:val="00FF51D6"/>
    <w:rsid w:val="00FF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42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2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42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42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192</Words>
  <Characters>1099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36</cp:revision>
  <cp:lastPrinted>2020-10-20T07:30:00Z</cp:lastPrinted>
  <dcterms:created xsi:type="dcterms:W3CDTF">2014-11-12T06:42:00Z</dcterms:created>
  <dcterms:modified xsi:type="dcterms:W3CDTF">2021-10-19T11:13:00Z</dcterms:modified>
</cp:coreProperties>
</file>