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6AD" w:rsidRPr="00BE21D9" w:rsidRDefault="006E56AD" w:rsidP="00D91790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 w:rsidR="006E56AD" w:rsidRDefault="006E56AD" w:rsidP="00D91790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к постановлению администрации Старотитаровского сельского поселения </w:t>
      </w:r>
    </w:p>
    <w:p w:rsidR="006E56AD" w:rsidRPr="00BE21D9" w:rsidRDefault="006E56AD" w:rsidP="00D91790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>Темрюкского</w:t>
      </w:r>
      <w:r>
        <w:rPr>
          <w:bCs/>
          <w:sz w:val="28"/>
          <w:szCs w:val="28"/>
        </w:rPr>
        <w:t xml:space="preserve"> </w:t>
      </w:r>
      <w:r w:rsidRPr="00BE21D9">
        <w:rPr>
          <w:bCs/>
          <w:sz w:val="28"/>
          <w:szCs w:val="28"/>
        </w:rPr>
        <w:t>района</w:t>
      </w:r>
    </w:p>
    <w:p w:rsidR="006E56AD" w:rsidRPr="00BE21D9" w:rsidRDefault="006E56AD" w:rsidP="00D91790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03.02.2021 г.</w:t>
      </w:r>
      <w:r w:rsidRPr="00BE21D9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14</w:t>
      </w:r>
    </w:p>
    <w:p w:rsidR="006E56AD" w:rsidRDefault="006E56AD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6E56AD" w:rsidRDefault="006E56AD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6E56AD" w:rsidRDefault="006E56A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6E56AD" w:rsidRPr="004B1121" w:rsidRDefault="006E56AD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</w:t>
      </w:r>
      <w:r w:rsidRPr="004B1121">
        <w:rPr>
          <w:b/>
          <w:bCs/>
          <w:sz w:val="28"/>
          <w:szCs w:val="28"/>
        </w:rPr>
        <w:t xml:space="preserve"> в Старотитаровском сельском пос</w:t>
      </w:r>
      <w:r>
        <w:rPr>
          <w:b/>
          <w:bCs/>
          <w:sz w:val="28"/>
          <w:szCs w:val="28"/>
        </w:rPr>
        <w:t xml:space="preserve">елении Темрюкского района» </w:t>
      </w:r>
    </w:p>
    <w:p w:rsidR="006E56AD" w:rsidRPr="00E764BE" w:rsidRDefault="006E56AD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E56A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Pr="00074972" w:rsidRDefault="006E56AD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Pr="00074972" w:rsidRDefault="006E56AD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6E56A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Pr="00E159BA" w:rsidRDefault="006E56A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Default="006E56AD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E56A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Default="006E56A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E56AD" w:rsidRPr="00E159BA" w:rsidRDefault="006E56AD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Default="006E56AD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6E56AD" w:rsidRDefault="006E56AD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6E56AD" w:rsidRDefault="006E56AD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6E56AD" w:rsidRDefault="006E56AD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6E56AD" w:rsidRDefault="006E56AD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6E56AD" w:rsidRDefault="006E56AD" w:rsidP="004B1121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6E56AD" w:rsidRPr="00E435D5" w:rsidRDefault="006E56AD" w:rsidP="004B1121">
            <w:pPr>
              <w:pStyle w:val="BodyText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6E56A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Default="006E56A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E56AD" w:rsidRPr="00E159BA" w:rsidRDefault="006E56AD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Default="006E56AD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6E56AD" w:rsidRDefault="006E56AD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6E56AD" w:rsidRDefault="006E56AD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6E56AD" w:rsidRDefault="006E56AD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6E56AD" w:rsidRDefault="006E56AD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6E56AD" w:rsidRDefault="006E56AD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6E56AD" w:rsidRPr="00D82A70" w:rsidRDefault="006E56AD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6E56AD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Pr="00E159BA" w:rsidRDefault="006E56AD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Default="006E56AD" w:rsidP="00DA30C9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>- обеспечение качественной организации</w:t>
            </w:r>
            <w:r>
              <w:rPr>
                <w:sz w:val="28"/>
                <w:szCs w:val="28"/>
              </w:rPr>
              <w:t xml:space="preserve">  хозяйственного обслуживания администрации </w:t>
            </w:r>
            <w:r w:rsidRPr="00EF2CF0">
              <w:rPr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4E2CB6">
              <w:rPr>
                <w:sz w:val="28"/>
                <w:szCs w:val="28"/>
              </w:rPr>
              <w:t>;</w:t>
            </w:r>
          </w:p>
          <w:p w:rsidR="006E56AD" w:rsidRPr="00B31F09" w:rsidRDefault="006E56AD" w:rsidP="00DA30C9">
            <w:pPr>
              <w:rPr>
                <w:sz w:val="28"/>
                <w:szCs w:val="28"/>
              </w:rPr>
            </w:pPr>
          </w:p>
        </w:tc>
      </w:tr>
      <w:tr w:rsidR="006E56AD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Pr="00E159BA" w:rsidRDefault="006E56A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Default="006E56AD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E56A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Default="006E56AD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6E56AD" w:rsidRDefault="006E56AD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6E56AD" w:rsidRPr="00E159BA" w:rsidRDefault="006E56AD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D" w:rsidRPr="000D6C4E" w:rsidRDefault="006E56AD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7 042,3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E56AD" w:rsidRDefault="006E56AD" w:rsidP="00592A30">
      <w:pPr>
        <w:rPr>
          <w:b/>
          <w:sz w:val="28"/>
          <w:szCs w:val="28"/>
        </w:rPr>
      </w:pPr>
    </w:p>
    <w:p w:rsidR="006E56AD" w:rsidRDefault="006E56AD" w:rsidP="004E2CB6">
      <w:pPr>
        <w:pStyle w:val="Default"/>
        <w:ind w:firstLine="720"/>
        <w:jc w:val="both"/>
        <w:rPr>
          <w:sz w:val="28"/>
          <w:szCs w:val="28"/>
        </w:rPr>
      </w:pPr>
    </w:p>
    <w:p w:rsidR="006E56AD" w:rsidRPr="00450BD5" w:rsidRDefault="006E56AD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6E56AD" w:rsidRDefault="006E56AD" w:rsidP="005959DE">
      <w:pPr>
        <w:rPr>
          <w:sz w:val="28"/>
          <w:szCs w:val="28"/>
        </w:rPr>
      </w:pPr>
    </w:p>
    <w:p w:rsidR="006E56AD" w:rsidRDefault="006E56AD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7 042,3 тыс. рублей</w:t>
      </w:r>
      <w:r w:rsidRPr="005959DE">
        <w:rPr>
          <w:sz w:val="28"/>
          <w:szCs w:val="28"/>
        </w:rPr>
        <w:t>:</w:t>
      </w:r>
    </w:p>
    <w:p w:rsidR="006E56AD" w:rsidRDefault="006E56AD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6E56AD" w:rsidRPr="00463E7C" w:rsidTr="00B534FF">
        <w:tc>
          <w:tcPr>
            <w:tcW w:w="3888" w:type="dxa"/>
            <w:vMerge w:val="restart"/>
            <w:vAlign w:val="center"/>
          </w:tcPr>
          <w:p w:rsidR="006E56AD" w:rsidRPr="00463E7C" w:rsidRDefault="006E56AD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6E56AD" w:rsidRPr="00463E7C" w:rsidRDefault="006E56AD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6E56AD" w:rsidRPr="00463E7C" w:rsidTr="00B534FF">
        <w:tc>
          <w:tcPr>
            <w:tcW w:w="3888" w:type="dxa"/>
            <w:vMerge/>
          </w:tcPr>
          <w:p w:rsidR="006E56AD" w:rsidRPr="00463E7C" w:rsidRDefault="006E56AD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6E56AD" w:rsidRPr="00463E7C" w:rsidRDefault="006E56AD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6E56AD" w:rsidRPr="00463E7C" w:rsidRDefault="006E56AD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6E56AD" w:rsidRPr="00463E7C" w:rsidTr="00B534FF">
        <w:tc>
          <w:tcPr>
            <w:tcW w:w="3888" w:type="dxa"/>
            <w:vMerge/>
          </w:tcPr>
          <w:p w:rsidR="006E56AD" w:rsidRPr="00463E7C" w:rsidRDefault="006E56AD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6E56AD" w:rsidRPr="00463E7C" w:rsidRDefault="006E56AD" w:rsidP="00B534FF">
            <w:pPr>
              <w:jc w:val="center"/>
            </w:pPr>
          </w:p>
        </w:tc>
        <w:tc>
          <w:tcPr>
            <w:tcW w:w="1403" w:type="dxa"/>
          </w:tcPr>
          <w:p w:rsidR="006E56AD" w:rsidRPr="00463E7C" w:rsidRDefault="006E56AD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6E56AD" w:rsidRPr="00463E7C" w:rsidRDefault="006E56AD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6E56AD" w:rsidRPr="00463E7C" w:rsidRDefault="006E56AD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6E56AD" w:rsidRPr="00463E7C" w:rsidRDefault="006E56AD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6E56AD" w:rsidRPr="00463E7C" w:rsidTr="00B534FF">
        <w:tc>
          <w:tcPr>
            <w:tcW w:w="3888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1006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1403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1215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1260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992" w:type="dxa"/>
          </w:tcPr>
          <w:p w:rsidR="006E56AD" w:rsidRPr="00463E7C" w:rsidRDefault="006E56AD" w:rsidP="00B534FF">
            <w:pPr>
              <w:jc w:val="both"/>
            </w:pPr>
          </w:p>
        </w:tc>
      </w:tr>
      <w:tr w:rsidR="006E56AD" w:rsidRPr="00463E7C" w:rsidTr="00B534FF">
        <w:tc>
          <w:tcPr>
            <w:tcW w:w="9764" w:type="dxa"/>
            <w:gridSpan w:val="6"/>
          </w:tcPr>
          <w:p w:rsidR="006E56AD" w:rsidRPr="00463E7C" w:rsidRDefault="006E56AD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DA30C9">
              <w:t>«Обеспечение хозяйственного обслуживания администрации Старотитаровского сельского поселения Темрюкского района»</w:t>
            </w:r>
          </w:p>
        </w:tc>
      </w:tr>
      <w:tr w:rsidR="006E56AD" w:rsidRPr="00463E7C" w:rsidTr="00B534FF">
        <w:tc>
          <w:tcPr>
            <w:tcW w:w="3888" w:type="dxa"/>
          </w:tcPr>
          <w:p w:rsidR="006E56AD" w:rsidRPr="00463E7C" w:rsidRDefault="006E56AD" w:rsidP="00B534FF">
            <w:pPr>
              <w:jc w:val="both"/>
            </w:pPr>
            <w:r w:rsidRPr="00463E7C">
              <w:t>20</w:t>
            </w:r>
            <w:r>
              <w:t>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1403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1215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1260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992" w:type="dxa"/>
          </w:tcPr>
          <w:p w:rsidR="006E56AD" w:rsidRPr="00463E7C" w:rsidRDefault="006E56AD" w:rsidP="00B534FF">
            <w:pPr>
              <w:jc w:val="both"/>
            </w:pPr>
          </w:p>
        </w:tc>
      </w:tr>
      <w:tr w:rsidR="006E56AD" w:rsidRPr="00463E7C" w:rsidTr="00B534FF">
        <w:tc>
          <w:tcPr>
            <w:tcW w:w="3888" w:type="dxa"/>
          </w:tcPr>
          <w:p w:rsidR="006E56AD" w:rsidRPr="00463E7C" w:rsidRDefault="006E56AD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6E56AD" w:rsidRPr="00463E7C" w:rsidRDefault="006E56AD" w:rsidP="00B534FF">
            <w:pPr>
              <w:jc w:val="center"/>
            </w:pPr>
            <w:r>
              <w:t>7 042,3</w:t>
            </w:r>
          </w:p>
        </w:tc>
        <w:tc>
          <w:tcPr>
            <w:tcW w:w="1403" w:type="dxa"/>
            <w:vAlign w:val="center"/>
          </w:tcPr>
          <w:p w:rsidR="006E56AD" w:rsidRPr="00463E7C" w:rsidRDefault="006E56AD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6E56AD" w:rsidRPr="00463E7C" w:rsidRDefault="006E56AD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6E56AD" w:rsidRPr="00463E7C" w:rsidRDefault="006E56AD" w:rsidP="00B534FF">
            <w:pPr>
              <w:jc w:val="center"/>
            </w:pPr>
            <w:r>
              <w:t>7 042,3</w:t>
            </w:r>
          </w:p>
        </w:tc>
        <w:tc>
          <w:tcPr>
            <w:tcW w:w="992" w:type="dxa"/>
            <w:vAlign w:val="center"/>
          </w:tcPr>
          <w:p w:rsidR="006E56AD" w:rsidRPr="00463E7C" w:rsidRDefault="006E56AD" w:rsidP="00B534FF">
            <w:pPr>
              <w:jc w:val="center"/>
            </w:pPr>
            <w:r w:rsidRPr="00463E7C">
              <w:t>0,0</w:t>
            </w:r>
          </w:p>
        </w:tc>
      </w:tr>
      <w:tr w:rsidR="006E56AD" w:rsidRPr="00463E7C" w:rsidTr="00B534FF">
        <w:tc>
          <w:tcPr>
            <w:tcW w:w="3888" w:type="dxa"/>
          </w:tcPr>
          <w:p w:rsidR="006E56AD" w:rsidRPr="00463E7C" w:rsidRDefault="006E56AD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6E56AD" w:rsidRPr="00463E7C" w:rsidRDefault="006E56AD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6E56AD" w:rsidRPr="00463E7C" w:rsidRDefault="006E56AD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6E56AD" w:rsidRPr="00463E7C" w:rsidRDefault="006E56AD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6E56AD" w:rsidRPr="00463E7C" w:rsidRDefault="006E56AD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6E56AD" w:rsidRPr="00463E7C" w:rsidRDefault="006E56AD" w:rsidP="00B534FF">
            <w:pPr>
              <w:jc w:val="center"/>
            </w:pPr>
          </w:p>
        </w:tc>
      </w:tr>
    </w:tbl>
    <w:p w:rsidR="006E56AD" w:rsidRDefault="006E56AD" w:rsidP="00863E3C">
      <w:pPr>
        <w:ind w:firstLine="612"/>
        <w:jc w:val="both"/>
        <w:rPr>
          <w:sz w:val="28"/>
          <w:szCs w:val="28"/>
        </w:rPr>
      </w:pPr>
    </w:p>
    <w:p w:rsidR="006E56AD" w:rsidRDefault="006E56AD" w:rsidP="00863E3C">
      <w:pPr>
        <w:ind w:firstLine="612"/>
        <w:jc w:val="both"/>
        <w:rPr>
          <w:sz w:val="28"/>
          <w:szCs w:val="28"/>
        </w:rPr>
      </w:pPr>
    </w:p>
    <w:p w:rsidR="006E56AD" w:rsidRPr="00B35E33" w:rsidRDefault="006E56AD" w:rsidP="00863E3C">
      <w:pPr>
        <w:ind w:firstLine="612"/>
        <w:jc w:val="both"/>
        <w:rPr>
          <w:sz w:val="28"/>
          <w:szCs w:val="28"/>
        </w:rPr>
      </w:pPr>
    </w:p>
    <w:p w:rsidR="006E56AD" w:rsidRDefault="006E56AD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6E56AD" w:rsidRPr="00B35E33" w:rsidRDefault="006E56AD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6E56AD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6AD" w:rsidRDefault="006E56AD">
      <w:r>
        <w:separator/>
      </w:r>
    </w:p>
  </w:endnote>
  <w:endnote w:type="continuationSeparator" w:id="0">
    <w:p w:rsidR="006E56AD" w:rsidRDefault="006E5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6AD" w:rsidRDefault="006E56AD">
      <w:r>
        <w:separator/>
      </w:r>
    </w:p>
  </w:footnote>
  <w:footnote w:type="continuationSeparator" w:id="0">
    <w:p w:rsidR="006E56AD" w:rsidRDefault="006E5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6AD" w:rsidRDefault="006E56AD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56AD" w:rsidRDefault="006E56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6AD" w:rsidRDefault="006E56AD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E56AD" w:rsidRDefault="006E56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05FB"/>
    <w:rsid w:val="000146D2"/>
    <w:rsid w:val="00015671"/>
    <w:rsid w:val="000177AA"/>
    <w:rsid w:val="0002079F"/>
    <w:rsid w:val="00022617"/>
    <w:rsid w:val="00032679"/>
    <w:rsid w:val="00034B3B"/>
    <w:rsid w:val="00040A09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0E69DB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62DB"/>
    <w:rsid w:val="001F783C"/>
    <w:rsid w:val="00211942"/>
    <w:rsid w:val="0021281B"/>
    <w:rsid w:val="00250A6C"/>
    <w:rsid w:val="00260F26"/>
    <w:rsid w:val="002631AE"/>
    <w:rsid w:val="00275E95"/>
    <w:rsid w:val="002835BE"/>
    <w:rsid w:val="00283F70"/>
    <w:rsid w:val="00297AC7"/>
    <w:rsid w:val="002B3614"/>
    <w:rsid w:val="002C50FE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631D6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17EA8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B3AEC"/>
    <w:rsid w:val="004B40A5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56D32"/>
    <w:rsid w:val="00561601"/>
    <w:rsid w:val="00580DF7"/>
    <w:rsid w:val="00592A30"/>
    <w:rsid w:val="005959DE"/>
    <w:rsid w:val="005A20A4"/>
    <w:rsid w:val="005A3A59"/>
    <w:rsid w:val="005A5F12"/>
    <w:rsid w:val="005A6CB8"/>
    <w:rsid w:val="005B5525"/>
    <w:rsid w:val="005B5A40"/>
    <w:rsid w:val="005D513C"/>
    <w:rsid w:val="005F483E"/>
    <w:rsid w:val="005F5341"/>
    <w:rsid w:val="006016C8"/>
    <w:rsid w:val="00604C02"/>
    <w:rsid w:val="00630C05"/>
    <w:rsid w:val="00634F6B"/>
    <w:rsid w:val="00636EC7"/>
    <w:rsid w:val="00636FAE"/>
    <w:rsid w:val="0063741F"/>
    <w:rsid w:val="00654128"/>
    <w:rsid w:val="00662EC0"/>
    <w:rsid w:val="00681E7D"/>
    <w:rsid w:val="00692167"/>
    <w:rsid w:val="006B1B06"/>
    <w:rsid w:val="006B1EF7"/>
    <w:rsid w:val="006E3576"/>
    <w:rsid w:val="006E56AD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2977"/>
    <w:rsid w:val="007E6B45"/>
    <w:rsid w:val="007F3CDD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8F2315"/>
    <w:rsid w:val="00903042"/>
    <w:rsid w:val="0094205E"/>
    <w:rsid w:val="00944771"/>
    <w:rsid w:val="009448D8"/>
    <w:rsid w:val="009465A3"/>
    <w:rsid w:val="00956190"/>
    <w:rsid w:val="009669CE"/>
    <w:rsid w:val="009736C1"/>
    <w:rsid w:val="00980FB7"/>
    <w:rsid w:val="00996652"/>
    <w:rsid w:val="009A19CF"/>
    <w:rsid w:val="009B5A1A"/>
    <w:rsid w:val="009C4DE6"/>
    <w:rsid w:val="009C6F19"/>
    <w:rsid w:val="009D7A23"/>
    <w:rsid w:val="009E2E5C"/>
    <w:rsid w:val="009E5C1A"/>
    <w:rsid w:val="00A072BC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A4A52"/>
    <w:rsid w:val="00AB41F0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7312"/>
    <w:rsid w:val="00B8387C"/>
    <w:rsid w:val="00B83B2E"/>
    <w:rsid w:val="00B92890"/>
    <w:rsid w:val="00B94A0D"/>
    <w:rsid w:val="00B95245"/>
    <w:rsid w:val="00B97497"/>
    <w:rsid w:val="00BA2455"/>
    <w:rsid w:val="00BA79E3"/>
    <w:rsid w:val="00BB3AD0"/>
    <w:rsid w:val="00BC61DF"/>
    <w:rsid w:val="00BD6E83"/>
    <w:rsid w:val="00BE0028"/>
    <w:rsid w:val="00BE21D9"/>
    <w:rsid w:val="00BE2391"/>
    <w:rsid w:val="00BF0F31"/>
    <w:rsid w:val="00BF709F"/>
    <w:rsid w:val="00C07957"/>
    <w:rsid w:val="00C13529"/>
    <w:rsid w:val="00C34D97"/>
    <w:rsid w:val="00C43EC8"/>
    <w:rsid w:val="00C46C5B"/>
    <w:rsid w:val="00C50FA3"/>
    <w:rsid w:val="00C573A2"/>
    <w:rsid w:val="00C643E9"/>
    <w:rsid w:val="00C77267"/>
    <w:rsid w:val="00C975EA"/>
    <w:rsid w:val="00CA55B7"/>
    <w:rsid w:val="00CB51F6"/>
    <w:rsid w:val="00CC0530"/>
    <w:rsid w:val="00CC10D6"/>
    <w:rsid w:val="00CC369D"/>
    <w:rsid w:val="00CC691C"/>
    <w:rsid w:val="00CC7577"/>
    <w:rsid w:val="00CD625C"/>
    <w:rsid w:val="00CE66A3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663A0"/>
    <w:rsid w:val="00D72401"/>
    <w:rsid w:val="00D82A70"/>
    <w:rsid w:val="00D90ED9"/>
    <w:rsid w:val="00D91790"/>
    <w:rsid w:val="00D9461E"/>
    <w:rsid w:val="00DA1C14"/>
    <w:rsid w:val="00DA256D"/>
    <w:rsid w:val="00DA308C"/>
    <w:rsid w:val="00DA30C9"/>
    <w:rsid w:val="00DB52BC"/>
    <w:rsid w:val="00DC3A21"/>
    <w:rsid w:val="00DC5AF7"/>
    <w:rsid w:val="00DC76B4"/>
    <w:rsid w:val="00DD4254"/>
    <w:rsid w:val="00DD6053"/>
    <w:rsid w:val="00DE1D1B"/>
    <w:rsid w:val="00DE71AE"/>
    <w:rsid w:val="00DF3715"/>
    <w:rsid w:val="00DF49F8"/>
    <w:rsid w:val="00E00C99"/>
    <w:rsid w:val="00E1548A"/>
    <w:rsid w:val="00E159BA"/>
    <w:rsid w:val="00E17449"/>
    <w:rsid w:val="00E348F1"/>
    <w:rsid w:val="00E435D5"/>
    <w:rsid w:val="00E4387A"/>
    <w:rsid w:val="00E5291C"/>
    <w:rsid w:val="00E55633"/>
    <w:rsid w:val="00E634BB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140"/>
    <w:rsid w:val="00F2642D"/>
    <w:rsid w:val="00F276E7"/>
    <w:rsid w:val="00F37434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C69FC"/>
    <w:rsid w:val="00FD1311"/>
    <w:rsid w:val="00FD321E"/>
    <w:rsid w:val="00FF0F61"/>
    <w:rsid w:val="00FF52DA"/>
    <w:rsid w:val="00FF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39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2</Pages>
  <Words>415</Words>
  <Characters>2367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47</cp:revision>
  <cp:lastPrinted>2017-10-25T13:10:00Z</cp:lastPrinted>
  <dcterms:created xsi:type="dcterms:W3CDTF">2014-11-12T06:47:00Z</dcterms:created>
  <dcterms:modified xsi:type="dcterms:W3CDTF">2021-02-04T07:12:00Z</dcterms:modified>
</cp:coreProperties>
</file>