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D7" w:rsidRPr="00C36DC8" w:rsidRDefault="00224DD7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224DD7" w:rsidRPr="00C36DC8" w:rsidRDefault="00224DD7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224DD7" w:rsidRPr="00C36DC8" w:rsidRDefault="00224DD7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224DD7" w:rsidRPr="00C36DC8" w:rsidRDefault="00224DD7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 16.06.2021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134</w:t>
      </w:r>
    </w:p>
    <w:p w:rsidR="00224DD7" w:rsidRDefault="00224DD7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4DD7" w:rsidRPr="00C3705A" w:rsidRDefault="00224DD7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24DD7" w:rsidRPr="00B73C78" w:rsidRDefault="00224DD7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224DD7" w:rsidRDefault="00224DD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224DD7" w:rsidRDefault="00224DD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</w:t>
      </w:r>
    </w:p>
    <w:p w:rsidR="00224DD7" w:rsidRDefault="00224DD7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224DD7" w:rsidRPr="00AA03A8" w:rsidRDefault="00224DD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24DD7" w:rsidRPr="00AA03A8" w:rsidRDefault="00224DD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</w:t>
      </w:r>
    </w:p>
    <w:p w:rsidR="00224DD7" w:rsidRPr="00ED639C" w:rsidRDefault="00224DD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180"/>
        <w:gridCol w:w="3960"/>
      </w:tblGrid>
      <w:tr w:rsidR="00224DD7" w:rsidRPr="00262583" w:rsidTr="0060173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224DD7" w:rsidRPr="00262583" w:rsidTr="0060173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224DD7" w:rsidRPr="00262583" w:rsidTr="0060173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DD7" w:rsidRPr="00262583" w:rsidRDefault="00224DD7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24DD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224DD7" w:rsidRPr="00262583" w:rsidRDefault="00224DD7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224DD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601737" w:rsidRDefault="00224DD7" w:rsidP="00463F0D">
            <w:pPr>
              <w:jc w:val="both"/>
              <w:rPr>
                <w:rFonts w:ascii="Times New Roman" w:hAnsi="Times New Roman"/>
                <w:color w:val="FF0000"/>
              </w:rPr>
            </w:pPr>
            <w:r w:rsidRPr="00601737">
              <w:rPr>
                <w:rFonts w:ascii="Times New Roman" w:hAnsi="Times New Roman"/>
                <w:sz w:val="28"/>
                <w:szCs w:val="28"/>
              </w:rPr>
              <w:t xml:space="preserve">установка обозначений специальными символами доступных элементов здания, указателей направления движения (горизонтальное завершение поручня вверху и внизу с не травмирующим окончанием, тактильные указатели на поручнях лестницы)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D7" w:rsidRPr="00262583" w:rsidRDefault="00224DD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DD7" w:rsidRPr="00262583" w:rsidRDefault="00224DD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5</w:t>
            </w:r>
          </w:p>
        </w:tc>
      </w:tr>
      <w:bookmarkEnd w:id="0"/>
    </w:tbl>
    <w:p w:rsidR="00224DD7" w:rsidRDefault="00224DD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24DD7" w:rsidRDefault="00224DD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24DD7" w:rsidRDefault="00224DD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224DD7" w:rsidRDefault="00224DD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224DD7" w:rsidSect="00601737">
      <w:headerReference w:type="default" r:id="rId7"/>
      <w:pgSz w:w="16840" w:h="11907" w:orient="landscape" w:code="9"/>
      <w:pgMar w:top="179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DD7" w:rsidRDefault="00224DD7">
      <w:r>
        <w:separator/>
      </w:r>
    </w:p>
  </w:endnote>
  <w:endnote w:type="continuationSeparator" w:id="0">
    <w:p w:rsidR="00224DD7" w:rsidRDefault="00224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DD7" w:rsidRDefault="00224DD7">
      <w:r>
        <w:separator/>
      </w:r>
    </w:p>
  </w:footnote>
  <w:footnote w:type="continuationSeparator" w:id="0">
    <w:p w:rsidR="00224DD7" w:rsidRDefault="00224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DD7" w:rsidRDefault="00224DD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24DD7" w:rsidRDefault="00224D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24DD7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42A0"/>
    <w:rsid w:val="00306CE1"/>
    <w:rsid w:val="0031564C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01B8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63F0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953F7"/>
    <w:rsid w:val="005A1C38"/>
    <w:rsid w:val="005A3755"/>
    <w:rsid w:val="005A44C7"/>
    <w:rsid w:val="005B1A40"/>
    <w:rsid w:val="005D0C53"/>
    <w:rsid w:val="005D70B2"/>
    <w:rsid w:val="005E37F3"/>
    <w:rsid w:val="005F3CC8"/>
    <w:rsid w:val="00601737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B5A05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E17AC"/>
    <w:rsid w:val="008011C8"/>
    <w:rsid w:val="00803B07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B350B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1FEB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1430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6D9E"/>
    <w:rsid w:val="00C00096"/>
    <w:rsid w:val="00C0098D"/>
    <w:rsid w:val="00C077E8"/>
    <w:rsid w:val="00C20A12"/>
    <w:rsid w:val="00C30BB7"/>
    <w:rsid w:val="00C35519"/>
    <w:rsid w:val="00C36DC8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04DEF"/>
    <w:rsid w:val="00D055F2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0F6A"/>
    <w:rsid w:val="00D76450"/>
    <w:rsid w:val="00D765E3"/>
    <w:rsid w:val="00D77749"/>
    <w:rsid w:val="00D808E2"/>
    <w:rsid w:val="00DA027D"/>
    <w:rsid w:val="00DA0A23"/>
    <w:rsid w:val="00DA1561"/>
    <w:rsid w:val="00DA1849"/>
    <w:rsid w:val="00DA4529"/>
    <w:rsid w:val="00DA54F2"/>
    <w:rsid w:val="00DC12F9"/>
    <w:rsid w:val="00DE02F8"/>
    <w:rsid w:val="00DF2086"/>
    <w:rsid w:val="00E159BA"/>
    <w:rsid w:val="00E26412"/>
    <w:rsid w:val="00E34530"/>
    <w:rsid w:val="00E420C1"/>
    <w:rsid w:val="00E43EB1"/>
    <w:rsid w:val="00E53A22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439A7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2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2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2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22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203</Words>
  <Characters>1159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32</cp:revision>
  <cp:lastPrinted>2016-10-03T10:53:00Z</cp:lastPrinted>
  <dcterms:created xsi:type="dcterms:W3CDTF">2014-11-12T06:42:00Z</dcterms:created>
  <dcterms:modified xsi:type="dcterms:W3CDTF">2021-06-17T11:12:00Z</dcterms:modified>
</cp:coreProperties>
</file>