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E8F" w:rsidRPr="00C36DC8" w:rsidRDefault="009E0E8F" w:rsidP="009C0F1B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</w:t>
      </w:r>
      <w:r w:rsidRPr="00C36DC8">
        <w:rPr>
          <w:rFonts w:ascii="Times New Roman" w:hAnsi="Times New Roman"/>
          <w:spacing w:val="-12"/>
          <w:sz w:val="28"/>
          <w:szCs w:val="28"/>
        </w:rPr>
        <w:t>ПРИЛОЖЕНИЕ</w:t>
      </w:r>
      <w:r>
        <w:rPr>
          <w:rFonts w:ascii="Times New Roman" w:hAnsi="Times New Roman"/>
          <w:spacing w:val="-12"/>
          <w:sz w:val="28"/>
          <w:szCs w:val="28"/>
        </w:rPr>
        <w:t xml:space="preserve"> № 2</w:t>
      </w:r>
    </w:p>
    <w:p w:rsidR="009E0E8F" w:rsidRPr="00C36DC8" w:rsidRDefault="009E0E8F" w:rsidP="009C0F1B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к п</w:t>
      </w:r>
      <w:r w:rsidRPr="00C36DC8">
        <w:rPr>
          <w:rFonts w:ascii="Times New Roman" w:hAnsi="Times New Roman"/>
          <w:spacing w:val="-12"/>
          <w:sz w:val="28"/>
          <w:szCs w:val="28"/>
        </w:rPr>
        <w:t>остановлени</w:t>
      </w:r>
      <w:r>
        <w:rPr>
          <w:rFonts w:ascii="Times New Roman" w:hAnsi="Times New Roman"/>
          <w:spacing w:val="-12"/>
          <w:sz w:val="28"/>
          <w:szCs w:val="28"/>
        </w:rPr>
        <w:t>ю</w:t>
      </w:r>
      <w:r w:rsidRPr="00C36DC8">
        <w:rPr>
          <w:rFonts w:ascii="Times New Roman" w:hAnsi="Times New Roman"/>
          <w:spacing w:val="-12"/>
          <w:sz w:val="28"/>
          <w:szCs w:val="28"/>
        </w:rPr>
        <w:t xml:space="preserve"> администрации</w:t>
      </w:r>
    </w:p>
    <w:p w:rsidR="009E0E8F" w:rsidRDefault="009E0E8F" w:rsidP="009C0F1B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Старотитаровского</w:t>
      </w:r>
      <w:r w:rsidRPr="00C36DC8">
        <w:rPr>
          <w:rFonts w:ascii="Times New Roman" w:hAnsi="Times New Roman"/>
          <w:spacing w:val="-12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pacing w:val="-12"/>
          <w:sz w:val="28"/>
          <w:szCs w:val="28"/>
        </w:rPr>
        <w:t xml:space="preserve"> </w:t>
      </w:r>
    </w:p>
    <w:p w:rsidR="009E0E8F" w:rsidRPr="00C36DC8" w:rsidRDefault="009E0E8F" w:rsidP="009C0F1B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9E0E8F" w:rsidRPr="00C36DC8" w:rsidRDefault="009E0E8F" w:rsidP="009C0F1B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</w:t>
      </w:r>
      <w:r w:rsidRPr="00C36DC8">
        <w:rPr>
          <w:rFonts w:ascii="Times New Roman" w:hAnsi="Times New Roman"/>
          <w:spacing w:val="-12"/>
          <w:sz w:val="28"/>
          <w:szCs w:val="28"/>
        </w:rPr>
        <w:t>т</w:t>
      </w:r>
      <w:r>
        <w:rPr>
          <w:rFonts w:ascii="Times New Roman" w:hAnsi="Times New Roman"/>
          <w:spacing w:val="-12"/>
          <w:sz w:val="28"/>
          <w:szCs w:val="28"/>
        </w:rPr>
        <w:t xml:space="preserve"> 03.02.2021 г. </w:t>
      </w:r>
      <w:r w:rsidRPr="00C36DC8">
        <w:rPr>
          <w:rFonts w:ascii="Times New Roman" w:hAnsi="Times New Roman"/>
          <w:spacing w:val="-12"/>
          <w:sz w:val="28"/>
          <w:szCs w:val="28"/>
        </w:rPr>
        <w:t xml:space="preserve">№ </w:t>
      </w:r>
      <w:r>
        <w:rPr>
          <w:rFonts w:ascii="Times New Roman" w:hAnsi="Times New Roman"/>
          <w:spacing w:val="-12"/>
          <w:sz w:val="28"/>
          <w:szCs w:val="28"/>
        </w:rPr>
        <w:t>10</w:t>
      </w:r>
    </w:p>
    <w:p w:rsidR="009E0E8F" w:rsidRDefault="009E0E8F" w:rsidP="00485E43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9E0E8F" w:rsidRPr="00C3705A" w:rsidRDefault="009E0E8F" w:rsidP="00485E43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9E0E8F" w:rsidRPr="00B73C78" w:rsidRDefault="009E0E8F" w:rsidP="00485E43">
      <w:pPr>
        <w:tabs>
          <w:tab w:val="left" w:pos="1008"/>
          <w:tab w:val="left" w:pos="5812"/>
        </w:tabs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к муниципальной</w:t>
      </w:r>
      <w:r w:rsidRPr="00B73C78">
        <w:rPr>
          <w:rFonts w:ascii="Times New Roman" w:hAnsi="Times New Roman"/>
          <w:sz w:val="28"/>
          <w:szCs w:val="28"/>
        </w:rPr>
        <w:t xml:space="preserve"> программе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:rsidR="009E0E8F" w:rsidRDefault="009E0E8F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«Развитие физической культуры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и массового спорта на территории </w:t>
      </w:r>
    </w:p>
    <w:p w:rsidR="009E0E8F" w:rsidRDefault="009E0E8F" w:rsidP="00485E43">
      <w:pPr>
        <w:jc w:val="right"/>
        <w:rPr>
          <w:rFonts w:ascii="Times New Roman" w:hAnsi="Times New Roman"/>
          <w:sz w:val="28"/>
          <w:szCs w:val="28"/>
        </w:rPr>
      </w:pPr>
      <w:r w:rsidRPr="00145A0B"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9E0E8F" w:rsidRPr="00145A0B" w:rsidRDefault="009E0E8F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Темрюкского района» </w:t>
      </w:r>
    </w:p>
    <w:p w:rsidR="009E0E8F" w:rsidRDefault="009E0E8F" w:rsidP="007A6704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02.11.2020 г. № 196</w:t>
      </w:r>
    </w:p>
    <w:p w:rsidR="009E0E8F" w:rsidRPr="00CC774C" w:rsidRDefault="009E0E8F" w:rsidP="00485E4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9E0E8F" w:rsidRPr="00AA03A8" w:rsidRDefault="009E0E8F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9E0E8F" w:rsidRPr="00CC774C" w:rsidRDefault="009E0E8F" w:rsidP="00CC774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74C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</w:t>
      </w:r>
      <w:r>
        <w:rPr>
          <w:rFonts w:ascii="Times New Roman" w:hAnsi="Times New Roman" w:cs="Times New Roman"/>
          <w:b/>
          <w:sz w:val="28"/>
          <w:szCs w:val="28"/>
        </w:rPr>
        <w:t xml:space="preserve">и муниципальной программы «Развитие физической культуры и массового спорта на территории Старотитаровского сельского поселения Темрюкского района» </w:t>
      </w:r>
    </w:p>
    <w:p w:rsidR="009E0E8F" w:rsidRPr="00CC774C" w:rsidRDefault="009E0E8F" w:rsidP="00CC774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9960"/>
        <w:gridCol w:w="1800"/>
        <w:gridCol w:w="2340"/>
      </w:tblGrid>
      <w:tr w:rsidR="009E0E8F" w:rsidRPr="00525A13" w:rsidTr="001242CB">
        <w:trPr>
          <w:trHeight w:val="420"/>
        </w:trPr>
        <w:tc>
          <w:tcPr>
            <w:tcW w:w="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E0E8F" w:rsidRPr="00525A13" w:rsidRDefault="009E0E8F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9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0E8F" w:rsidRPr="00525A13" w:rsidRDefault="009E0E8F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0E8F" w:rsidRPr="00525A13" w:rsidRDefault="009E0E8F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</w:tcPr>
          <w:p w:rsidR="009E0E8F" w:rsidRPr="00525A13" w:rsidRDefault="009E0E8F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  <w:p w:rsidR="009E0E8F" w:rsidRPr="00525A13" w:rsidRDefault="009E0E8F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 xml:space="preserve"> </w:t>
            </w:r>
          </w:p>
        </w:tc>
      </w:tr>
      <w:tr w:rsidR="009E0E8F" w:rsidRPr="00525A13" w:rsidTr="001242CB">
        <w:trPr>
          <w:trHeight w:val="420"/>
        </w:trPr>
        <w:tc>
          <w:tcPr>
            <w:tcW w:w="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E0E8F" w:rsidRPr="00525A13" w:rsidRDefault="009E0E8F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Pr="00525A13" w:rsidRDefault="009E0E8F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Pr="00525A13" w:rsidRDefault="009E0E8F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</w:tcPr>
          <w:p w:rsidR="009E0E8F" w:rsidRPr="00525A13" w:rsidRDefault="009E0E8F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</w:tr>
      <w:tr w:rsidR="009E0E8F" w:rsidRPr="00525A13" w:rsidTr="00485E4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Pr="00525A13" w:rsidRDefault="009E0E8F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Pr="00525A13" w:rsidRDefault="009E0E8F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Pr="00525A13" w:rsidRDefault="009E0E8F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E8F" w:rsidRPr="00525A13" w:rsidRDefault="009E0E8F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9E0E8F" w:rsidRPr="00B73C78" w:rsidTr="00485E4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Pr="00704E08" w:rsidRDefault="009E0E8F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410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9E0E8F" w:rsidRPr="00F425CC" w:rsidRDefault="009E0E8F" w:rsidP="009C413C">
            <w:pPr>
              <w:jc w:val="center"/>
              <w:rPr>
                <w:rFonts w:ascii="Times New Roman" w:hAnsi="Times New Roman"/>
                <w:b/>
              </w:rPr>
            </w:pPr>
            <w:r w:rsidRPr="00F425CC">
              <w:rPr>
                <w:rFonts w:ascii="Times New Roman" w:hAnsi="Times New Roman"/>
                <w:b/>
              </w:rPr>
              <w:t xml:space="preserve">Подпрограмма «Совершенствование деятельности МБУ «ФОСК «Виктория» по предоставлению муниципальных услуг» </w:t>
            </w:r>
          </w:p>
        </w:tc>
      </w:tr>
      <w:bookmarkEnd w:id="0"/>
      <w:tr w:rsidR="009E0E8F" w:rsidRPr="00525A13" w:rsidTr="00485E43">
        <w:trPr>
          <w:trHeight w:val="40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Default="009E0E8F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Pr="00F425CC" w:rsidRDefault="009E0E8F" w:rsidP="002B6DF5">
            <w:pPr>
              <w:rPr>
                <w:rFonts w:ascii="Times New Roman" w:hAnsi="Times New Roman"/>
                <w:color w:val="000000"/>
                <w:spacing w:val="1"/>
              </w:rPr>
            </w:pPr>
            <w:r w:rsidRPr="00F425CC">
              <w:rPr>
                <w:rFonts w:ascii="Times New Roman" w:hAnsi="Times New Roman"/>
              </w:rPr>
              <w:t>выплата заработной 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Pr="00F425CC" w:rsidRDefault="009E0E8F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E8F" w:rsidRPr="00F425CC" w:rsidRDefault="009E0E8F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E0E8F" w:rsidRPr="00525A13" w:rsidTr="00485E43">
        <w:trPr>
          <w:trHeight w:val="19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Default="009E0E8F" w:rsidP="00C20A12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Pr="00F425CC" w:rsidRDefault="009E0E8F" w:rsidP="002B6DF5">
            <w:pPr>
              <w:rPr>
                <w:rFonts w:ascii="Times New Roman" w:hAnsi="Times New Roman"/>
                <w:color w:val="000000"/>
                <w:spacing w:val="1"/>
              </w:rPr>
            </w:pPr>
            <w:r w:rsidRPr="00F425CC">
              <w:rPr>
                <w:rFonts w:ascii="Times New Roman" w:hAnsi="Times New Roman"/>
              </w:rPr>
              <w:t>оплата 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Pr="00F425CC" w:rsidRDefault="009E0E8F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E8F" w:rsidRPr="00F425CC" w:rsidRDefault="009E0E8F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E0E8F" w:rsidRPr="00525A13" w:rsidTr="00F425CC">
        <w:trPr>
          <w:trHeight w:val="393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Default="009E0E8F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1.3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Pr="00F425CC" w:rsidRDefault="009E0E8F" w:rsidP="002B6DF5">
            <w:pPr>
              <w:pStyle w:val="a4"/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оплата коммунальных услуг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Pr="00F425CC" w:rsidRDefault="009E0E8F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E8F" w:rsidRPr="00F425CC" w:rsidRDefault="009E0E8F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E0E8F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Default="009E0E8F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1.4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Pr="00F425CC" w:rsidRDefault="009E0E8F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уплата налогов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Pr="00F425CC" w:rsidRDefault="009E0E8F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E8F" w:rsidRPr="00F425CC" w:rsidRDefault="009E0E8F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E0E8F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Default="009E0E8F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1.5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Pr="00F425CC" w:rsidRDefault="009E0E8F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обслуживание автоматической пожарной сигнализации и систем оповещения и управления эвакуацией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Pr="00F425CC" w:rsidRDefault="009E0E8F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E8F" w:rsidRPr="00F425CC" w:rsidRDefault="009E0E8F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E0E8F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Default="009E0E8F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1.6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Pr="00F425CC" w:rsidRDefault="009E0E8F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обслуживание комплекса технических средств системы видеонаблюдения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Pr="00F425CC" w:rsidRDefault="009E0E8F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E8F" w:rsidRPr="00F425CC" w:rsidRDefault="009E0E8F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E0E8F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Default="009E0E8F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1.7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Pr="00F425CC" w:rsidRDefault="009E0E8F" w:rsidP="002B6D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средств индивидуальной защиты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Pr="00F425CC" w:rsidRDefault="009E0E8F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E8F" w:rsidRPr="00F425CC" w:rsidRDefault="009E0E8F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9E0E8F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Default="009E0E8F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1.8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Pr="00F425CC" w:rsidRDefault="009E0E8F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проведение диспансеризации сотрудников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Pr="00F425CC" w:rsidRDefault="009E0E8F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E8F" w:rsidRPr="00F425CC" w:rsidRDefault="009E0E8F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9E0E8F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Default="009E0E8F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1.9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Pr="00F425CC" w:rsidRDefault="009E0E8F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приобретение спортинвентаря, спортивной формы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Pr="00F425CC" w:rsidRDefault="009E0E8F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E8F" w:rsidRPr="00F425CC" w:rsidRDefault="009E0E8F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190</w:t>
            </w:r>
          </w:p>
        </w:tc>
      </w:tr>
      <w:tr w:rsidR="009E0E8F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Default="009E0E8F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1.10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Pr="00F425CC" w:rsidRDefault="009E0E8F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приобретение хозтоваров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Default="009E0E8F" w:rsidP="00536646">
            <w:pPr>
              <w:jc w:val="center"/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E8F" w:rsidRPr="00F425CC" w:rsidRDefault="009E0E8F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120</w:t>
            </w:r>
          </w:p>
        </w:tc>
      </w:tr>
      <w:tr w:rsidR="009E0E8F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Default="009E0E8F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Pr="00F425CC" w:rsidRDefault="009E0E8F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приобретение канцтоваров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Default="009E0E8F" w:rsidP="00536646">
            <w:pPr>
              <w:jc w:val="center"/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E8F" w:rsidRPr="00F425CC" w:rsidRDefault="009E0E8F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90</w:t>
            </w:r>
          </w:p>
        </w:tc>
      </w:tr>
      <w:tr w:rsidR="009E0E8F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Default="009E0E8F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1.12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Pr="00F425CC" w:rsidRDefault="009E0E8F" w:rsidP="002B6D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закупка картриджей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Pr="007775EC" w:rsidRDefault="009E0E8F" w:rsidP="00536646">
            <w:pPr>
              <w:jc w:val="center"/>
              <w:rPr>
                <w:rFonts w:ascii="Times New Roman" w:hAnsi="Times New Roman"/>
              </w:rPr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E8F" w:rsidRDefault="009E0E8F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</w:t>
            </w:r>
          </w:p>
        </w:tc>
      </w:tr>
      <w:tr w:rsidR="009E0E8F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Default="009E0E8F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1.13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Pr="00F425CC" w:rsidRDefault="009E0E8F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перезарядка огнетушителей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Default="009E0E8F" w:rsidP="00536646">
            <w:pPr>
              <w:jc w:val="center"/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E8F" w:rsidRPr="00F425CC" w:rsidRDefault="009E0E8F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8</w:t>
            </w:r>
          </w:p>
        </w:tc>
      </w:tr>
      <w:tr w:rsidR="009E0E8F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Default="009E0E8F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1.14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Pr="00F425CC" w:rsidRDefault="009E0E8F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содержание и обслуживание газонокосилки «Штиль»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Pr="00F425CC" w:rsidRDefault="009E0E8F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E8F" w:rsidRPr="00F425CC" w:rsidRDefault="009E0E8F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E0E8F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Default="009E0E8F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Pr="00026A04" w:rsidRDefault="009E0E8F" w:rsidP="002B6DF5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Default="009E0E8F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E8F" w:rsidRDefault="009E0E8F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E0E8F" w:rsidRPr="00525A13" w:rsidTr="00211B64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Pr="00F23750" w:rsidRDefault="009E0E8F" w:rsidP="00C20A12">
            <w:pPr>
              <w:jc w:val="center"/>
              <w:rPr>
                <w:rStyle w:val="apple-converted-space"/>
                <w:rFonts w:ascii="Times New Roman" w:hAnsi="Times New Roman"/>
                <w:b/>
              </w:rPr>
            </w:pPr>
            <w:r>
              <w:rPr>
                <w:rStyle w:val="apple-converted-space"/>
                <w:rFonts w:ascii="Times New Roman" w:hAnsi="Times New Roman"/>
                <w:b/>
              </w:rPr>
              <w:t>2.</w:t>
            </w:r>
          </w:p>
        </w:tc>
        <w:tc>
          <w:tcPr>
            <w:tcW w:w="14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E8F" w:rsidRPr="00F23750" w:rsidRDefault="009E0E8F" w:rsidP="00336489">
            <w:pPr>
              <w:jc w:val="center"/>
            </w:pPr>
            <w:r w:rsidRPr="00F23750">
              <w:rPr>
                <w:rFonts w:ascii="Times New Roman" w:hAnsi="Times New Roman"/>
                <w:b/>
              </w:rPr>
              <w:t xml:space="preserve">Подпрограмма </w:t>
            </w:r>
            <w:r w:rsidRPr="00F23750">
              <w:rPr>
                <w:rFonts w:ascii="Times New Roman" w:hAnsi="Times New Roman"/>
                <w:b/>
                <w:bCs/>
              </w:rPr>
              <w:t xml:space="preserve"> </w:t>
            </w:r>
            <w:r w:rsidRPr="00F23750">
              <w:rPr>
                <w:rFonts w:ascii="Times New Roman" w:hAnsi="Times New Roman"/>
                <w:b/>
              </w:rPr>
              <w:t>«Развитие массового спорта</w:t>
            </w:r>
            <w:r w:rsidRPr="00F23750">
              <w:rPr>
                <w:rFonts w:ascii="Times New Roman" w:hAnsi="Times New Roman"/>
                <w:b/>
                <w:bCs/>
              </w:rPr>
              <w:t xml:space="preserve"> в Старотитаровском сельском поселении Темрюкского района»</w:t>
            </w:r>
          </w:p>
        </w:tc>
      </w:tr>
      <w:tr w:rsidR="009E0E8F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Default="009E0E8F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2.1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Pr="00F23750" w:rsidRDefault="009E0E8F" w:rsidP="002B6DF5">
            <w:pPr>
              <w:rPr>
                <w:rFonts w:ascii="Times New Roman" w:hAnsi="Times New Roman"/>
              </w:rPr>
            </w:pPr>
            <w:r w:rsidRPr="00F23750">
              <w:rPr>
                <w:rFonts w:ascii="Times New Roman" w:hAnsi="Times New Roman"/>
              </w:rPr>
              <w:t>проведение районных спортивно-массовых мероприятий для различных категорий населения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Default="009E0E8F" w:rsidP="00BB03D8">
            <w:pPr>
              <w:jc w:val="center"/>
            </w:pPr>
            <w:r w:rsidRPr="004B5736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E8F" w:rsidRDefault="009E0E8F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9E0E8F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Default="009E0E8F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2.2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Pr="00F23750" w:rsidRDefault="009E0E8F" w:rsidP="002B6DF5">
            <w:pPr>
              <w:rPr>
                <w:rFonts w:ascii="Times New Roman" w:hAnsi="Times New Roman"/>
              </w:rPr>
            </w:pPr>
            <w:r w:rsidRPr="00F23750">
              <w:rPr>
                <w:rFonts w:ascii="Times New Roman" w:hAnsi="Times New Roman"/>
              </w:rPr>
              <w:t>участие сборных команд Темрюкского района по культивируемым видам спорта краевых и всероссийских соревнованиях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Default="009E0E8F" w:rsidP="00BB03D8">
            <w:pPr>
              <w:jc w:val="center"/>
            </w:pPr>
            <w:r w:rsidRPr="004B5736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E8F" w:rsidRDefault="009E0E8F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9E0E8F" w:rsidRPr="00525A13" w:rsidTr="00336489">
        <w:trPr>
          <w:trHeight w:val="113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Default="009E0E8F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Pr="00026A04" w:rsidRDefault="009E0E8F" w:rsidP="002B6DF5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Default="009E0E8F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E8F" w:rsidRDefault="009E0E8F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E0E8F" w:rsidRPr="00525A13" w:rsidTr="00532557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Pr="00F763E4" w:rsidRDefault="009E0E8F" w:rsidP="00C20A12">
            <w:pPr>
              <w:jc w:val="center"/>
              <w:rPr>
                <w:rStyle w:val="apple-converted-space"/>
                <w:rFonts w:ascii="Times New Roman" w:hAnsi="Times New Roman"/>
                <w:b/>
              </w:rPr>
            </w:pPr>
            <w:r w:rsidRPr="00F763E4">
              <w:rPr>
                <w:rStyle w:val="apple-converted-space"/>
                <w:rFonts w:ascii="Times New Roman" w:hAnsi="Times New Roman"/>
                <w:b/>
              </w:rPr>
              <w:t>3.</w:t>
            </w:r>
          </w:p>
        </w:tc>
        <w:tc>
          <w:tcPr>
            <w:tcW w:w="14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E8F" w:rsidRPr="00051D95" w:rsidRDefault="009E0E8F" w:rsidP="00336489">
            <w:pPr>
              <w:jc w:val="center"/>
            </w:pPr>
            <w:r w:rsidRPr="00F763E4">
              <w:rPr>
                <w:rFonts w:ascii="Times New Roman" w:hAnsi="Times New Roman"/>
                <w:b/>
                <w:bCs/>
              </w:rPr>
              <w:t>П</w:t>
            </w:r>
            <w:r w:rsidRPr="00F763E4">
              <w:rPr>
                <w:rFonts w:ascii="Times New Roman" w:hAnsi="Times New Roman"/>
                <w:b/>
              </w:rPr>
              <w:t>одпрограмма «Создание условий для занятия физической культурой и спортом на территории Старотитаровского сельского поселения Темрюкского района»</w:t>
            </w:r>
          </w:p>
        </w:tc>
      </w:tr>
      <w:tr w:rsidR="009E0E8F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Default="009E0E8F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3.1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Pr="009C0F1B" w:rsidRDefault="009E0E8F" w:rsidP="001B7E0A">
            <w:pPr>
              <w:tabs>
                <w:tab w:val="left" w:pos="6300"/>
              </w:tabs>
              <w:rPr>
                <w:rFonts w:ascii="Times New Roman" w:hAnsi="Times New Roman"/>
              </w:rPr>
            </w:pPr>
            <w:r w:rsidRPr="009C0F1B">
              <w:rPr>
                <w:rFonts w:ascii="Times New Roman" w:hAnsi="Times New Roman"/>
              </w:rPr>
              <w:t>текущий ремонт фасадов здания МБУ ФОСК "Виктория"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Default="009E0E8F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усл. ед.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E8F" w:rsidRDefault="009E0E8F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E0E8F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Default="009E0E8F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3.2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Pr="009C0F1B" w:rsidRDefault="009E0E8F" w:rsidP="002B6DF5">
            <w:pPr>
              <w:rPr>
                <w:rFonts w:ascii="Times New Roman" w:hAnsi="Times New Roman"/>
              </w:rPr>
            </w:pPr>
            <w:r w:rsidRPr="009C0F1B">
              <w:rPr>
                <w:rFonts w:ascii="Times New Roman" w:hAnsi="Times New Roman"/>
              </w:rPr>
              <w:t>выполнение работ, неразрывно связанных с текущим ремонтом фасадов здания МБУ ФОСК "Виктория"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8F" w:rsidRDefault="009E0E8F" w:rsidP="006254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усл. ед.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E8F" w:rsidRDefault="009E0E8F" w:rsidP="006254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:rsidR="009E0E8F" w:rsidRDefault="009E0E8F" w:rsidP="0085453F">
      <w:pPr>
        <w:rPr>
          <w:rFonts w:ascii="Times New Roman" w:hAnsi="Times New Roman"/>
          <w:sz w:val="28"/>
          <w:szCs w:val="28"/>
        </w:rPr>
      </w:pPr>
    </w:p>
    <w:p w:rsidR="009E0E8F" w:rsidRDefault="009E0E8F" w:rsidP="008545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 ФОСК «Виктория»</w:t>
      </w:r>
    </w:p>
    <w:p w:rsidR="009E0E8F" w:rsidRDefault="009E0E8F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E0E8F" w:rsidRDefault="009E0E8F" w:rsidP="00336489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А.Н.Бойко</w:t>
      </w:r>
    </w:p>
    <w:sectPr w:rsidR="009E0E8F" w:rsidSect="00865581">
      <w:headerReference w:type="default" r:id="rId7"/>
      <w:pgSz w:w="16840" w:h="11907" w:orient="landscape" w:code="9"/>
      <w:pgMar w:top="1977" w:right="902" w:bottom="899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E8F" w:rsidRDefault="009E0E8F">
      <w:r>
        <w:separator/>
      </w:r>
    </w:p>
  </w:endnote>
  <w:endnote w:type="continuationSeparator" w:id="0">
    <w:p w:rsidR="009E0E8F" w:rsidRDefault="009E0E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E8F" w:rsidRDefault="009E0E8F">
      <w:r>
        <w:separator/>
      </w:r>
    </w:p>
  </w:footnote>
  <w:footnote w:type="continuationSeparator" w:id="0">
    <w:p w:rsidR="009E0E8F" w:rsidRDefault="009E0E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E8F" w:rsidRDefault="009E0E8F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E0E8F" w:rsidRDefault="009E0E8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40A62"/>
    <w:rsid w:val="00051D95"/>
    <w:rsid w:val="0006685C"/>
    <w:rsid w:val="000726A5"/>
    <w:rsid w:val="000759BE"/>
    <w:rsid w:val="00083DC5"/>
    <w:rsid w:val="00094359"/>
    <w:rsid w:val="000C13B0"/>
    <w:rsid w:val="000D4DBF"/>
    <w:rsid w:val="000E625F"/>
    <w:rsid w:val="000E75E6"/>
    <w:rsid w:val="00101E55"/>
    <w:rsid w:val="001047A9"/>
    <w:rsid w:val="00105934"/>
    <w:rsid w:val="00106736"/>
    <w:rsid w:val="00112F6D"/>
    <w:rsid w:val="00115531"/>
    <w:rsid w:val="00117AE8"/>
    <w:rsid w:val="001224A8"/>
    <w:rsid w:val="001242CB"/>
    <w:rsid w:val="00125FD1"/>
    <w:rsid w:val="001329B3"/>
    <w:rsid w:val="00134C5C"/>
    <w:rsid w:val="00141465"/>
    <w:rsid w:val="001424F4"/>
    <w:rsid w:val="00145A0B"/>
    <w:rsid w:val="001560B5"/>
    <w:rsid w:val="00166536"/>
    <w:rsid w:val="001710EE"/>
    <w:rsid w:val="00175306"/>
    <w:rsid w:val="0018401A"/>
    <w:rsid w:val="001903B9"/>
    <w:rsid w:val="001A603E"/>
    <w:rsid w:val="001B7E0A"/>
    <w:rsid w:val="001E134E"/>
    <w:rsid w:val="001E45A6"/>
    <w:rsid w:val="001E6845"/>
    <w:rsid w:val="001F09C8"/>
    <w:rsid w:val="001F331C"/>
    <w:rsid w:val="00203A4F"/>
    <w:rsid w:val="00207A02"/>
    <w:rsid w:val="00211B64"/>
    <w:rsid w:val="00225EA4"/>
    <w:rsid w:val="00234A77"/>
    <w:rsid w:val="00245972"/>
    <w:rsid w:val="00254740"/>
    <w:rsid w:val="002569A3"/>
    <w:rsid w:val="002613D3"/>
    <w:rsid w:val="00291A18"/>
    <w:rsid w:val="0029386C"/>
    <w:rsid w:val="002B530D"/>
    <w:rsid w:val="002B6DF5"/>
    <w:rsid w:val="002D376F"/>
    <w:rsid w:val="002E26F0"/>
    <w:rsid w:val="002E50C9"/>
    <w:rsid w:val="002F0BC6"/>
    <w:rsid w:val="0030427E"/>
    <w:rsid w:val="00306CE1"/>
    <w:rsid w:val="003322EB"/>
    <w:rsid w:val="00335C04"/>
    <w:rsid w:val="00336489"/>
    <w:rsid w:val="003364DB"/>
    <w:rsid w:val="00341333"/>
    <w:rsid w:val="00347146"/>
    <w:rsid w:val="00350D0F"/>
    <w:rsid w:val="00361515"/>
    <w:rsid w:val="00365218"/>
    <w:rsid w:val="00380FD1"/>
    <w:rsid w:val="003832F3"/>
    <w:rsid w:val="003B2794"/>
    <w:rsid w:val="003C5491"/>
    <w:rsid w:val="003D5A4C"/>
    <w:rsid w:val="003D7EFE"/>
    <w:rsid w:val="003E0EDA"/>
    <w:rsid w:val="003E553F"/>
    <w:rsid w:val="003F61B9"/>
    <w:rsid w:val="00402439"/>
    <w:rsid w:val="00413351"/>
    <w:rsid w:val="00431CA6"/>
    <w:rsid w:val="00434466"/>
    <w:rsid w:val="0043595F"/>
    <w:rsid w:val="00436F6E"/>
    <w:rsid w:val="004432CD"/>
    <w:rsid w:val="00447FF9"/>
    <w:rsid w:val="004725AA"/>
    <w:rsid w:val="00481C03"/>
    <w:rsid w:val="00483098"/>
    <w:rsid w:val="00485E43"/>
    <w:rsid w:val="00491DD4"/>
    <w:rsid w:val="0049668D"/>
    <w:rsid w:val="004A7082"/>
    <w:rsid w:val="004B3210"/>
    <w:rsid w:val="004B5736"/>
    <w:rsid w:val="004C1660"/>
    <w:rsid w:val="004C2652"/>
    <w:rsid w:val="004C4FE7"/>
    <w:rsid w:val="004D4870"/>
    <w:rsid w:val="004F5CD8"/>
    <w:rsid w:val="00514CFD"/>
    <w:rsid w:val="00525A13"/>
    <w:rsid w:val="00530099"/>
    <w:rsid w:val="005324F3"/>
    <w:rsid w:val="00532557"/>
    <w:rsid w:val="00536646"/>
    <w:rsid w:val="00536F29"/>
    <w:rsid w:val="00561E7E"/>
    <w:rsid w:val="00566848"/>
    <w:rsid w:val="00571B3C"/>
    <w:rsid w:val="0057575A"/>
    <w:rsid w:val="005800AC"/>
    <w:rsid w:val="0059340D"/>
    <w:rsid w:val="00594020"/>
    <w:rsid w:val="005A1C38"/>
    <w:rsid w:val="005A3755"/>
    <w:rsid w:val="005B302E"/>
    <w:rsid w:val="005B68A3"/>
    <w:rsid w:val="005C0FC6"/>
    <w:rsid w:val="005C5B42"/>
    <w:rsid w:val="005D0C53"/>
    <w:rsid w:val="005D70B2"/>
    <w:rsid w:val="005E351F"/>
    <w:rsid w:val="005E37F3"/>
    <w:rsid w:val="005E4A7E"/>
    <w:rsid w:val="00603C46"/>
    <w:rsid w:val="0061479A"/>
    <w:rsid w:val="00615189"/>
    <w:rsid w:val="00624DB5"/>
    <w:rsid w:val="0062546B"/>
    <w:rsid w:val="00641EE8"/>
    <w:rsid w:val="00654BFA"/>
    <w:rsid w:val="00656CCF"/>
    <w:rsid w:val="00657BA3"/>
    <w:rsid w:val="00665D47"/>
    <w:rsid w:val="00677AB3"/>
    <w:rsid w:val="00681D4F"/>
    <w:rsid w:val="00690880"/>
    <w:rsid w:val="006C0876"/>
    <w:rsid w:val="006C1908"/>
    <w:rsid w:val="006D12E0"/>
    <w:rsid w:val="006E3797"/>
    <w:rsid w:val="006F193B"/>
    <w:rsid w:val="007020E4"/>
    <w:rsid w:val="00703C6F"/>
    <w:rsid w:val="00704E08"/>
    <w:rsid w:val="007079C9"/>
    <w:rsid w:val="00731E49"/>
    <w:rsid w:val="00733B8C"/>
    <w:rsid w:val="007428FA"/>
    <w:rsid w:val="00745E50"/>
    <w:rsid w:val="00754E4A"/>
    <w:rsid w:val="00766BC3"/>
    <w:rsid w:val="007769A7"/>
    <w:rsid w:val="007775EC"/>
    <w:rsid w:val="0078186A"/>
    <w:rsid w:val="00791DE4"/>
    <w:rsid w:val="007927BB"/>
    <w:rsid w:val="007A6384"/>
    <w:rsid w:val="007A6704"/>
    <w:rsid w:val="007B4194"/>
    <w:rsid w:val="007C03F1"/>
    <w:rsid w:val="007C695A"/>
    <w:rsid w:val="007F1424"/>
    <w:rsid w:val="008011C8"/>
    <w:rsid w:val="008078F2"/>
    <w:rsid w:val="00820110"/>
    <w:rsid w:val="00823D09"/>
    <w:rsid w:val="00830C34"/>
    <w:rsid w:val="00834B40"/>
    <w:rsid w:val="00850011"/>
    <w:rsid w:val="0085453F"/>
    <w:rsid w:val="00857DFE"/>
    <w:rsid w:val="008620B5"/>
    <w:rsid w:val="00863CB7"/>
    <w:rsid w:val="00865581"/>
    <w:rsid w:val="008716F1"/>
    <w:rsid w:val="00897D68"/>
    <w:rsid w:val="008A3907"/>
    <w:rsid w:val="008C2FBB"/>
    <w:rsid w:val="008D0570"/>
    <w:rsid w:val="008D47F5"/>
    <w:rsid w:val="008E418F"/>
    <w:rsid w:val="008F1DDB"/>
    <w:rsid w:val="008F1FBE"/>
    <w:rsid w:val="008F3336"/>
    <w:rsid w:val="008F523A"/>
    <w:rsid w:val="00904020"/>
    <w:rsid w:val="00905D6D"/>
    <w:rsid w:val="0091283C"/>
    <w:rsid w:val="009156D9"/>
    <w:rsid w:val="00944798"/>
    <w:rsid w:val="00947ED6"/>
    <w:rsid w:val="009561E5"/>
    <w:rsid w:val="00957A20"/>
    <w:rsid w:val="00981ABD"/>
    <w:rsid w:val="00987B0F"/>
    <w:rsid w:val="009B353F"/>
    <w:rsid w:val="009B3CD3"/>
    <w:rsid w:val="009C0F1B"/>
    <w:rsid w:val="009C2F41"/>
    <w:rsid w:val="009C413C"/>
    <w:rsid w:val="009D4504"/>
    <w:rsid w:val="009D6288"/>
    <w:rsid w:val="009E0E8F"/>
    <w:rsid w:val="009E3D0B"/>
    <w:rsid w:val="009E657C"/>
    <w:rsid w:val="009E769C"/>
    <w:rsid w:val="009F4E06"/>
    <w:rsid w:val="009F7097"/>
    <w:rsid w:val="00A02454"/>
    <w:rsid w:val="00A1695C"/>
    <w:rsid w:val="00A36A1F"/>
    <w:rsid w:val="00A3740B"/>
    <w:rsid w:val="00A619B9"/>
    <w:rsid w:val="00A63292"/>
    <w:rsid w:val="00A64653"/>
    <w:rsid w:val="00A646A6"/>
    <w:rsid w:val="00A8753B"/>
    <w:rsid w:val="00A87FA6"/>
    <w:rsid w:val="00A93F62"/>
    <w:rsid w:val="00A94A1D"/>
    <w:rsid w:val="00AA03A8"/>
    <w:rsid w:val="00B017E7"/>
    <w:rsid w:val="00B06BE3"/>
    <w:rsid w:val="00B073C0"/>
    <w:rsid w:val="00B12F0C"/>
    <w:rsid w:val="00B201D1"/>
    <w:rsid w:val="00B32552"/>
    <w:rsid w:val="00B35504"/>
    <w:rsid w:val="00B40A40"/>
    <w:rsid w:val="00B460A7"/>
    <w:rsid w:val="00B61B60"/>
    <w:rsid w:val="00B6664D"/>
    <w:rsid w:val="00B73C78"/>
    <w:rsid w:val="00B73D0F"/>
    <w:rsid w:val="00B76DE8"/>
    <w:rsid w:val="00B77342"/>
    <w:rsid w:val="00B8732B"/>
    <w:rsid w:val="00B91389"/>
    <w:rsid w:val="00B934EE"/>
    <w:rsid w:val="00B9498B"/>
    <w:rsid w:val="00BA6DF6"/>
    <w:rsid w:val="00BB03D8"/>
    <w:rsid w:val="00BD417C"/>
    <w:rsid w:val="00BE6E99"/>
    <w:rsid w:val="00C00096"/>
    <w:rsid w:val="00C0098D"/>
    <w:rsid w:val="00C02651"/>
    <w:rsid w:val="00C20A12"/>
    <w:rsid w:val="00C30BB7"/>
    <w:rsid w:val="00C35519"/>
    <w:rsid w:val="00C36DC8"/>
    <w:rsid w:val="00C3705A"/>
    <w:rsid w:val="00C43456"/>
    <w:rsid w:val="00C504DD"/>
    <w:rsid w:val="00C602BF"/>
    <w:rsid w:val="00C726C7"/>
    <w:rsid w:val="00CB1012"/>
    <w:rsid w:val="00CB296B"/>
    <w:rsid w:val="00CB4542"/>
    <w:rsid w:val="00CB61F0"/>
    <w:rsid w:val="00CC774C"/>
    <w:rsid w:val="00CD22B3"/>
    <w:rsid w:val="00CE33A2"/>
    <w:rsid w:val="00D03505"/>
    <w:rsid w:val="00D17CCC"/>
    <w:rsid w:val="00D20D24"/>
    <w:rsid w:val="00D222A7"/>
    <w:rsid w:val="00D22CF8"/>
    <w:rsid w:val="00D33AD3"/>
    <w:rsid w:val="00D35B4B"/>
    <w:rsid w:val="00D43877"/>
    <w:rsid w:val="00D5786B"/>
    <w:rsid w:val="00D64B68"/>
    <w:rsid w:val="00D66E15"/>
    <w:rsid w:val="00D77749"/>
    <w:rsid w:val="00D804C8"/>
    <w:rsid w:val="00D808E2"/>
    <w:rsid w:val="00D908AE"/>
    <w:rsid w:val="00D9736F"/>
    <w:rsid w:val="00DA0A23"/>
    <w:rsid w:val="00DA1849"/>
    <w:rsid w:val="00DB0521"/>
    <w:rsid w:val="00DC12AA"/>
    <w:rsid w:val="00DC12F9"/>
    <w:rsid w:val="00DD3931"/>
    <w:rsid w:val="00DE02F8"/>
    <w:rsid w:val="00DF12E9"/>
    <w:rsid w:val="00E159BA"/>
    <w:rsid w:val="00E26412"/>
    <w:rsid w:val="00E268D6"/>
    <w:rsid w:val="00E3323E"/>
    <w:rsid w:val="00E33621"/>
    <w:rsid w:val="00E34530"/>
    <w:rsid w:val="00E420C1"/>
    <w:rsid w:val="00E4262B"/>
    <w:rsid w:val="00E43EB1"/>
    <w:rsid w:val="00E62F28"/>
    <w:rsid w:val="00E72D28"/>
    <w:rsid w:val="00E75EE5"/>
    <w:rsid w:val="00E81459"/>
    <w:rsid w:val="00E82D20"/>
    <w:rsid w:val="00E85CCB"/>
    <w:rsid w:val="00E86F36"/>
    <w:rsid w:val="00E90159"/>
    <w:rsid w:val="00EA7C72"/>
    <w:rsid w:val="00EC3760"/>
    <w:rsid w:val="00EC3CEF"/>
    <w:rsid w:val="00EC5FBC"/>
    <w:rsid w:val="00ED33E1"/>
    <w:rsid w:val="00ED639C"/>
    <w:rsid w:val="00ED6B33"/>
    <w:rsid w:val="00EE372C"/>
    <w:rsid w:val="00F031F6"/>
    <w:rsid w:val="00F17F62"/>
    <w:rsid w:val="00F23750"/>
    <w:rsid w:val="00F27F5A"/>
    <w:rsid w:val="00F374C5"/>
    <w:rsid w:val="00F4148A"/>
    <w:rsid w:val="00F41761"/>
    <w:rsid w:val="00F425CC"/>
    <w:rsid w:val="00F45829"/>
    <w:rsid w:val="00F62AD5"/>
    <w:rsid w:val="00F62EDA"/>
    <w:rsid w:val="00F6779C"/>
    <w:rsid w:val="00F763E4"/>
    <w:rsid w:val="00F93FDE"/>
    <w:rsid w:val="00F96B58"/>
    <w:rsid w:val="00FA18FF"/>
    <w:rsid w:val="00FA2A00"/>
    <w:rsid w:val="00FA62FA"/>
    <w:rsid w:val="00FA6A7A"/>
    <w:rsid w:val="00FD078A"/>
    <w:rsid w:val="00FD7228"/>
    <w:rsid w:val="00FD76B3"/>
    <w:rsid w:val="00FF51D6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customStyle="1" w:styleId="2">
    <w:name w:val="Знак2"/>
    <w:basedOn w:val="Normal"/>
    <w:uiPriority w:val="99"/>
    <w:rsid w:val="00FA2A0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3">
    <w:name w:val="Знак3"/>
    <w:basedOn w:val="Normal"/>
    <w:uiPriority w:val="99"/>
    <w:rsid w:val="007F142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Абзац списка1"/>
    <w:basedOn w:val="Normal"/>
    <w:uiPriority w:val="99"/>
    <w:rsid w:val="00E3323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4">
    <w:name w:val="Знак4"/>
    <w:basedOn w:val="Normal"/>
    <w:uiPriority w:val="99"/>
    <w:rsid w:val="00E3323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372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7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37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7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37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372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372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6372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2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2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158</TotalTime>
  <Pages>2</Pages>
  <Words>431</Words>
  <Characters>2459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57</cp:revision>
  <cp:lastPrinted>2015-11-10T07:00:00Z</cp:lastPrinted>
  <dcterms:created xsi:type="dcterms:W3CDTF">2014-11-12T06:42:00Z</dcterms:created>
  <dcterms:modified xsi:type="dcterms:W3CDTF">2021-02-04T07:26:00Z</dcterms:modified>
</cp:coreProperties>
</file>