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B37" w:rsidRPr="00C3705A" w:rsidRDefault="00C57B37" w:rsidP="00815230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C57B37" w:rsidRPr="00B73C78" w:rsidRDefault="00C57B37" w:rsidP="00815230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C57B37" w:rsidRDefault="00C57B37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«Сохранение, использование</w:t>
      </w:r>
    </w:p>
    <w:p w:rsidR="00C57B37" w:rsidRDefault="00C57B37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>и охрана объектов культурного</w:t>
      </w:r>
    </w:p>
    <w:p w:rsidR="00C57B37" w:rsidRDefault="00C57B37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402293">
        <w:rPr>
          <w:rFonts w:ascii="Times New Roman" w:hAnsi="Times New Roman"/>
          <w:sz w:val="28"/>
          <w:szCs w:val="28"/>
        </w:rPr>
        <w:t xml:space="preserve">наследия (памятников истории и </w:t>
      </w:r>
    </w:p>
    <w:p w:rsidR="00C57B37" w:rsidRDefault="00C57B37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402293">
        <w:rPr>
          <w:rFonts w:ascii="Times New Roman" w:hAnsi="Times New Roman"/>
          <w:sz w:val="28"/>
          <w:szCs w:val="28"/>
        </w:rPr>
        <w:t>культуры)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2293">
        <w:rPr>
          <w:rFonts w:ascii="Times New Roman" w:hAnsi="Times New Roman"/>
          <w:sz w:val="28"/>
          <w:szCs w:val="28"/>
        </w:rPr>
        <w:t xml:space="preserve">местного значения, </w:t>
      </w:r>
    </w:p>
    <w:p w:rsidR="00C57B37" w:rsidRDefault="00C57B37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402293">
        <w:rPr>
          <w:rFonts w:ascii="Times New Roman" w:hAnsi="Times New Roman"/>
          <w:sz w:val="28"/>
          <w:szCs w:val="28"/>
        </w:rPr>
        <w:t>расположенных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02293">
        <w:rPr>
          <w:rFonts w:ascii="Times New Roman" w:hAnsi="Times New Roman"/>
          <w:sz w:val="28"/>
          <w:szCs w:val="28"/>
        </w:rPr>
        <w:t xml:space="preserve">на территории   </w:t>
      </w:r>
    </w:p>
    <w:p w:rsidR="00C57B37" w:rsidRDefault="00C57B37" w:rsidP="00815230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402293">
        <w:rPr>
          <w:rFonts w:ascii="Times New Roman" w:hAnsi="Times New Roman"/>
          <w:sz w:val="28"/>
          <w:szCs w:val="28"/>
        </w:rPr>
        <w:t>Старотитаровского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2293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C57B37" w:rsidRDefault="00C57B37" w:rsidP="00C915BF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402293">
        <w:rPr>
          <w:rFonts w:ascii="Times New Roman" w:hAnsi="Times New Roman"/>
          <w:sz w:val="28"/>
          <w:szCs w:val="28"/>
        </w:rPr>
        <w:t>Темрюкского района»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2293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40229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57B37" w:rsidRDefault="00C57B37" w:rsidP="00C915BF">
      <w:pPr>
        <w:tabs>
          <w:tab w:val="left" w:pos="4264"/>
        </w:tabs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 05.11.2019 г. № 340</w:t>
      </w:r>
    </w:p>
    <w:p w:rsidR="00C57B37" w:rsidRPr="00AA03A8" w:rsidRDefault="00C57B37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C57B37" w:rsidRDefault="00C57B37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C57B37" w:rsidRDefault="00C57B37" w:rsidP="00402293">
      <w:pPr>
        <w:tabs>
          <w:tab w:val="left" w:pos="4264"/>
        </w:tabs>
        <w:jc w:val="center"/>
        <w:rPr>
          <w:rFonts w:ascii="Times New Roman" w:hAnsi="Times New Roman"/>
          <w:b/>
          <w:sz w:val="28"/>
          <w:szCs w:val="28"/>
        </w:rPr>
      </w:pPr>
      <w:r w:rsidRPr="00631DB2">
        <w:rPr>
          <w:rFonts w:ascii="Times New Roman" w:hAnsi="Times New Roman"/>
          <w:b/>
          <w:sz w:val="28"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Старотитаровского сельского поселения Темрюкского района»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57B37" w:rsidRPr="00AA03A8" w:rsidRDefault="00C57B37" w:rsidP="00402293">
      <w:pPr>
        <w:tabs>
          <w:tab w:val="left" w:pos="4264"/>
        </w:tabs>
        <w:jc w:val="center"/>
        <w:rPr>
          <w:rFonts w:ascii="Times New Roman" w:hAnsi="Times New Roman"/>
          <w:b/>
          <w:sz w:val="28"/>
          <w:szCs w:val="28"/>
        </w:rPr>
      </w:pPr>
      <w:r w:rsidRPr="00631DB2">
        <w:rPr>
          <w:rFonts w:ascii="Times New Roman" w:hAnsi="Times New Roman"/>
          <w:b/>
          <w:sz w:val="28"/>
          <w:szCs w:val="28"/>
        </w:rPr>
        <w:t>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631DB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57B37" w:rsidRPr="00ED639C" w:rsidRDefault="00C57B37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060"/>
        <w:gridCol w:w="1440"/>
        <w:gridCol w:w="3420"/>
      </w:tblGrid>
      <w:tr w:rsidR="00C57B37" w:rsidRPr="00525A13" w:rsidTr="001676DE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37" w:rsidRPr="00525A13" w:rsidRDefault="00C57B3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37" w:rsidRPr="00525A13" w:rsidRDefault="00C57B3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37" w:rsidRPr="00525A13" w:rsidRDefault="00C57B3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7B37" w:rsidRPr="00525A13" w:rsidRDefault="00C57B3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57B37" w:rsidRPr="00525A13" w:rsidTr="001676DE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37" w:rsidRPr="00525A13" w:rsidRDefault="00C57B37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37" w:rsidRPr="00525A13" w:rsidRDefault="00C57B37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37" w:rsidRPr="00525A13" w:rsidRDefault="00C57B37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7B37" w:rsidRPr="00525A13" w:rsidRDefault="00C57B3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C57B37" w:rsidRPr="00525A13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37" w:rsidRPr="00525A13" w:rsidRDefault="00C57B3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37" w:rsidRPr="00525A13" w:rsidRDefault="00C57B3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37" w:rsidRPr="00525A13" w:rsidRDefault="00C57B3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7B37" w:rsidRPr="00525A13" w:rsidRDefault="00C57B37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57B37" w:rsidRPr="00B73C78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37" w:rsidRPr="00704E08" w:rsidRDefault="00C57B37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92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C57B37" w:rsidRPr="00D66E15" w:rsidRDefault="00C57B37" w:rsidP="00D66E15">
            <w:pPr>
              <w:jc w:val="center"/>
              <w:rPr>
                <w:rFonts w:ascii="Times New Roman" w:hAnsi="Times New Roman"/>
                <w:b/>
              </w:rPr>
            </w:pPr>
            <w:r w:rsidRPr="00301483">
              <w:rPr>
                <w:rFonts w:ascii="Times New Roman" w:hAnsi="Times New Roman"/>
                <w:b/>
              </w:rPr>
              <w:t>Муниципальная программа 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 на 20</w:t>
            </w:r>
            <w:r>
              <w:rPr>
                <w:rFonts w:ascii="Times New Roman" w:hAnsi="Times New Roman"/>
                <w:b/>
              </w:rPr>
              <w:t>20</w:t>
            </w:r>
            <w:r w:rsidRPr="00301483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C57B37" w:rsidRPr="00525A13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37" w:rsidRDefault="00C57B3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37" w:rsidRPr="007F24A6" w:rsidRDefault="00C57B37" w:rsidP="007F24A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F24A6">
              <w:rPr>
                <w:rFonts w:ascii="Times New Roman" w:hAnsi="Times New Roman"/>
              </w:rPr>
              <w:t>количество восстановленных (отремонтированных, благоустроенных) воинских захоронений на территории Старотитаровского сельского поселения Темрюкского района</w:t>
            </w:r>
          </w:p>
          <w:p w:rsidR="00C57B37" w:rsidRPr="001676DE" w:rsidRDefault="00C57B37" w:rsidP="00ED3983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37" w:rsidRDefault="00C57B37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7B37" w:rsidRDefault="00C57B37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57B37" w:rsidRPr="00525A13" w:rsidTr="001676D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37" w:rsidRDefault="00C57B3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37" w:rsidRDefault="00C57B37" w:rsidP="00ED3983">
            <w:pPr>
              <w:rPr>
                <w:rFonts w:ascii="Times New Roman" w:hAnsi="Times New Roman"/>
                <w:sz w:val="28"/>
                <w:szCs w:val="28"/>
              </w:rPr>
            </w:pPr>
            <w:r w:rsidRPr="001676D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ED3983">
              <w:rPr>
                <w:rFonts w:ascii="Times New Roman" w:hAnsi="Times New Roman"/>
              </w:rPr>
              <w:t>содержание, косметический ремонт и ремонт памятников истории и культуры, мест захоронений</w:t>
            </w:r>
          </w:p>
          <w:p w:rsidR="00C57B37" w:rsidRPr="001676DE" w:rsidRDefault="00C57B37" w:rsidP="0083151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37" w:rsidRPr="00B73C78" w:rsidRDefault="00C57B37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7B37" w:rsidRPr="00B73C78" w:rsidRDefault="00C57B37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11</w:t>
            </w:r>
          </w:p>
        </w:tc>
      </w:tr>
      <w:bookmarkEnd w:id="0"/>
    </w:tbl>
    <w:p w:rsidR="00C57B37" w:rsidRDefault="00C57B3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C57B37" w:rsidRDefault="00C57B37" w:rsidP="00815230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Pr="000C753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Pr="000C753B">
        <w:rPr>
          <w:rFonts w:ascii="Times New Roman" w:hAnsi="Times New Roman"/>
          <w:sz w:val="28"/>
          <w:szCs w:val="28"/>
        </w:rPr>
        <w:t xml:space="preserve"> Старотитаровского</w:t>
      </w:r>
    </w:p>
    <w:p w:rsidR="00C57B37" w:rsidRPr="000C753B" w:rsidRDefault="00C57B37" w:rsidP="00815230">
      <w:pPr>
        <w:tabs>
          <w:tab w:val="left" w:pos="48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C753B">
        <w:rPr>
          <w:rFonts w:ascii="Times New Roman" w:hAnsi="Times New Roman"/>
          <w:sz w:val="28"/>
          <w:szCs w:val="28"/>
        </w:rPr>
        <w:t>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753B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0C753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Т.И. Опарина</w:t>
      </w:r>
    </w:p>
    <w:p w:rsidR="00C57B37" w:rsidRDefault="00C57B3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C57B37" w:rsidSect="001676DE">
      <w:headerReference w:type="default" r:id="rId7"/>
      <w:pgSz w:w="16840" w:h="11907" w:orient="landscape" w:code="9"/>
      <w:pgMar w:top="567" w:right="902" w:bottom="71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B37" w:rsidRDefault="00C57B37">
      <w:r>
        <w:separator/>
      </w:r>
    </w:p>
  </w:endnote>
  <w:endnote w:type="continuationSeparator" w:id="0">
    <w:p w:rsidR="00C57B37" w:rsidRDefault="00C57B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B37" w:rsidRDefault="00C57B37">
      <w:r>
        <w:separator/>
      </w:r>
    </w:p>
  </w:footnote>
  <w:footnote w:type="continuationSeparator" w:id="0">
    <w:p w:rsidR="00C57B37" w:rsidRDefault="00C57B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B37" w:rsidRDefault="00C57B3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57B37" w:rsidRDefault="00C57B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04CB7"/>
    <w:rsid w:val="00026A04"/>
    <w:rsid w:val="00031545"/>
    <w:rsid w:val="0006685C"/>
    <w:rsid w:val="000726A5"/>
    <w:rsid w:val="000759BE"/>
    <w:rsid w:val="00081DAA"/>
    <w:rsid w:val="00083DC5"/>
    <w:rsid w:val="000C13B0"/>
    <w:rsid w:val="000C753B"/>
    <w:rsid w:val="000D4DBF"/>
    <w:rsid w:val="000E625F"/>
    <w:rsid w:val="000E75E6"/>
    <w:rsid w:val="001047A9"/>
    <w:rsid w:val="00105934"/>
    <w:rsid w:val="00112F6D"/>
    <w:rsid w:val="00115531"/>
    <w:rsid w:val="00117AE8"/>
    <w:rsid w:val="001239B0"/>
    <w:rsid w:val="001329B3"/>
    <w:rsid w:val="00134C5C"/>
    <w:rsid w:val="00136263"/>
    <w:rsid w:val="00141465"/>
    <w:rsid w:val="001424F4"/>
    <w:rsid w:val="00146C16"/>
    <w:rsid w:val="001560B5"/>
    <w:rsid w:val="00166536"/>
    <w:rsid w:val="001676DE"/>
    <w:rsid w:val="001710EE"/>
    <w:rsid w:val="00175306"/>
    <w:rsid w:val="0018401A"/>
    <w:rsid w:val="001A603E"/>
    <w:rsid w:val="001E134E"/>
    <w:rsid w:val="001E6845"/>
    <w:rsid w:val="00203A4F"/>
    <w:rsid w:val="00207A02"/>
    <w:rsid w:val="00216695"/>
    <w:rsid w:val="00254740"/>
    <w:rsid w:val="002569A3"/>
    <w:rsid w:val="002613D3"/>
    <w:rsid w:val="00291A18"/>
    <w:rsid w:val="0029386C"/>
    <w:rsid w:val="002B530D"/>
    <w:rsid w:val="002E26F0"/>
    <w:rsid w:val="002F0BC6"/>
    <w:rsid w:val="00301483"/>
    <w:rsid w:val="0030427E"/>
    <w:rsid w:val="00306CE1"/>
    <w:rsid w:val="00327A54"/>
    <w:rsid w:val="00341333"/>
    <w:rsid w:val="00347146"/>
    <w:rsid w:val="00350D0F"/>
    <w:rsid w:val="00361515"/>
    <w:rsid w:val="00365218"/>
    <w:rsid w:val="003832F3"/>
    <w:rsid w:val="0038343C"/>
    <w:rsid w:val="003B2794"/>
    <w:rsid w:val="003B7B4F"/>
    <w:rsid w:val="003C09D9"/>
    <w:rsid w:val="003D7EFE"/>
    <w:rsid w:val="003E0EDA"/>
    <w:rsid w:val="003E553F"/>
    <w:rsid w:val="003F61B9"/>
    <w:rsid w:val="00402293"/>
    <w:rsid w:val="00402439"/>
    <w:rsid w:val="00413351"/>
    <w:rsid w:val="00434466"/>
    <w:rsid w:val="0043595F"/>
    <w:rsid w:val="004432CD"/>
    <w:rsid w:val="004725AA"/>
    <w:rsid w:val="004774F7"/>
    <w:rsid w:val="00481C03"/>
    <w:rsid w:val="00483098"/>
    <w:rsid w:val="004A2A9E"/>
    <w:rsid w:val="004A5CC5"/>
    <w:rsid w:val="004B3210"/>
    <w:rsid w:val="004B4A62"/>
    <w:rsid w:val="004C1660"/>
    <w:rsid w:val="004C4FE7"/>
    <w:rsid w:val="004F5CD8"/>
    <w:rsid w:val="00514CFD"/>
    <w:rsid w:val="005227BA"/>
    <w:rsid w:val="00524CF5"/>
    <w:rsid w:val="00525A13"/>
    <w:rsid w:val="00530099"/>
    <w:rsid w:val="005324F3"/>
    <w:rsid w:val="00550E81"/>
    <w:rsid w:val="00561E7E"/>
    <w:rsid w:val="00566848"/>
    <w:rsid w:val="00571B3C"/>
    <w:rsid w:val="0057575A"/>
    <w:rsid w:val="00594020"/>
    <w:rsid w:val="005A1C38"/>
    <w:rsid w:val="005A3755"/>
    <w:rsid w:val="005A6AC3"/>
    <w:rsid w:val="005D0C53"/>
    <w:rsid w:val="005D70B2"/>
    <w:rsid w:val="005E37F3"/>
    <w:rsid w:val="00601CE1"/>
    <w:rsid w:val="00615189"/>
    <w:rsid w:val="00620363"/>
    <w:rsid w:val="00624DB5"/>
    <w:rsid w:val="00631DB2"/>
    <w:rsid w:val="006320C0"/>
    <w:rsid w:val="00654402"/>
    <w:rsid w:val="00654BFA"/>
    <w:rsid w:val="00656CCF"/>
    <w:rsid w:val="00657BA3"/>
    <w:rsid w:val="00665D47"/>
    <w:rsid w:val="00677AB3"/>
    <w:rsid w:val="00694E2E"/>
    <w:rsid w:val="0069617C"/>
    <w:rsid w:val="006B6AAD"/>
    <w:rsid w:val="006C0876"/>
    <w:rsid w:val="007020E4"/>
    <w:rsid w:val="00703C6F"/>
    <w:rsid w:val="00704E08"/>
    <w:rsid w:val="00714C3F"/>
    <w:rsid w:val="00754E4A"/>
    <w:rsid w:val="007769A7"/>
    <w:rsid w:val="00791DE4"/>
    <w:rsid w:val="007927BB"/>
    <w:rsid w:val="007A6384"/>
    <w:rsid w:val="007A6E4C"/>
    <w:rsid w:val="007B4194"/>
    <w:rsid w:val="007C03F1"/>
    <w:rsid w:val="007F24A6"/>
    <w:rsid w:val="008011C8"/>
    <w:rsid w:val="008078F2"/>
    <w:rsid w:val="00815230"/>
    <w:rsid w:val="00820110"/>
    <w:rsid w:val="00830C34"/>
    <w:rsid w:val="00831510"/>
    <w:rsid w:val="00834B40"/>
    <w:rsid w:val="00850011"/>
    <w:rsid w:val="00857DFE"/>
    <w:rsid w:val="008620B5"/>
    <w:rsid w:val="00863CB7"/>
    <w:rsid w:val="008716F1"/>
    <w:rsid w:val="00874D35"/>
    <w:rsid w:val="00897D68"/>
    <w:rsid w:val="008A3907"/>
    <w:rsid w:val="008C18CD"/>
    <w:rsid w:val="008D168B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4C09"/>
    <w:rsid w:val="009561E5"/>
    <w:rsid w:val="00957A20"/>
    <w:rsid w:val="0097216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26856"/>
    <w:rsid w:val="00A36A1F"/>
    <w:rsid w:val="00A3740B"/>
    <w:rsid w:val="00A64653"/>
    <w:rsid w:val="00A646A6"/>
    <w:rsid w:val="00A71AC0"/>
    <w:rsid w:val="00A87FA6"/>
    <w:rsid w:val="00AA03A8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77427"/>
    <w:rsid w:val="00B8732B"/>
    <w:rsid w:val="00BA421E"/>
    <w:rsid w:val="00BA6DF6"/>
    <w:rsid w:val="00BA702B"/>
    <w:rsid w:val="00BB1925"/>
    <w:rsid w:val="00BE6E99"/>
    <w:rsid w:val="00C00096"/>
    <w:rsid w:val="00C0098D"/>
    <w:rsid w:val="00C20A12"/>
    <w:rsid w:val="00C30BB7"/>
    <w:rsid w:val="00C35519"/>
    <w:rsid w:val="00C3705A"/>
    <w:rsid w:val="00C57B37"/>
    <w:rsid w:val="00C602BF"/>
    <w:rsid w:val="00C726C7"/>
    <w:rsid w:val="00C915BF"/>
    <w:rsid w:val="00CB296B"/>
    <w:rsid w:val="00CB4542"/>
    <w:rsid w:val="00CB61F0"/>
    <w:rsid w:val="00CC2565"/>
    <w:rsid w:val="00CD22B3"/>
    <w:rsid w:val="00D03505"/>
    <w:rsid w:val="00D17CCC"/>
    <w:rsid w:val="00D20D24"/>
    <w:rsid w:val="00D22374"/>
    <w:rsid w:val="00D22CF8"/>
    <w:rsid w:val="00D33AD3"/>
    <w:rsid w:val="00D43877"/>
    <w:rsid w:val="00D511FE"/>
    <w:rsid w:val="00D5786B"/>
    <w:rsid w:val="00D64B68"/>
    <w:rsid w:val="00D66E15"/>
    <w:rsid w:val="00D77749"/>
    <w:rsid w:val="00D808E2"/>
    <w:rsid w:val="00D846B4"/>
    <w:rsid w:val="00D93BBC"/>
    <w:rsid w:val="00DA0A23"/>
    <w:rsid w:val="00DA1849"/>
    <w:rsid w:val="00DA2F71"/>
    <w:rsid w:val="00DC12F9"/>
    <w:rsid w:val="00DE02F8"/>
    <w:rsid w:val="00DE1C4B"/>
    <w:rsid w:val="00E159BA"/>
    <w:rsid w:val="00E26412"/>
    <w:rsid w:val="00E34530"/>
    <w:rsid w:val="00E35357"/>
    <w:rsid w:val="00E420C1"/>
    <w:rsid w:val="00E43EB1"/>
    <w:rsid w:val="00E70A4C"/>
    <w:rsid w:val="00E82D20"/>
    <w:rsid w:val="00E86F36"/>
    <w:rsid w:val="00EA7C72"/>
    <w:rsid w:val="00EC3760"/>
    <w:rsid w:val="00ED3983"/>
    <w:rsid w:val="00ED639C"/>
    <w:rsid w:val="00ED6B33"/>
    <w:rsid w:val="00EE372C"/>
    <w:rsid w:val="00F031F6"/>
    <w:rsid w:val="00F14A4E"/>
    <w:rsid w:val="00F27F5A"/>
    <w:rsid w:val="00F374C5"/>
    <w:rsid w:val="00F4148A"/>
    <w:rsid w:val="00F62AD5"/>
    <w:rsid w:val="00F82973"/>
    <w:rsid w:val="00FA18FF"/>
    <w:rsid w:val="00FA62FA"/>
    <w:rsid w:val="00FA6A7A"/>
    <w:rsid w:val="00FC6F79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93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9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3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93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93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3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9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93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1</Pages>
  <Words>237</Words>
  <Characters>1354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27</cp:revision>
  <cp:lastPrinted>2015-02-11T10:58:00Z</cp:lastPrinted>
  <dcterms:created xsi:type="dcterms:W3CDTF">2014-11-12T06:42:00Z</dcterms:created>
  <dcterms:modified xsi:type="dcterms:W3CDTF">2020-04-24T07:13:00Z</dcterms:modified>
</cp:coreProperties>
</file>