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DCA" w:rsidRDefault="00EE7DCA" w:rsidP="00CA48A1">
      <w:pPr>
        <w:ind w:left="991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EE7DCA" w:rsidRPr="00B73C78" w:rsidRDefault="00EE7DCA" w:rsidP="00CA48A1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EE7DCA" w:rsidRDefault="00EE7DCA" w:rsidP="00CA48A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«Развитие культуры  Старотитаровского</w:t>
      </w:r>
    </w:p>
    <w:p w:rsidR="00EE7DCA" w:rsidRPr="00CC774C" w:rsidRDefault="00EE7DCA" w:rsidP="00CA48A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E7DCA" w:rsidRPr="00CC774C" w:rsidRDefault="00EE7DCA" w:rsidP="00304C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</w:p>
    <w:p w:rsidR="00EE7DCA" w:rsidRDefault="00EE7DCA" w:rsidP="000A185A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05.11.2019 г. № 331</w:t>
      </w:r>
    </w:p>
    <w:p w:rsidR="00EE7DCA" w:rsidRDefault="00EE7DCA" w:rsidP="00304C41">
      <w:pPr>
        <w:ind w:left="9912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631"/>
        <w:tblW w:w="14508" w:type="dxa"/>
        <w:tblLayout w:type="fixed"/>
        <w:tblLook w:val="0000"/>
      </w:tblPr>
      <w:tblGrid>
        <w:gridCol w:w="392"/>
        <w:gridCol w:w="441"/>
        <w:gridCol w:w="7915"/>
        <w:gridCol w:w="1980"/>
        <w:gridCol w:w="1980"/>
        <w:gridCol w:w="1800"/>
      </w:tblGrid>
      <w:tr w:rsidR="00EE7DCA" w:rsidRPr="00DA586D" w:rsidTr="00D2263B">
        <w:tc>
          <w:tcPr>
            <w:tcW w:w="392" w:type="dxa"/>
          </w:tcPr>
          <w:p w:rsidR="00EE7DCA" w:rsidRPr="001913AC" w:rsidRDefault="00EE7DCA" w:rsidP="00304C41">
            <w:pPr>
              <w:pStyle w:val="Head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16" w:type="dxa"/>
            <w:gridSpan w:val="5"/>
          </w:tcPr>
          <w:p w:rsidR="00EE7DCA" w:rsidRPr="00CC774C" w:rsidRDefault="00EE7DCA" w:rsidP="00304C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C41">
              <w:rPr>
                <w:rFonts w:ascii="Times New Roman" w:hAnsi="Times New Roman"/>
                <w:b/>
                <w:sz w:val="28"/>
                <w:szCs w:val="28"/>
              </w:rPr>
              <w:t>Целевые показатели муниципальной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774C"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культуры  Старотитаровского сельского посе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ления Темрюкского района»</w:t>
            </w:r>
          </w:p>
          <w:p w:rsidR="00EE7DCA" w:rsidRPr="0095474D" w:rsidRDefault="00EE7DCA" w:rsidP="00304C41">
            <w:pPr>
              <w:jc w:val="center"/>
            </w:pPr>
          </w:p>
        </w:tc>
      </w:tr>
      <w:tr w:rsidR="00EE7DCA" w:rsidRPr="00DA586D" w:rsidTr="00D2263B">
        <w:tc>
          <w:tcPr>
            <w:tcW w:w="392" w:type="dxa"/>
            <w:tcBorders>
              <w:bottom w:val="single" w:sz="4" w:space="0" w:color="auto"/>
            </w:tcBorders>
          </w:tcPr>
          <w:p w:rsidR="00EE7DCA" w:rsidRPr="00DA586D" w:rsidRDefault="00EE7DCA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6" w:type="dxa"/>
            <w:gridSpan w:val="5"/>
            <w:tcBorders>
              <w:bottom w:val="single" w:sz="4" w:space="0" w:color="auto"/>
            </w:tcBorders>
          </w:tcPr>
          <w:p w:rsidR="00EE7DCA" w:rsidRPr="00DA586D" w:rsidRDefault="00EE7DCA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7DCA" w:rsidRPr="00DA586D" w:rsidTr="00D2263B">
        <w:trPr>
          <w:trHeight w:val="835"/>
        </w:trPr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304C41" w:rsidRDefault="00EE7DCA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№</w:t>
            </w:r>
            <w:r w:rsidRPr="00304C41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304C41" w:rsidRDefault="00EE7DCA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304C41" w:rsidRDefault="00EE7DCA" w:rsidP="007415D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304C41" w:rsidRDefault="00EE7DCA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EE7DCA" w:rsidRPr="00DA586D" w:rsidTr="00D2263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65032E" w:rsidRDefault="00EE7DCA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65032E" w:rsidRDefault="00EE7DCA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65032E" w:rsidRDefault="00EE7DCA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Default="00EE7DCA" w:rsidP="007415D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Default="00EE7DCA" w:rsidP="007415D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</w:tr>
      <w:tr w:rsidR="00EE7DCA" w:rsidRPr="00DA586D" w:rsidTr="00D2263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65032E" w:rsidRDefault="00EE7DCA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65032E" w:rsidRDefault="00EE7DCA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65032E" w:rsidRDefault="00EE7DCA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65032E" w:rsidRDefault="00EE7DCA" w:rsidP="007415D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65032E" w:rsidRDefault="00EE7DCA" w:rsidP="007415D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EE7DCA" w:rsidRPr="00DA586D" w:rsidTr="00D2263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CF7C8F" w:rsidRDefault="00EE7DCA" w:rsidP="00E15943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 w:rsidRPr="00CF7C8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Default="00EE7DCA" w:rsidP="00D84FBC">
            <w:pPr>
              <w:pStyle w:val="a2"/>
              <w:jc w:val="center"/>
              <w:rPr>
                <w:rFonts w:ascii="Times New Roman" w:hAnsi="Times New Roman"/>
                <w:b/>
              </w:rPr>
            </w:pPr>
            <w:r w:rsidRPr="00D84FBC">
              <w:rPr>
                <w:rFonts w:ascii="Times New Roman" w:hAnsi="Times New Roman"/>
                <w:b/>
              </w:rPr>
              <w:t>Подпрограмма «Поддержка МБУ «Старотитаровский  КСЦ»</w:t>
            </w:r>
          </w:p>
          <w:p w:rsidR="00EE7DCA" w:rsidRPr="00D84FBC" w:rsidRDefault="00EE7DCA" w:rsidP="00D84FBC"/>
        </w:tc>
      </w:tr>
      <w:tr w:rsidR="00EE7DCA" w:rsidRPr="00DA586D" w:rsidTr="00D2263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65032E" w:rsidRDefault="00EE7DCA" w:rsidP="009D529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65032E" w:rsidRDefault="00EE7DCA" w:rsidP="00CF7C8F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7403F5">
              <w:rPr>
                <w:rFonts w:ascii="Times New Roman" w:hAnsi="Times New Roman"/>
              </w:rPr>
              <w:t>приобретение звукоусилительного оборудования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65032E" w:rsidRDefault="00EE7DCA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65032E" w:rsidRDefault="00EE7DCA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65032E" w:rsidRDefault="00EE7DCA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E7DCA" w:rsidRPr="00DA586D" w:rsidTr="007426F5">
        <w:trPr>
          <w:trHeight w:val="260"/>
        </w:trPr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65032E" w:rsidRDefault="00EE7DCA" w:rsidP="009D529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321D4F" w:rsidRDefault="00EE7DCA" w:rsidP="00321D4F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сценического оборудования</w:t>
            </w:r>
          </w:p>
          <w:p w:rsidR="00EE7DCA" w:rsidRPr="0065032E" w:rsidRDefault="00EE7DCA" w:rsidP="00A05FAF">
            <w:pPr>
              <w:pStyle w:val="a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65032E" w:rsidRDefault="00EE7DCA" w:rsidP="009A38F0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комплект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7426F5" w:rsidRDefault="00EE7DCA" w:rsidP="007426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7426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7426F5" w:rsidRDefault="00EE7DCA" w:rsidP="007426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E7DCA" w:rsidRPr="00DA586D" w:rsidTr="00D2263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65032E" w:rsidRDefault="00EE7DCA" w:rsidP="009D529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65032E" w:rsidRDefault="00EE7DCA" w:rsidP="00A05FAF">
            <w:pPr>
              <w:pStyle w:val="a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65032E" w:rsidRDefault="00EE7DCA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65032E" w:rsidRDefault="00EE7DCA" w:rsidP="00D807EA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65032E" w:rsidRDefault="00EE7DCA" w:rsidP="00D807EA"/>
        </w:tc>
      </w:tr>
      <w:tr w:rsidR="00EE7DCA" w:rsidRPr="00DA586D" w:rsidTr="00D2263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CF7C8F" w:rsidRDefault="00EE7DCA" w:rsidP="009D5298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 w:rsidRPr="00CF7C8F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3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CF7C8F" w:rsidRDefault="00EE7DCA" w:rsidP="00CF7C8F">
            <w:pPr>
              <w:jc w:val="center"/>
              <w:rPr>
                <w:rFonts w:ascii="Times New Roman" w:hAnsi="Times New Roman"/>
                <w:b/>
              </w:rPr>
            </w:pPr>
            <w:r w:rsidRPr="00CF7C8F">
              <w:rPr>
                <w:rFonts w:ascii="Times New Roman" w:hAnsi="Times New Roman"/>
                <w:b/>
              </w:rPr>
              <w:t>Подпрограмма «Совершенствование деятельности МБУ «Старотитаровский   КСЦ»</w:t>
            </w:r>
            <w:r w:rsidRPr="00CF7C8F">
              <w:rPr>
                <w:rFonts w:ascii="Times New Roman" w:hAnsi="Times New Roman"/>
                <w:b/>
                <w:color w:val="000000"/>
              </w:rPr>
              <w:t xml:space="preserve"> по предоставлению муниципальных услуг</w:t>
            </w:r>
            <w:r w:rsidRPr="00CF7C8F">
              <w:rPr>
                <w:rFonts w:ascii="Times New Roman" w:hAnsi="Times New Roman"/>
                <w:b/>
              </w:rPr>
              <w:t>»</w:t>
            </w:r>
          </w:p>
          <w:p w:rsidR="00EE7DCA" w:rsidRPr="00CF7C8F" w:rsidRDefault="00EE7DCA" w:rsidP="00D807EA">
            <w:pPr>
              <w:rPr>
                <w:b/>
              </w:rPr>
            </w:pPr>
          </w:p>
        </w:tc>
      </w:tr>
      <w:tr w:rsidR="00EE7DCA" w:rsidRPr="00DA586D" w:rsidTr="00D2263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65032E" w:rsidRDefault="00EE7DCA" w:rsidP="009D529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942831" w:rsidRDefault="00EE7DCA" w:rsidP="00CF7C8F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выплаты заработной платы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AA4784" w:rsidRDefault="00EE7DCA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AA4784" w:rsidRDefault="00EE7DCA" w:rsidP="00D807EA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AA4784" w:rsidRDefault="00EE7DCA" w:rsidP="00D807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E7DCA" w:rsidRPr="00DA586D" w:rsidTr="00D2263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65032E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942831" w:rsidRDefault="00EE7DCA" w:rsidP="00F541D5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оплата услуги связи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AA4784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AA4784" w:rsidRDefault="00EE7DCA" w:rsidP="00F541D5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AA4784" w:rsidRDefault="00EE7DCA" w:rsidP="00F541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E7DCA" w:rsidRPr="00DA586D" w:rsidTr="00D2263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65032E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942831" w:rsidRDefault="00EE7DCA" w:rsidP="00F541D5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оплата коммунальных услуг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AA4784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AA4784" w:rsidRDefault="00EE7DCA" w:rsidP="00F541D5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AA4784" w:rsidRDefault="00EE7DCA" w:rsidP="00F541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E7DCA" w:rsidRPr="00DA586D" w:rsidTr="00D2263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65032E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942831" w:rsidRDefault="00EE7DCA" w:rsidP="00F541D5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вывоз ТКО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AA4784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AA4784" w:rsidRDefault="00EE7DCA" w:rsidP="00F541D5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AA4784" w:rsidRDefault="00EE7DCA" w:rsidP="00F541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E7DCA" w:rsidRPr="00DA586D" w:rsidTr="00D2263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65032E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942831" w:rsidRDefault="00EE7DCA" w:rsidP="00F541D5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подписка на периодику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65032E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AA02C2" w:rsidRDefault="00EE7DCA" w:rsidP="00F541D5">
            <w:pPr>
              <w:rPr>
                <w:rFonts w:ascii="Times New Roman" w:hAnsi="Times New Roman" w:cs="Times New Roman"/>
              </w:rPr>
            </w:pPr>
            <w:r w:rsidRPr="00AA02C2">
              <w:rPr>
                <w:rFonts w:ascii="Times New Roman" w:hAnsi="Times New Roman" w:cs="Times New Roman"/>
              </w:rPr>
              <w:t>1602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AA02C2" w:rsidRDefault="00EE7DCA" w:rsidP="00F541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E7DCA" w:rsidRPr="00DA586D" w:rsidTr="00D2263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65032E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942831" w:rsidRDefault="00EE7DCA" w:rsidP="00F541D5">
            <w:pPr>
              <w:pStyle w:val="a1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проведение диспансеризации сотрудников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65032E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AA02C2" w:rsidRDefault="00EE7DCA" w:rsidP="00F541D5">
            <w:pPr>
              <w:rPr>
                <w:rFonts w:ascii="Times New Roman" w:hAnsi="Times New Roman" w:cs="Times New Roman"/>
              </w:rPr>
            </w:pPr>
            <w:r w:rsidRPr="00AA02C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AA02C2" w:rsidRDefault="00EE7DCA" w:rsidP="00F541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E7DCA" w:rsidRPr="00DA586D" w:rsidTr="00D2263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65032E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942831" w:rsidRDefault="00EE7DCA" w:rsidP="00F541D5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заправка картриджей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032D33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032D33" w:rsidRDefault="00EE7DCA" w:rsidP="005804F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032D33" w:rsidRDefault="00EE7DCA" w:rsidP="000334A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E7DCA" w:rsidRPr="00DA586D" w:rsidTr="00D2263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942831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942831" w:rsidRDefault="00EE7DCA" w:rsidP="00F541D5">
            <w:pPr>
              <w:pStyle w:val="a1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закупка картриджей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032D33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032D33" w:rsidRDefault="00EE7DCA" w:rsidP="005804F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          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0334AF" w:rsidRDefault="00EE7DCA" w:rsidP="000334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334AF">
              <w:rPr>
                <w:rFonts w:ascii="Times New Roman" w:hAnsi="Times New Roman" w:cs="Times New Roman"/>
              </w:rPr>
              <w:t>0</w:t>
            </w:r>
          </w:p>
        </w:tc>
      </w:tr>
      <w:tr w:rsidR="00EE7DCA" w:rsidRPr="00DA586D" w:rsidTr="00796D1D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942831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942831" w:rsidRDefault="00EE7DCA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/>
              </w:rPr>
              <w:t>программное обеспечение «Антивирус»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032D33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C9666A" w:rsidRDefault="00EE7DCA" w:rsidP="005804F4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C966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C9666A" w:rsidRDefault="00EE7DCA" w:rsidP="000334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E7DCA" w:rsidRPr="00DA586D" w:rsidTr="00796D1D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942831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942831" w:rsidRDefault="00EE7DCA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/>
              </w:rPr>
              <w:t>операционная система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032D33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C9666A" w:rsidRDefault="00EE7DCA" w:rsidP="005804F4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C966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C9666A" w:rsidRDefault="00EE7DCA" w:rsidP="000334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E7DCA" w:rsidRPr="00DA586D" w:rsidTr="00796D1D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942831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942831" w:rsidRDefault="00EE7DCA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/>
              </w:rPr>
              <w:t>приобретение хозтоваров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Default="00EE7DCA" w:rsidP="00796D1D">
            <w:pPr>
              <w:ind w:firstLine="0"/>
              <w:jc w:val="center"/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032D33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4F4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менее 13</w:t>
            </w:r>
            <w:r w:rsidRPr="005804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0334AF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334AF">
              <w:rPr>
                <w:rFonts w:ascii="Times New Roman" w:hAnsi="Times New Roman" w:cs="Times New Roman"/>
              </w:rPr>
              <w:t>0</w:t>
            </w:r>
          </w:p>
        </w:tc>
      </w:tr>
      <w:tr w:rsidR="00EE7DCA" w:rsidRPr="00DA586D" w:rsidTr="00796D1D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942831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942831" w:rsidRDefault="00EE7DCA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/>
              </w:rPr>
              <w:t>приобретение канцтоваров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Default="00EE7DCA" w:rsidP="00796D1D">
            <w:pPr>
              <w:ind w:firstLine="0"/>
              <w:jc w:val="center"/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5804F4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5804F4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менее</w:t>
            </w:r>
            <w:r w:rsidRPr="005804F4">
              <w:rPr>
                <w:rFonts w:ascii="Times New Roman" w:hAnsi="Times New Roman" w:cs="Times New Roman"/>
              </w:rPr>
              <w:t xml:space="preserve"> 150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5804F4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E7DCA" w:rsidRPr="00414DF9" w:rsidTr="00414DF9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414DF9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14DF9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414DF9" w:rsidRDefault="00EE7DCA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414DF9">
              <w:rPr>
                <w:rFonts w:ascii="Times New Roman" w:hAnsi="Times New Roman" w:cs="Times New Roman"/>
              </w:rPr>
              <w:t>емонт кабинета руководителя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414DF9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414DF9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414DF9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E7DCA" w:rsidRPr="00DA586D" w:rsidTr="00D2263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DA586D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DA586D" w:rsidRDefault="00EE7DCA" w:rsidP="00F541D5">
            <w:pPr>
              <w:pStyle w:val="a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032D33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032D33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7DCA" w:rsidRPr="00DA586D" w:rsidTr="00D2263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B772DE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 w:rsidRPr="00B772DE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3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Default="00EE7DCA" w:rsidP="00F541D5">
            <w:pPr>
              <w:pStyle w:val="a1"/>
              <w:jc w:val="center"/>
              <w:rPr>
                <w:rFonts w:ascii="Times New Roman" w:hAnsi="Times New Roman"/>
                <w:b/>
              </w:rPr>
            </w:pPr>
            <w:r w:rsidRPr="00B772DE">
              <w:rPr>
                <w:rFonts w:ascii="Times New Roman" w:hAnsi="Times New Roman"/>
                <w:b/>
              </w:rPr>
              <w:t>Подпрограмма «</w:t>
            </w:r>
            <w:r w:rsidRPr="00B772DE">
              <w:rPr>
                <w:rFonts w:ascii="Times New Roman" w:hAnsi="Times New Roman"/>
                <w:b/>
                <w:bCs/>
                <w:color w:val="000000"/>
              </w:rPr>
              <w:t>Основные направления развития культуры</w:t>
            </w:r>
            <w:r w:rsidRPr="00B772DE">
              <w:rPr>
                <w:rFonts w:ascii="Times New Roman" w:hAnsi="Times New Roman"/>
                <w:b/>
              </w:rPr>
              <w:t xml:space="preserve"> в Старотитаровском сельском поселении </w:t>
            </w:r>
          </w:p>
          <w:p w:rsidR="00EE7DCA" w:rsidRDefault="00EE7DCA" w:rsidP="00F541D5">
            <w:pPr>
              <w:pStyle w:val="a1"/>
              <w:jc w:val="center"/>
              <w:rPr>
                <w:rFonts w:ascii="Times New Roman" w:hAnsi="Times New Roman"/>
                <w:b/>
              </w:rPr>
            </w:pPr>
            <w:r w:rsidRPr="00B772DE">
              <w:rPr>
                <w:rFonts w:ascii="Times New Roman" w:hAnsi="Times New Roman"/>
                <w:b/>
              </w:rPr>
              <w:t>Темрюкского района»</w:t>
            </w:r>
          </w:p>
          <w:p w:rsidR="00EE7DCA" w:rsidRPr="00696591" w:rsidRDefault="00EE7DCA" w:rsidP="00696591"/>
        </w:tc>
      </w:tr>
      <w:tr w:rsidR="00EE7DCA" w:rsidRPr="00DA586D" w:rsidTr="00796D1D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B772DE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B772D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D53DDC" w:rsidRDefault="00EE7DCA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D53DDC">
              <w:rPr>
                <w:rFonts w:ascii="Times New Roman" w:hAnsi="Times New Roman"/>
              </w:rPr>
              <w:t>проведение культурно-массовых мероприятий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B772DE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B772DE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160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B772DE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E7DCA" w:rsidRPr="00DA586D" w:rsidTr="00D2263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B772DE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B772DE" w:rsidRDefault="00EE7DCA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B772DE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B772DE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7DCA" w:rsidRPr="00DA586D" w:rsidTr="00D2263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696591" w:rsidRDefault="00EE7DCA" w:rsidP="00F541D5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 w:rsidRPr="00696591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13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Default="00EE7DCA" w:rsidP="00F541D5">
            <w:pPr>
              <w:pStyle w:val="a1"/>
              <w:jc w:val="center"/>
              <w:rPr>
                <w:rFonts w:ascii="Times New Roman" w:hAnsi="Times New Roman"/>
                <w:b/>
              </w:rPr>
            </w:pPr>
            <w:r w:rsidRPr="00696591">
              <w:rPr>
                <w:rFonts w:ascii="Times New Roman" w:hAnsi="Times New Roman"/>
                <w:b/>
              </w:rPr>
              <w:t>Подпрограмма «Кадровое обеспечение сферы культуры и искусства в Старотитаровском сельском поселении Темрюкского района»</w:t>
            </w:r>
          </w:p>
          <w:p w:rsidR="00EE7DCA" w:rsidRPr="00696591" w:rsidRDefault="00EE7DCA" w:rsidP="00696591"/>
        </w:tc>
      </w:tr>
      <w:tr w:rsidR="00EE7DCA" w:rsidRPr="00DA586D" w:rsidTr="00796D1D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B772DE" w:rsidRDefault="00EE7DCA" w:rsidP="00696591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696591" w:rsidRDefault="00EE7DCA" w:rsidP="00696591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696591">
              <w:rPr>
                <w:rFonts w:ascii="Times New Roman" w:hAnsi="Times New Roman"/>
              </w:rPr>
              <w:t>поэтапное повышение уровня заработной платы сотрудникам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AA4784" w:rsidRDefault="00EE7DCA" w:rsidP="00696591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AA4784" w:rsidRDefault="00EE7DCA" w:rsidP="00696591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AA4784" w:rsidRDefault="00EE7DCA" w:rsidP="00696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E7DCA" w:rsidRPr="00DA586D" w:rsidTr="00796D1D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B772DE" w:rsidRDefault="00EE7DCA" w:rsidP="00696591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CA" w:rsidRPr="00B772DE" w:rsidRDefault="00EE7DCA" w:rsidP="00696591">
            <w:pPr>
              <w:pStyle w:val="a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B772DE" w:rsidRDefault="00EE7DCA" w:rsidP="00696591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B772DE" w:rsidRDefault="00EE7DCA" w:rsidP="00696591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DCA" w:rsidRPr="00B772DE" w:rsidRDefault="00EE7DCA" w:rsidP="00696591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7DCA" w:rsidRPr="00800322" w:rsidRDefault="00EE7DCA" w:rsidP="00800322">
      <w:pPr>
        <w:rPr>
          <w:vanish/>
        </w:rPr>
      </w:pPr>
    </w:p>
    <w:tbl>
      <w:tblPr>
        <w:tblW w:w="15451" w:type="dxa"/>
        <w:tblInd w:w="-1026" w:type="dxa"/>
        <w:tblLook w:val="0000"/>
      </w:tblPr>
      <w:tblGrid>
        <w:gridCol w:w="7641"/>
        <w:gridCol w:w="7810"/>
      </w:tblGrid>
      <w:tr w:rsidR="00EE7DCA" w:rsidRPr="002A665B" w:rsidTr="00442153">
        <w:tc>
          <w:tcPr>
            <w:tcW w:w="7641" w:type="dxa"/>
            <w:tcBorders>
              <w:top w:val="nil"/>
              <w:left w:val="nil"/>
              <w:bottom w:val="nil"/>
              <w:right w:val="nil"/>
            </w:tcBorders>
          </w:tcPr>
          <w:p w:rsidR="00EE7DCA" w:rsidRDefault="00EE7DCA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DCA" w:rsidRDefault="00EE7DCA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DCA" w:rsidRDefault="00EE7DCA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DCA" w:rsidRPr="002A665B" w:rsidRDefault="00EE7DCA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7DCA" w:rsidRPr="002A665B" w:rsidRDefault="00EE7DCA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дминистрации Старотитаровского</w:t>
            </w:r>
          </w:p>
          <w:p w:rsidR="00EE7DCA" w:rsidRPr="002A665B" w:rsidRDefault="00EE7DCA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ельского поселения Темрюкского района</w:t>
            </w:r>
          </w:p>
        </w:tc>
        <w:tc>
          <w:tcPr>
            <w:tcW w:w="7810" w:type="dxa"/>
            <w:tcBorders>
              <w:top w:val="nil"/>
              <w:left w:val="nil"/>
              <w:bottom w:val="nil"/>
              <w:right w:val="nil"/>
            </w:tcBorders>
          </w:tcPr>
          <w:p w:rsidR="00EE7DCA" w:rsidRPr="001913AC" w:rsidRDefault="00EE7DCA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EE7DCA" w:rsidRPr="001913AC" w:rsidRDefault="00EE7DCA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EE7DCA" w:rsidRPr="001913AC" w:rsidRDefault="00EE7DCA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913AC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EE7DCA" w:rsidRPr="001913AC" w:rsidRDefault="00EE7DCA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EE7DCA" w:rsidRPr="001913AC" w:rsidRDefault="00EE7DCA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EE7DCA" w:rsidRPr="001913AC" w:rsidRDefault="00EE7DCA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Л.В. Кубрак</w:t>
            </w:r>
          </w:p>
        </w:tc>
      </w:tr>
    </w:tbl>
    <w:p w:rsidR="00EE7DCA" w:rsidRDefault="00EE7DCA" w:rsidP="00570710">
      <w:pPr>
        <w:ind w:firstLine="0"/>
      </w:pPr>
    </w:p>
    <w:p w:rsidR="00EE7DCA" w:rsidRDefault="00EE7DCA" w:rsidP="00E15943">
      <w:pPr>
        <w:ind w:firstLine="0"/>
      </w:pPr>
    </w:p>
    <w:sectPr w:rsidR="00EE7DCA" w:rsidSect="00442153">
      <w:headerReference w:type="default" r:id="rId7"/>
      <w:headerReference w:type="first" r:id="rId8"/>
      <w:pgSz w:w="16838" w:h="11906" w:orient="landscape"/>
      <w:pgMar w:top="719" w:right="67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DCA" w:rsidRDefault="00EE7DCA" w:rsidP="00517686">
      <w:r>
        <w:separator/>
      </w:r>
    </w:p>
  </w:endnote>
  <w:endnote w:type="continuationSeparator" w:id="0">
    <w:p w:rsidR="00EE7DCA" w:rsidRDefault="00EE7DCA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DCA" w:rsidRDefault="00EE7DCA" w:rsidP="00517686">
      <w:r>
        <w:separator/>
      </w:r>
    </w:p>
  </w:footnote>
  <w:footnote w:type="continuationSeparator" w:id="0">
    <w:p w:rsidR="00EE7DCA" w:rsidRDefault="00EE7DCA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DCA" w:rsidRPr="00517686" w:rsidRDefault="00EE7DCA">
    <w:pPr>
      <w:pStyle w:val="Header"/>
      <w:jc w:val="center"/>
      <w:rPr>
        <w:rFonts w:ascii="Times New Roman" w:hAnsi="Times New Roman"/>
        <w:sz w:val="28"/>
        <w:szCs w:val="28"/>
      </w:rPr>
    </w:pPr>
  </w:p>
  <w:p w:rsidR="00EE7DCA" w:rsidRDefault="00EE7DCA">
    <w:pPr>
      <w:pStyle w:val="Header"/>
    </w:pPr>
    <w:r>
      <w:rPr>
        <w:noProof/>
      </w:rPr>
      <w:pict>
        <v:rect id="Прямоугольник 9" o:spid="_x0000_s2049" style="position:absolute;left:0;text-align:left;margin-left:796.8pt;margin-top:0;width:56.25pt;height:55.5pt;z-index:251658240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">
            <w:txbxContent>
              <w:p w:rsidR="00EE7DCA" w:rsidRPr="00307D3B" w:rsidRDefault="00EE7DCA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Pr="00414DF9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DCA" w:rsidRDefault="00EE7DCA">
    <w:pPr>
      <w:pStyle w:val="Header"/>
      <w:jc w:val="center"/>
    </w:pPr>
  </w:p>
  <w:p w:rsidR="00EE7DCA" w:rsidRDefault="00EE7DCA">
    <w:pPr>
      <w:pStyle w:val="Header"/>
    </w:pPr>
    <w:r>
      <w:rPr>
        <w:noProof/>
      </w:rPr>
      <w:pict>
        <v:rect id="_x0000_s2050" style="position:absolute;left:0;text-align:left;margin-left:794.55pt;margin-top:0;width:60.75pt;height:52.5pt;z-index:251657216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">
            <w:txbxContent>
              <w:p w:rsidR="00EE7DCA" w:rsidRPr="00307D3B" w:rsidRDefault="00EE7DCA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Pr="00414DF9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02BE6"/>
    <w:rsid w:val="0001317B"/>
    <w:rsid w:val="00030778"/>
    <w:rsid w:val="00032D33"/>
    <w:rsid w:val="000334AF"/>
    <w:rsid w:val="0004122D"/>
    <w:rsid w:val="000604BD"/>
    <w:rsid w:val="00081062"/>
    <w:rsid w:val="00083153"/>
    <w:rsid w:val="0008643E"/>
    <w:rsid w:val="000958E8"/>
    <w:rsid w:val="000A185A"/>
    <w:rsid w:val="000B1CD5"/>
    <w:rsid w:val="000E0D46"/>
    <w:rsid w:val="000F1E43"/>
    <w:rsid w:val="0014411D"/>
    <w:rsid w:val="00151D92"/>
    <w:rsid w:val="001555E0"/>
    <w:rsid w:val="00160C32"/>
    <w:rsid w:val="00160F06"/>
    <w:rsid w:val="00163684"/>
    <w:rsid w:val="001913AC"/>
    <w:rsid w:val="00231E0A"/>
    <w:rsid w:val="002352D1"/>
    <w:rsid w:val="00273B56"/>
    <w:rsid w:val="0028176D"/>
    <w:rsid w:val="002A665B"/>
    <w:rsid w:val="002C5B45"/>
    <w:rsid w:val="002D3AB3"/>
    <w:rsid w:val="002E72F5"/>
    <w:rsid w:val="00304C41"/>
    <w:rsid w:val="00307D3B"/>
    <w:rsid w:val="00321D4F"/>
    <w:rsid w:val="003322EB"/>
    <w:rsid w:val="00374A91"/>
    <w:rsid w:val="003914A4"/>
    <w:rsid w:val="003C4CD4"/>
    <w:rsid w:val="003D16CC"/>
    <w:rsid w:val="00414DF9"/>
    <w:rsid w:val="00442153"/>
    <w:rsid w:val="00455ADD"/>
    <w:rsid w:val="00476251"/>
    <w:rsid w:val="004C441D"/>
    <w:rsid w:val="004D578E"/>
    <w:rsid w:val="004F6143"/>
    <w:rsid w:val="005114CD"/>
    <w:rsid w:val="00511684"/>
    <w:rsid w:val="00517686"/>
    <w:rsid w:val="005263A3"/>
    <w:rsid w:val="005306AE"/>
    <w:rsid w:val="00534EAA"/>
    <w:rsid w:val="005545E1"/>
    <w:rsid w:val="00570710"/>
    <w:rsid w:val="005804F4"/>
    <w:rsid w:val="005B0CC2"/>
    <w:rsid w:val="005C5B42"/>
    <w:rsid w:val="005D3FB7"/>
    <w:rsid w:val="00600962"/>
    <w:rsid w:val="00603C14"/>
    <w:rsid w:val="00615D6A"/>
    <w:rsid w:val="00647EBC"/>
    <w:rsid w:val="0065032E"/>
    <w:rsid w:val="00657541"/>
    <w:rsid w:val="00690B54"/>
    <w:rsid w:val="00696591"/>
    <w:rsid w:val="006B18FE"/>
    <w:rsid w:val="006B6C24"/>
    <w:rsid w:val="006D15B0"/>
    <w:rsid w:val="006E7F9D"/>
    <w:rsid w:val="006F6C22"/>
    <w:rsid w:val="00714A4B"/>
    <w:rsid w:val="00731FC7"/>
    <w:rsid w:val="00737DC2"/>
    <w:rsid w:val="007403F5"/>
    <w:rsid w:val="007415D2"/>
    <w:rsid w:val="007426F5"/>
    <w:rsid w:val="00793A73"/>
    <w:rsid w:val="00796D1D"/>
    <w:rsid w:val="007D4E73"/>
    <w:rsid w:val="007D6017"/>
    <w:rsid w:val="00800322"/>
    <w:rsid w:val="008C3DC5"/>
    <w:rsid w:val="008E5535"/>
    <w:rsid w:val="0091283C"/>
    <w:rsid w:val="00942831"/>
    <w:rsid w:val="0095474D"/>
    <w:rsid w:val="00963A25"/>
    <w:rsid w:val="009816B2"/>
    <w:rsid w:val="009A38F0"/>
    <w:rsid w:val="009B1FC7"/>
    <w:rsid w:val="009C5F06"/>
    <w:rsid w:val="009D4A78"/>
    <w:rsid w:val="009D5298"/>
    <w:rsid w:val="00A05FAF"/>
    <w:rsid w:val="00A32F69"/>
    <w:rsid w:val="00A52464"/>
    <w:rsid w:val="00A970CB"/>
    <w:rsid w:val="00AA02C2"/>
    <w:rsid w:val="00AA4784"/>
    <w:rsid w:val="00AB2151"/>
    <w:rsid w:val="00AD7DE3"/>
    <w:rsid w:val="00AF430D"/>
    <w:rsid w:val="00B13C1E"/>
    <w:rsid w:val="00B20904"/>
    <w:rsid w:val="00B26513"/>
    <w:rsid w:val="00B40A40"/>
    <w:rsid w:val="00B73C78"/>
    <w:rsid w:val="00B754EB"/>
    <w:rsid w:val="00B76020"/>
    <w:rsid w:val="00B772DE"/>
    <w:rsid w:val="00BD00F0"/>
    <w:rsid w:val="00BD2290"/>
    <w:rsid w:val="00C41C87"/>
    <w:rsid w:val="00C80787"/>
    <w:rsid w:val="00C9666A"/>
    <w:rsid w:val="00CA3321"/>
    <w:rsid w:val="00CA48A1"/>
    <w:rsid w:val="00CC774C"/>
    <w:rsid w:val="00CE5076"/>
    <w:rsid w:val="00CF7C8F"/>
    <w:rsid w:val="00D2263B"/>
    <w:rsid w:val="00D53DDC"/>
    <w:rsid w:val="00D56FDB"/>
    <w:rsid w:val="00D62DE4"/>
    <w:rsid w:val="00D807EA"/>
    <w:rsid w:val="00D84FBC"/>
    <w:rsid w:val="00DA586D"/>
    <w:rsid w:val="00DA7326"/>
    <w:rsid w:val="00DC465B"/>
    <w:rsid w:val="00DF0981"/>
    <w:rsid w:val="00DF5CD0"/>
    <w:rsid w:val="00E04C3E"/>
    <w:rsid w:val="00E15943"/>
    <w:rsid w:val="00E264DC"/>
    <w:rsid w:val="00E428E8"/>
    <w:rsid w:val="00E675A1"/>
    <w:rsid w:val="00E9234B"/>
    <w:rsid w:val="00E94E39"/>
    <w:rsid w:val="00EB13FD"/>
    <w:rsid w:val="00ED0295"/>
    <w:rsid w:val="00EE6EFA"/>
    <w:rsid w:val="00EE7DCA"/>
    <w:rsid w:val="00F25BD6"/>
    <w:rsid w:val="00F541D5"/>
    <w:rsid w:val="00F6779C"/>
    <w:rsid w:val="00F75466"/>
    <w:rsid w:val="00FD1974"/>
    <w:rsid w:val="00FD1979"/>
    <w:rsid w:val="00FE489B"/>
    <w:rsid w:val="00FE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15B0"/>
    <w:pPr>
      <w:spacing w:before="108" w:after="108"/>
      <w:ind w:firstLine="0"/>
      <w:jc w:val="center"/>
      <w:outlineLvl w:val="0"/>
    </w:pPr>
    <w:rPr>
      <w:rFonts w:eastAsia="Calibri" w:cs="Times New Roman"/>
      <w:b/>
      <w:bCs/>
      <w:color w:val="26282F"/>
    </w:rPr>
  </w:style>
  <w:style w:type="paragraph" w:styleId="Heading4">
    <w:name w:val="heading 4"/>
    <w:basedOn w:val="Normal"/>
    <w:link w:val="Heading4Char"/>
    <w:uiPriority w:val="99"/>
    <w:qFormat/>
    <w:locked/>
    <w:rsid w:val="00A05FA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rFonts w:ascii="Calibri" w:eastAsia="Calibri" w:hAnsi="Calibri"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15B0"/>
    <w:rPr>
      <w:rFonts w:ascii="Arial" w:hAnsi="Arial" w:cs="Times New Roman"/>
      <w:b/>
      <w:color w:val="26282F"/>
      <w:sz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05FAF"/>
    <w:rPr>
      <w:rFonts w:cs="Times New Roman"/>
      <w:b/>
      <w:sz w:val="24"/>
      <w:lang w:val="ru-RU" w:eastAsia="ru-RU"/>
    </w:rPr>
  </w:style>
  <w:style w:type="character" w:customStyle="1" w:styleId="a">
    <w:name w:val="Цветовое выделение"/>
    <w:uiPriority w:val="99"/>
    <w:rsid w:val="006D15B0"/>
    <w:rPr>
      <w:b/>
      <w:color w:val="26282F"/>
    </w:rPr>
  </w:style>
  <w:style w:type="character" w:customStyle="1" w:styleId="a0">
    <w:name w:val="Гипертекстовая ссылка"/>
    <w:uiPriority w:val="99"/>
    <w:rsid w:val="006D15B0"/>
    <w:rPr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6D15B0"/>
    <w:pPr>
      <w:ind w:firstLine="0"/>
    </w:pPr>
  </w:style>
  <w:style w:type="paragraph" w:customStyle="1" w:styleId="a2">
    <w:name w:val="Прижатый влево"/>
    <w:basedOn w:val="Normal"/>
    <w:next w:val="Normal"/>
    <w:uiPriority w:val="99"/>
    <w:rsid w:val="006D15B0"/>
    <w:pPr>
      <w:ind w:firstLine="0"/>
      <w:jc w:val="left"/>
    </w:pPr>
  </w:style>
  <w:style w:type="paragraph" w:styleId="Header">
    <w:name w:val="header"/>
    <w:basedOn w:val="Normal"/>
    <w:link w:val="HeaderChar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17686"/>
    <w:rPr>
      <w:rFonts w:ascii="Arial" w:hAnsi="Arial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17686"/>
    <w:rPr>
      <w:rFonts w:ascii="Arial" w:hAnsi="Arial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17686"/>
    <w:rPr>
      <w:rFonts w:ascii="Tahoma" w:eastAsia="Calibri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7686"/>
    <w:rPr>
      <w:rFonts w:ascii="Tahoma" w:hAnsi="Tahoma" w:cs="Times New Roman"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7415D2"/>
    <w:pPr>
      <w:ind w:left="720"/>
      <w:contextualSpacing/>
    </w:pPr>
  </w:style>
  <w:style w:type="paragraph" w:customStyle="1" w:styleId="ConsPlusNormal">
    <w:name w:val="ConsPlusNormal"/>
    <w:uiPriority w:val="99"/>
    <w:rsid w:val="00CA48A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570710"/>
    <w:pPr>
      <w:widowControl/>
      <w:autoSpaceDE/>
      <w:autoSpaceDN/>
      <w:adjustRightInd/>
      <w:ind w:right="-1192" w:firstLine="0"/>
      <w:jc w:val="left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D1979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22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</TotalTime>
  <Pages>2</Pages>
  <Words>299</Words>
  <Characters>1709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72</cp:revision>
  <cp:lastPrinted>2015-10-30T12:31:00Z</cp:lastPrinted>
  <dcterms:created xsi:type="dcterms:W3CDTF">2014-07-17T06:37:00Z</dcterms:created>
  <dcterms:modified xsi:type="dcterms:W3CDTF">2020-01-27T12:57:00Z</dcterms:modified>
</cp:coreProperties>
</file>