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20" w:rsidRPr="00C3705A" w:rsidRDefault="00753D20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53D20" w:rsidRDefault="00753D20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53D20" w:rsidRPr="00FB508A" w:rsidRDefault="00753D20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 xml:space="preserve">  «Формирование комфортной городской среды </w:t>
      </w:r>
    </w:p>
    <w:p w:rsidR="00753D20" w:rsidRPr="00FB508A" w:rsidRDefault="00753D20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 xml:space="preserve">Старотитаровского сельского поселения </w:t>
      </w:r>
    </w:p>
    <w:p w:rsidR="00753D20" w:rsidRPr="00FB508A" w:rsidRDefault="00753D20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>Темрюкского района на 2018-2024 годы»</w:t>
      </w:r>
    </w:p>
    <w:p w:rsidR="00753D20" w:rsidRDefault="00753D20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207</w:t>
      </w:r>
    </w:p>
    <w:p w:rsidR="00753D20" w:rsidRPr="00CC774C" w:rsidRDefault="00753D20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53D20" w:rsidRPr="00AA03A8" w:rsidRDefault="00753D2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D20" w:rsidRPr="00FB508A" w:rsidRDefault="00753D20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муниципальной программы </w:t>
      </w:r>
      <w:r w:rsidRPr="00FB508A">
        <w:rPr>
          <w:rFonts w:ascii="Times New Roman" w:hAnsi="Times New Roman"/>
          <w:b/>
          <w:sz w:val="28"/>
          <w:szCs w:val="28"/>
        </w:rPr>
        <w:t>«Формирование комфортной городской среды</w:t>
      </w:r>
    </w:p>
    <w:p w:rsidR="00753D20" w:rsidRPr="00FB508A" w:rsidRDefault="00753D20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FB508A">
        <w:rPr>
          <w:rFonts w:ascii="Times New Roman" w:hAnsi="Times New Roman"/>
          <w:b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508A">
        <w:rPr>
          <w:rFonts w:ascii="Times New Roman" w:hAnsi="Times New Roman"/>
          <w:b/>
          <w:sz w:val="28"/>
          <w:szCs w:val="28"/>
        </w:rPr>
        <w:t>Темрюкского района на 2018-2024 годы»</w:t>
      </w:r>
    </w:p>
    <w:p w:rsidR="00753D20" w:rsidRPr="00CC774C" w:rsidRDefault="00753D20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900"/>
        <w:gridCol w:w="1440"/>
        <w:gridCol w:w="797"/>
        <w:gridCol w:w="51"/>
        <w:gridCol w:w="746"/>
        <w:gridCol w:w="103"/>
        <w:gridCol w:w="694"/>
        <w:gridCol w:w="83"/>
        <w:gridCol w:w="714"/>
        <w:gridCol w:w="62"/>
        <w:gridCol w:w="735"/>
        <w:gridCol w:w="42"/>
        <w:gridCol w:w="755"/>
        <w:gridCol w:w="21"/>
        <w:gridCol w:w="777"/>
      </w:tblGrid>
      <w:tr w:rsidR="00753D20" w:rsidRPr="00525A13" w:rsidTr="00577779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753D20" w:rsidRPr="00525A13" w:rsidTr="00163BA4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</w:tr>
      <w:tr w:rsidR="00753D20" w:rsidRPr="00525A13" w:rsidTr="0057777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525A13" w:rsidRDefault="00753D2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525A13" w:rsidRDefault="00753D20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53D20" w:rsidRPr="00B73C78" w:rsidTr="0057777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704E08" w:rsidRDefault="00753D20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15"/>
            <w:tcBorders>
              <w:top w:val="nil"/>
              <w:left w:val="single" w:sz="4" w:space="0" w:color="auto"/>
              <w:bottom w:val="nil"/>
            </w:tcBorders>
          </w:tcPr>
          <w:p w:rsidR="00753D20" w:rsidRPr="00FB508A" w:rsidRDefault="00753D20" w:rsidP="00FB5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 w:rsidRPr="00FB508A">
              <w:rPr>
                <w:rFonts w:ascii="Times New Roman" w:hAnsi="Times New Roman"/>
                <w:b/>
              </w:rPr>
              <w:t>Муниципальная программа «Формирование комфортной городской среды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B508A">
              <w:rPr>
                <w:rFonts w:ascii="Times New Roman" w:hAnsi="Times New Roman"/>
                <w:b/>
              </w:rPr>
              <w:t>Старотитаровского сельского поселения Темрюкского района на 2018-2024 годы»</w:t>
            </w:r>
          </w:p>
          <w:p w:rsidR="00753D20" w:rsidRPr="00F425CC" w:rsidRDefault="00753D20" w:rsidP="00FB508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753D20" w:rsidRPr="00525A13" w:rsidTr="00942168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577779" w:rsidRDefault="00753D20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Pr="00577779">
              <w:rPr>
                <w:rFonts w:ascii="Times New Roman" w:hAnsi="Times New Roman"/>
                <w:szCs w:val="28"/>
              </w:rPr>
              <w:t>ыполнение работ по разработке дизайн-проекта и проектно-сметной документации по благоустройству территории парка по ул. Ленина и сквера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9035CD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9F7F26" w:rsidRDefault="00753D20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Pr="009F7F26">
              <w:rPr>
                <w:rFonts w:ascii="Times New Roman" w:hAnsi="Times New Roman"/>
                <w:szCs w:val="28"/>
              </w:rPr>
              <w:t>ыполнение работ по разработке дизайн-проекта и проектно-сметной документации, стройконтроль по благоустройству территории парка по ул. Ленина и сквера по ул. Ленина, проверка достоверности сметной стоимости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651D30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9F7F26" w:rsidRDefault="00753D20" w:rsidP="001E6068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9F7F26">
              <w:rPr>
                <w:rFonts w:ascii="Times New Roman" w:hAnsi="Times New Roman"/>
                <w:szCs w:val="28"/>
              </w:rPr>
              <w:t>лагоустройство общественной территории: Парк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79477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9F7F26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д</w:t>
            </w:r>
            <w:r w:rsidRPr="009F7F26">
              <w:rPr>
                <w:rFonts w:ascii="Times New Roman" w:hAnsi="Times New Roman"/>
                <w:szCs w:val="28"/>
              </w:rPr>
              <w:t>ополнительные работы по благоустройству общественной территории: Парк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206405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9F7F26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9F7F26">
              <w:rPr>
                <w:rFonts w:ascii="Times New Roman" w:hAnsi="Times New Roman"/>
                <w:szCs w:val="28"/>
              </w:rPr>
              <w:t>лагоустройство общественной территории: Сквер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902111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C53234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о</w:t>
            </w:r>
            <w:r w:rsidRPr="00C53234">
              <w:rPr>
                <w:rFonts w:ascii="Times New Roman" w:hAnsi="Times New Roman"/>
                <w:szCs w:val="28"/>
              </w:rPr>
              <w:t>бустройство детской площадки: пер. Новый от д. 29 до д. 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9A1340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3331CD" w:rsidRDefault="00753D20" w:rsidP="002B6DF5">
            <w:pPr>
              <w:rPr>
                <w:rFonts w:ascii="Times New Roman" w:hAnsi="Times New Roman"/>
              </w:rPr>
            </w:pPr>
            <w:r w:rsidRPr="003331CD">
              <w:rPr>
                <w:rFonts w:ascii="Times New Roman" w:hAnsi="Times New Roman"/>
              </w:rPr>
              <w:t>работы по подключению к сетям электроснабжения объекта: Благоустройство территории: Сквер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7B44C2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3331CD" w:rsidRDefault="00753D20" w:rsidP="002B6DF5">
            <w:pPr>
              <w:rPr>
                <w:rFonts w:ascii="Times New Roman" w:hAnsi="Times New Roman"/>
              </w:rPr>
            </w:pPr>
            <w:r w:rsidRPr="003331CD">
              <w:rPr>
                <w:rFonts w:ascii="Times New Roman" w:hAnsi="Times New Roman"/>
              </w:rPr>
              <w:t>проведение независимой экспертизы (Сквер по ул. Ленина)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1B5CEB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6219AD" w:rsidRDefault="00753D20" w:rsidP="002B6DF5">
            <w:pPr>
              <w:rPr>
                <w:rFonts w:ascii="Times New Roman" w:hAnsi="Times New Roman"/>
              </w:rPr>
            </w:pPr>
            <w:r w:rsidRPr="006219AD">
              <w:rPr>
                <w:rFonts w:ascii="Times New Roman" w:hAnsi="Times New Roman"/>
              </w:rPr>
              <w:t>проведение стройконтроля (Парк по ул. Ленина)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FD1CE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C445D" w:rsidRDefault="00753D20" w:rsidP="002B6DF5">
            <w:pPr>
              <w:rPr>
                <w:rFonts w:ascii="Times New Roman" w:hAnsi="Times New Roman"/>
              </w:rPr>
            </w:pPr>
            <w:r w:rsidRPr="00FC445D">
              <w:rPr>
                <w:rFonts w:ascii="Times New Roman" w:hAnsi="Times New Roman"/>
              </w:rPr>
              <w:t>разработка проектной сметной документации по благоустройству дворовых территорий (ст.</w:t>
            </w:r>
            <w:r w:rsidRPr="00FC4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5D">
              <w:rPr>
                <w:rFonts w:ascii="Times New Roman" w:hAnsi="Times New Roman"/>
              </w:rPr>
              <w:t>Старотитаровская,  ул. Комсомольская, 95, 93, 11, 19, 17, 13, 15, ул. Заводская, 4, 6, 8)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473E50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310A0C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310A0C">
              <w:rPr>
                <w:rFonts w:ascii="Times New Roman" w:hAnsi="Times New Roman"/>
                <w:szCs w:val="28"/>
              </w:rPr>
              <w:t>лагоустройство общественной территории:</w:t>
            </w:r>
            <w:r w:rsidRPr="00310A0C">
              <w:rPr>
                <w:rFonts w:ascii="Times New Roman" w:hAnsi="Times New Roman"/>
              </w:rPr>
              <w:t xml:space="preserve"> ст-ца Старотитаровская, пер. Горького,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536646">
            <w:pPr>
              <w:jc w:val="center"/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BA5B4F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B92726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B92726">
              <w:rPr>
                <w:rFonts w:ascii="Times New Roman" w:hAnsi="Times New Roman"/>
              </w:rPr>
              <w:t>лагоустройство дворовых территорий: ст.</w:t>
            </w:r>
            <w:r w:rsidRPr="00B927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2726">
              <w:rPr>
                <w:rFonts w:ascii="Times New Roman" w:hAnsi="Times New Roman"/>
              </w:rPr>
              <w:t>Старотитаровская,  ул. Комсомольская, 95, 93, 11, 19, 17, 13, 15, ул. Заводская, 4, 6, 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7775EC" w:rsidRDefault="00753D20" w:rsidP="005366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1D607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4D4C1D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4D4C1D">
              <w:rPr>
                <w:rFonts w:ascii="Times New Roman" w:hAnsi="Times New Roman"/>
                <w:szCs w:val="28"/>
              </w:rPr>
              <w:t xml:space="preserve">лагоустройство дворовой территории: </w:t>
            </w:r>
            <w:r w:rsidRPr="004D4C1D">
              <w:rPr>
                <w:rFonts w:ascii="Times New Roman" w:hAnsi="Times New Roman"/>
              </w:rPr>
              <w:t>ст-ца Старотитаровская, пер. Ильича, 106, ул. Коммунистическая, 80, ул. Ленина, 263, пер. Октябрьский, 31, пер. Октябрьский, 19, ул. Коммунистическая, 82, пер. Ильича, 108, пер. Октябрьский, 21, пер. Октябрьский, 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536646">
            <w:pPr>
              <w:jc w:val="center"/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3D20" w:rsidRPr="00525A13" w:rsidTr="00B034F6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3270CD" w:rsidRDefault="00753D20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</w:t>
            </w:r>
            <w:r w:rsidRPr="003270CD">
              <w:rPr>
                <w:rFonts w:ascii="Times New Roman" w:hAnsi="Times New Roman"/>
                <w:szCs w:val="28"/>
              </w:rPr>
              <w:t>азработка проектной сметной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Pr="00F425CC" w:rsidRDefault="00753D20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53D20" w:rsidRPr="00525A13" w:rsidTr="00577779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Pr="00026A04" w:rsidRDefault="00753D20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20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D20" w:rsidRDefault="00753D20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753D20" w:rsidRDefault="00753D2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53D20" w:rsidRDefault="00753D2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53D20" w:rsidRPr="0097039B" w:rsidRDefault="00753D20" w:rsidP="0097039B">
      <w:pPr>
        <w:shd w:val="clear" w:color="auto" w:fill="FFFFFF"/>
        <w:ind w:left="24"/>
        <w:rPr>
          <w:rFonts w:ascii="Times New Roman" w:hAnsi="Times New Roman"/>
          <w:bCs/>
          <w:sz w:val="28"/>
          <w:szCs w:val="28"/>
        </w:rPr>
      </w:pPr>
      <w:r w:rsidRPr="0097039B">
        <w:rPr>
          <w:rFonts w:ascii="Times New Roman" w:hAnsi="Times New Roman"/>
          <w:bCs/>
          <w:sz w:val="28"/>
          <w:szCs w:val="28"/>
        </w:rPr>
        <w:t xml:space="preserve">Глава Старотитаровского сельского </w:t>
      </w:r>
    </w:p>
    <w:p w:rsidR="00753D20" w:rsidRPr="0097039B" w:rsidRDefault="00753D20" w:rsidP="0097039B">
      <w:pPr>
        <w:shd w:val="clear" w:color="auto" w:fill="FFFFFF"/>
        <w:ind w:left="24"/>
        <w:rPr>
          <w:rFonts w:ascii="Times New Roman" w:hAnsi="Times New Roman"/>
          <w:bCs/>
          <w:sz w:val="28"/>
          <w:szCs w:val="28"/>
        </w:rPr>
      </w:pPr>
      <w:r w:rsidRPr="0097039B">
        <w:rPr>
          <w:rFonts w:ascii="Times New Roman" w:hAnsi="Times New Roman"/>
          <w:bCs/>
          <w:sz w:val="28"/>
          <w:szCs w:val="28"/>
        </w:rPr>
        <w:t xml:space="preserve">поселения Темрюкского района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</w:t>
      </w:r>
      <w:r w:rsidRPr="0097039B">
        <w:rPr>
          <w:rFonts w:ascii="Times New Roman" w:hAnsi="Times New Roman"/>
          <w:bCs/>
          <w:sz w:val="28"/>
          <w:szCs w:val="28"/>
        </w:rPr>
        <w:t xml:space="preserve">  А.Г. Титаренко</w:t>
      </w:r>
    </w:p>
    <w:p w:rsidR="00753D20" w:rsidRDefault="00753D2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753D20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D20" w:rsidRDefault="00753D20">
      <w:r>
        <w:separator/>
      </w:r>
    </w:p>
  </w:endnote>
  <w:endnote w:type="continuationSeparator" w:id="0">
    <w:p w:rsidR="00753D20" w:rsidRDefault="00753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D20" w:rsidRDefault="00753D20">
      <w:r>
        <w:separator/>
      </w:r>
    </w:p>
  </w:footnote>
  <w:footnote w:type="continuationSeparator" w:id="0">
    <w:p w:rsidR="00753D20" w:rsidRDefault="00753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D20" w:rsidRDefault="00753D2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53D20" w:rsidRDefault="00753D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42CB"/>
    <w:rsid w:val="00125FD1"/>
    <w:rsid w:val="001329B3"/>
    <w:rsid w:val="00134C5C"/>
    <w:rsid w:val="00141465"/>
    <w:rsid w:val="001424F4"/>
    <w:rsid w:val="00143EED"/>
    <w:rsid w:val="00145A0B"/>
    <w:rsid w:val="001560B5"/>
    <w:rsid w:val="00163BA4"/>
    <w:rsid w:val="00166536"/>
    <w:rsid w:val="001710EE"/>
    <w:rsid w:val="00175306"/>
    <w:rsid w:val="0018401A"/>
    <w:rsid w:val="001903B9"/>
    <w:rsid w:val="001A603E"/>
    <w:rsid w:val="001B5CEB"/>
    <w:rsid w:val="001D2F24"/>
    <w:rsid w:val="001D6074"/>
    <w:rsid w:val="001E134E"/>
    <w:rsid w:val="001E6068"/>
    <w:rsid w:val="001E6845"/>
    <w:rsid w:val="001F09C8"/>
    <w:rsid w:val="001F331C"/>
    <w:rsid w:val="00203A4F"/>
    <w:rsid w:val="00206405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2BF6"/>
    <w:rsid w:val="0029386C"/>
    <w:rsid w:val="002B530D"/>
    <w:rsid w:val="002B6DF5"/>
    <w:rsid w:val="002E26F0"/>
    <w:rsid w:val="002F0BC6"/>
    <w:rsid w:val="0030427E"/>
    <w:rsid w:val="00306CE1"/>
    <w:rsid w:val="00310A0C"/>
    <w:rsid w:val="003270CD"/>
    <w:rsid w:val="003322EB"/>
    <w:rsid w:val="003331CD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5082"/>
    <w:rsid w:val="003B2794"/>
    <w:rsid w:val="003C5491"/>
    <w:rsid w:val="003D5A4C"/>
    <w:rsid w:val="003D7EFE"/>
    <w:rsid w:val="003E0EDA"/>
    <w:rsid w:val="003E553F"/>
    <w:rsid w:val="003F61B9"/>
    <w:rsid w:val="003F6AAC"/>
    <w:rsid w:val="00402439"/>
    <w:rsid w:val="00413351"/>
    <w:rsid w:val="00434466"/>
    <w:rsid w:val="0043595F"/>
    <w:rsid w:val="00436F6E"/>
    <w:rsid w:val="004432CD"/>
    <w:rsid w:val="00447FF9"/>
    <w:rsid w:val="00462FAC"/>
    <w:rsid w:val="004725AA"/>
    <w:rsid w:val="00473E50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0EC4"/>
    <w:rsid w:val="004D4870"/>
    <w:rsid w:val="004D4C1D"/>
    <w:rsid w:val="004F5CD8"/>
    <w:rsid w:val="00514CFD"/>
    <w:rsid w:val="00525A13"/>
    <w:rsid w:val="00530099"/>
    <w:rsid w:val="005324F3"/>
    <w:rsid w:val="00532557"/>
    <w:rsid w:val="00536646"/>
    <w:rsid w:val="00536F29"/>
    <w:rsid w:val="00557CF6"/>
    <w:rsid w:val="00561E7E"/>
    <w:rsid w:val="00566848"/>
    <w:rsid w:val="00571B3C"/>
    <w:rsid w:val="0057575A"/>
    <w:rsid w:val="00577779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603C46"/>
    <w:rsid w:val="0061479A"/>
    <w:rsid w:val="00615189"/>
    <w:rsid w:val="006219AD"/>
    <w:rsid w:val="00624DB5"/>
    <w:rsid w:val="00641EE8"/>
    <w:rsid w:val="00651D30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3B8C"/>
    <w:rsid w:val="007428FA"/>
    <w:rsid w:val="00745E50"/>
    <w:rsid w:val="00753D20"/>
    <w:rsid w:val="00754E4A"/>
    <w:rsid w:val="00766BC3"/>
    <w:rsid w:val="007769A7"/>
    <w:rsid w:val="007775EC"/>
    <w:rsid w:val="0078186A"/>
    <w:rsid w:val="00791DE4"/>
    <w:rsid w:val="007927BB"/>
    <w:rsid w:val="00794777"/>
    <w:rsid w:val="007A6384"/>
    <w:rsid w:val="007A6704"/>
    <w:rsid w:val="007B4194"/>
    <w:rsid w:val="007B44C2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874F4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2111"/>
    <w:rsid w:val="009035CD"/>
    <w:rsid w:val="00904020"/>
    <w:rsid w:val="00905D6D"/>
    <w:rsid w:val="0091283C"/>
    <w:rsid w:val="009156D9"/>
    <w:rsid w:val="00942168"/>
    <w:rsid w:val="00944798"/>
    <w:rsid w:val="00947ED6"/>
    <w:rsid w:val="009561E5"/>
    <w:rsid w:val="00957A20"/>
    <w:rsid w:val="0097039B"/>
    <w:rsid w:val="00974923"/>
    <w:rsid w:val="00981ABD"/>
    <w:rsid w:val="00987B0F"/>
    <w:rsid w:val="009A1340"/>
    <w:rsid w:val="009B353F"/>
    <w:rsid w:val="009B3CD3"/>
    <w:rsid w:val="009C2F41"/>
    <w:rsid w:val="009C413C"/>
    <w:rsid w:val="009D4504"/>
    <w:rsid w:val="009D6288"/>
    <w:rsid w:val="009E3D0B"/>
    <w:rsid w:val="009E657C"/>
    <w:rsid w:val="009E769C"/>
    <w:rsid w:val="009F4E06"/>
    <w:rsid w:val="009F7097"/>
    <w:rsid w:val="009F7F26"/>
    <w:rsid w:val="00A02454"/>
    <w:rsid w:val="00A1695C"/>
    <w:rsid w:val="00A36A1F"/>
    <w:rsid w:val="00A3740B"/>
    <w:rsid w:val="00A54E8F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34F6"/>
    <w:rsid w:val="00B06BE3"/>
    <w:rsid w:val="00B073C0"/>
    <w:rsid w:val="00B12F0C"/>
    <w:rsid w:val="00B201D1"/>
    <w:rsid w:val="00B32552"/>
    <w:rsid w:val="00B35504"/>
    <w:rsid w:val="00B40A40"/>
    <w:rsid w:val="00B41BC2"/>
    <w:rsid w:val="00B460A7"/>
    <w:rsid w:val="00B61B60"/>
    <w:rsid w:val="00B61CA0"/>
    <w:rsid w:val="00B6664D"/>
    <w:rsid w:val="00B73C78"/>
    <w:rsid w:val="00B73D0F"/>
    <w:rsid w:val="00B76DE8"/>
    <w:rsid w:val="00B77342"/>
    <w:rsid w:val="00B8732B"/>
    <w:rsid w:val="00B92726"/>
    <w:rsid w:val="00B934EE"/>
    <w:rsid w:val="00BA5B4F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43456"/>
    <w:rsid w:val="00C504DD"/>
    <w:rsid w:val="00C53234"/>
    <w:rsid w:val="00C57F9B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35B4B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3EB1"/>
    <w:rsid w:val="00E62F28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C5FBC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B508A"/>
    <w:rsid w:val="00FC445D"/>
    <w:rsid w:val="00FD078A"/>
    <w:rsid w:val="00FD1CE4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1"/>
    <w:uiPriority w:val="99"/>
    <w:rsid w:val="009F7F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locked/>
    <w:rsid w:val="009F7F26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3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83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2</Pages>
  <Words>444</Words>
  <Characters>2531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72</cp:revision>
  <cp:lastPrinted>2015-11-10T07:00:00Z</cp:lastPrinted>
  <dcterms:created xsi:type="dcterms:W3CDTF">2014-11-12T06:42:00Z</dcterms:created>
  <dcterms:modified xsi:type="dcterms:W3CDTF">2020-11-03T10:41:00Z</dcterms:modified>
</cp:coreProperties>
</file>