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43C" w:rsidRPr="00C3705A" w:rsidRDefault="003F043C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F043C" w:rsidRPr="00B73C78" w:rsidRDefault="003F043C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3F043C" w:rsidRDefault="003F043C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3F043C" w:rsidRDefault="003F043C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3F043C" w:rsidRDefault="003F043C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 xml:space="preserve">наследия (памятников истории и </w:t>
      </w:r>
    </w:p>
    <w:p w:rsidR="003F043C" w:rsidRDefault="003F043C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культуры)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местного значения, </w:t>
      </w:r>
    </w:p>
    <w:p w:rsidR="003F043C" w:rsidRDefault="003F043C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расположенных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02293">
        <w:rPr>
          <w:rFonts w:ascii="Times New Roman" w:hAnsi="Times New Roman"/>
          <w:sz w:val="28"/>
          <w:szCs w:val="28"/>
        </w:rPr>
        <w:t xml:space="preserve">на территории   </w:t>
      </w:r>
    </w:p>
    <w:p w:rsidR="003F043C" w:rsidRDefault="003F043C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Старотитаровского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F043C" w:rsidRDefault="003F043C" w:rsidP="00C915BF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F043C" w:rsidRDefault="003F043C" w:rsidP="00C915BF">
      <w:pPr>
        <w:tabs>
          <w:tab w:val="left" w:pos="4264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02.11.2020 г. № 200</w:t>
      </w:r>
    </w:p>
    <w:p w:rsidR="003F043C" w:rsidRDefault="003F043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F043C" w:rsidRDefault="003F043C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3F043C" w:rsidRDefault="003F043C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F043C" w:rsidRPr="00ED639C" w:rsidRDefault="003F043C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3F043C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F043C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3F043C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525A13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3C" w:rsidRPr="00525A13" w:rsidRDefault="003F043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F043C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704E08" w:rsidRDefault="003F043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3F043C" w:rsidRPr="00D66E15" w:rsidRDefault="003F043C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 xml:space="preserve"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</w:t>
            </w:r>
          </w:p>
        </w:tc>
      </w:tr>
      <w:tr w:rsidR="003F043C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1676DE" w:rsidRDefault="003F043C" w:rsidP="00ED39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F24A6">
              <w:rPr>
                <w:rFonts w:ascii="Times New Roman" w:hAnsi="Times New Roman"/>
              </w:rPr>
              <w:t>количество восстановленных (отремонтированных, благоустроенных) воинских захоронений на территории Старотитаровского сельского поселения Темрюкского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Default="003F043C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3C" w:rsidRDefault="003F043C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F043C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Default="003F043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1676DE" w:rsidRDefault="003F043C" w:rsidP="00831510">
            <w:pPr>
              <w:jc w:val="both"/>
              <w:rPr>
                <w:rFonts w:ascii="Times New Roman" w:hAnsi="Times New Roman"/>
              </w:rPr>
            </w:pPr>
            <w:r w:rsidRPr="001676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D3983">
              <w:rPr>
                <w:rFonts w:ascii="Times New Roman" w:hAnsi="Times New Roman"/>
              </w:rPr>
              <w:t>содержание, косметический ремонт и ремонт памятников истории и культуры, мест захоронений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3C" w:rsidRPr="00B73C78" w:rsidRDefault="003F043C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43C" w:rsidRPr="00B73C78" w:rsidRDefault="003F043C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</w:t>
            </w:r>
          </w:p>
        </w:tc>
      </w:tr>
      <w:bookmarkEnd w:id="0"/>
    </w:tbl>
    <w:p w:rsidR="003F043C" w:rsidRDefault="003F043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3F043C" w:rsidRDefault="003F043C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3F043C" w:rsidRPr="000C753B" w:rsidRDefault="003F043C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3F043C" w:rsidRDefault="003F043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3F043C" w:rsidSect="00CB703C">
      <w:headerReference w:type="default" r:id="rId7"/>
      <w:pgSz w:w="16840" w:h="11907" w:orient="landscape" w:code="9"/>
      <w:pgMar w:top="179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43C" w:rsidRDefault="003F043C">
      <w:r>
        <w:separator/>
      </w:r>
    </w:p>
  </w:endnote>
  <w:endnote w:type="continuationSeparator" w:id="0">
    <w:p w:rsidR="003F043C" w:rsidRDefault="003F0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43C" w:rsidRDefault="003F043C">
      <w:r>
        <w:separator/>
      </w:r>
    </w:p>
  </w:footnote>
  <w:footnote w:type="continuationSeparator" w:id="0">
    <w:p w:rsidR="003F043C" w:rsidRDefault="003F04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43C" w:rsidRDefault="003F043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F043C" w:rsidRDefault="003F04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4CB7"/>
    <w:rsid w:val="00026A04"/>
    <w:rsid w:val="00031545"/>
    <w:rsid w:val="0006685C"/>
    <w:rsid w:val="000726A5"/>
    <w:rsid w:val="000759BE"/>
    <w:rsid w:val="00081DAA"/>
    <w:rsid w:val="00083DC5"/>
    <w:rsid w:val="000C13B0"/>
    <w:rsid w:val="000C753B"/>
    <w:rsid w:val="000D4DBF"/>
    <w:rsid w:val="000E625F"/>
    <w:rsid w:val="000E75E6"/>
    <w:rsid w:val="00101700"/>
    <w:rsid w:val="001047A9"/>
    <w:rsid w:val="00105934"/>
    <w:rsid w:val="00112F6D"/>
    <w:rsid w:val="00115531"/>
    <w:rsid w:val="00117AE8"/>
    <w:rsid w:val="001239B0"/>
    <w:rsid w:val="001329B3"/>
    <w:rsid w:val="00134C5C"/>
    <w:rsid w:val="00136263"/>
    <w:rsid w:val="00141465"/>
    <w:rsid w:val="001424F4"/>
    <w:rsid w:val="00146C16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16695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8343C"/>
    <w:rsid w:val="003B2794"/>
    <w:rsid w:val="003B7B4F"/>
    <w:rsid w:val="003C09D9"/>
    <w:rsid w:val="003D7EFE"/>
    <w:rsid w:val="003E0EDA"/>
    <w:rsid w:val="003E553F"/>
    <w:rsid w:val="003F043C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B4A62"/>
    <w:rsid w:val="004C1660"/>
    <w:rsid w:val="004C4FE7"/>
    <w:rsid w:val="004F5CD8"/>
    <w:rsid w:val="00514CFD"/>
    <w:rsid w:val="005227BA"/>
    <w:rsid w:val="00524CF5"/>
    <w:rsid w:val="00525A13"/>
    <w:rsid w:val="00530099"/>
    <w:rsid w:val="005324F3"/>
    <w:rsid w:val="00550E81"/>
    <w:rsid w:val="00561E7E"/>
    <w:rsid w:val="00566848"/>
    <w:rsid w:val="00571B3C"/>
    <w:rsid w:val="0057575A"/>
    <w:rsid w:val="00586134"/>
    <w:rsid w:val="00594020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320C0"/>
    <w:rsid w:val="006501BB"/>
    <w:rsid w:val="00654402"/>
    <w:rsid w:val="00654BFA"/>
    <w:rsid w:val="00656CCF"/>
    <w:rsid w:val="00657BA3"/>
    <w:rsid w:val="00665D47"/>
    <w:rsid w:val="00677AB3"/>
    <w:rsid w:val="00686B52"/>
    <w:rsid w:val="00694E2E"/>
    <w:rsid w:val="0069617C"/>
    <w:rsid w:val="006B6AAD"/>
    <w:rsid w:val="006C0876"/>
    <w:rsid w:val="007020E4"/>
    <w:rsid w:val="00703C6F"/>
    <w:rsid w:val="00704E08"/>
    <w:rsid w:val="00714C3F"/>
    <w:rsid w:val="00715DF0"/>
    <w:rsid w:val="00754E4A"/>
    <w:rsid w:val="007769A7"/>
    <w:rsid w:val="00791DE4"/>
    <w:rsid w:val="007927BB"/>
    <w:rsid w:val="007A6384"/>
    <w:rsid w:val="007A6E4C"/>
    <w:rsid w:val="007B4194"/>
    <w:rsid w:val="007C03F1"/>
    <w:rsid w:val="007D5402"/>
    <w:rsid w:val="007F24A6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71AC0"/>
    <w:rsid w:val="00A87FA6"/>
    <w:rsid w:val="00A94089"/>
    <w:rsid w:val="00AA03A8"/>
    <w:rsid w:val="00AB3B65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421E"/>
    <w:rsid w:val="00BA6DF6"/>
    <w:rsid w:val="00BA702B"/>
    <w:rsid w:val="00BB1925"/>
    <w:rsid w:val="00BD7350"/>
    <w:rsid w:val="00BE6E99"/>
    <w:rsid w:val="00C00096"/>
    <w:rsid w:val="00C0098D"/>
    <w:rsid w:val="00C20A12"/>
    <w:rsid w:val="00C30BB7"/>
    <w:rsid w:val="00C35519"/>
    <w:rsid w:val="00C3705A"/>
    <w:rsid w:val="00C57B37"/>
    <w:rsid w:val="00C602BF"/>
    <w:rsid w:val="00C726C7"/>
    <w:rsid w:val="00C915BF"/>
    <w:rsid w:val="00CB296B"/>
    <w:rsid w:val="00CB4542"/>
    <w:rsid w:val="00CB61F0"/>
    <w:rsid w:val="00CB703C"/>
    <w:rsid w:val="00CC2565"/>
    <w:rsid w:val="00CD22B3"/>
    <w:rsid w:val="00D03505"/>
    <w:rsid w:val="00D17CCC"/>
    <w:rsid w:val="00D20D24"/>
    <w:rsid w:val="00D22374"/>
    <w:rsid w:val="00D22CF8"/>
    <w:rsid w:val="00D33AD3"/>
    <w:rsid w:val="00D43877"/>
    <w:rsid w:val="00D511FE"/>
    <w:rsid w:val="00D5786B"/>
    <w:rsid w:val="00D64B68"/>
    <w:rsid w:val="00D66E15"/>
    <w:rsid w:val="00D77749"/>
    <w:rsid w:val="00D808E2"/>
    <w:rsid w:val="00D846B4"/>
    <w:rsid w:val="00D93BBC"/>
    <w:rsid w:val="00DA0A23"/>
    <w:rsid w:val="00DA1849"/>
    <w:rsid w:val="00DA2F71"/>
    <w:rsid w:val="00DC12F9"/>
    <w:rsid w:val="00DE02F8"/>
    <w:rsid w:val="00DE1C4B"/>
    <w:rsid w:val="00E159BA"/>
    <w:rsid w:val="00E26412"/>
    <w:rsid w:val="00E34530"/>
    <w:rsid w:val="00E35357"/>
    <w:rsid w:val="00E420C1"/>
    <w:rsid w:val="00E43EB1"/>
    <w:rsid w:val="00E70A4C"/>
    <w:rsid w:val="00E82D20"/>
    <w:rsid w:val="00E86F36"/>
    <w:rsid w:val="00EA7C72"/>
    <w:rsid w:val="00EC3760"/>
    <w:rsid w:val="00ED3983"/>
    <w:rsid w:val="00ED639C"/>
    <w:rsid w:val="00ED6B33"/>
    <w:rsid w:val="00EE372C"/>
    <w:rsid w:val="00F031F6"/>
    <w:rsid w:val="00F14A4E"/>
    <w:rsid w:val="00F27F5A"/>
    <w:rsid w:val="00F374C5"/>
    <w:rsid w:val="00F4148A"/>
    <w:rsid w:val="00F62AD5"/>
    <w:rsid w:val="00F82973"/>
    <w:rsid w:val="00FA18FF"/>
    <w:rsid w:val="00FA62FA"/>
    <w:rsid w:val="00FA6A7A"/>
    <w:rsid w:val="00FC6C39"/>
    <w:rsid w:val="00FC6F79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8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48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234</Words>
  <Characters>1335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30</cp:revision>
  <cp:lastPrinted>2020-10-20T07:30:00Z</cp:lastPrinted>
  <dcterms:created xsi:type="dcterms:W3CDTF">2014-11-12T06:42:00Z</dcterms:created>
  <dcterms:modified xsi:type="dcterms:W3CDTF">2020-11-03T07:36:00Z</dcterms:modified>
</cp:coreProperties>
</file>