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A7" w:rsidRPr="00C3705A" w:rsidRDefault="00F439A7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439A7" w:rsidRPr="00B73C78" w:rsidRDefault="00F439A7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F439A7" w:rsidRDefault="00F439A7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F439A7" w:rsidRDefault="00F439A7" w:rsidP="0074122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района» </w:t>
      </w:r>
    </w:p>
    <w:p w:rsidR="00F439A7" w:rsidRDefault="00F439A7" w:rsidP="004130C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02.11.2020 г. № 197</w:t>
      </w:r>
    </w:p>
    <w:p w:rsidR="00F439A7" w:rsidRDefault="00F439A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F439A7" w:rsidRPr="00AA03A8" w:rsidRDefault="00F439A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9A7" w:rsidRPr="00AA03A8" w:rsidRDefault="00F439A7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поселении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</w:t>
      </w:r>
    </w:p>
    <w:p w:rsidR="00F439A7" w:rsidRPr="00ED639C" w:rsidRDefault="00F439A7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520"/>
        <w:gridCol w:w="1440"/>
        <w:gridCol w:w="4140"/>
      </w:tblGrid>
      <w:tr w:rsidR="00F439A7" w:rsidRPr="00262583" w:rsidTr="00392DE0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9A7" w:rsidRPr="00262583" w:rsidRDefault="00F439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F439A7" w:rsidRPr="00262583" w:rsidTr="00392DE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9A7" w:rsidRPr="00262583" w:rsidRDefault="00F439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</w:tr>
      <w:tr w:rsidR="00F439A7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9A7" w:rsidRPr="00262583" w:rsidRDefault="00F439A7" w:rsidP="00481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439A7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F439A7" w:rsidRPr="00262583" w:rsidRDefault="00F439A7" w:rsidP="00D66E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 Старотитаровском сельском  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>поселении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2625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F439A7" w:rsidRPr="00262583" w:rsidTr="00392DE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C20A1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Default="00F439A7" w:rsidP="00463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FEB"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>
              <w:rPr>
                <w:rFonts w:ascii="Times New Roman" w:hAnsi="Times New Roman"/>
                <w:sz w:val="28"/>
                <w:szCs w:val="28"/>
              </w:rPr>
              <w:t>звукового оповещения пешеходного перехода по адресу пер. Красноармейский, ул. Ленина (район МБОУ СОШ № 6)</w:t>
            </w:r>
          </w:p>
          <w:p w:rsidR="00F439A7" w:rsidRPr="00DA1561" w:rsidRDefault="00F439A7" w:rsidP="00463F0D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A7" w:rsidRPr="00262583" w:rsidRDefault="00F439A7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258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9A7" w:rsidRPr="00262583" w:rsidRDefault="00F439A7" w:rsidP="00D66E1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25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</w:tbl>
    <w:p w:rsidR="00F439A7" w:rsidRDefault="00F439A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F439A7" w:rsidRDefault="00F439A7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F439A7" w:rsidRDefault="00F439A7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F439A7" w:rsidRDefault="00F439A7" w:rsidP="000F163C">
      <w:pPr>
        <w:pStyle w:val="BodyText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F439A7" w:rsidSect="00DA1561">
      <w:headerReference w:type="default" r:id="rId7"/>
      <w:pgSz w:w="16840" w:h="11907" w:orient="landscape" w:code="9"/>
      <w:pgMar w:top="1797" w:right="902" w:bottom="1258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9A7" w:rsidRDefault="00F439A7">
      <w:r>
        <w:separator/>
      </w:r>
    </w:p>
  </w:endnote>
  <w:endnote w:type="continuationSeparator" w:id="0">
    <w:p w:rsidR="00F439A7" w:rsidRDefault="00F43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9A7" w:rsidRDefault="00F439A7">
      <w:r>
        <w:separator/>
      </w:r>
    </w:p>
  </w:footnote>
  <w:footnote w:type="continuationSeparator" w:id="0">
    <w:p w:rsidR="00F439A7" w:rsidRDefault="00F439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9A7" w:rsidRDefault="00F439A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439A7" w:rsidRDefault="00F439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8606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3FA7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72DFF"/>
    <w:rsid w:val="00291A18"/>
    <w:rsid w:val="0029386C"/>
    <w:rsid w:val="002B530D"/>
    <w:rsid w:val="002E26F0"/>
    <w:rsid w:val="002F0BC6"/>
    <w:rsid w:val="0030427E"/>
    <w:rsid w:val="003042A0"/>
    <w:rsid w:val="00306CE1"/>
    <w:rsid w:val="00341333"/>
    <w:rsid w:val="00347146"/>
    <w:rsid w:val="00350D0F"/>
    <w:rsid w:val="00361515"/>
    <w:rsid w:val="00365218"/>
    <w:rsid w:val="003832F3"/>
    <w:rsid w:val="00392DE0"/>
    <w:rsid w:val="003B2794"/>
    <w:rsid w:val="003C09D9"/>
    <w:rsid w:val="003D7EFE"/>
    <w:rsid w:val="003E08A6"/>
    <w:rsid w:val="003E0EDA"/>
    <w:rsid w:val="003E553F"/>
    <w:rsid w:val="003F61B9"/>
    <w:rsid w:val="00402439"/>
    <w:rsid w:val="004130CA"/>
    <w:rsid w:val="00413351"/>
    <w:rsid w:val="00416657"/>
    <w:rsid w:val="00434466"/>
    <w:rsid w:val="0043595F"/>
    <w:rsid w:val="00436953"/>
    <w:rsid w:val="004432CD"/>
    <w:rsid w:val="00463F0D"/>
    <w:rsid w:val="004725AA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A44C7"/>
    <w:rsid w:val="005B1A40"/>
    <w:rsid w:val="005D0C53"/>
    <w:rsid w:val="005D70B2"/>
    <w:rsid w:val="005E37F3"/>
    <w:rsid w:val="005F3CC8"/>
    <w:rsid w:val="00601CE1"/>
    <w:rsid w:val="00615189"/>
    <w:rsid w:val="00620363"/>
    <w:rsid w:val="0062297C"/>
    <w:rsid w:val="00624DB5"/>
    <w:rsid w:val="00654BFA"/>
    <w:rsid w:val="00656CCF"/>
    <w:rsid w:val="00657BA3"/>
    <w:rsid w:val="00665D47"/>
    <w:rsid w:val="00677AB3"/>
    <w:rsid w:val="00695C9E"/>
    <w:rsid w:val="006A722B"/>
    <w:rsid w:val="006B5A05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3174"/>
    <w:rsid w:val="007B4194"/>
    <w:rsid w:val="007C03F1"/>
    <w:rsid w:val="007E17AC"/>
    <w:rsid w:val="008011C8"/>
    <w:rsid w:val="00803B07"/>
    <w:rsid w:val="008078F2"/>
    <w:rsid w:val="00820110"/>
    <w:rsid w:val="00830A52"/>
    <w:rsid w:val="00830C34"/>
    <w:rsid w:val="00831510"/>
    <w:rsid w:val="00834B40"/>
    <w:rsid w:val="0084164B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1FEB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16CA8"/>
    <w:rsid w:val="00A26856"/>
    <w:rsid w:val="00A36A1F"/>
    <w:rsid w:val="00A3740B"/>
    <w:rsid w:val="00A64653"/>
    <w:rsid w:val="00A646A6"/>
    <w:rsid w:val="00A80C81"/>
    <w:rsid w:val="00A84565"/>
    <w:rsid w:val="00A87FA6"/>
    <w:rsid w:val="00AA03A8"/>
    <w:rsid w:val="00AA50A9"/>
    <w:rsid w:val="00B017E7"/>
    <w:rsid w:val="00B06BE3"/>
    <w:rsid w:val="00B109EE"/>
    <w:rsid w:val="00B11430"/>
    <w:rsid w:val="00B12F0C"/>
    <w:rsid w:val="00B23E84"/>
    <w:rsid w:val="00B32552"/>
    <w:rsid w:val="00B35504"/>
    <w:rsid w:val="00B61B60"/>
    <w:rsid w:val="00B6664D"/>
    <w:rsid w:val="00B73C78"/>
    <w:rsid w:val="00B73D0F"/>
    <w:rsid w:val="00B76DE8"/>
    <w:rsid w:val="00B8732B"/>
    <w:rsid w:val="00B90B4F"/>
    <w:rsid w:val="00BA6DF6"/>
    <w:rsid w:val="00BD75A6"/>
    <w:rsid w:val="00BE6E99"/>
    <w:rsid w:val="00BF6D9E"/>
    <w:rsid w:val="00C00096"/>
    <w:rsid w:val="00C0098D"/>
    <w:rsid w:val="00C077E8"/>
    <w:rsid w:val="00C20A12"/>
    <w:rsid w:val="00C30BB7"/>
    <w:rsid w:val="00C35519"/>
    <w:rsid w:val="00C3705A"/>
    <w:rsid w:val="00C5616C"/>
    <w:rsid w:val="00C602BF"/>
    <w:rsid w:val="00C726C7"/>
    <w:rsid w:val="00CB296B"/>
    <w:rsid w:val="00CB4542"/>
    <w:rsid w:val="00CB61F0"/>
    <w:rsid w:val="00CD22B3"/>
    <w:rsid w:val="00D03505"/>
    <w:rsid w:val="00D04ACA"/>
    <w:rsid w:val="00D04DEF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0F6A"/>
    <w:rsid w:val="00D76450"/>
    <w:rsid w:val="00D77749"/>
    <w:rsid w:val="00D808E2"/>
    <w:rsid w:val="00DA027D"/>
    <w:rsid w:val="00DA0A23"/>
    <w:rsid w:val="00DA1561"/>
    <w:rsid w:val="00DA1849"/>
    <w:rsid w:val="00DA4529"/>
    <w:rsid w:val="00DA54F2"/>
    <w:rsid w:val="00DC12F9"/>
    <w:rsid w:val="00DE02F8"/>
    <w:rsid w:val="00DF2086"/>
    <w:rsid w:val="00E159BA"/>
    <w:rsid w:val="00E26412"/>
    <w:rsid w:val="00E34530"/>
    <w:rsid w:val="00E420C1"/>
    <w:rsid w:val="00E43EB1"/>
    <w:rsid w:val="00E53A22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439A7"/>
    <w:rsid w:val="00F532F2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  <w:style w:type="paragraph" w:customStyle="1" w:styleId="3">
    <w:name w:val="Знак Знак3"/>
    <w:basedOn w:val="Normal"/>
    <w:uiPriority w:val="99"/>
    <w:rsid w:val="00695C9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167</Words>
  <Characters>952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29</cp:revision>
  <cp:lastPrinted>2016-10-03T10:53:00Z</cp:lastPrinted>
  <dcterms:created xsi:type="dcterms:W3CDTF">2014-11-12T06:42:00Z</dcterms:created>
  <dcterms:modified xsi:type="dcterms:W3CDTF">2020-11-03T06:01:00Z</dcterms:modified>
</cp:coreProperties>
</file>