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98B" w:rsidRPr="00C3705A" w:rsidRDefault="00B9498B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9498B" w:rsidRPr="00B73C78" w:rsidRDefault="00B9498B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к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программе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B9498B" w:rsidRDefault="00B9498B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B9498B" w:rsidRDefault="00B9498B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B9498B" w:rsidRPr="00145A0B" w:rsidRDefault="00B9498B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B9498B" w:rsidRDefault="00B9498B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196</w:t>
      </w:r>
    </w:p>
    <w:p w:rsidR="00B9498B" w:rsidRPr="00CC774C" w:rsidRDefault="00B9498B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B9498B" w:rsidRPr="00AA03A8" w:rsidRDefault="00B9498B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98B" w:rsidRPr="00CC774C" w:rsidRDefault="00B9498B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и муниципальной программы «Развитие физической культуры и массового спорта на территории Старотитаровского сельского поселения Темрюкского района» </w:t>
      </w:r>
    </w:p>
    <w:p w:rsidR="00B9498B" w:rsidRPr="00CC774C" w:rsidRDefault="00B9498B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B9498B" w:rsidRPr="00525A13" w:rsidTr="001242CB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498B" w:rsidRPr="00525A13" w:rsidRDefault="00B9498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8B" w:rsidRPr="00525A13" w:rsidRDefault="00B9498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98B" w:rsidRPr="00525A13" w:rsidRDefault="00B9498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B9498B" w:rsidRPr="00525A13" w:rsidRDefault="00B9498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B9498B" w:rsidRPr="00525A13" w:rsidRDefault="00B9498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B9498B" w:rsidRPr="00525A13" w:rsidTr="001242CB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498B" w:rsidRPr="00525A13" w:rsidRDefault="00B9498B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525A13" w:rsidRDefault="00B9498B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525A13" w:rsidRDefault="00B9498B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B9498B" w:rsidRPr="00525A13" w:rsidRDefault="00B9498B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B9498B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525A13" w:rsidRDefault="00B9498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525A13" w:rsidRDefault="00B9498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525A13" w:rsidRDefault="00B9498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525A13" w:rsidRDefault="00B9498B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9498B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704E08" w:rsidRDefault="00B9498B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B9498B" w:rsidRDefault="00B9498B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 xml:space="preserve">Подпрограмма «Совершенствование деятельности МБУ «ФОСК «Виктория» по предоставлению муниципальных услуг» </w:t>
            </w:r>
          </w:p>
          <w:p w:rsidR="00B9498B" w:rsidRPr="00F425CC" w:rsidRDefault="00B9498B" w:rsidP="009C413C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bookmarkEnd w:id="0"/>
      <w:tr w:rsidR="00B9498B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выплата заработной 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F425CC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498B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F425CC" w:rsidRDefault="00B9498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498B" w:rsidRPr="00525A13" w:rsidTr="00F425CC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pStyle w:val="a4"/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F425CC" w:rsidRDefault="00B9498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F425CC" w:rsidRDefault="00B9498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F425CC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F425CC" w:rsidRDefault="00B9498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средств индивидуальной защиты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F425CC" w:rsidRDefault="00B9498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F425CC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спортинвентаря, спортивной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F425CC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190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F425CC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F425CC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7775EC" w:rsidRDefault="00B9498B" w:rsidP="00536646">
            <w:pPr>
              <w:jc w:val="center"/>
              <w:rPr>
                <w:rFonts w:ascii="Times New Roman" w:hAnsi="Times New Roman"/>
              </w:rPr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перезарядка огнетушителей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F425CC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8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содержание и обслуживание газонокосилки «Штиль»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425CC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Pr="00F425CC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026A04" w:rsidRDefault="00B9498B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9498B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23750" w:rsidRDefault="00B9498B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2.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Default="00B9498B" w:rsidP="002B6DF5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</w:t>
            </w:r>
          </w:p>
          <w:p w:rsidR="00B9498B" w:rsidRPr="00F23750" w:rsidRDefault="00B9498B" w:rsidP="00F23750"/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23750" w:rsidRDefault="00B9498B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23750" w:rsidRDefault="00B9498B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026A04" w:rsidRDefault="00B9498B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9498B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F763E4" w:rsidRDefault="00B9498B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Default="00B9498B" w:rsidP="002B6DF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 xml:space="preserve">одпрограмма «Создание условий для занятия физической культурой и спортом на территории Старотитаровского сельского поселения Темрюкского района» </w:t>
            </w:r>
          </w:p>
          <w:p w:rsidR="00B9498B" w:rsidRPr="00051D95" w:rsidRDefault="00B9498B" w:rsidP="00051D95"/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051D95" w:rsidRDefault="00B9498B" w:rsidP="002B6DF5">
            <w:pPr>
              <w:rPr>
                <w:rFonts w:ascii="Times New Roman" w:hAnsi="Times New Roman"/>
              </w:rPr>
            </w:pPr>
            <w:r w:rsidRPr="00051D95">
              <w:rPr>
                <w:rFonts w:ascii="Times New Roman" w:hAnsi="Times New Roman"/>
              </w:rPr>
              <w:t>разработка проектно-сметной документации для реконструкции Стадиона (зем. участок)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9498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Pr="00026A04" w:rsidRDefault="00B9498B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B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498B" w:rsidRDefault="00B9498B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B9498B" w:rsidRDefault="00B9498B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B9498B" w:rsidRDefault="00B9498B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B9498B" w:rsidRDefault="00B9498B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B9498B" w:rsidRDefault="00B9498B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9498B" w:rsidRPr="00481C03" w:rsidRDefault="00B9498B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p w:rsidR="00B9498B" w:rsidRDefault="00B9498B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B9498B" w:rsidSect="00865581">
      <w:headerReference w:type="default" r:id="rId7"/>
      <w:pgSz w:w="16840" w:h="11907" w:orient="landscape" w:code="9"/>
      <w:pgMar w:top="197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98B" w:rsidRDefault="00B9498B">
      <w:r>
        <w:separator/>
      </w:r>
    </w:p>
  </w:endnote>
  <w:endnote w:type="continuationSeparator" w:id="0">
    <w:p w:rsidR="00B9498B" w:rsidRDefault="00B94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98B" w:rsidRDefault="00B9498B">
      <w:r>
        <w:separator/>
      </w:r>
    </w:p>
  </w:footnote>
  <w:footnote w:type="continuationSeparator" w:id="0">
    <w:p w:rsidR="00B9498B" w:rsidRDefault="00B949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98B" w:rsidRDefault="00B9498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9498B" w:rsidRDefault="00B949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1E55"/>
    <w:rsid w:val="001047A9"/>
    <w:rsid w:val="00105934"/>
    <w:rsid w:val="00106736"/>
    <w:rsid w:val="00112F6D"/>
    <w:rsid w:val="00115531"/>
    <w:rsid w:val="00117AE8"/>
    <w:rsid w:val="001224A8"/>
    <w:rsid w:val="001242CB"/>
    <w:rsid w:val="00125FD1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45A6"/>
    <w:rsid w:val="001E6845"/>
    <w:rsid w:val="001F09C8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51F"/>
    <w:rsid w:val="005E37F3"/>
    <w:rsid w:val="005E4A7E"/>
    <w:rsid w:val="00603C46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E3797"/>
    <w:rsid w:val="006F193B"/>
    <w:rsid w:val="007020E4"/>
    <w:rsid w:val="00703C6F"/>
    <w:rsid w:val="00704E08"/>
    <w:rsid w:val="007079C9"/>
    <w:rsid w:val="00731E49"/>
    <w:rsid w:val="00733B8C"/>
    <w:rsid w:val="007428FA"/>
    <w:rsid w:val="00745E50"/>
    <w:rsid w:val="00754E4A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23D09"/>
    <w:rsid w:val="00830C34"/>
    <w:rsid w:val="00834B40"/>
    <w:rsid w:val="00850011"/>
    <w:rsid w:val="0085453F"/>
    <w:rsid w:val="00857DFE"/>
    <w:rsid w:val="008620B5"/>
    <w:rsid w:val="00863CB7"/>
    <w:rsid w:val="00865581"/>
    <w:rsid w:val="008716F1"/>
    <w:rsid w:val="00897D68"/>
    <w:rsid w:val="008A3907"/>
    <w:rsid w:val="008C2FBB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C2F41"/>
    <w:rsid w:val="009C413C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1389"/>
    <w:rsid w:val="00B934EE"/>
    <w:rsid w:val="00B9498B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43456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35B4B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B0521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3621"/>
    <w:rsid w:val="00E34530"/>
    <w:rsid w:val="00E420C1"/>
    <w:rsid w:val="00E43EB1"/>
    <w:rsid w:val="00E62F28"/>
    <w:rsid w:val="00E72D28"/>
    <w:rsid w:val="00E75EE5"/>
    <w:rsid w:val="00E81459"/>
    <w:rsid w:val="00E82D20"/>
    <w:rsid w:val="00E85CCB"/>
    <w:rsid w:val="00E86F36"/>
    <w:rsid w:val="00E90159"/>
    <w:rsid w:val="00EA7C72"/>
    <w:rsid w:val="00EC3760"/>
    <w:rsid w:val="00EC3CEF"/>
    <w:rsid w:val="00EC5FBC"/>
    <w:rsid w:val="00ED33E1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93FDE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5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155</TotalTime>
  <Pages>2</Pages>
  <Words>386</Words>
  <Characters>2205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53</cp:revision>
  <cp:lastPrinted>2015-11-10T07:00:00Z</cp:lastPrinted>
  <dcterms:created xsi:type="dcterms:W3CDTF">2014-11-12T06:42:00Z</dcterms:created>
  <dcterms:modified xsi:type="dcterms:W3CDTF">2020-11-03T05:29:00Z</dcterms:modified>
</cp:coreProperties>
</file>