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6D" w:rsidRPr="00503ECA" w:rsidRDefault="00A40C6D" w:rsidP="0060058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ECA">
        <w:rPr>
          <w:rFonts w:ascii="Times New Roman" w:hAnsi="Times New Roman" w:cs="Times New Roman"/>
          <w:sz w:val="28"/>
          <w:szCs w:val="28"/>
        </w:rPr>
        <w:t xml:space="preserve">                       ПРИЛОЖЕНИЕ № 1</w:t>
      </w:r>
    </w:p>
    <w:p w:rsidR="00A40C6D" w:rsidRPr="00503ECA" w:rsidRDefault="00A40C6D" w:rsidP="0060058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503ECA">
        <w:rPr>
          <w:rFonts w:ascii="Times New Roman" w:hAnsi="Times New Roman"/>
          <w:sz w:val="28"/>
          <w:szCs w:val="28"/>
        </w:rPr>
        <w:t xml:space="preserve">                                      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03ECA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0C6D" w:rsidRPr="00503ECA" w:rsidRDefault="00A40C6D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«Молодежь станицы Старотитаровского сельского поселения</w:t>
      </w:r>
    </w:p>
    <w:p w:rsidR="00A40C6D" w:rsidRPr="00503ECA" w:rsidRDefault="00A40C6D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03ECA">
        <w:rPr>
          <w:rFonts w:ascii="Times New Roman" w:hAnsi="Times New Roman"/>
          <w:sz w:val="28"/>
          <w:szCs w:val="28"/>
        </w:rPr>
        <w:t xml:space="preserve"> </w:t>
      </w:r>
    </w:p>
    <w:p w:rsidR="00A40C6D" w:rsidRDefault="00A40C6D" w:rsidP="00A73B5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192</w:t>
      </w:r>
    </w:p>
    <w:p w:rsidR="00A40C6D" w:rsidRDefault="00A40C6D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40C6D" w:rsidRPr="00AA03A8" w:rsidRDefault="00A40C6D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C6D" w:rsidRDefault="00A40C6D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A40C6D" w:rsidRPr="00503ECA" w:rsidRDefault="00A40C6D" w:rsidP="00646C29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ECA">
        <w:rPr>
          <w:rFonts w:ascii="Times New Roman" w:hAnsi="Times New Roman"/>
          <w:b/>
          <w:sz w:val="28"/>
          <w:szCs w:val="28"/>
        </w:rPr>
        <w:t>«Молодежь станицы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503ECA">
        <w:rPr>
          <w:rFonts w:ascii="Times New Roman" w:hAnsi="Times New Roman"/>
          <w:b/>
          <w:sz w:val="28"/>
          <w:szCs w:val="28"/>
        </w:rPr>
        <w:t xml:space="preserve"> </w:t>
      </w:r>
    </w:p>
    <w:p w:rsidR="00A40C6D" w:rsidRPr="00ED639C" w:rsidRDefault="00A40C6D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880"/>
        <w:gridCol w:w="2160"/>
        <w:gridCol w:w="2880"/>
      </w:tblGrid>
      <w:tr w:rsidR="00A40C6D" w:rsidRPr="00525A13" w:rsidTr="000868CB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40C6D" w:rsidRPr="00525A13" w:rsidTr="000868CB">
        <w:trPr>
          <w:trHeight w:val="277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A40C6D" w:rsidRPr="00525A13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525A13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C6D" w:rsidRPr="00525A13" w:rsidRDefault="00A40C6D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40C6D" w:rsidRPr="00B73C78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704E08" w:rsidRDefault="00A40C6D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40C6D" w:rsidRDefault="00A40C6D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548D">
              <w:rPr>
                <w:rFonts w:ascii="Times New Roman" w:hAnsi="Times New Roman"/>
                <w:b/>
              </w:rPr>
              <w:t>Муниципальная программа «Молодежь станицы Старотитаровского сельского посе</w:t>
            </w:r>
            <w:r>
              <w:rPr>
                <w:rFonts w:ascii="Times New Roman" w:hAnsi="Times New Roman"/>
                <w:b/>
              </w:rPr>
              <w:t xml:space="preserve">ления Темрюкского района» </w:t>
            </w:r>
          </w:p>
          <w:p w:rsidR="00A40C6D" w:rsidRPr="007F548D" w:rsidRDefault="00A40C6D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40C6D" w:rsidRPr="00646C29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646C29" w:rsidRDefault="00A40C6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6819FA" w:rsidRDefault="00A40C6D" w:rsidP="003322E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D" w:rsidRPr="00B73C78" w:rsidRDefault="00A40C6D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C6D" w:rsidRPr="00646C29" w:rsidRDefault="00A40C6D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646C29"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A40C6D" w:rsidRDefault="00A40C6D" w:rsidP="00861A1C">
      <w:pPr>
        <w:rPr>
          <w:rFonts w:ascii="Times New Roman" w:hAnsi="Times New Roman"/>
          <w:sz w:val="28"/>
          <w:szCs w:val="28"/>
        </w:rPr>
      </w:pPr>
    </w:p>
    <w:p w:rsidR="00A40C6D" w:rsidRDefault="00A40C6D" w:rsidP="00861A1C">
      <w:pPr>
        <w:rPr>
          <w:rFonts w:ascii="Times New Roman" w:hAnsi="Times New Roman"/>
          <w:sz w:val="28"/>
          <w:szCs w:val="28"/>
        </w:rPr>
      </w:pPr>
    </w:p>
    <w:p w:rsidR="00A40C6D" w:rsidRDefault="00A40C6D" w:rsidP="00861A1C">
      <w:pPr>
        <w:rPr>
          <w:rFonts w:ascii="Times New Roman" w:hAnsi="Times New Roman"/>
          <w:sz w:val="28"/>
          <w:szCs w:val="28"/>
        </w:rPr>
      </w:pPr>
    </w:p>
    <w:p w:rsidR="00A40C6D" w:rsidRDefault="00A40C6D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A40C6D" w:rsidRDefault="00A40C6D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0C6D" w:rsidRPr="00481C03" w:rsidRDefault="00A40C6D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Т.М.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</w:t>
      </w:r>
    </w:p>
    <w:sectPr w:rsidR="00A40C6D" w:rsidRPr="00481C03" w:rsidSect="003A4159">
      <w:headerReference w:type="default" r:id="rId7"/>
      <w:pgSz w:w="16840" w:h="11907" w:orient="landscape" w:code="9"/>
      <w:pgMar w:top="179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C6D" w:rsidRDefault="00A40C6D">
      <w:r>
        <w:separator/>
      </w:r>
    </w:p>
  </w:endnote>
  <w:endnote w:type="continuationSeparator" w:id="0">
    <w:p w:rsidR="00A40C6D" w:rsidRDefault="00A40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C6D" w:rsidRDefault="00A40C6D">
      <w:r>
        <w:separator/>
      </w:r>
    </w:p>
  </w:footnote>
  <w:footnote w:type="continuationSeparator" w:id="0">
    <w:p w:rsidR="00A40C6D" w:rsidRDefault="00A40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C6D" w:rsidRDefault="00A40C6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40C6D" w:rsidRDefault="00A40C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0585"/>
    <w:rsid w:val="00026A04"/>
    <w:rsid w:val="00031545"/>
    <w:rsid w:val="000457BA"/>
    <w:rsid w:val="00063B62"/>
    <w:rsid w:val="0006685C"/>
    <w:rsid w:val="000726A5"/>
    <w:rsid w:val="000759BE"/>
    <w:rsid w:val="00083DC5"/>
    <w:rsid w:val="000868CB"/>
    <w:rsid w:val="000A2474"/>
    <w:rsid w:val="000C13B0"/>
    <w:rsid w:val="000D4DBF"/>
    <w:rsid w:val="000D724A"/>
    <w:rsid w:val="000E5D81"/>
    <w:rsid w:val="000E625F"/>
    <w:rsid w:val="000E75E6"/>
    <w:rsid w:val="00100110"/>
    <w:rsid w:val="001047A9"/>
    <w:rsid w:val="00105934"/>
    <w:rsid w:val="00112F6D"/>
    <w:rsid w:val="00113092"/>
    <w:rsid w:val="00115531"/>
    <w:rsid w:val="00117AE8"/>
    <w:rsid w:val="0012335D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0FB9"/>
    <w:rsid w:val="00194EC9"/>
    <w:rsid w:val="001A2E14"/>
    <w:rsid w:val="001A603E"/>
    <w:rsid w:val="001D5DD7"/>
    <w:rsid w:val="001E134E"/>
    <w:rsid w:val="001E6845"/>
    <w:rsid w:val="001F0456"/>
    <w:rsid w:val="001F331C"/>
    <w:rsid w:val="00203A4F"/>
    <w:rsid w:val="00207A02"/>
    <w:rsid w:val="00212098"/>
    <w:rsid w:val="00254740"/>
    <w:rsid w:val="002569A3"/>
    <w:rsid w:val="002613D3"/>
    <w:rsid w:val="00283B69"/>
    <w:rsid w:val="00291A18"/>
    <w:rsid w:val="0029386C"/>
    <w:rsid w:val="00295673"/>
    <w:rsid w:val="002B48CE"/>
    <w:rsid w:val="002B530D"/>
    <w:rsid w:val="002C059A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A4159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855B5"/>
    <w:rsid w:val="004B3210"/>
    <w:rsid w:val="004C1660"/>
    <w:rsid w:val="004C4FE7"/>
    <w:rsid w:val="004D4870"/>
    <w:rsid w:val="004F5CD8"/>
    <w:rsid w:val="00503ECA"/>
    <w:rsid w:val="00505E45"/>
    <w:rsid w:val="00514CFD"/>
    <w:rsid w:val="00525A13"/>
    <w:rsid w:val="00530099"/>
    <w:rsid w:val="005324F3"/>
    <w:rsid w:val="00544DB7"/>
    <w:rsid w:val="00557832"/>
    <w:rsid w:val="00561E7E"/>
    <w:rsid w:val="00566848"/>
    <w:rsid w:val="00566B60"/>
    <w:rsid w:val="00571B3C"/>
    <w:rsid w:val="0057575A"/>
    <w:rsid w:val="00580B3C"/>
    <w:rsid w:val="00594020"/>
    <w:rsid w:val="005953C9"/>
    <w:rsid w:val="005A1C38"/>
    <w:rsid w:val="005A3755"/>
    <w:rsid w:val="005C29EC"/>
    <w:rsid w:val="005D0C53"/>
    <w:rsid w:val="005D70B2"/>
    <w:rsid w:val="005E37F3"/>
    <w:rsid w:val="005F3817"/>
    <w:rsid w:val="00600588"/>
    <w:rsid w:val="00615189"/>
    <w:rsid w:val="00624DB5"/>
    <w:rsid w:val="00637D77"/>
    <w:rsid w:val="00646C29"/>
    <w:rsid w:val="00654BFA"/>
    <w:rsid w:val="00656CCF"/>
    <w:rsid w:val="00657BA3"/>
    <w:rsid w:val="00665D47"/>
    <w:rsid w:val="00677AB3"/>
    <w:rsid w:val="006819FA"/>
    <w:rsid w:val="006C0876"/>
    <w:rsid w:val="006D12E0"/>
    <w:rsid w:val="007020E4"/>
    <w:rsid w:val="0070384A"/>
    <w:rsid w:val="00703C6F"/>
    <w:rsid w:val="00704E08"/>
    <w:rsid w:val="007174BD"/>
    <w:rsid w:val="00741EA1"/>
    <w:rsid w:val="00754E4A"/>
    <w:rsid w:val="007769A7"/>
    <w:rsid w:val="00776F18"/>
    <w:rsid w:val="00791DE4"/>
    <w:rsid w:val="007927BB"/>
    <w:rsid w:val="007A6384"/>
    <w:rsid w:val="007B4194"/>
    <w:rsid w:val="007C03F1"/>
    <w:rsid w:val="007C7F22"/>
    <w:rsid w:val="007F548D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76A9A"/>
    <w:rsid w:val="00877B70"/>
    <w:rsid w:val="00897D68"/>
    <w:rsid w:val="008A3907"/>
    <w:rsid w:val="008C1A4B"/>
    <w:rsid w:val="008D4D66"/>
    <w:rsid w:val="008E418F"/>
    <w:rsid w:val="008F1DDB"/>
    <w:rsid w:val="008F1FBE"/>
    <w:rsid w:val="008F3336"/>
    <w:rsid w:val="008F523A"/>
    <w:rsid w:val="00904020"/>
    <w:rsid w:val="00912F35"/>
    <w:rsid w:val="009156D9"/>
    <w:rsid w:val="0093264E"/>
    <w:rsid w:val="00944798"/>
    <w:rsid w:val="00947ED6"/>
    <w:rsid w:val="009561E5"/>
    <w:rsid w:val="00957A20"/>
    <w:rsid w:val="00964CB8"/>
    <w:rsid w:val="00981ABD"/>
    <w:rsid w:val="00987B0F"/>
    <w:rsid w:val="009A4821"/>
    <w:rsid w:val="009B3554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40C6D"/>
    <w:rsid w:val="00A64653"/>
    <w:rsid w:val="00A646A6"/>
    <w:rsid w:val="00A73B59"/>
    <w:rsid w:val="00A87FA6"/>
    <w:rsid w:val="00AA03A8"/>
    <w:rsid w:val="00AA54A5"/>
    <w:rsid w:val="00AC577C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2743"/>
    <w:rsid w:val="00B8732B"/>
    <w:rsid w:val="00BA6DF6"/>
    <w:rsid w:val="00BD6A3A"/>
    <w:rsid w:val="00BE6E99"/>
    <w:rsid w:val="00C00096"/>
    <w:rsid w:val="00C0098D"/>
    <w:rsid w:val="00C00FB9"/>
    <w:rsid w:val="00C20A12"/>
    <w:rsid w:val="00C3022C"/>
    <w:rsid w:val="00C30900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A5811"/>
    <w:rsid w:val="00DC12AA"/>
    <w:rsid w:val="00DC12F9"/>
    <w:rsid w:val="00DE02F8"/>
    <w:rsid w:val="00DE09BF"/>
    <w:rsid w:val="00DE37AF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2108"/>
    <w:rsid w:val="00ED639C"/>
    <w:rsid w:val="00ED6B33"/>
    <w:rsid w:val="00EE372C"/>
    <w:rsid w:val="00F031F6"/>
    <w:rsid w:val="00F27F5A"/>
    <w:rsid w:val="00F374C5"/>
    <w:rsid w:val="00F4148A"/>
    <w:rsid w:val="00F62AD5"/>
    <w:rsid w:val="00F93F7E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31AF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1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159</Words>
  <Characters>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2017-10-24T07:34:00Z</cp:lastPrinted>
  <dcterms:created xsi:type="dcterms:W3CDTF">2014-11-12T06:42:00Z</dcterms:created>
  <dcterms:modified xsi:type="dcterms:W3CDTF">2020-11-02T11:17:00Z</dcterms:modified>
</cp:coreProperties>
</file>