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7F9" w:rsidRDefault="006B07F9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B07F9" w:rsidRPr="00B73C78" w:rsidRDefault="006B07F9" w:rsidP="00CA48A1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6B07F9" w:rsidRDefault="006B07F9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«Развитие культуры  Старотитаровского</w:t>
      </w:r>
    </w:p>
    <w:p w:rsidR="006B07F9" w:rsidRPr="00CC774C" w:rsidRDefault="006B07F9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B07F9" w:rsidRPr="00CC774C" w:rsidRDefault="006B07F9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6B07F9" w:rsidRDefault="006B07F9" w:rsidP="000A185A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02.11.2020 г. № 191</w:t>
      </w:r>
    </w:p>
    <w:p w:rsidR="006B07F9" w:rsidRDefault="006B07F9" w:rsidP="00304C41">
      <w:pPr>
        <w:ind w:left="9912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631"/>
        <w:tblW w:w="13500" w:type="dxa"/>
        <w:tblLayout w:type="fixed"/>
        <w:tblLook w:val="0000"/>
      </w:tblPr>
      <w:tblGrid>
        <w:gridCol w:w="392"/>
        <w:gridCol w:w="441"/>
        <w:gridCol w:w="8275"/>
        <w:gridCol w:w="16"/>
        <w:gridCol w:w="1604"/>
        <w:gridCol w:w="16"/>
        <w:gridCol w:w="2756"/>
      </w:tblGrid>
      <w:tr w:rsidR="006B07F9" w:rsidRPr="00DA586D" w:rsidTr="003A1063">
        <w:tc>
          <w:tcPr>
            <w:tcW w:w="392" w:type="dxa"/>
          </w:tcPr>
          <w:p w:rsidR="006B07F9" w:rsidRPr="001913AC" w:rsidRDefault="006B07F9" w:rsidP="00304C41">
            <w:pPr>
              <w:pStyle w:val="Head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8" w:type="dxa"/>
            <w:gridSpan w:val="6"/>
          </w:tcPr>
          <w:p w:rsidR="006B07F9" w:rsidRPr="00CC774C" w:rsidRDefault="006B07F9" w:rsidP="00304C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C41">
              <w:rPr>
                <w:rFonts w:ascii="Times New Roman" w:hAnsi="Times New Roman"/>
                <w:b/>
                <w:sz w:val="28"/>
                <w:szCs w:val="28"/>
              </w:rPr>
              <w:t>Целевые показатели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774C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культуры  Старотитаровского сельского посе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ления Темрюкского района»</w:t>
            </w:r>
          </w:p>
          <w:p w:rsidR="006B07F9" w:rsidRPr="0095474D" w:rsidRDefault="006B07F9" w:rsidP="00304C41">
            <w:pPr>
              <w:jc w:val="center"/>
            </w:pPr>
          </w:p>
        </w:tc>
      </w:tr>
      <w:tr w:rsidR="006B07F9" w:rsidRPr="00DA586D" w:rsidTr="003A1063">
        <w:tc>
          <w:tcPr>
            <w:tcW w:w="392" w:type="dxa"/>
            <w:tcBorders>
              <w:bottom w:val="single" w:sz="4" w:space="0" w:color="auto"/>
            </w:tcBorders>
          </w:tcPr>
          <w:p w:rsidR="006B07F9" w:rsidRPr="00DA586D" w:rsidRDefault="006B07F9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8" w:type="dxa"/>
            <w:gridSpan w:val="6"/>
            <w:tcBorders>
              <w:bottom w:val="single" w:sz="4" w:space="0" w:color="auto"/>
            </w:tcBorders>
          </w:tcPr>
          <w:p w:rsidR="006B07F9" w:rsidRPr="00DA586D" w:rsidRDefault="006B07F9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07F9" w:rsidRPr="00DA586D" w:rsidTr="003A1063">
        <w:trPr>
          <w:trHeight w:val="835"/>
        </w:trPr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304C41" w:rsidRDefault="006B07F9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№</w:t>
            </w:r>
            <w:r w:rsidRPr="00304C4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8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304C41" w:rsidRDefault="006B07F9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304C41" w:rsidRDefault="006B07F9" w:rsidP="007415D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304C41" w:rsidRDefault="006B07F9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6B07F9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65032E" w:rsidRDefault="006B07F9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65032E" w:rsidRDefault="006B07F9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65032E" w:rsidRDefault="006B07F9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Default="006B07F9" w:rsidP="007415D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</w:tr>
      <w:tr w:rsidR="006B07F9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65032E" w:rsidRDefault="006B07F9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65032E" w:rsidRDefault="006B07F9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65032E" w:rsidRDefault="006B07F9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65032E" w:rsidRDefault="006B07F9" w:rsidP="007415D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6B07F9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CF7C8F" w:rsidRDefault="006B07F9" w:rsidP="00E15943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 w:rsidRPr="00CF7C8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Default="006B07F9" w:rsidP="00D84FBC">
            <w:pPr>
              <w:pStyle w:val="a2"/>
              <w:jc w:val="center"/>
              <w:rPr>
                <w:rFonts w:ascii="Times New Roman" w:hAnsi="Times New Roman"/>
                <w:b/>
              </w:rPr>
            </w:pPr>
            <w:r w:rsidRPr="00D84FBC">
              <w:rPr>
                <w:rFonts w:ascii="Times New Roman" w:hAnsi="Times New Roman"/>
                <w:b/>
              </w:rPr>
              <w:t>Подпрограмма «Поддержка МБУ «Старотитаровский  КСЦ»</w:t>
            </w:r>
          </w:p>
          <w:p w:rsidR="006B07F9" w:rsidRPr="00D84FBC" w:rsidRDefault="006B07F9" w:rsidP="00D84FBC"/>
        </w:tc>
      </w:tr>
      <w:tr w:rsidR="006B07F9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65032E" w:rsidRDefault="006B07F9" w:rsidP="009D529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65032E" w:rsidRDefault="006B07F9" w:rsidP="00CF7C8F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7403F5">
              <w:rPr>
                <w:rFonts w:ascii="Times New Roman" w:hAnsi="Times New Roman"/>
              </w:rPr>
              <w:t>приобретение звукоусилительного оборудования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65032E" w:rsidRDefault="006B07F9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65032E" w:rsidRDefault="006B07F9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B07F9" w:rsidRPr="00DA586D" w:rsidTr="003A1063">
        <w:trPr>
          <w:trHeight w:val="260"/>
        </w:trPr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65032E" w:rsidRDefault="006B07F9" w:rsidP="009D529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321D4F" w:rsidRDefault="006B07F9" w:rsidP="00321D4F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сценического оборудования</w:t>
            </w:r>
          </w:p>
          <w:p w:rsidR="006B07F9" w:rsidRPr="0065032E" w:rsidRDefault="006B07F9" w:rsidP="00A05FAF">
            <w:pPr>
              <w:pStyle w:val="a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65032E" w:rsidRDefault="006B07F9" w:rsidP="009A38F0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комплект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7426F5" w:rsidRDefault="006B07F9" w:rsidP="007426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1</w:t>
            </w:r>
          </w:p>
        </w:tc>
      </w:tr>
      <w:tr w:rsidR="006B07F9" w:rsidRPr="00DA586D" w:rsidTr="00DA0A9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65032E" w:rsidRDefault="006B07F9" w:rsidP="009D529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65032E" w:rsidRDefault="006B07F9" w:rsidP="00A05FAF">
            <w:pPr>
              <w:pStyle w:val="a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65032E" w:rsidRDefault="006B07F9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65032E" w:rsidRDefault="006B07F9" w:rsidP="00D807EA"/>
        </w:tc>
      </w:tr>
      <w:tr w:rsidR="006B07F9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CF7C8F" w:rsidRDefault="006B07F9" w:rsidP="009D5298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 w:rsidRPr="002571EA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2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CF7C8F" w:rsidRDefault="006B07F9" w:rsidP="00CF7C8F">
            <w:pPr>
              <w:jc w:val="center"/>
              <w:rPr>
                <w:rFonts w:ascii="Times New Roman" w:hAnsi="Times New Roman"/>
                <w:b/>
              </w:rPr>
            </w:pPr>
            <w:r w:rsidRPr="00CF7C8F">
              <w:rPr>
                <w:rFonts w:ascii="Times New Roman" w:hAnsi="Times New Roman"/>
                <w:b/>
              </w:rPr>
              <w:t>Подпрограмма «Совершенствование деятельности МБУ «Старотитаровский   КСЦ»</w:t>
            </w:r>
            <w:r w:rsidRPr="00CF7C8F">
              <w:rPr>
                <w:rFonts w:ascii="Times New Roman" w:hAnsi="Times New Roman"/>
                <w:b/>
                <w:color w:val="000000"/>
              </w:rPr>
              <w:t xml:space="preserve"> по предоставлению муниципальных услуг</w:t>
            </w:r>
            <w:r w:rsidRPr="00CF7C8F">
              <w:rPr>
                <w:rFonts w:ascii="Times New Roman" w:hAnsi="Times New Roman"/>
                <w:b/>
              </w:rPr>
              <w:t>»</w:t>
            </w:r>
          </w:p>
          <w:p w:rsidR="006B07F9" w:rsidRPr="00CF7C8F" w:rsidRDefault="006B07F9" w:rsidP="00D807EA">
            <w:pPr>
              <w:rPr>
                <w:b/>
              </w:rPr>
            </w:pPr>
          </w:p>
        </w:tc>
      </w:tr>
      <w:tr w:rsidR="006B07F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65032E" w:rsidRDefault="006B07F9" w:rsidP="009D529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942831" w:rsidRDefault="006B07F9" w:rsidP="00CF7C8F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выплаты заработной платы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AA4784" w:rsidRDefault="006B07F9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AA4784" w:rsidRDefault="006B07F9" w:rsidP="00D807EA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6B07F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65032E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942831" w:rsidRDefault="006B07F9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услуги связи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AA4784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AA4784" w:rsidRDefault="006B07F9" w:rsidP="00F541D5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6B07F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65032E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942831" w:rsidRDefault="006B07F9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коммунальных услуг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AA4784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AA4784" w:rsidRDefault="006B07F9" w:rsidP="00F541D5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6B07F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65032E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942831" w:rsidRDefault="006B07F9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вывоз ТКО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AA4784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AA4784" w:rsidRDefault="006B07F9" w:rsidP="00F541D5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6B07F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65032E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942831" w:rsidRDefault="006B07F9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подписка на периодику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65032E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AA02C2" w:rsidRDefault="006B07F9" w:rsidP="00F541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</w:t>
            </w:r>
          </w:p>
        </w:tc>
      </w:tr>
      <w:tr w:rsidR="006B07F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65032E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2571EA" w:rsidRDefault="006B07F9" w:rsidP="00F541D5">
            <w:pPr>
              <w:pStyle w:val="a1"/>
              <w:jc w:val="left"/>
              <w:rPr>
                <w:rFonts w:ascii="Times New Roman" w:hAnsi="Times New Roman"/>
              </w:rPr>
            </w:pPr>
            <w:r w:rsidRPr="002571EA">
              <w:rPr>
                <w:rFonts w:ascii="Times New Roman" w:hAnsi="Times New Roman"/>
              </w:rPr>
              <w:t>обслуживание автоматической пожарной сигнализации и систем оповещения и управления эвакуацией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65032E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AA02C2" w:rsidRDefault="006B07F9" w:rsidP="00F541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B07F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65032E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E36124" w:rsidRDefault="006B07F9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E36124">
              <w:rPr>
                <w:rFonts w:ascii="Times New Roman" w:hAnsi="Times New Roman"/>
              </w:rPr>
              <w:t>установка тревожной кнопки в детскую и сельскую библиотеку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032D33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032D33" w:rsidRDefault="006B07F9" w:rsidP="000334A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2</w:t>
            </w:r>
          </w:p>
        </w:tc>
      </w:tr>
      <w:tr w:rsidR="006B07F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942831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E36124" w:rsidRDefault="006B07F9" w:rsidP="00F541D5">
            <w:pPr>
              <w:pStyle w:val="a1"/>
              <w:jc w:val="left"/>
              <w:rPr>
                <w:rFonts w:ascii="Times New Roman" w:hAnsi="Times New Roman"/>
              </w:rPr>
            </w:pPr>
            <w:r w:rsidRPr="00E36124">
              <w:rPr>
                <w:rFonts w:ascii="Times New Roman" w:hAnsi="Times New Roman"/>
              </w:rPr>
              <w:t>техническое обслуживание тревожных кнопок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032D33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0334AF" w:rsidRDefault="006B07F9" w:rsidP="000334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3</w:t>
            </w:r>
          </w:p>
        </w:tc>
      </w:tr>
      <w:tr w:rsidR="006B07F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942831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E36124" w:rsidRDefault="006B07F9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E36124">
              <w:rPr>
                <w:rFonts w:ascii="Times New Roman" w:hAnsi="Times New Roman" w:cs="Times New Roman"/>
              </w:rPr>
              <w:t>проведение огнезащитной обра</w:t>
            </w:r>
            <w:r>
              <w:rPr>
                <w:rFonts w:ascii="Times New Roman" w:hAnsi="Times New Roman" w:cs="Times New Roman"/>
              </w:rPr>
              <w:t>ботки чердачных перекрытий и дер</w:t>
            </w:r>
            <w:r w:rsidRPr="00E36124">
              <w:rPr>
                <w:rFonts w:ascii="Times New Roman" w:hAnsi="Times New Roman" w:cs="Times New Roman"/>
              </w:rPr>
              <w:t>евянного планшета сцены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032D33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C9666A" w:rsidRDefault="006B07F9" w:rsidP="000334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C9666A">
              <w:rPr>
                <w:rFonts w:ascii="Times New Roman" w:hAnsi="Times New Roman" w:cs="Times New Roman"/>
              </w:rPr>
              <w:t>2</w:t>
            </w:r>
          </w:p>
        </w:tc>
      </w:tr>
      <w:tr w:rsidR="006B07F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942831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AD0706" w:rsidRDefault="006B07F9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AD0706">
              <w:rPr>
                <w:rFonts w:ascii="Times New Roman" w:hAnsi="Times New Roman" w:cs="Times New Roman"/>
              </w:rPr>
              <w:t>обслуживание комплекса технических средств системы видеонаблюдения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032D33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C9666A" w:rsidRDefault="006B07F9" w:rsidP="000334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1</w:t>
            </w:r>
          </w:p>
        </w:tc>
      </w:tr>
      <w:tr w:rsidR="006B07F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942831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942831" w:rsidRDefault="006B07F9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приобретение хозтоваров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Default="006B07F9" w:rsidP="00796D1D">
            <w:pPr>
              <w:ind w:firstLine="0"/>
              <w:jc w:val="center"/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0334AF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5804F4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менее 13</w:t>
            </w:r>
            <w:r w:rsidRPr="005804F4">
              <w:rPr>
                <w:rFonts w:ascii="Times New Roman" w:hAnsi="Times New Roman" w:cs="Times New Roman"/>
              </w:rPr>
              <w:t>0</w:t>
            </w:r>
          </w:p>
        </w:tc>
      </w:tr>
      <w:tr w:rsidR="006B07F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942831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942831" w:rsidRDefault="006B07F9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Default="006B07F9" w:rsidP="00796D1D">
            <w:pPr>
              <w:ind w:firstLine="0"/>
              <w:jc w:val="center"/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5804F4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5804F4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менее</w:t>
            </w:r>
            <w:r w:rsidRPr="005804F4">
              <w:rPr>
                <w:rFonts w:ascii="Times New Roman" w:hAnsi="Times New Roman" w:cs="Times New Roman"/>
              </w:rPr>
              <w:t xml:space="preserve"> 150</w:t>
            </w:r>
          </w:p>
        </w:tc>
      </w:tr>
      <w:tr w:rsidR="006B07F9" w:rsidRPr="00414DF9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414DF9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14DF9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AD0706" w:rsidRDefault="006B07F9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AD0706">
              <w:rPr>
                <w:rFonts w:ascii="Times New Roman" w:hAnsi="Times New Roman" w:cs="Times New Roman"/>
              </w:rPr>
              <w:t>приобретение жесткого диска для увеличения памяти видеонаблюдения мощности 6тб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414DF9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414DF9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B07F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DA586D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DA586D" w:rsidRDefault="006B07F9" w:rsidP="00F541D5">
            <w:pPr>
              <w:pStyle w:val="a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032D33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032D33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07F9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B772DE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 w:rsidRPr="00B772DE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2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Default="006B07F9" w:rsidP="00F541D5">
            <w:pPr>
              <w:pStyle w:val="a1"/>
              <w:jc w:val="center"/>
              <w:rPr>
                <w:rFonts w:ascii="Times New Roman" w:hAnsi="Times New Roman"/>
                <w:b/>
              </w:rPr>
            </w:pPr>
            <w:r w:rsidRPr="00B772DE">
              <w:rPr>
                <w:rFonts w:ascii="Times New Roman" w:hAnsi="Times New Roman"/>
                <w:b/>
              </w:rPr>
              <w:t>Подпрограмма «</w:t>
            </w:r>
            <w:r w:rsidRPr="00B772DE">
              <w:rPr>
                <w:rFonts w:ascii="Times New Roman" w:hAnsi="Times New Roman"/>
                <w:b/>
                <w:bCs/>
                <w:color w:val="000000"/>
              </w:rPr>
              <w:t>Основные направления развития культуры</w:t>
            </w:r>
            <w:r w:rsidRPr="00B772DE">
              <w:rPr>
                <w:rFonts w:ascii="Times New Roman" w:hAnsi="Times New Roman"/>
                <w:b/>
              </w:rPr>
              <w:t xml:space="preserve"> в Старотитаровском сельском поселении </w:t>
            </w:r>
          </w:p>
          <w:p w:rsidR="006B07F9" w:rsidRDefault="006B07F9" w:rsidP="00F541D5">
            <w:pPr>
              <w:pStyle w:val="a1"/>
              <w:jc w:val="center"/>
              <w:rPr>
                <w:rFonts w:ascii="Times New Roman" w:hAnsi="Times New Roman"/>
                <w:b/>
              </w:rPr>
            </w:pPr>
            <w:r w:rsidRPr="00B772DE">
              <w:rPr>
                <w:rFonts w:ascii="Times New Roman" w:hAnsi="Times New Roman"/>
                <w:b/>
              </w:rPr>
              <w:t>Темрюкского района»</w:t>
            </w:r>
          </w:p>
          <w:p w:rsidR="006B07F9" w:rsidRPr="00696591" w:rsidRDefault="006B07F9" w:rsidP="00696591"/>
        </w:tc>
      </w:tr>
      <w:tr w:rsidR="006B07F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B772DE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B772D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D53DDC" w:rsidRDefault="006B07F9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D53DDC">
              <w:rPr>
                <w:rFonts w:ascii="Times New Roman" w:hAnsi="Times New Roman"/>
              </w:rPr>
              <w:t>проведение культурно-массовых мероприятий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B772DE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B772DE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160</w:t>
            </w:r>
          </w:p>
        </w:tc>
      </w:tr>
      <w:tr w:rsidR="006B07F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B772DE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B772DE" w:rsidRDefault="006B07F9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B772DE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B772DE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07F9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696591" w:rsidRDefault="006B07F9" w:rsidP="00F541D5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 w:rsidRPr="00696591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2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Default="006B07F9" w:rsidP="00F541D5">
            <w:pPr>
              <w:pStyle w:val="a1"/>
              <w:jc w:val="center"/>
              <w:rPr>
                <w:rFonts w:ascii="Times New Roman" w:hAnsi="Times New Roman"/>
                <w:b/>
              </w:rPr>
            </w:pPr>
            <w:r w:rsidRPr="00696591">
              <w:rPr>
                <w:rFonts w:ascii="Times New Roman" w:hAnsi="Times New Roman"/>
                <w:b/>
              </w:rPr>
              <w:t>Подпрограмма «Кадровое обеспечение сферы культуры и искусства в Старотитаровском сельском поселении Темрюкского района»</w:t>
            </w:r>
          </w:p>
          <w:p w:rsidR="006B07F9" w:rsidRPr="00696591" w:rsidRDefault="006B07F9" w:rsidP="00696591"/>
        </w:tc>
      </w:tr>
      <w:tr w:rsidR="006B07F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B772DE" w:rsidRDefault="006B07F9" w:rsidP="00696591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696591" w:rsidRDefault="006B07F9" w:rsidP="00696591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696591">
              <w:rPr>
                <w:rFonts w:ascii="Times New Roman" w:hAnsi="Times New Roman"/>
              </w:rPr>
              <w:t>поэтапное повышение уровня заработной платы сотрудникам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AA4784" w:rsidRDefault="006B07F9" w:rsidP="00696591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AA4784" w:rsidRDefault="006B07F9" w:rsidP="00696591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6B07F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B772DE" w:rsidRDefault="006B07F9" w:rsidP="00696591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F9" w:rsidRPr="00B772DE" w:rsidRDefault="006B07F9" w:rsidP="00696591">
            <w:pPr>
              <w:pStyle w:val="a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B772DE" w:rsidRDefault="006B07F9" w:rsidP="00696591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F9" w:rsidRPr="00B772DE" w:rsidRDefault="006B07F9" w:rsidP="00696591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B07F9" w:rsidRPr="00800322" w:rsidRDefault="006B07F9" w:rsidP="00800322">
      <w:pPr>
        <w:rPr>
          <w:vanish/>
        </w:rPr>
      </w:pPr>
    </w:p>
    <w:tbl>
      <w:tblPr>
        <w:tblW w:w="15451" w:type="dxa"/>
        <w:tblInd w:w="-1026" w:type="dxa"/>
        <w:tblLook w:val="0000"/>
      </w:tblPr>
      <w:tblGrid>
        <w:gridCol w:w="7641"/>
        <w:gridCol w:w="7810"/>
      </w:tblGrid>
      <w:tr w:rsidR="006B07F9" w:rsidRPr="002A665B" w:rsidTr="00442153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6B07F9" w:rsidRDefault="006B07F9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07F9" w:rsidRDefault="006B07F9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07F9" w:rsidRDefault="006B07F9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07F9" w:rsidRPr="002A665B" w:rsidRDefault="006B07F9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B07F9" w:rsidRPr="002A665B" w:rsidRDefault="006B07F9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дминистрации Старотитаровского</w:t>
            </w:r>
          </w:p>
          <w:p w:rsidR="006B07F9" w:rsidRPr="002A665B" w:rsidRDefault="006B07F9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ельского поселения Темрюкского района</w:t>
            </w: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6B07F9" w:rsidRPr="001913AC" w:rsidRDefault="006B07F9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6B07F9" w:rsidRPr="001913AC" w:rsidRDefault="006B07F9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6B07F9" w:rsidRPr="001913AC" w:rsidRDefault="006B07F9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913AC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6B07F9" w:rsidRPr="001913AC" w:rsidRDefault="006B07F9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6B07F9" w:rsidRPr="001913AC" w:rsidRDefault="006B07F9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6B07F9" w:rsidRPr="001913AC" w:rsidRDefault="006B07F9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Л.В. Кубрак</w:t>
            </w:r>
          </w:p>
        </w:tc>
      </w:tr>
    </w:tbl>
    <w:p w:rsidR="006B07F9" w:rsidRDefault="006B07F9" w:rsidP="00570710">
      <w:pPr>
        <w:ind w:firstLine="0"/>
      </w:pPr>
    </w:p>
    <w:p w:rsidR="006B07F9" w:rsidRDefault="006B07F9" w:rsidP="00E15943">
      <w:pPr>
        <w:ind w:firstLine="0"/>
      </w:pPr>
    </w:p>
    <w:sectPr w:rsidR="006B07F9" w:rsidSect="00442153">
      <w:headerReference w:type="default" r:id="rId7"/>
      <w:headerReference w:type="first" r:id="rId8"/>
      <w:pgSz w:w="16838" w:h="11906" w:orient="landscape"/>
      <w:pgMar w:top="719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7F9" w:rsidRDefault="006B07F9" w:rsidP="00517686">
      <w:r>
        <w:separator/>
      </w:r>
    </w:p>
  </w:endnote>
  <w:endnote w:type="continuationSeparator" w:id="0">
    <w:p w:rsidR="006B07F9" w:rsidRDefault="006B07F9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7F9" w:rsidRDefault="006B07F9" w:rsidP="00517686">
      <w:r>
        <w:separator/>
      </w:r>
    </w:p>
  </w:footnote>
  <w:footnote w:type="continuationSeparator" w:id="0">
    <w:p w:rsidR="006B07F9" w:rsidRDefault="006B07F9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7F9" w:rsidRPr="00517686" w:rsidRDefault="006B07F9">
    <w:pPr>
      <w:pStyle w:val="Header"/>
      <w:jc w:val="center"/>
      <w:rPr>
        <w:rFonts w:ascii="Times New Roman" w:hAnsi="Times New Roman"/>
        <w:sz w:val="28"/>
        <w:szCs w:val="28"/>
      </w:rPr>
    </w:pPr>
  </w:p>
  <w:p w:rsidR="006B07F9" w:rsidRDefault="006B07F9">
    <w:pPr>
      <w:pStyle w:val="Header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51658240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;mso-next-textbox:#Прямоугольник 9">
            <w:txbxContent>
              <w:p w:rsidR="006B07F9" w:rsidRPr="00307D3B" w:rsidRDefault="006B07F9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123632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7F9" w:rsidRDefault="006B07F9">
    <w:pPr>
      <w:pStyle w:val="Header"/>
      <w:jc w:val="center"/>
    </w:pPr>
  </w:p>
  <w:p w:rsidR="006B07F9" w:rsidRDefault="006B07F9">
    <w:pPr>
      <w:pStyle w:val="Header"/>
    </w:pPr>
    <w:r>
      <w:rPr>
        <w:noProof/>
      </w:rPr>
      <w:pict>
        <v:rect id="_x0000_s2050" style="position:absolute;left:0;text-align:left;margin-left:794.55pt;margin-top:0;width:60.75pt;height:52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;mso-next-textbox:#_x0000_s2050">
            <w:txbxContent>
              <w:p w:rsidR="006B07F9" w:rsidRPr="00307D3B" w:rsidRDefault="006B07F9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123632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0670A"/>
    <w:rsid w:val="0001317B"/>
    <w:rsid w:val="00030778"/>
    <w:rsid w:val="00032D33"/>
    <w:rsid w:val="000334AF"/>
    <w:rsid w:val="0004122D"/>
    <w:rsid w:val="000604BD"/>
    <w:rsid w:val="00081062"/>
    <w:rsid w:val="00083153"/>
    <w:rsid w:val="0008643E"/>
    <w:rsid w:val="000958E8"/>
    <w:rsid w:val="000A185A"/>
    <w:rsid w:val="000B1CD5"/>
    <w:rsid w:val="000E0D46"/>
    <w:rsid w:val="000F1E43"/>
    <w:rsid w:val="00123632"/>
    <w:rsid w:val="0014411D"/>
    <w:rsid w:val="00151D92"/>
    <w:rsid w:val="001555E0"/>
    <w:rsid w:val="00160C32"/>
    <w:rsid w:val="00160F06"/>
    <w:rsid w:val="00163684"/>
    <w:rsid w:val="001913AC"/>
    <w:rsid w:val="0020243A"/>
    <w:rsid w:val="00231E0A"/>
    <w:rsid w:val="002352D1"/>
    <w:rsid w:val="002571EA"/>
    <w:rsid w:val="00273B56"/>
    <w:rsid w:val="0028176D"/>
    <w:rsid w:val="002A665B"/>
    <w:rsid w:val="002C5B45"/>
    <w:rsid w:val="002D3AB3"/>
    <w:rsid w:val="002E2DA1"/>
    <w:rsid w:val="002E72F5"/>
    <w:rsid w:val="00304C41"/>
    <w:rsid w:val="00307D3B"/>
    <w:rsid w:val="00321D4F"/>
    <w:rsid w:val="003322EB"/>
    <w:rsid w:val="00374A91"/>
    <w:rsid w:val="003914A4"/>
    <w:rsid w:val="003A1063"/>
    <w:rsid w:val="003C4CD4"/>
    <w:rsid w:val="003D16CC"/>
    <w:rsid w:val="00414DF9"/>
    <w:rsid w:val="00442153"/>
    <w:rsid w:val="00455ADD"/>
    <w:rsid w:val="00476251"/>
    <w:rsid w:val="004B54DD"/>
    <w:rsid w:val="004C441D"/>
    <w:rsid w:val="004D578E"/>
    <w:rsid w:val="004F6143"/>
    <w:rsid w:val="005114CD"/>
    <w:rsid w:val="00511684"/>
    <w:rsid w:val="00517686"/>
    <w:rsid w:val="005263A3"/>
    <w:rsid w:val="005306AE"/>
    <w:rsid w:val="00534EAA"/>
    <w:rsid w:val="005545E1"/>
    <w:rsid w:val="00570710"/>
    <w:rsid w:val="005804F4"/>
    <w:rsid w:val="00583B68"/>
    <w:rsid w:val="005B0CC2"/>
    <w:rsid w:val="005C5B42"/>
    <w:rsid w:val="005D3FB7"/>
    <w:rsid w:val="00600962"/>
    <w:rsid w:val="00603C14"/>
    <w:rsid w:val="00615D6A"/>
    <w:rsid w:val="00647EBC"/>
    <w:rsid w:val="0065032E"/>
    <w:rsid w:val="00657541"/>
    <w:rsid w:val="00690B54"/>
    <w:rsid w:val="00696591"/>
    <w:rsid w:val="006B07F9"/>
    <w:rsid w:val="006B18FE"/>
    <w:rsid w:val="006B6C24"/>
    <w:rsid w:val="006D15B0"/>
    <w:rsid w:val="006E7F9D"/>
    <w:rsid w:val="006F6C22"/>
    <w:rsid w:val="00714A4B"/>
    <w:rsid w:val="00731FC7"/>
    <w:rsid w:val="00737DC2"/>
    <w:rsid w:val="007403F5"/>
    <w:rsid w:val="007415D2"/>
    <w:rsid w:val="007426F5"/>
    <w:rsid w:val="00793A73"/>
    <w:rsid w:val="00796D1D"/>
    <w:rsid w:val="007D4E73"/>
    <w:rsid w:val="007D6017"/>
    <w:rsid w:val="007F3660"/>
    <w:rsid w:val="00800322"/>
    <w:rsid w:val="008C3DC5"/>
    <w:rsid w:val="008E5535"/>
    <w:rsid w:val="0091283C"/>
    <w:rsid w:val="00942831"/>
    <w:rsid w:val="0095474D"/>
    <w:rsid w:val="00963A25"/>
    <w:rsid w:val="009816B2"/>
    <w:rsid w:val="009A38F0"/>
    <w:rsid w:val="009B1FC7"/>
    <w:rsid w:val="009C5F06"/>
    <w:rsid w:val="009D4A78"/>
    <w:rsid w:val="009D5298"/>
    <w:rsid w:val="00A05FAF"/>
    <w:rsid w:val="00A32F69"/>
    <w:rsid w:val="00A52464"/>
    <w:rsid w:val="00A970CB"/>
    <w:rsid w:val="00AA02C2"/>
    <w:rsid w:val="00AA4784"/>
    <w:rsid w:val="00AB2151"/>
    <w:rsid w:val="00AD0706"/>
    <w:rsid w:val="00AD7DE3"/>
    <w:rsid w:val="00AF430D"/>
    <w:rsid w:val="00B13C1E"/>
    <w:rsid w:val="00B20904"/>
    <w:rsid w:val="00B26513"/>
    <w:rsid w:val="00B40A40"/>
    <w:rsid w:val="00B73C78"/>
    <w:rsid w:val="00B754EB"/>
    <w:rsid w:val="00B76020"/>
    <w:rsid w:val="00B772DE"/>
    <w:rsid w:val="00BD00F0"/>
    <w:rsid w:val="00BD2290"/>
    <w:rsid w:val="00C36EEB"/>
    <w:rsid w:val="00C41C87"/>
    <w:rsid w:val="00C55F90"/>
    <w:rsid w:val="00C80787"/>
    <w:rsid w:val="00C9666A"/>
    <w:rsid w:val="00CA3321"/>
    <w:rsid w:val="00CA48A1"/>
    <w:rsid w:val="00CC774C"/>
    <w:rsid w:val="00CE5076"/>
    <w:rsid w:val="00CF7C8F"/>
    <w:rsid w:val="00D2263B"/>
    <w:rsid w:val="00D31D72"/>
    <w:rsid w:val="00D53DDC"/>
    <w:rsid w:val="00D56FDB"/>
    <w:rsid w:val="00D62DE4"/>
    <w:rsid w:val="00D807EA"/>
    <w:rsid w:val="00D84FBC"/>
    <w:rsid w:val="00DA0263"/>
    <w:rsid w:val="00DA0A9B"/>
    <w:rsid w:val="00DA586D"/>
    <w:rsid w:val="00DA7326"/>
    <w:rsid w:val="00DC465B"/>
    <w:rsid w:val="00DE5255"/>
    <w:rsid w:val="00DF0981"/>
    <w:rsid w:val="00DF5CD0"/>
    <w:rsid w:val="00E04C3E"/>
    <w:rsid w:val="00E15943"/>
    <w:rsid w:val="00E264DC"/>
    <w:rsid w:val="00E36124"/>
    <w:rsid w:val="00E428E8"/>
    <w:rsid w:val="00E526F6"/>
    <w:rsid w:val="00E675A1"/>
    <w:rsid w:val="00E9234B"/>
    <w:rsid w:val="00E94E39"/>
    <w:rsid w:val="00EA6999"/>
    <w:rsid w:val="00EB13FD"/>
    <w:rsid w:val="00ED0295"/>
    <w:rsid w:val="00EE6EFA"/>
    <w:rsid w:val="00EE7DCA"/>
    <w:rsid w:val="00F25BD6"/>
    <w:rsid w:val="00F3208F"/>
    <w:rsid w:val="00F541D5"/>
    <w:rsid w:val="00F6779C"/>
    <w:rsid w:val="00F75466"/>
    <w:rsid w:val="00FD1974"/>
    <w:rsid w:val="00FD1979"/>
    <w:rsid w:val="00FE332C"/>
    <w:rsid w:val="00FE489B"/>
    <w:rsid w:val="00FE7C05"/>
    <w:rsid w:val="00FE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5B0"/>
    <w:pPr>
      <w:spacing w:before="108" w:after="108"/>
      <w:ind w:firstLine="0"/>
      <w:jc w:val="center"/>
      <w:outlineLvl w:val="0"/>
    </w:pPr>
    <w:rPr>
      <w:rFonts w:eastAsia="Calibri" w:cs="Times New Roman"/>
      <w:b/>
      <w:bCs/>
      <w:color w:val="26282F"/>
    </w:rPr>
  </w:style>
  <w:style w:type="paragraph" w:styleId="Heading4">
    <w:name w:val="heading 4"/>
    <w:basedOn w:val="Normal"/>
    <w:link w:val="Heading4Char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Calibri" w:eastAsia="Calibri" w:hAnsi="Calibri"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5B0"/>
    <w:rPr>
      <w:rFonts w:ascii="Arial" w:hAnsi="Arial" w:cs="Times New Roman"/>
      <w:b/>
      <w:color w:val="26282F"/>
      <w:sz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5FAF"/>
    <w:rPr>
      <w:rFonts w:cs="Times New Roman"/>
      <w:b/>
      <w:sz w:val="24"/>
      <w:lang w:val="ru-RU" w:eastAsia="ru-RU"/>
    </w:rPr>
  </w:style>
  <w:style w:type="character" w:customStyle="1" w:styleId="a">
    <w:name w:val="Цветовое выделение"/>
    <w:uiPriority w:val="99"/>
    <w:rsid w:val="006D15B0"/>
    <w:rPr>
      <w:b/>
      <w:color w:val="26282F"/>
    </w:rPr>
  </w:style>
  <w:style w:type="character" w:customStyle="1" w:styleId="a0">
    <w:name w:val="Гипертекстовая ссылка"/>
    <w:uiPriority w:val="99"/>
    <w:rsid w:val="006D15B0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6D15B0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6D15B0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7686"/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686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70710"/>
    <w:pPr>
      <w:widowControl/>
      <w:autoSpaceDE/>
      <w:autoSpaceDN/>
      <w:adjustRightInd/>
      <w:ind w:right="-1192" w:firstLine="0"/>
      <w:jc w:val="left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D1979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05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230</TotalTime>
  <Pages>2</Pages>
  <Words>331</Words>
  <Characters>1890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82</cp:revision>
  <cp:lastPrinted>2015-10-30T12:31:00Z</cp:lastPrinted>
  <dcterms:created xsi:type="dcterms:W3CDTF">2014-07-17T06:37:00Z</dcterms:created>
  <dcterms:modified xsi:type="dcterms:W3CDTF">2020-11-02T11:28:00Z</dcterms:modified>
</cp:coreProperties>
</file>