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A82" w:rsidRPr="00812ED7" w:rsidRDefault="00190A82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bookmarkStart w:id="0" w:name="sub_100"/>
      <w:r>
        <w:rPr>
          <w:bCs/>
          <w:sz w:val="28"/>
          <w:szCs w:val="28"/>
        </w:rPr>
        <w:t>П</w:t>
      </w:r>
      <w:bookmarkEnd w:id="0"/>
      <w:r>
        <w:rPr>
          <w:bCs/>
          <w:sz w:val="28"/>
          <w:szCs w:val="28"/>
        </w:rPr>
        <w:t>РИЛОЖЕНИЕ № 1</w:t>
      </w:r>
    </w:p>
    <w:p w:rsidR="00190A82" w:rsidRPr="00812ED7" w:rsidRDefault="00190A82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hyperlink w:anchor="sub_0" w:history="1">
        <w:r w:rsidRPr="00812ED7">
          <w:rPr>
            <w:bCs/>
            <w:sz w:val="28"/>
            <w:szCs w:val="28"/>
          </w:rPr>
          <w:t>постановлением</w:t>
        </w:r>
      </w:hyperlink>
      <w:r>
        <w:rPr>
          <w:bCs/>
          <w:sz w:val="28"/>
          <w:szCs w:val="28"/>
        </w:rPr>
        <w:t xml:space="preserve"> </w:t>
      </w:r>
      <w:r w:rsidRPr="00812ED7">
        <w:rPr>
          <w:bCs/>
          <w:sz w:val="28"/>
          <w:szCs w:val="28"/>
        </w:rPr>
        <w:t>администрации</w:t>
      </w:r>
    </w:p>
    <w:p w:rsidR="00190A82" w:rsidRPr="00812ED7" w:rsidRDefault="00190A82" w:rsidP="00D93E2C">
      <w:pPr>
        <w:tabs>
          <w:tab w:val="left" w:pos="5040"/>
          <w:tab w:val="left" w:pos="5220"/>
          <w:tab w:val="left" w:pos="5580"/>
        </w:tabs>
        <w:autoSpaceDE w:val="0"/>
        <w:autoSpaceDN w:val="0"/>
        <w:adjustRightInd w:val="0"/>
        <w:ind w:firstLine="414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Старотитаровского се</w:t>
      </w:r>
      <w:r w:rsidRPr="00812ED7">
        <w:rPr>
          <w:bCs/>
          <w:sz w:val="28"/>
          <w:szCs w:val="28"/>
        </w:rPr>
        <w:t>льского</w:t>
      </w:r>
      <w:r>
        <w:rPr>
          <w:bCs/>
          <w:sz w:val="28"/>
          <w:szCs w:val="28"/>
        </w:rPr>
        <w:t xml:space="preserve"> по</w:t>
      </w:r>
      <w:r w:rsidRPr="00812ED7">
        <w:rPr>
          <w:bCs/>
          <w:sz w:val="28"/>
          <w:szCs w:val="28"/>
        </w:rPr>
        <w:t>селения</w:t>
      </w:r>
    </w:p>
    <w:p w:rsidR="00190A82" w:rsidRPr="00812ED7" w:rsidRDefault="00190A82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Темрюкского </w:t>
      </w:r>
      <w:r w:rsidRPr="00812ED7">
        <w:rPr>
          <w:bCs/>
          <w:sz w:val="28"/>
          <w:szCs w:val="28"/>
        </w:rPr>
        <w:t xml:space="preserve"> района</w:t>
      </w:r>
    </w:p>
    <w:p w:rsidR="00190A82" w:rsidRPr="00812ED7" w:rsidRDefault="00190A82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812ED7">
        <w:rPr>
          <w:bCs/>
          <w:sz w:val="28"/>
          <w:szCs w:val="28"/>
        </w:rPr>
        <w:t xml:space="preserve">т </w:t>
      </w:r>
      <w:r>
        <w:rPr>
          <w:bCs/>
          <w:sz w:val="28"/>
          <w:szCs w:val="28"/>
        </w:rPr>
        <w:t xml:space="preserve">23.07.2020 г. </w:t>
      </w:r>
      <w:r w:rsidRPr="00812ED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130</w:t>
      </w:r>
    </w:p>
    <w:p w:rsidR="00190A82" w:rsidRDefault="00190A82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</w:p>
    <w:p w:rsidR="00190A82" w:rsidRDefault="00190A82" w:rsidP="00E20DC3">
      <w:pPr>
        <w:jc w:val="center"/>
        <w:rPr>
          <w:b/>
          <w:sz w:val="28"/>
          <w:szCs w:val="28"/>
        </w:rPr>
      </w:pPr>
    </w:p>
    <w:p w:rsidR="00190A82" w:rsidRPr="001B7EA2" w:rsidRDefault="00190A82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190A82" w:rsidRPr="00633E85" w:rsidRDefault="00190A82" w:rsidP="0032409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на 2020 год</w:t>
      </w:r>
    </w:p>
    <w:p w:rsidR="00190A82" w:rsidRPr="00937B5A" w:rsidRDefault="00190A82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190A82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Default="00190A82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муниципальной </w:t>
            </w:r>
          </w:p>
          <w:p w:rsidR="00190A82" w:rsidRDefault="00190A8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Default="00190A82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района.</w:t>
            </w:r>
          </w:p>
        </w:tc>
      </w:tr>
      <w:tr w:rsidR="00190A8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Pr="00E159BA" w:rsidRDefault="00190A8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Default="00190A82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  <w:p w:rsidR="00190A82" w:rsidRDefault="00190A82" w:rsidP="006E55CE">
            <w:pPr>
              <w:jc w:val="both"/>
              <w:rPr>
                <w:sz w:val="28"/>
                <w:szCs w:val="28"/>
              </w:rPr>
            </w:pPr>
          </w:p>
        </w:tc>
      </w:tr>
      <w:tr w:rsidR="00190A8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Default="00190A82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190A82" w:rsidRPr="00E159BA" w:rsidRDefault="00190A82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Default="00190A82" w:rsidP="00D90568">
            <w:pPr>
              <w:jc w:val="both"/>
              <w:rPr>
                <w:sz w:val="28"/>
                <w:szCs w:val="28"/>
              </w:rPr>
            </w:pPr>
            <w:r w:rsidRPr="001D6B81">
              <w:rPr>
                <w:sz w:val="28"/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 w:val="28"/>
                <w:szCs w:val="28"/>
              </w:rPr>
              <w:t>она, Темрюкского района, Кубани</w:t>
            </w:r>
          </w:p>
        </w:tc>
      </w:tr>
      <w:tr w:rsidR="00190A8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Default="00190A8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190A82" w:rsidRPr="00E159BA" w:rsidRDefault="00190A82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Pr="00E1191E" w:rsidRDefault="00190A82" w:rsidP="001A0102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E1191E">
              <w:rPr>
                <w:color w:val="000000"/>
                <w:sz w:val="28"/>
                <w:szCs w:val="28"/>
              </w:rPr>
      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      </w:r>
          </w:p>
          <w:p w:rsidR="00190A82" w:rsidRDefault="00190A82" w:rsidP="001A0102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190A82" w:rsidRDefault="00190A82" w:rsidP="001A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190A82" w:rsidRPr="001262FF" w:rsidRDefault="00190A82" w:rsidP="001A0102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</w:p>
        </w:tc>
      </w:tr>
      <w:tr w:rsidR="00190A8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Pr="00E159BA" w:rsidRDefault="00190A8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«Мир, труд, май» праздничная программа, посвященная празднованию «1 мая»</w:t>
            </w:r>
            <w:r>
              <w:rPr>
                <w:sz w:val="28"/>
                <w:szCs w:val="28"/>
              </w:rPr>
              <w:t>;</w:t>
            </w:r>
          </w:p>
          <w:p w:rsidR="00190A82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«Подвигу жить в веках» праздничная программа, посвященная празднованию «9 мая»</w:t>
            </w:r>
            <w:r>
              <w:rPr>
                <w:sz w:val="28"/>
                <w:szCs w:val="28"/>
              </w:rPr>
              <w:t>;</w:t>
            </w:r>
          </w:p>
          <w:p w:rsidR="00190A82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  <w:r>
              <w:rPr>
                <w:sz w:val="28"/>
                <w:szCs w:val="28"/>
              </w:rPr>
              <w:t>;</w:t>
            </w:r>
          </w:p>
          <w:p w:rsidR="00190A82" w:rsidRPr="00D93E2C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D93E2C">
              <w:rPr>
                <w:sz w:val="28"/>
                <w:szCs w:val="28"/>
              </w:rPr>
              <w:t>ень памяти о россиянах, исполнявший служебный долг за пределами Отечества</w:t>
            </w:r>
            <w:r>
              <w:rPr>
                <w:sz w:val="28"/>
                <w:szCs w:val="28"/>
              </w:rPr>
              <w:t>;</w:t>
            </w:r>
          </w:p>
          <w:p w:rsidR="00190A82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7C7A8D">
              <w:rPr>
                <w:sz w:val="28"/>
                <w:szCs w:val="28"/>
              </w:rPr>
              <w:t>ествование ветеранов  ВОВ</w:t>
            </w:r>
            <w:r>
              <w:rPr>
                <w:sz w:val="28"/>
                <w:szCs w:val="28"/>
              </w:rPr>
              <w:t>;</w:t>
            </w:r>
          </w:p>
          <w:p w:rsidR="00190A82" w:rsidRPr="00D93E2C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3E2C">
              <w:rPr>
                <w:sz w:val="28"/>
                <w:szCs w:val="28"/>
              </w:rPr>
              <w:t>приобретение  венков и цветов к траурным мероприятиям</w:t>
            </w:r>
            <w:r>
              <w:rPr>
                <w:sz w:val="28"/>
                <w:szCs w:val="28"/>
              </w:rPr>
              <w:t>;</w:t>
            </w:r>
          </w:p>
          <w:p w:rsidR="00190A82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Pr="007C7A8D">
              <w:rPr>
                <w:sz w:val="28"/>
                <w:szCs w:val="28"/>
              </w:rPr>
              <w:t>азработка макета, изготовление и монтаж баннера</w:t>
            </w:r>
            <w:r>
              <w:rPr>
                <w:sz w:val="28"/>
                <w:szCs w:val="28"/>
              </w:rPr>
              <w:t>;</w:t>
            </w:r>
          </w:p>
          <w:p w:rsidR="00190A82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поздравительных открыток;</w:t>
            </w:r>
          </w:p>
          <w:p w:rsidR="00190A82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цветов;</w:t>
            </w:r>
          </w:p>
          <w:p w:rsidR="00190A82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международная акция «Сад памяти»;</w:t>
            </w:r>
          </w:p>
          <w:p w:rsidR="00190A82" w:rsidRPr="007C7A8D" w:rsidRDefault="00190A8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флагов Российской Федерации</w:t>
            </w:r>
          </w:p>
        </w:tc>
      </w:tr>
      <w:tr w:rsidR="00190A8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Pr="00E159BA" w:rsidRDefault="00190A82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Pr="008C4260" w:rsidRDefault="00190A82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</w:tr>
      <w:tr w:rsidR="00190A82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Default="00190A82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190A82" w:rsidRPr="00E159BA" w:rsidRDefault="00190A82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82" w:rsidRPr="00074972" w:rsidRDefault="00190A82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100,1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190A82" w:rsidRPr="00C47E0F" w:rsidRDefault="00190A82" w:rsidP="00C47E0F">
      <w:pPr>
        <w:spacing w:line="240" w:lineRule="atLeast"/>
        <w:jc w:val="center"/>
        <w:rPr>
          <w:b/>
          <w:sz w:val="28"/>
          <w:szCs w:val="28"/>
        </w:rPr>
      </w:pPr>
      <w:r w:rsidRPr="0061677C">
        <w:br/>
      </w:r>
      <w:r w:rsidRPr="00C47E0F"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190A82" w:rsidRDefault="00190A82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0A82" w:rsidRPr="00AD2E60" w:rsidRDefault="00190A82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3A2CE8">
        <w:rPr>
          <w:rFonts w:ascii="Times New Roman" w:hAnsi="Times New Roman"/>
          <w:sz w:val="28"/>
          <w:szCs w:val="28"/>
        </w:rPr>
        <w:t>Объем финансовых средств, выделяемых на реализацию программы, составляет</w:t>
      </w:r>
      <w:r w:rsidRPr="00F65A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100,1 тыс.</w:t>
      </w:r>
      <w:r w:rsidRPr="00F65A9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F65A9D">
        <w:rPr>
          <w:rFonts w:ascii="Times New Roman" w:hAnsi="Times New Roman"/>
          <w:sz w:val="28"/>
          <w:szCs w:val="28"/>
        </w:rPr>
        <w:t xml:space="preserve"> за счет средств местного бюдже</w:t>
      </w:r>
      <w:r>
        <w:rPr>
          <w:rFonts w:ascii="Times New Roman" w:hAnsi="Times New Roman"/>
          <w:sz w:val="28"/>
          <w:szCs w:val="28"/>
        </w:rPr>
        <w:t xml:space="preserve">та Старотитаровского сельского поселения Темрюкского района: </w:t>
      </w:r>
    </w:p>
    <w:p w:rsidR="00190A82" w:rsidRDefault="00190A82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190A82" w:rsidRPr="00463E7C" w:rsidTr="00D24DAD">
        <w:tc>
          <w:tcPr>
            <w:tcW w:w="3888" w:type="dxa"/>
            <w:vMerge w:val="restart"/>
            <w:vAlign w:val="center"/>
          </w:tcPr>
          <w:p w:rsidR="00190A82" w:rsidRPr="00463E7C" w:rsidRDefault="00190A82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190A82" w:rsidRPr="00463E7C" w:rsidRDefault="00190A82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190A82" w:rsidRPr="00463E7C" w:rsidTr="00D24DAD">
        <w:tc>
          <w:tcPr>
            <w:tcW w:w="3888" w:type="dxa"/>
            <w:vMerge/>
          </w:tcPr>
          <w:p w:rsidR="00190A82" w:rsidRPr="00463E7C" w:rsidRDefault="00190A82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190A82" w:rsidRPr="00463E7C" w:rsidRDefault="00190A82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190A82" w:rsidRPr="00463E7C" w:rsidRDefault="00190A82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190A82" w:rsidRPr="00463E7C" w:rsidTr="00D24DAD">
        <w:tc>
          <w:tcPr>
            <w:tcW w:w="3888" w:type="dxa"/>
            <w:vMerge/>
          </w:tcPr>
          <w:p w:rsidR="00190A82" w:rsidRPr="00463E7C" w:rsidRDefault="00190A82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190A82" w:rsidRPr="00463E7C" w:rsidRDefault="00190A82" w:rsidP="00D24DAD">
            <w:pPr>
              <w:jc w:val="center"/>
            </w:pPr>
          </w:p>
        </w:tc>
        <w:tc>
          <w:tcPr>
            <w:tcW w:w="1403" w:type="dxa"/>
          </w:tcPr>
          <w:p w:rsidR="00190A82" w:rsidRPr="00463E7C" w:rsidRDefault="00190A82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190A82" w:rsidRPr="00463E7C" w:rsidRDefault="00190A82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190A82" w:rsidRPr="00463E7C" w:rsidRDefault="00190A82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190A82" w:rsidRPr="00463E7C" w:rsidRDefault="00190A82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190A82" w:rsidRPr="00463E7C" w:rsidTr="00D24DAD">
        <w:tc>
          <w:tcPr>
            <w:tcW w:w="3888" w:type="dxa"/>
          </w:tcPr>
          <w:p w:rsidR="00190A82" w:rsidRPr="00463E7C" w:rsidRDefault="00190A82" w:rsidP="00D24DAD">
            <w:pPr>
              <w:jc w:val="both"/>
            </w:pPr>
          </w:p>
        </w:tc>
        <w:tc>
          <w:tcPr>
            <w:tcW w:w="1006" w:type="dxa"/>
          </w:tcPr>
          <w:p w:rsidR="00190A82" w:rsidRPr="00463E7C" w:rsidRDefault="00190A82" w:rsidP="00D24DAD">
            <w:pPr>
              <w:jc w:val="both"/>
            </w:pPr>
          </w:p>
        </w:tc>
        <w:tc>
          <w:tcPr>
            <w:tcW w:w="1403" w:type="dxa"/>
          </w:tcPr>
          <w:p w:rsidR="00190A82" w:rsidRPr="00463E7C" w:rsidRDefault="00190A82" w:rsidP="00D24DAD">
            <w:pPr>
              <w:jc w:val="both"/>
            </w:pPr>
          </w:p>
        </w:tc>
        <w:tc>
          <w:tcPr>
            <w:tcW w:w="1215" w:type="dxa"/>
          </w:tcPr>
          <w:p w:rsidR="00190A82" w:rsidRPr="00463E7C" w:rsidRDefault="00190A82" w:rsidP="00D24DAD">
            <w:pPr>
              <w:jc w:val="both"/>
            </w:pPr>
          </w:p>
        </w:tc>
        <w:tc>
          <w:tcPr>
            <w:tcW w:w="1260" w:type="dxa"/>
          </w:tcPr>
          <w:p w:rsidR="00190A82" w:rsidRPr="00463E7C" w:rsidRDefault="00190A82" w:rsidP="00D24DAD">
            <w:pPr>
              <w:jc w:val="both"/>
            </w:pPr>
          </w:p>
        </w:tc>
        <w:tc>
          <w:tcPr>
            <w:tcW w:w="992" w:type="dxa"/>
          </w:tcPr>
          <w:p w:rsidR="00190A82" w:rsidRPr="00463E7C" w:rsidRDefault="00190A82" w:rsidP="00D24DAD">
            <w:pPr>
              <w:jc w:val="both"/>
            </w:pPr>
          </w:p>
        </w:tc>
      </w:tr>
      <w:tr w:rsidR="00190A82" w:rsidRPr="00463E7C" w:rsidTr="00D24DAD">
        <w:tc>
          <w:tcPr>
            <w:tcW w:w="9764" w:type="dxa"/>
            <w:gridSpan w:val="6"/>
          </w:tcPr>
          <w:p w:rsidR="00190A82" w:rsidRPr="00463E7C" w:rsidRDefault="00190A82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190A82" w:rsidRPr="00463E7C" w:rsidTr="00D24DAD">
        <w:tc>
          <w:tcPr>
            <w:tcW w:w="3888" w:type="dxa"/>
          </w:tcPr>
          <w:p w:rsidR="00190A82" w:rsidRPr="00463E7C" w:rsidRDefault="00190A82" w:rsidP="00D24DAD">
            <w:pPr>
              <w:jc w:val="both"/>
            </w:pPr>
            <w:r>
              <w:t>2020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190A82" w:rsidRPr="00463E7C" w:rsidRDefault="00190A82" w:rsidP="00D24DAD">
            <w:pPr>
              <w:jc w:val="both"/>
            </w:pPr>
          </w:p>
        </w:tc>
        <w:tc>
          <w:tcPr>
            <w:tcW w:w="1403" w:type="dxa"/>
          </w:tcPr>
          <w:p w:rsidR="00190A82" w:rsidRPr="00463E7C" w:rsidRDefault="00190A82" w:rsidP="00D24DAD">
            <w:pPr>
              <w:jc w:val="both"/>
            </w:pPr>
          </w:p>
        </w:tc>
        <w:tc>
          <w:tcPr>
            <w:tcW w:w="1215" w:type="dxa"/>
          </w:tcPr>
          <w:p w:rsidR="00190A82" w:rsidRPr="00463E7C" w:rsidRDefault="00190A82" w:rsidP="00D24DAD">
            <w:pPr>
              <w:jc w:val="both"/>
            </w:pPr>
          </w:p>
        </w:tc>
        <w:tc>
          <w:tcPr>
            <w:tcW w:w="1260" w:type="dxa"/>
          </w:tcPr>
          <w:p w:rsidR="00190A82" w:rsidRPr="00463E7C" w:rsidRDefault="00190A82" w:rsidP="00D24DAD">
            <w:pPr>
              <w:jc w:val="both"/>
            </w:pPr>
          </w:p>
        </w:tc>
        <w:tc>
          <w:tcPr>
            <w:tcW w:w="992" w:type="dxa"/>
          </w:tcPr>
          <w:p w:rsidR="00190A82" w:rsidRPr="00463E7C" w:rsidRDefault="00190A82" w:rsidP="00D24DAD">
            <w:pPr>
              <w:jc w:val="both"/>
            </w:pPr>
          </w:p>
        </w:tc>
      </w:tr>
      <w:tr w:rsidR="00190A82" w:rsidRPr="00463E7C" w:rsidTr="00D24DAD">
        <w:tc>
          <w:tcPr>
            <w:tcW w:w="3888" w:type="dxa"/>
          </w:tcPr>
          <w:p w:rsidR="00190A82" w:rsidRPr="00463E7C" w:rsidRDefault="00190A82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190A82" w:rsidRPr="00463E7C" w:rsidRDefault="00190A82" w:rsidP="00D24DAD">
            <w:pPr>
              <w:jc w:val="center"/>
            </w:pPr>
            <w:r>
              <w:t>100,1</w:t>
            </w:r>
          </w:p>
        </w:tc>
        <w:tc>
          <w:tcPr>
            <w:tcW w:w="1403" w:type="dxa"/>
            <w:vAlign w:val="center"/>
          </w:tcPr>
          <w:p w:rsidR="00190A82" w:rsidRPr="00463E7C" w:rsidRDefault="00190A82" w:rsidP="00D24DAD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190A82" w:rsidRPr="00463E7C" w:rsidRDefault="00190A82" w:rsidP="00D24DAD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190A82" w:rsidRPr="00463E7C" w:rsidRDefault="00190A82" w:rsidP="00D24DAD">
            <w:pPr>
              <w:jc w:val="center"/>
            </w:pPr>
            <w:r>
              <w:t>100,1</w:t>
            </w:r>
          </w:p>
        </w:tc>
        <w:tc>
          <w:tcPr>
            <w:tcW w:w="992" w:type="dxa"/>
            <w:vAlign w:val="center"/>
          </w:tcPr>
          <w:p w:rsidR="00190A82" w:rsidRPr="00463E7C" w:rsidRDefault="00190A82" w:rsidP="00D24DAD">
            <w:pPr>
              <w:jc w:val="center"/>
            </w:pPr>
            <w:r w:rsidRPr="00463E7C">
              <w:t>0,0</w:t>
            </w:r>
          </w:p>
        </w:tc>
      </w:tr>
      <w:tr w:rsidR="00190A82" w:rsidRPr="00463E7C" w:rsidTr="00D24DAD">
        <w:tc>
          <w:tcPr>
            <w:tcW w:w="3888" w:type="dxa"/>
          </w:tcPr>
          <w:p w:rsidR="00190A82" w:rsidRPr="00463E7C" w:rsidRDefault="00190A82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190A82" w:rsidRPr="00463E7C" w:rsidRDefault="00190A82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190A82" w:rsidRPr="00463E7C" w:rsidRDefault="00190A82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190A82" w:rsidRPr="00463E7C" w:rsidRDefault="00190A82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190A82" w:rsidRPr="00463E7C" w:rsidRDefault="00190A82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190A82" w:rsidRPr="00463E7C" w:rsidRDefault="00190A82" w:rsidP="00D24DAD">
            <w:pPr>
              <w:jc w:val="center"/>
            </w:pPr>
          </w:p>
        </w:tc>
      </w:tr>
    </w:tbl>
    <w:p w:rsidR="00190A82" w:rsidRDefault="00190A82" w:rsidP="001211B7"/>
    <w:p w:rsidR="00190A82" w:rsidRDefault="00190A82" w:rsidP="001211B7"/>
    <w:p w:rsidR="00190A82" w:rsidRDefault="00190A82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Старотитаровского</w:t>
      </w:r>
    </w:p>
    <w:p w:rsidR="00190A82" w:rsidRDefault="00190A82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190A82" w:rsidSect="007929B2">
      <w:headerReference w:type="even" r:id="rId7"/>
      <w:headerReference w:type="default" r:id="rId8"/>
      <w:pgSz w:w="11906" w:h="16838" w:code="9"/>
      <w:pgMar w:top="53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A82" w:rsidRDefault="00190A82">
      <w:r>
        <w:separator/>
      </w:r>
    </w:p>
  </w:endnote>
  <w:endnote w:type="continuationSeparator" w:id="0">
    <w:p w:rsidR="00190A82" w:rsidRDefault="00190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A82" w:rsidRDefault="00190A82">
      <w:r>
        <w:separator/>
      </w:r>
    </w:p>
  </w:footnote>
  <w:footnote w:type="continuationSeparator" w:id="0">
    <w:p w:rsidR="00190A82" w:rsidRDefault="00190A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A82" w:rsidRDefault="00190A82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0A82" w:rsidRDefault="00190A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A82" w:rsidRDefault="00190A82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90A82" w:rsidRDefault="00190A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16FFE"/>
    <w:rsid w:val="00033748"/>
    <w:rsid w:val="000359F2"/>
    <w:rsid w:val="00045672"/>
    <w:rsid w:val="0005242A"/>
    <w:rsid w:val="00053ECE"/>
    <w:rsid w:val="00061976"/>
    <w:rsid w:val="00065B7B"/>
    <w:rsid w:val="00074972"/>
    <w:rsid w:val="000769A8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15D"/>
    <w:rsid w:val="000C36B1"/>
    <w:rsid w:val="000C753B"/>
    <w:rsid w:val="000E6BB2"/>
    <w:rsid w:val="001211B7"/>
    <w:rsid w:val="001234FA"/>
    <w:rsid w:val="001262FF"/>
    <w:rsid w:val="0013016D"/>
    <w:rsid w:val="00134D3D"/>
    <w:rsid w:val="00144552"/>
    <w:rsid w:val="00153FED"/>
    <w:rsid w:val="00157CDA"/>
    <w:rsid w:val="001617DD"/>
    <w:rsid w:val="0017465C"/>
    <w:rsid w:val="00190A82"/>
    <w:rsid w:val="00191360"/>
    <w:rsid w:val="00192B1E"/>
    <w:rsid w:val="001A0102"/>
    <w:rsid w:val="001A3AEA"/>
    <w:rsid w:val="001A4969"/>
    <w:rsid w:val="001B2F8A"/>
    <w:rsid w:val="001B7EA2"/>
    <w:rsid w:val="001C0B4F"/>
    <w:rsid w:val="001D3049"/>
    <w:rsid w:val="001D6B81"/>
    <w:rsid w:val="001E09CD"/>
    <w:rsid w:val="001E5569"/>
    <w:rsid w:val="001E5F82"/>
    <w:rsid w:val="001F783C"/>
    <w:rsid w:val="00200AD0"/>
    <w:rsid w:val="002141DB"/>
    <w:rsid w:val="00215DC6"/>
    <w:rsid w:val="002246B7"/>
    <w:rsid w:val="00230D91"/>
    <w:rsid w:val="00231598"/>
    <w:rsid w:val="002429FD"/>
    <w:rsid w:val="00245918"/>
    <w:rsid w:val="00267C91"/>
    <w:rsid w:val="00275AAA"/>
    <w:rsid w:val="002770D8"/>
    <w:rsid w:val="0028093A"/>
    <w:rsid w:val="00285D8A"/>
    <w:rsid w:val="00290A2F"/>
    <w:rsid w:val="00294C77"/>
    <w:rsid w:val="002C2F21"/>
    <w:rsid w:val="002C464D"/>
    <w:rsid w:val="002D12C3"/>
    <w:rsid w:val="002D487F"/>
    <w:rsid w:val="002D576C"/>
    <w:rsid w:val="002F3764"/>
    <w:rsid w:val="00324099"/>
    <w:rsid w:val="00326016"/>
    <w:rsid w:val="00343605"/>
    <w:rsid w:val="00353438"/>
    <w:rsid w:val="00356AFD"/>
    <w:rsid w:val="00357DF8"/>
    <w:rsid w:val="00371E4C"/>
    <w:rsid w:val="00372EDB"/>
    <w:rsid w:val="00380815"/>
    <w:rsid w:val="003914E6"/>
    <w:rsid w:val="003A2CE8"/>
    <w:rsid w:val="003B160C"/>
    <w:rsid w:val="003F0022"/>
    <w:rsid w:val="003F0129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2A4"/>
    <w:rsid w:val="004524DD"/>
    <w:rsid w:val="0045724B"/>
    <w:rsid w:val="00463E7C"/>
    <w:rsid w:val="00464910"/>
    <w:rsid w:val="00471E8C"/>
    <w:rsid w:val="004746DB"/>
    <w:rsid w:val="00475C77"/>
    <w:rsid w:val="00480957"/>
    <w:rsid w:val="00480E6E"/>
    <w:rsid w:val="00482A93"/>
    <w:rsid w:val="004839A6"/>
    <w:rsid w:val="00483B04"/>
    <w:rsid w:val="00484771"/>
    <w:rsid w:val="00485649"/>
    <w:rsid w:val="004909E2"/>
    <w:rsid w:val="0049566B"/>
    <w:rsid w:val="0049717E"/>
    <w:rsid w:val="004A5E94"/>
    <w:rsid w:val="004B2921"/>
    <w:rsid w:val="004C364D"/>
    <w:rsid w:val="004C4E79"/>
    <w:rsid w:val="004D5DDB"/>
    <w:rsid w:val="004D754D"/>
    <w:rsid w:val="004E2AAD"/>
    <w:rsid w:val="004E374A"/>
    <w:rsid w:val="004E515E"/>
    <w:rsid w:val="00501660"/>
    <w:rsid w:val="0051694D"/>
    <w:rsid w:val="00525D57"/>
    <w:rsid w:val="00526F87"/>
    <w:rsid w:val="005315D2"/>
    <w:rsid w:val="00535879"/>
    <w:rsid w:val="00540585"/>
    <w:rsid w:val="005659DF"/>
    <w:rsid w:val="00565A1F"/>
    <w:rsid w:val="00566B1F"/>
    <w:rsid w:val="00576EC6"/>
    <w:rsid w:val="005804F4"/>
    <w:rsid w:val="00582E27"/>
    <w:rsid w:val="00582EA2"/>
    <w:rsid w:val="005846E6"/>
    <w:rsid w:val="0058687D"/>
    <w:rsid w:val="00586CD5"/>
    <w:rsid w:val="005949EE"/>
    <w:rsid w:val="005B2441"/>
    <w:rsid w:val="005C1213"/>
    <w:rsid w:val="005C73F4"/>
    <w:rsid w:val="005F5892"/>
    <w:rsid w:val="006014C2"/>
    <w:rsid w:val="006079E9"/>
    <w:rsid w:val="0061677C"/>
    <w:rsid w:val="00630A54"/>
    <w:rsid w:val="00633E85"/>
    <w:rsid w:val="006360ED"/>
    <w:rsid w:val="00644012"/>
    <w:rsid w:val="0066426F"/>
    <w:rsid w:val="00670358"/>
    <w:rsid w:val="00671C3F"/>
    <w:rsid w:val="00673BB0"/>
    <w:rsid w:val="00682108"/>
    <w:rsid w:val="006B50C0"/>
    <w:rsid w:val="006B6478"/>
    <w:rsid w:val="006C537C"/>
    <w:rsid w:val="006D1277"/>
    <w:rsid w:val="006E55CE"/>
    <w:rsid w:val="006F2556"/>
    <w:rsid w:val="00710651"/>
    <w:rsid w:val="007142AF"/>
    <w:rsid w:val="007218EF"/>
    <w:rsid w:val="007255F3"/>
    <w:rsid w:val="00734CFA"/>
    <w:rsid w:val="007631C3"/>
    <w:rsid w:val="00770BD1"/>
    <w:rsid w:val="007825BE"/>
    <w:rsid w:val="007847EC"/>
    <w:rsid w:val="007929B2"/>
    <w:rsid w:val="007A6059"/>
    <w:rsid w:val="007C3AE6"/>
    <w:rsid w:val="007C7A8D"/>
    <w:rsid w:val="007D7478"/>
    <w:rsid w:val="00812ED7"/>
    <w:rsid w:val="0082205F"/>
    <w:rsid w:val="00832909"/>
    <w:rsid w:val="0083373A"/>
    <w:rsid w:val="00853D0A"/>
    <w:rsid w:val="008547B3"/>
    <w:rsid w:val="00854B45"/>
    <w:rsid w:val="0085620E"/>
    <w:rsid w:val="008571C5"/>
    <w:rsid w:val="0086147F"/>
    <w:rsid w:val="00887BF3"/>
    <w:rsid w:val="00890826"/>
    <w:rsid w:val="00890D6D"/>
    <w:rsid w:val="00896527"/>
    <w:rsid w:val="008C4260"/>
    <w:rsid w:val="008C436F"/>
    <w:rsid w:val="008C5376"/>
    <w:rsid w:val="008D2950"/>
    <w:rsid w:val="008D7420"/>
    <w:rsid w:val="0090601B"/>
    <w:rsid w:val="00914505"/>
    <w:rsid w:val="00926C06"/>
    <w:rsid w:val="00931564"/>
    <w:rsid w:val="00932019"/>
    <w:rsid w:val="00937B5A"/>
    <w:rsid w:val="009A252C"/>
    <w:rsid w:val="009A65F6"/>
    <w:rsid w:val="009B079D"/>
    <w:rsid w:val="009C5AD4"/>
    <w:rsid w:val="009D216B"/>
    <w:rsid w:val="009D46FC"/>
    <w:rsid w:val="009D5E6A"/>
    <w:rsid w:val="00A216EC"/>
    <w:rsid w:val="00A479EE"/>
    <w:rsid w:val="00A532A4"/>
    <w:rsid w:val="00A55E40"/>
    <w:rsid w:val="00A67071"/>
    <w:rsid w:val="00A74088"/>
    <w:rsid w:val="00A91E2E"/>
    <w:rsid w:val="00AA2ADA"/>
    <w:rsid w:val="00AB43BA"/>
    <w:rsid w:val="00AB4FDA"/>
    <w:rsid w:val="00AC5658"/>
    <w:rsid w:val="00AD2E60"/>
    <w:rsid w:val="00AD300E"/>
    <w:rsid w:val="00AD6A84"/>
    <w:rsid w:val="00AD7FD4"/>
    <w:rsid w:val="00AE30AD"/>
    <w:rsid w:val="00AF0C4F"/>
    <w:rsid w:val="00AF55E9"/>
    <w:rsid w:val="00B10FDD"/>
    <w:rsid w:val="00B139DC"/>
    <w:rsid w:val="00B27694"/>
    <w:rsid w:val="00B55799"/>
    <w:rsid w:val="00B67D22"/>
    <w:rsid w:val="00B73CDD"/>
    <w:rsid w:val="00B741A9"/>
    <w:rsid w:val="00BB7ABC"/>
    <w:rsid w:val="00BC795D"/>
    <w:rsid w:val="00BD2886"/>
    <w:rsid w:val="00BE7352"/>
    <w:rsid w:val="00C037B6"/>
    <w:rsid w:val="00C07957"/>
    <w:rsid w:val="00C17E19"/>
    <w:rsid w:val="00C25977"/>
    <w:rsid w:val="00C26C05"/>
    <w:rsid w:val="00C3417C"/>
    <w:rsid w:val="00C426B9"/>
    <w:rsid w:val="00C47E0F"/>
    <w:rsid w:val="00C52B4D"/>
    <w:rsid w:val="00C56266"/>
    <w:rsid w:val="00C60704"/>
    <w:rsid w:val="00C7200F"/>
    <w:rsid w:val="00C80EBE"/>
    <w:rsid w:val="00C95FDE"/>
    <w:rsid w:val="00CA1970"/>
    <w:rsid w:val="00CB1E86"/>
    <w:rsid w:val="00CB4FA3"/>
    <w:rsid w:val="00CF0FDA"/>
    <w:rsid w:val="00D04261"/>
    <w:rsid w:val="00D074A9"/>
    <w:rsid w:val="00D10024"/>
    <w:rsid w:val="00D14A19"/>
    <w:rsid w:val="00D24DAD"/>
    <w:rsid w:val="00D26CAD"/>
    <w:rsid w:val="00D346A4"/>
    <w:rsid w:val="00D35EBD"/>
    <w:rsid w:val="00D4308D"/>
    <w:rsid w:val="00D44B3D"/>
    <w:rsid w:val="00D54FD6"/>
    <w:rsid w:val="00D90568"/>
    <w:rsid w:val="00D93E2C"/>
    <w:rsid w:val="00DC38BD"/>
    <w:rsid w:val="00DC7C2A"/>
    <w:rsid w:val="00DD1EF0"/>
    <w:rsid w:val="00DD28E2"/>
    <w:rsid w:val="00DE01A2"/>
    <w:rsid w:val="00DE591E"/>
    <w:rsid w:val="00DF557F"/>
    <w:rsid w:val="00E01450"/>
    <w:rsid w:val="00E031B7"/>
    <w:rsid w:val="00E10EB0"/>
    <w:rsid w:val="00E1191E"/>
    <w:rsid w:val="00E12D16"/>
    <w:rsid w:val="00E159BA"/>
    <w:rsid w:val="00E20DC3"/>
    <w:rsid w:val="00E22B32"/>
    <w:rsid w:val="00E40609"/>
    <w:rsid w:val="00E43569"/>
    <w:rsid w:val="00E46257"/>
    <w:rsid w:val="00E474E8"/>
    <w:rsid w:val="00E622E7"/>
    <w:rsid w:val="00E70E5D"/>
    <w:rsid w:val="00E80D37"/>
    <w:rsid w:val="00E80EED"/>
    <w:rsid w:val="00E85040"/>
    <w:rsid w:val="00EA325A"/>
    <w:rsid w:val="00EB6B45"/>
    <w:rsid w:val="00EC7FD8"/>
    <w:rsid w:val="00ED6089"/>
    <w:rsid w:val="00EF373B"/>
    <w:rsid w:val="00EF4554"/>
    <w:rsid w:val="00EF665C"/>
    <w:rsid w:val="00EF74BC"/>
    <w:rsid w:val="00EF7FE6"/>
    <w:rsid w:val="00F3280C"/>
    <w:rsid w:val="00F37B57"/>
    <w:rsid w:val="00F50F76"/>
    <w:rsid w:val="00F6488E"/>
    <w:rsid w:val="00F64AF7"/>
    <w:rsid w:val="00F65A9D"/>
    <w:rsid w:val="00F708FA"/>
    <w:rsid w:val="00F715F7"/>
    <w:rsid w:val="00FA7926"/>
    <w:rsid w:val="00FC0626"/>
    <w:rsid w:val="00FC0AEB"/>
    <w:rsid w:val="00FC3BBA"/>
    <w:rsid w:val="00FD19EB"/>
    <w:rsid w:val="00FD709A"/>
    <w:rsid w:val="00FE10E4"/>
    <w:rsid w:val="00FE5149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D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5C7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Normal"/>
    <w:uiPriority w:val="99"/>
    <w:rsid w:val="009A65F6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55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AF7"/>
    <w:rPr>
      <w:rFonts w:cs="Times New Roman"/>
    </w:rPr>
  </w:style>
  <w:style w:type="paragraph" w:styleId="NormalWeb">
    <w:name w:val="Normal (Web)"/>
    <w:basedOn w:val="Normal"/>
    <w:uiPriority w:val="99"/>
    <w:rsid w:val="00B55799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2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211B7"/>
    <w:pPr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C4260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ListParagraph">
    <w:name w:val="List Paragraph"/>
    <w:basedOn w:val="Normal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99"/>
    <w:qFormat/>
    <w:rsid w:val="00192B1E"/>
    <w:pPr>
      <w:suppressAutoHyphens/>
    </w:pPr>
    <w:rPr>
      <w:rFonts w:ascii="Calibri" w:hAnsi="Calibri"/>
      <w:lang w:eastAsia="zh-CN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Normal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">
    <w:name w:val="Знак Знак7"/>
    <w:basedOn w:val="Normal"/>
    <w:uiPriority w:val="99"/>
    <w:rsid w:val="008614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55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5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5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55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2</Pages>
  <Words>427</Words>
  <Characters>2434</Characters>
  <Application>Microsoft Office Outlook</Application>
  <DocSecurity>0</DocSecurity>
  <Lines>0</Lines>
  <Paragraphs>0</Paragraphs>
  <ScaleCrop>false</ScaleCrop>
  <Company>Голубицкое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50</cp:revision>
  <cp:lastPrinted>2017-10-24T12:14:00Z</cp:lastPrinted>
  <dcterms:created xsi:type="dcterms:W3CDTF">2017-09-28T11:11:00Z</dcterms:created>
  <dcterms:modified xsi:type="dcterms:W3CDTF">2020-07-27T10:59:00Z</dcterms:modified>
</cp:coreProperties>
</file>