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EB" w:rsidRDefault="00944DEB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944DEB" w:rsidRDefault="00944DEB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44DEB" w:rsidRDefault="00944DEB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944DEB" w:rsidRDefault="00944DEB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44DEB" w:rsidRPr="00BB7DB1" w:rsidRDefault="00944DEB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31.12.2019 г. № 409</w:t>
      </w:r>
    </w:p>
    <w:p w:rsidR="00944DEB" w:rsidRDefault="00944DE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4DEB" w:rsidRPr="00D147BC" w:rsidRDefault="00944DE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44DEB" w:rsidRPr="00D147BC" w:rsidRDefault="00944DEB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944DEB" w:rsidRPr="00D147BC" w:rsidRDefault="00944DEB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944DEB" w:rsidRPr="00D147BC" w:rsidRDefault="00944DEB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944DEB" w:rsidRPr="00D147BC" w:rsidRDefault="00944DEB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944DEB" w:rsidRPr="00D147BC" w:rsidRDefault="00944DEB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944DEB" w:rsidRDefault="00944DEB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944DEB" w:rsidRPr="00D147BC" w:rsidRDefault="00944DEB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944DEB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44DEB" w:rsidRPr="00D147BC" w:rsidRDefault="00944DEB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944DEB" w:rsidRPr="00D147BC" w:rsidRDefault="00944DEB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944DEB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44DEB" w:rsidRPr="00095588" w:rsidRDefault="00944DEB" w:rsidP="00CF476E">
            <w:pPr>
              <w:pStyle w:val="a3"/>
              <w:rPr>
                <w:sz w:val="16"/>
                <w:szCs w:val="16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944DEB" w:rsidRPr="00D147BC" w:rsidRDefault="00944DEB" w:rsidP="0059265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944DEB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8736B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944DEB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944DEB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944DEB" w:rsidRPr="00D147BC" w:rsidRDefault="00944DEB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944DEB" w:rsidRPr="00D147BC" w:rsidRDefault="00944DEB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944DEB" w:rsidRPr="00D147BC" w:rsidRDefault="00944DEB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944DEB" w:rsidRPr="00D147BC" w:rsidRDefault="00944DEB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944DEB" w:rsidRPr="00D147BC" w:rsidRDefault="00944DEB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944DEB" w:rsidRPr="00D147BC" w:rsidRDefault="00944DEB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944DEB" w:rsidRPr="00D147BC" w:rsidRDefault="00944DEB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944DEB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4B7E5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944DEB" w:rsidRPr="00D147BC" w:rsidRDefault="00944DEB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944DEB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B0AD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944DEB" w:rsidRPr="00D147BC" w:rsidRDefault="00944DEB" w:rsidP="00CF6306">
      <w:pPr>
        <w:pStyle w:val="BodyText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944DEB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944DEB" w:rsidRPr="00D147BC" w:rsidRDefault="00944DEB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4DEB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944DEB" w:rsidRPr="00D147BC" w:rsidRDefault="00944DEB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03702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725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944DEB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944DEB" w:rsidRPr="00D147BC" w:rsidRDefault="00944DEB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Default="00944DEB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  <w:p w:rsidR="00944DEB" w:rsidRPr="00D147BC" w:rsidRDefault="00944DEB" w:rsidP="004B2120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11 000</w:t>
            </w:r>
          </w:p>
          <w:p w:rsidR="00944DEB" w:rsidRPr="00D147BC" w:rsidRDefault="00944DEB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822C22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79025E">
            <w:pPr>
              <w:rPr>
                <w:rFonts w:ascii="Times New Roman" w:hAnsi="Times New Roman"/>
              </w:rPr>
            </w:pPr>
          </w:p>
          <w:p w:rsidR="00944DEB" w:rsidRPr="00D147BC" w:rsidRDefault="00944DEB" w:rsidP="0079025E">
            <w:pPr>
              <w:rPr>
                <w:rFonts w:ascii="Times New Roman" w:hAnsi="Times New Roman"/>
              </w:rPr>
            </w:pPr>
          </w:p>
          <w:p w:rsidR="00944DEB" w:rsidRPr="00D147BC" w:rsidRDefault="00944DEB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944DEB" w:rsidRPr="00D147BC" w:rsidRDefault="00944DEB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944DEB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44DEB" w:rsidRPr="00D147BC" w:rsidRDefault="00944DEB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20612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944DEB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944DEB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944DEB" w:rsidRPr="00D147BC" w:rsidRDefault="00944DEB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1059E1" w:rsidRDefault="00944DEB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944DEB" w:rsidRPr="00D147BC" w:rsidRDefault="00944DEB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Pr="00D147BC">
              <w:rPr>
                <w:rFonts w:ascii="Times New Roman" w:hAnsi="Times New Roman"/>
              </w:rPr>
              <w:t>00</w:t>
            </w:r>
          </w:p>
          <w:p w:rsidR="00944DEB" w:rsidRPr="00D147BC" w:rsidRDefault="00944DEB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0A7467" w:rsidRDefault="00944DEB" w:rsidP="00D945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197 057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944DEB" w:rsidRPr="00D147BC" w:rsidRDefault="00944DEB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5 843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944DEB" w:rsidRPr="00D147BC" w:rsidRDefault="00944DEB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944DEB" w:rsidRPr="00D147BC" w:rsidRDefault="00944DEB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944DEB" w:rsidRPr="00D147BC" w:rsidRDefault="00944DEB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306 900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944DEB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  <w:p w:rsidR="00944DEB" w:rsidRPr="00D147BC" w:rsidRDefault="00944DEB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944DEB" w:rsidRPr="00D147BC" w:rsidRDefault="00944DEB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D5C0B">
        <w:trPr>
          <w:trHeight w:val="57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944DEB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4DEB" w:rsidRPr="00D147BC" w:rsidRDefault="00944DEB" w:rsidP="00513219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944DEB" w:rsidRPr="00D147BC" w:rsidRDefault="00944DEB" w:rsidP="00513219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944DEB" w:rsidRPr="00D147BC" w:rsidRDefault="00944DEB" w:rsidP="00513219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</w:rPr>
              <w:t>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4DEB" w:rsidRPr="00D147BC" w:rsidRDefault="00944DEB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513219">
        <w:trPr>
          <w:trHeight w:val="1918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132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147BC">
              <w:rPr>
                <w:rFonts w:ascii="Times New Roman" w:hAnsi="Times New Roman"/>
              </w:rPr>
              <w:t>естный бюджет</w:t>
            </w:r>
          </w:p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5</w:t>
            </w:r>
            <w:r w:rsidRPr="00D147BC">
              <w:rPr>
                <w:rFonts w:ascii="Times New Roman" w:hAnsi="Times New Roman"/>
              </w:rPr>
              <w:t xml:space="preserve">00 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44DEB" w:rsidRPr="00D147BC" w:rsidRDefault="00944DEB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944DEB" w:rsidRPr="00D147BC" w:rsidRDefault="00944DEB" w:rsidP="00835127">
            <w:pPr>
              <w:jc w:val="center"/>
            </w:pPr>
          </w:p>
        </w:tc>
      </w:tr>
      <w:tr w:rsidR="00944DEB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</w:p>
        </w:tc>
      </w:tr>
    </w:tbl>
    <w:p w:rsidR="00944DEB" w:rsidRPr="00D147BC" w:rsidRDefault="00944DEB"/>
    <w:p w:rsidR="00944DEB" w:rsidRPr="00D147BC" w:rsidRDefault="00944DEB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944DEB" w:rsidRPr="00D147BC" w:rsidTr="009B1443">
        <w:trPr>
          <w:gridAfter w:val="1"/>
          <w:wAfter w:w="143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4DEB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944DEB" w:rsidRPr="00D147BC" w:rsidRDefault="00944DEB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944DEB" w:rsidRPr="00D147BC" w:rsidRDefault="00944DEB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1"/>
          <w:wAfter w:w="143" w:type="dxa"/>
          <w:trHeight w:val="26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A970DD" w:rsidRDefault="00944DEB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944DEB" w:rsidRPr="00D147BC" w:rsidTr="009B1443">
        <w:trPr>
          <w:gridAfter w:val="2"/>
          <w:wAfter w:w="285" w:type="dxa"/>
          <w:trHeight w:val="18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970DD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944DEB" w:rsidRPr="00D147BC" w:rsidRDefault="00944DEB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515070" w:rsidRDefault="00944DEB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1507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Default="00944DEB" w:rsidP="009A4ED0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Default="00944DEB" w:rsidP="009A4ED0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Pr="00D147BC" w:rsidRDefault="00944DEB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944DEB" w:rsidRPr="00D147BC" w:rsidTr="009B1443">
        <w:trPr>
          <w:gridAfter w:val="2"/>
          <w:wAfter w:w="285" w:type="dxa"/>
          <w:trHeight w:val="977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Default="00944DEB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8F016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C04BB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C04BB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944DEB" w:rsidRPr="00D147BC" w:rsidRDefault="00944DEB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944DEB" w:rsidRPr="00D147BC" w:rsidRDefault="00944DEB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D147BC" w:rsidRDefault="00944DEB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515070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515070" w:rsidRDefault="00944DEB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515070" w:rsidRDefault="00944DEB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515070" w:rsidRDefault="00944DEB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515070" w:rsidRDefault="00944DEB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515070" w:rsidRDefault="00944DEB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515070" w:rsidRDefault="00944DEB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DEB" w:rsidRPr="00515070" w:rsidRDefault="00944DEB" w:rsidP="00F61CB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4DEB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Default="00944DEB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944DEB" w:rsidRDefault="00944DEB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944DEB" w:rsidRPr="00D147BC" w:rsidRDefault="00944DEB" w:rsidP="007F5D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4DEB" w:rsidRPr="00D147BC" w:rsidTr="009B1443">
        <w:trPr>
          <w:trHeight w:val="1760"/>
        </w:trPr>
        <w:tc>
          <w:tcPr>
            <w:tcW w:w="7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944DEB" w:rsidRPr="00D147BC" w:rsidRDefault="00944DEB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51507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trHeight w:val="37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944DEB" w:rsidRDefault="00944DEB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944DEB" w:rsidRPr="00D147BC" w:rsidRDefault="00944DEB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4DEB" w:rsidRPr="00D147BC" w:rsidTr="009B1443">
        <w:trPr>
          <w:trHeight w:val="40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44DEB" w:rsidRPr="00D147BC" w:rsidTr="009B1443">
        <w:trPr>
          <w:trHeight w:val="42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44DEB" w:rsidRPr="00D147BC" w:rsidTr="009B1443">
        <w:trPr>
          <w:trHeight w:val="3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426 600,</w:t>
            </w:r>
            <w:r w:rsidRPr="00D147BC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B" w:rsidRPr="00D147BC" w:rsidRDefault="00944DEB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DEB" w:rsidRPr="00D147BC" w:rsidRDefault="00944DEB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944DEB" w:rsidRPr="00D147BC" w:rsidRDefault="00944DEB" w:rsidP="00036911">
      <w:pPr>
        <w:rPr>
          <w:rFonts w:ascii="Times New Roman" w:hAnsi="Times New Roman"/>
        </w:rPr>
      </w:pPr>
    </w:p>
    <w:p w:rsidR="00944DEB" w:rsidRPr="00D147BC" w:rsidRDefault="00944DEB" w:rsidP="008A7A3B">
      <w:pPr>
        <w:rPr>
          <w:rFonts w:ascii="Times New Roman" w:hAnsi="Times New Roman"/>
        </w:rPr>
      </w:pPr>
    </w:p>
    <w:p w:rsidR="00944DEB" w:rsidRPr="00D147BC" w:rsidRDefault="00944DEB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944DEB" w:rsidRPr="00D147BC" w:rsidRDefault="00944DEB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944DEB" w:rsidRPr="00D147BC" w:rsidRDefault="00944DEB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944DEB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DEB" w:rsidRDefault="00944DEB">
      <w:r>
        <w:separator/>
      </w:r>
    </w:p>
  </w:endnote>
  <w:endnote w:type="continuationSeparator" w:id="0">
    <w:p w:rsidR="00944DEB" w:rsidRDefault="00944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DEB" w:rsidRDefault="00944DEB">
      <w:r>
        <w:separator/>
      </w:r>
    </w:p>
  </w:footnote>
  <w:footnote w:type="continuationSeparator" w:id="0">
    <w:p w:rsidR="00944DEB" w:rsidRDefault="00944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EB" w:rsidRDefault="00944DE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4DEB" w:rsidRPr="00633EA5" w:rsidRDefault="00944D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44A4E"/>
    <w:rsid w:val="00052B35"/>
    <w:rsid w:val="00054B0F"/>
    <w:rsid w:val="000654F1"/>
    <w:rsid w:val="0006685C"/>
    <w:rsid w:val="00067311"/>
    <w:rsid w:val="0007280A"/>
    <w:rsid w:val="00082EB7"/>
    <w:rsid w:val="00083DC5"/>
    <w:rsid w:val="00091270"/>
    <w:rsid w:val="00093841"/>
    <w:rsid w:val="0009408B"/>
    <w:rsid w:val="00094836"/>
    <w:rsid w:val="00095588"/>
    <w:rsid w:val="000A0D34"/>
    <w:rsid w:val="000A2DCB"/>
    <w:rsid w:val="000A7467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0F629B"/>
    <w:rsid w:val="00101F21"/>
    <w:rsid w:val="0010315A"/>
    <w:rsid w:val="00105934"/>
    <w:rsid w:val="001059E1"/>
    <w:rsid w:val="00115531"/>
    <w:rsid w:val="00117AE8"/>
    <w:rsid w:val="00117BF0"/>
    <w:rsid w:val="00122AFD"/>
    <w:rsid w:val="001322A7"/>
    <w:rsid w:val="001329B3"/>
    <w:rsid w:val="00134C5C"/>
    <w:rsid w:val="001358DE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A45"/>
    <w:rsid w:val="00191C88"/>
    <w:rsid w:val="001A3A7A"/>
    <w:rsid w:val="001A603E"/>
    <w:rsid w:val="001B0095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37252"/>
    <w:rsid w:val="00240086"/>
    <w:rsid w:val="00241AD2"/>
    <w:rsid w:val="00241D1A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72B88"/>
    <w:rsid w:val="00286BB0"/>
    <w:rsid w:val="00293F17"/>
    <w:rsid w:val="002A19F2"/>
    <w:rsid w:val="002A324D"/>
    <w:rsid w:val="002A34E5"/>
    <w:rsid w:val="002A4207"/>
    <w:rsid w:val="002A4307"/>
    <w:rsid w:val="002A5AD2"/>
    <w:rsid w:val="002A5D1B"/>
    <w:rsid w:val="002B1958"/>
    <w:rsid w:val="002B34D6"/>
    <w:rsid w:val="002C7281"/>
    <w:rsid w:val="002C7FF8"/>
    <w:rsid w:val="002D7464"/>
    <w:rsid w:val="002E26F0"/>
    <w:rsid w:val="002E316F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12199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5547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450A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3219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17A4"/>
    <w:rsid w:val="005B66E3"/>
    <w:rsid w:val="005C0B21"/>
    <w:rsid w:val="005C3EB6"/>
    <w:rsid w:val="005C733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449EC"/>
    <w:rsid w:val="006455A5"/>
    <w:rsid w:val="006471E7"/>
    <w:rsid w:val="00654BFA"/>
    <w:rsid w:val="00656CCF"/>
    <w:rsid w:val="00660DAB"/>
    <w:rsid w:val="006637A3"/>
    <w:rsid w:val="00665D47"/>
    <w:rsid w:val="00666BE4"/>
    <w:rsid w:val="00677234"/>
    <w:rsid w:val="00677AB3"/>
    <w:rsid w:val="006806A5"/>
    <w:rsid w:val="006868A8"/>
    <w:rsid w:val="00697261"/>
    <w:rsid w:val="006A2674"/>
    <w:rsid w:val="006A29A0"/>
    <w:rsid w:val="006A6A74"/>
    <w:rsid w:val="006B3AB6"/>
    <w:rsid w:val="006B6282"/>
    <w:rsid w:val="006C284B"/>
    <w:rsid w:val="006C6420"/>
    <w:rsid w:val="006E0AE8"/>
    <w:rsid w:val="006F4919"/>
    <w:rsid w:val="006F5A4F"/>
    <w:rsid w:val="006F605D"/>
    <w:rsid w:val="007020E4"/>
    <w:rsid w:val="00702F66"/>
    <w:rsid w:val="00703C6F"/>
    <w:rsid w:val="00703CAD"/>
    <w:rsid w:val="00704232"/>
    <w:rsid w:val="00705888"/>
    <w:rsid w:val="00707B95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77E6C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4243D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84096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0161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44DEB"/>
    <w:rsid w:val="00946DF5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1443"/>
    <w:rsid w:val="009B1ADC"/>
    <w:rsid w:val="009B73E8"/>
    <w:rsid w:val="009C02F7"/>
    <w:rsid w:val="009D4504"/>
    <w:rsid w:val="009D47EA"/>
    <w:rsid w:val="009D5C0B"/>
    <w:rsid w:val="009D6288"/>
    <w:rsid w:val="009D7B77"/>
    <w:rsid w:val="009D7D7F"/>
    <w:rsid w:val="009E2C58"/>
    <w:rsid w:val="009E5C7E"/>
    <w:rsid w:val="009E657C"/>
    <w:rsid w:val="009F06E4"/>
    <w:rsid w:val="009F662D"/>
    <w:rsid w:val="009F7276"/>
    <w:rsid w:val="00A0097D"/>
    <w:rsid w:val="00A02035"/>
    <w:rsid w:val="00A05309"/>
    <w:rsid w:val="00A10969"/>
    <w:rsid w:val="00A1421A"/>
    <w:rsid w:val="00A156E4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779F5"/>
    <w:rsid w:val="00A83611"/>
    <w:rsid w:val="00A83FE2"/>
    <w:rsid w:val="00A874EA"/>
    <w:rsid w:val="00A87FA6"/>
    <w:rsid w:val="00A900E7"/>
    <w:rsid w:val="00A91E35"/>
    <w:rsid w:val="00A93931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D7DD6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C3667"/>
    <w:rsid w:val="00BD0F30"/>
    <w:rsid w:val="00BD33EA"/>
    <w:rsid w:val="00BE5B30"/>
    <w:rsid w:val="00C0055C"/>
    <w:rsid w:val="00C0452F"/>
    <w:rsid w:val="00C04BB0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64BE8"/>
    <w:rsid w:val="00C72370"/>
    <w:rsid w:val="00C727E4"/>
    <w:rsid w:val="00C74B15"/>
    <w:rsid w:val="00C76117"/>
    <w:rsid w:val="00C8736B"/>
    <w:rsid w:val="00C91FBF"/>
    <w:rsid w:val="00CA686E"/>
    <w:rsid w:val="00CB42AB"/>
    <w:rsid w:val="00CB61F0"/>
    <w:rsid w:val="00CB66C0"/>
    <w:rsid w:val="00CB7F63"/>
    <w:rsid w:val="00CC3830"/>
    <w:rsid w:val="00CC4812"/>
    <w:rsid w:val="00CC4BB9"/>
    <w:rsid w:val="00CD6AAA"/>
    <w:rsid w:val="00CD7F03"/>
    <w:rsid w:val="00CE604C"/>
    <w:rsid w:val="00CF3412"/>
    <w:rsid w:val="00CF45F3"/>
    <w:rsid w:val="00CF476E"/>
    <w:rsid w:val="00CF6306"/>
    <w:rsid w:val="00CF6FBF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45FC"/>
    <w:rsid w:val="00DD49DD"/>
    <w:rsid w:val="00DD7D54"/>
    <w:rsid w:val="00DE02F8"/>
    <w:rsid w:val="00DF2C48"/>
    <w:rsid w:val="00DF4581"/>
    <w:rsid w:val="00DF4C70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C6124"/>
    <w:rsid w:val="00ED744E"/>
    <w:rsid w:val="00EE372C"/>
    <w:rsid w:val="00EE3A66"/>
    <w:rsid w:val="00EF1857"/>
    <w:rsid w:val="00EF5882"/>
    <w:rsid w:val="00EF5C0E"/>
    <w:rsid w:val="00EF60EA"/>
    <w:rsid w:val="00F01ECF"/>
    <w:rsid w:val="00F04FED"/>
    <w:rsid w:val="00F06350"/>
    <w:rsid w:val="00F117D0"/>
    <w:rsid w:val="00F1382E"/>
    <w:rsid w:val="00F1568A"/>
    <w:rsid w:val="00F20375"/>
    <w:rsid w:val="00F217D0"/>
    <w:rsid w:val="00F2247D"/>
    <w:rsid w:val="00F24E99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7E2"/>
    <w:rsid w:val="00F72C06"/>
    <w:rsid w:val="00F73017"/>
    <w:rsid w:val="00F82152"/>
    <w:rsid w:val="00F85B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0C0F"/>
    <w:rsid w:val="00FE6ECB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9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99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1047</TotalTime>
  <Pages>11</Pages>
  <Words>2021</Words>
  <Characters>11526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157</cp:revision>
  <cp:lastPrinted>2018-09-05T10:20:00Z</cp:lastPrinted>
  <dcterms:created xsi:type="dcterms:W3CDTF">2017-08-17T07:52:00Z</dcterms:created>
  <dcterms:modified xsi:type="dcterms:W3CDTF">2020-01-09T13:11:00Z</dcterms:modified>
</cp:coreProperties>
</file>