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096" w:rsidRDefault="00884096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884096" w:rsidRDefault="00884096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84096" w:rsidRDefault="00884096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</w:t>
      </w:r>
    </w:p>
    <w:p w:rsidR="00884096" w:rsidRDefault="00884096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884096" w:rsidRPr="00BB7DB1" w:rsidRDefault="00884096" w:rsidP="006806A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12.12.2019 г. № 373</w:t>
      </w:r>
    </w:p>
    <w:p w:rsidR="00884096" w:rsidRDefault="00884096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4096" w:rsidRPr="00D147BC" w:rsidRDefault="00884096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147B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84096" w:rsidRPr="00D147BC" w:rsidRDefault="00884096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147BC">
        <w:rPr>
          <w:rFonts w:ascii="Times New Roman" w:hAnsi="Times New Roman"/>
          <w:sz w:val="28"/>
          <w:szCs w:val="28"/>
        </w:rPr>
        <w:t>к подпрограмме</w:t>
      </w:r>
    </w:p>
    <w:p w:rsidR="00884096" w:rsidRPr="00D147BC" w:rsidRDefault="00884096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147BC">
        <w:rPr>
          <w:rFonts w:ascii="Times New Roman" w:hAnsi="Times New Roman"/>
          <w:b/>
          <w:sz w:val="28"/>
          <w:szCs w:val="28"/>
        </w:rPr>
        <w:t>«</w:t>
      </w:r>
      <w:r w:rsidRPr="00D147BC">
        <w:rPr>
          <w:rFonts w:ascii="Times New Roman" w:hAnsi="Times New Roman"/>
          <w:bCs/>
          <w:color w:val="000000"/>
          <w:sz w:val="28"/>
          <w:szCs w:val="28"/>
        </w:rPr>
        <w:t xml:space="preserve">Основные направления развития культуры </w:t>
      </w:r>
    </w:p>
    <w:p w:rsidR="00884096" w:rsidRPr="00D147BC" w:rsidRDefault="00884096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147BC">
        <w:rPr>
          <w:rFonts w:ascii="Times New Roman" w:hAnsi="Times New Roman"/>
          <w:bCs/>
          <w:color w:val="000000"/>
          <w:sz w:val="28"/>
          <w:szCs w:val="28"/>
        </w:rPr>
        <w:t xml:space="preserve">Старотитаровского сельского поселения </w:t>
      </w:r>
    </w:p>
    <w:p w:rsidR="00884096" w:rsidRPr="00D147BC" w:rsidRDefault="00884096" w:rsidP="00270666">
      <w:pPr>
        <w:jc w:val="right"/>
        <w:rPr>
          <w:rFonts w:ascii="Times New Roman" w:hAnsi="Times New Roman"/>
          <w:bCs/>
          <w:sz w:val="28"/>
          <w:szCs w:val="28"/>
        </w:rPr>
      </w:pPr>
      <w:r w:rsidRPr="00D147BC">
        <w:rPr>
          <w:rFonts w:ascii="Times New Roman" w:hAnsi="Times New Roman"/>
          <w:bCs/>
          <w:color w:val="000000"/>
          <w:sz w:val="28"/>
          <w:szCs w:val="28"/>
        </w:rPr>
        <w:t>Темрюкского района</w:t>
      </w:r>
      <w:r w:rsidRPr="00D147BC">
        <w:rPr>
          <w:rFonts w:ascii="Times New Roman" w:hAnsi="Times New Roman"/>
          <w:bCs/>
          <w:sz w:val="28"/>
          <w:szCs w:val="28"/>
        </w:rPr>
        <w:t>»</w:t>
      </w:r>
    </w:p>
    <w:p w:rsidR="00884096" w:rsidRPr="00D147BC" w:rsidRDefault="00884096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47BC">
        <w:rPr>
          <w:rFonts w:ascii="Times New Roman" w:hAnsi="Times New Roman"/>
          <w:bCs/>
          <w:sz w:val="28"/>
          <w:szCs w:val="28"/>
        </w:rPr>
        <w:t xml:space="preserve"> на 2019 год.</w:t>
      </w:r>
    </w:p>
    <w:p w:rsidR="00884096" w:rsidRDefault="00884096" w:rsidP="002A34E5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D147BC">
        <w:rPr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от 15.10.2018 года № 195</w:t>
      </w:r>
    </w:p>
    <w:p w:rsidR="00884096" w:rsidRPr="00D147BC" w:rsidRDefault="00884096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3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8"/>
        <w:gridCol w:w="3960"/>
        <w:gridCol w:w="180"/>
        <w:gridCol w:w="1620"/>
        <w:gridCol w:w="720"/>
        <w:gridCol w:w="720"/>
        <w:gridCol w:w="720"/>
        <w:gridCol w:w="1260"/>
        <w:gridCol w:w="2723"/>
        <w:gridCol w:w="1984"/>
        <w:gridCol w:w="70"/>
      </w:tblGrid>
      <w:tr w:rsidR="00884096" w:rsidRPr="00D147BC" w:rsidTr="009D5C0B">
        <w:tc>
          <w:tcPr>
            <w:tcW w:w="1463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84096" w:rsidRPr="00D147BC" w:rsidRDefault="00884096" w:rsidP="00991257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</w:t>
            </w:r>
          </w:p>
          <w:p w:rsidR="00884096" w:rsidRPr="00D147BC" w:rsidRDefault="00884096" w:rsidP="0059265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D147B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D147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2019 год Муниципальной программы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 xml:space="preserve"> «Развитие культуры Старотитаровского сельского поселения Темрюкского района» на 2019 год</w:t>
            </w:r>
          </w:p>
        </w:tc>
      </w:tr>
      <w:tr w:rsidR="00884096" w:rsidRPr="00095588" w:rsidTr="009D5C0B">
        <w:trPr>
          <w:gridAfter w:val="1"/>
          <w:wAfter w:w="70" w:type="dxa"/>
        </w:trPr>
        <w:tc>
          <w:tcPr>
            <w:tcW w:w="1456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84096" w:rsidRPr="00095588" w:rsidRDefault="00884096" w:rsidP="00CF476E">
            <w:pPr>
              <w:pStyle w:val="a3"/>
              <w:rPr>
                <w:sz w:val="16"/>
                <w:szCs w:val="16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193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№</w:t>
            </w:r>
            <w:r w:rsidRPr="00D147BC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Источник </w:t>
            </w:r>
          </w:p>
          <w:p w:rsidR="00884096" w:rsidRPr="00D147BC" w:rsidRDefault="0088409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Объем финансирования, всего (тыс. 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В том числе в</w:t>
            </w:r>
          </w:p>
          <w:p w:rsidR="00884096" w:rsidRPr="00D147BC" w:rsidRDefault="00884096" w:rsidP="0059265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2019 году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884096" w:rsidRPr="00D147BC" w:rsidTr="009D5C0B">
        <w:trPr>
          <w:gridAfter w:val="1"/>
          <w:wAfter w:w="70" w:type="dxa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8736B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7</w:t>
            </w:r>
          </w:p>
        </w:tc>
      </w:tr>
      <w:tr w:rsidR="00884096" w:rsidRPr="00D147BC" w:rsidTr="009D5C0B">
        <w:trPr>
          <w:gridAfter w:val="1"/>
          <w:wAfter w:w="70" w:type="dxa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F476E">
            <w:pPr>
              <w:pStyle w:val="a4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Цель</w:t>
            </w:r>
          </w:p>
        </w:tc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spacing w:val="1"/>
              </w:rPr>
              <w:t xml:space="preserve">Создание благоприятных условий для творческой </w:t>
            </w:r>
            <w:r w:rsidRPr="00D147BC">
              <w:rPr>
                <w:rFonts w:ascii="Times New Roman" w:hAnsi="Times New Roman"/>
                <w:spacing w:val="2"/>
              </w:rPr>
              <w:t>деятельности жителей станицы, организаций и учреждений.</w:t>
            </w:r>
          </w:p>
        </w:tc>
      </w:tr>
      <w:tr w:rsidR="00884096" w:rsidRPr="00D147BC" w:rsidTr="009D5C0B">
        <w:trPr>
          <w:gridAfter w:val="1"/>
          <w:wAfter w:w="70" w:type="dxa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F476E">
            <w:pPr>
              <w:pStyle w:val="a4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Задача</w:t>
            </w:r>
          </w:p>
          <w:p w:rsidR="00884096" w:rsidRPr="00D147BC" w:rsidRDefault="00884096" w:rsidP="002C7281"/>
        </w:tc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1"/>
              </w:rPr>
              <w:t>обеспечение    государственных    гарантий    дальнейшего развития культуры в станице;</w:t>
            </w:r>
          </w:p>
          <w:p w:rsidR="00884096" w:rsidRPr="00D147BC" w:rsidRDefault="00884096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 w:rsidRPr="00D147BC">
              <w:rPr>
                <w:rFonts w:ascii="Times New Roman" w:hAnsi="Times New Roman"/>
              </w:rPr>
              <w:t>искусства;</w:t>
            </w:r>
          </w:p>
          <w:p w:rsidR="00884096" w:rsidRPr="00D147BC" w:rsidRDefault="00884096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D147BC">
              <w:rPr>
                <w:rFonts w:ascii="Times New Roman" w:hAnsi="Times New Roman"/>
              </w:rPr>
              <w:t>молодых дарований;</w:t>
            </w:r>
          </w:p>
          <w:p w:rsidR="00884096" w:rsidRPr="00D147BC" w:rsidRDefault="00884096" w:rsidP="0027066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2"/>
              </w:rPr>
              <w:t>-обеспечение культурного обмена;</w:t>
            </w:r>
          </w:p>
          <w:p w:rsidR="00884096" w:rsidRPr="00D147BC" w:rsidRDefault="00884096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D147BC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884096" w:rsidRPr="00D147BC" w:rsidRDefault="00884096" w:rsidP="00270666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-обеспечение    доступности    удовлетворения    культурно-</w:t>
            </w:r>
            <w:r w:rsidRPr="00D147BC">
              <w:rPr>
                <w:rFonts w:ascii="Times New Roman" w:hAnsi="Times New Roman"/>
                <w:spacing w:val="1"/>
              </w:rPr>
              <w:t>досуговых запросов населения;</w:t>
            </w:r>
          </w:p>
          <w:p w:rsidR="00884096" w:rsidRPr="00D147BC" w:rsidRDefault="00884096" w:rsidP="003C6883">
            <w:pPr>
              <w:pStyle w:val="a3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46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884096" w:rsidRPr="00D147BC" w:rsidRDefault="00884096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ВОЕННО – ПАТРИОТИЧЕСКОЕ ВОСПИТАНИЕ</w:t>
            </w:r>
          </w:p>
        </w:tc>
      </w:tr>
      <w:tr w:rsidR="00884096" w:rsidRPr="00D147BC" w:rsidTr="009D5C0B">
        <w:trPr>
          <w:gridAfter w:val="1"/>
          <w:wAfter w:w="70" w:type="dxa"/>
          <w:trHeight w:val="360"/>
        </w:trPr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75295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Они стоят на страже мира!» </w:t>
            </w:r>
            <w:r w:rsidRPr="00D147BC">
              <w:rPr>
                <w:rFonts w:ascii="Times New Roman" w:hAnsi="Times New Roman"/>
              </w:rPr>
              <w:t>- праздничная программа (Открытие месячника по военно-патриотической работе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A23C33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93841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 xml:space="preserve">   </w:t>
            </w: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4096" w:rsidRPr="00D147BC" w:rsidRDefault="00884096" w:rsidP="004B7E51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884096" w:rsidRPr="00D147BC" w:rsidRDefault="00884096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360"/>
        </w:trPr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«В их детство ворвалась война»</w:t>
            </w:r>
            <w:r w:rsidRPr="00D147BC">
              <w:rPr>
                <w:rFonts w:ascii="Times New Roman" w:hAnsi="Times New Roman"/>
              </w:rPr>
              <w:t xml:space="preserve"> -  встреча с детьми войны (ДБ)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360"/>
        </w:trPr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«Войной изломанное детство» - </w:t>
            </w:r>
            <w:r w:rsidRPr="00D147BC">
              <w:rPr>
                <w:rFonts w:ascii="Times New Roman" w:hAnsi="Times New Roman"/>
              </w:rPr>
              <w:t>встреча с «детьми войны» в музее (СБ)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541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«Помни, Россия, своих сыновей» - </w:t>
            </w:r>
            <w:r w:rsidRPr="00D147BC">
              <w:rPr>
                <w:rFonts w:ascii="Times New Roman" w:hAnsi="Times New Roman"/>
              </w:rPr>
              <w:t>вечер встречи с матерями воинов-интернационалистов станицы, погибших при выполнении боевых задач по защите Отечества (СБ)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85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Закрытие месячника по военно-патриотической работе - праздничная программа </w:t>
            </w:r>
            <w:r w:rsidRPr="00D147BC">
              <w:rPr>
                <w:rFonts w:ascii="Times New Roman" w:hAnsi="Times New Roman"/>
                <w:b/>
              </w:rPr>
              <w:t>«Надежда Родины моей»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98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«Наша память и боль» - </w:t>
            </w:r>
            <w:r w:rsidRPr="00D147BC">
              <w:rPr>
                <w:rFonts w:ascii="Times New Roman" w:hAnsi="Times New Roman"/>
              </w:rPr>
              <w:t xml:space="preserve"> митинг, посвященный дню памяти воинов интернационалистов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21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«Наша армия – самая, самая…» - </w:t>
            </w:r>
            <w:r w:rsidRPr="00D147BC">
              <w:rPr>
                <w:rFonts w:ascii="Times New Roman" w:hAnsi="Times New Roman"/>
              </w:rPr>
              <w:t>встреча с военнослужащими в/ч (ДБ)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42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«А, ну-ка парни!»</w:t>
            </w:r>
            <w:r w:rsidRPr="00D147BC">
              <w:rPr>
                <w:rFonts w:ascii="Times New Roman" w:hAnsi="Times New Roman"/>
              </w:rPr>
              <w:t xml:space="preserve">  - игровая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82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«Нас память вместе собрала» - </w:t>
            </w:r>
            <w:r w:rsidRPr="00D147BC">
              <w:rPr>
                <w:rFonts w:ascii="Times New Roman" w:hAnsi="Times New Roman"/>
              </w:rPr>
              <w:t xml:space="preserve">урок мужества, посвящённый дню воина – интернационалиста (ДБ)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34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«Очевидцы – о войне» - </w:t>
            </w:r>
            <w:r w:rsidRPr="00D147BC">
              <w:rPr>
                <w:rFonts w:ascii="Times New Roman" w:hAnsi="Times New Roman"/>
              </w:rPr>
              <w:t>тематическая программа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(встреча с ветеранами)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367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Согреем сердца ветеранам</w:t>
            </w:r>
            <w:r w:rsidRPr="00D147BC">
              <w:rPr>
                <w:rFonts w:ascii="Times New Roman" w:hAnsi="Times New Roman"/>
              </w:rPr>
              <w:t>» - патриотическая акция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41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«Не меркнет летопись побед» - </w:t>
            </w:r>
            <w:r w:rsidRPr="00D147BC">
              <w:rPr>
                <w:rFonts w:ascii="Times New Roman" w:hAnsi="Times New Roman"/>
              </w:rPr>
              <w:t>интеллектуальная игра ко Дню защитника Отечества (СБ)</w:t>
            </w:r>
          </w:p>
          <w:p w:rsidR="00884096" w:rsidRPr="00D147BC" w:rsidRDefault="00884096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42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«Слава армии родной!»</w:t>
            </w:r>
            <w:r w:rsidRPr="00D147BC">
              <w:rPr>
                <w:rFonts w:ascii="Times New Roman" w:hAnsi="Times New Roman"/>
              </w:rPr>
              <w:t xml:space="preserve"> - праздничный концерт,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 xml:space="preserve">посвященный Дню защитника Отечества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884096" w:rsidRPr="00D147BC" w:rsidTr="00D147BC">
        <w:trPr>
          <w:gridAfter w:val="1"/>
          <w:wAfter w:w="70" w:type="dxa"/>
          <w:trHeight w:val="27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«</w:t>
            </w:r>
            <w:r w:rsidRPr="00D147BC">
              <w:rPr>
                <w:rFonts w:ascii="Times New Roman" w:hAnsi="Times New Roman"/>
                <w:b/>
              </w:rPr>
              <w:t>Курс молодого бойца</w:t>
            </w:r>
            <w:r w:rsidRPr="00D147BC">
              <w:rPr>
                <w:rFonts w:ascii="Times New Roman" w:hAnsi="Times New Roman"/>
              </w:rPr>
              <w:t>» - молодежная программа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12 400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4096" w:rsidRPr="00D147BC" w:rsidRDefault="00884096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884096" w:rsidRPr="00D147BC" w:rsidRDefault="00884096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5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Митинг, посвященный Дню участников ликвидации последствий радиационных аварий и катастроф</w:t>
            </w:r>
          </w:p>
          <w:p w:rsidR="00884096" w:rsidRPr="00D147BC" w:rsidRDefault="00884096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«Подвиг во имя жизни»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41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«Своими глазами – страницы войны» - </w:t>
            </w:r>
            <w:r w:rsidRPr="00D147BC">
              <w:rPr>
                <w:rFonts w:ascii="Times New Roman" w:hAnsi="Times New Roman"/>
              </w:rPr>
              <w:t>встреча с ветеранами ВОВ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5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«Пусть поколения помнят. Чернобыль» - </w:t>
            </w:r>
            <w:r w:rsidRPr="00D147BC">
              <w:rPr>
                <w:rFonts w:ascii="Times New Roman" w:hAnsi="Times New Roman"/>
              </w:rPr>
              <w:t>час памяти ко Дню Чернобыльской трагедии (СБ)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5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«Идёт весна победным маем…» - </w:t>
            </w:r>
            <w:r w:rsidRPr="00D147BC">
              <w:rPr>
                <w:rFonts w:ascii="Times New Roman" w:hAnsi="Times New Roman"/>
              </w:rPr>
              <w:t>конкурс стихов (ДБ)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33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 «Май, подаривший нам Победу» -</w:t>
            </w:r>
            <w:r w:rsidRPr="00D147BC">
              <w:rPr>
                <w:rFonts w:ascii="Times New Roman" w:hAnsi="Times New Roman"/>
              </w:rPr>
              <w:t xml:space="preserve"> театрализованный вечер, посвященный Великой Победе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429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Поздравление ветеранов с Днем Победы- </w:t>
            </w:r>
            <w:r w:rsidRPr="00D147BC">
              <w:rPr>
                <w:rFonts w:ascii="Times New Roman" w:hAnsi="Times New Roman"/>
              </w:rPr>
              <w:t>патриотическая акция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24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«Этот день никогда не забудется…»  -</w:t>
            </w:r>
            <w:r w:rsidRPr="00D147BC">
              <w:rPr>
                <w:rFonts w:ascii="Times New Roman" w:hAnsi="Times New Roman"/>
              </w:rPr>
              <w:t xml:space="preserve"> День памяти и скорби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«С Днем России, земляки!»</w:t>
            </w:r>
            <w:r w:rsidRPr="00D147BC">
              <w:rPr>
                <w:rFonts w:ascii="Times New Roman" w:hAnsi="Times New Roman"/>
              </w:rPr>
              <w:t xml:space="preserve"> - праздничная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«Вахта памяти» - </w:t>
            </w:r>
            <w:r w:rsidRPr="00D147BC">
              <w:rPr>
                <w:rFonts w:ascii="Times New Roman" w:hAnsi="Times New Roman"/>
              </w:rPr>
              <w:t>автопробег, возложение цветов, венков и проведение минуты молчания у братских могил, памятников и обелисков станицы в память обо всех павших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Акция «Живая открытка»</w:t>
            </w:r>
            <w:r w:rsidRPr="00D147BC">
              <w:rPr>
                <w:rFonts w:ascii="Times New Roman" w:hAnsi="Times New Roman"/>
              </w:rPr>
              <w:t xml:space="preserve"> - поздравление на дому ветеранов ВОВ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«Мужество останется в веках»</w:t>
            </w:r>
            <w:r w:rsidRPr="00D147BC">
              <w:rPr>
                <w:rFonts w:ascii="Times New Roman" w:hAnsi="Times New Roman"/>
              </w:rPr>
              <w:t xml:space="preserve"> - патриотический час ко Дню Победы (СБ)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884096" w:rsidRPr="00D147BC" w:rsidTr="00D147BC">
        <w:trPr>
          <w:gridAfter w:val="1"/>
          <w:wAfter w:w="70" w:type="dxa"/>
          <w:trHeight w:val="269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«С днем освобождения станицы!» - </w:t>
            </w:r>
            <w:r w:rsidRPr="00D147BC">
              <w:rPr>
                <w:rFonts w:ascii="Times New Roman" w:hAnsi="Times New Roman"/>
              </w:rPr>
              <w:t>митинг, посвященный 75 годовщине освобождения ст. Старотитаровской от немецко-фашистских захватчиков.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7 600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4096" w:rsidRPr="00D147BC" w:rsidRDefault="00884096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</w:t>
            </w:r>
          </w:p>
          <w:p w:rsidR="00884096" w:rsidRPr="00D147BC" w:rsidRDefault="00884096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Темрюкского района</w:t>
            </w:r>
          </w:p>
        </w:tc>
      </w:tr>
      <w:tr w:rsidR="00884096" w:rsidRPr="00D147BC" w:rsidTr="009D5C0B">
        <w:trPr>
          <w:gridAfter w:val="1"/>
          <w:wAfter w:w="70" w:type="dxa"/>
          <w:trHeight w:val="414"/>
        </w:trPr>
        <w:tc>
          <w:tcPr>
            <w:tcW w:w="6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«Обелиски памяти» - </w:t>
            </w:r>
            <w:r w:rsidRPr="00D147BC">
              <w:rPr>
                <w:rFonts w:ascii="Times New Roman" w:hAnsi="Times New Roman"/>
              </w:rPr>
              <w:t>возложение цветов к памятникам станицы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345"/>
        </w:trPr>
        <w:tc>
          <w:tcPr>
            <w:tcW w:w="678" w:type="dxa"/>
            <w:vMerge w:val="restart"/>
            <w:tcBorders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57"/>
        </w:trPr>
        <w:tc>
          <w:tcPr>
            <w:tcW w:w="67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D147BC">
        <w:trPr>
          <w:gridAfter w:val="1"/>
          <w:wAfter w:w="70" w:type="dxa"/>
          <w:trHeight w:val="345"/>
        </w:trPr>
        <w:tc>
          <w:tcPr>
            <w:tcW w:w="67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«Мы помним мы гордимся!» - </w:t>
            </w:r>
            <w:r w:rsidRPr="00D147BC">
              <w:rPr>
                <w:rFonts w:ascii="Times New Roman" w:hAnsi="Times New Roman"/>
              </w:rPr>
              <w:t>поздравление ветеранов ВОВ с Новым годом</w:t>
            </w:r>
          </w:p>
        </w:tc>
        <w:tc>
          <w:tcPr>
            <w:tcW w:w="18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IV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723" w:type="dxa"/>
            <w:vMerge w:val="restart"/>
            <w:tcBorders>
              <w:left w:val="single" w:sz="4" w:space="0" w:color="auto"/>
            </w:tcBorders>
          </w:tcPr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D147BC">
        <w:trPr>
          <w:gridAfter w:val="1"/>
          <w:wAfter w:w="70" w:type="dxa"/>
          <w:trHeight w:val="57"/>
        </w:trPr>
        <w:tc>
          <w:tcPr>
            <w:tcW w:w="67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0B0AD1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3 000</w:t>
            </w: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gridAfter w:val="1"/>
          <w:wAfter w:w="70" w:type="dxa"/>
          <w:trHeight w:val="2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  <w:p w:rsidR="00884096" w:rsidRPr="00D147BC" w:rsidRDefault="00884096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</w:t>
            </w:r>
            <w:r w:rsidRPr="00D147BC">
              <w:rPr>
                <w:rFonts w:ascii="Times New Roman" w:hAnsi="Times New Roman"/>
                <w:b/>
              </w:rPr>
              <w:t xml:space="preserve"> 000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884096" w:rsidRPr="00D147BC" w:rsidRDefault="00884096" w:rsidP="00CF6306">
      <w:pPr>
        <w:pStyle w:val="BodyText"/>
        <w:spacing w:after="0"/>
        <w:ind w:right="-142"/>
        <w:jc w:val="both"/>
        <w:rPr>
          <w:rFonts w:ascii="Times New Roman" w:hAnsi="Times New Roman"/>
        </w:rPr>
      </w:pPr>
    </w:p>
    <w:tbl>
      <w:tblPr>
        <w:tblW w:w="146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780"/>
        <w:gridCol w:w="124"/>
        <w:gridCol w:w="1854"/>
        <w:gridCol w:w="1442"/>
        <w:gridCol w:w="39"/>
        <w:gridCol w:w="1581"/>
        <w:gridCol w:w="143"/>
        <w:gridCol w:w="2905"/>
        <w:gridCol w:w="12"/>
        <w:gridCol w:w="2002"/>
        <w:gridCol w:w="52"/>
      </w:tblGrid>
      <w:tr w:rsidR="00884096" w:rsidRPr="00D147BC" w:rsidTr="0077640D">
        <w:trPr>
          <w:gridAfter w:val="1"/>
          <w:wAfter w:w="52" w:type="dxa"/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884096" w:rsidRPr="00D147BC" w:rsidRDefault="0088409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НАРОДНОЕ ТВОРЧЕСТВО</w:t>
            </w:r>
          </w:p>
          <w:p w:rsidR="00884096" w:rsidRPr="00D147BC" w:rsidRDefault="00884096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84096" w:rsidRPr="00D147BC" w:rsidTr="007464F8">
        <w:trPr>
          <w:gridAfter w:val="1"/>
          <w:wAfter w:w="52" w:type="dxa"/>
          <w:trHeight w:val="884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B594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«Таманская музыкальная весна» - </w:t>
            </w:r>
            <w:r w:rsidRPr="00D147BC">
              <w:rPr>
                <w:rFonts w:ascii="Times New Roman" w:hAnsi="Times New Roman"/>
              </w:rPr>
              <w:t xml:space="preserve">районный фестиваль народного творчества  </w:t>
            </w:r>
          </w:p>
          <w:p w:rsidR="00884096" w:rsidRPr="00D147BC" w:rsidRDefault="00884096" w:rsidP="00AB5940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0370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884096" w:rsidRPr="00D147BC" w:rsidRDefault="00884096" w:rsidP="000370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71136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Увеличение числа участников художественной самодеятельности, и кружков и клубов по интересам.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03702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84096" w:rsidRPr="00D147BC" w:rsidTr="0077640D">
        <w:trPr>
          <w:gridAfter w:val="1"/>
          <w:wAfter w:w="52" w:type="dxa"/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7257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7257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725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D147BC">
              <w:rPr>
                <w:rFonts w:ascii="Times New Roman" w:hAnsi="Times New Roman"/>
                <w:b/>
              </w:rPr>
              <w:t xml:space="preserve">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03702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77640D">
        <w:trPr>
          <w:gridAfter w:val="1"/>
          <w:wAfter w:w="52" w:type="dxa"/>
          <w:trHeight w:val="17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2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884096" w:rsidRPr="00D147BC" w:rsidRDefault="00884096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ДЕТИ И КУЛЬТУРА</w:t>
            </w:r>
          </w:p>
        </w:tc>
      </w:tr>
      <w:tr w:rsidR="00884096" w:rsidRPr="00D147BC" w:rsidTr="00D147BC">
        <w:trPr>
          <w:gridAfter w:val="1"/>
          <w:wAfter w:w="52" w:type="dxa"/>
          <w:trHeight w:val="43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DA1BE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«Со святым Рождеством!» - </w:t>
            </w:r>
            <w:r w:rsidRPr="00D147BC">
              <w:rPr>
                <w:rFonts w:ascii="Times New Roman" w:hAnsi="Times New Roman"/>
              </w:rPr>
              <w:t>рождественские посиделки в клубе «Казачок»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4096" w:rsidRPr="00D147BC" w:rsidRDefault="00884096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884096" w:rsidRPr="00D147BC" w:rsidRDefault="00884096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4B2120">
        <w:trPr>
          <w:gridAfter w:val="1"/>
          <w:wAfter w:w="52" w:type="dxa"/>
          <w:trHeight w:val="44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612376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А ну-ка, - мальчики!»  - </w:t>
            </w:r>
            <w:r w:rsidRPr="00D147BC">
              <w:rPr>
                <w:rFonts w:ascii="Times New Roman" w:hAnsi="Times New Roman"/>
              </w:rPr>
              <w:t>конкурс среди уч-ся школ, посвященный празднику 23 Февраля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884096" w:rsidRPr="00D147BC" w:rsidRDefault="0088409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4B2120">
        <w:trPr>
          <w:gridAfter w:val="1"/>
          <w:wAfter w:w="52" w:type="dxa"/>
          <w:trHeight w:val="40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«А ну-ка, девочки» -</w:t>
            </w:r>
            <w:r w:rsidRPr="00D147BC">
              <w:rPr>
                <w:rFonts w:ascii="Times New Roman" w:hAnsi="Times New Roman"/>
              </w:rPr>
              <w:t xml:space="preserve"> конкурс среди уч-ся школ, посвященный празднику 8 Марта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vAlign w:val="center"/>
          </w:tcPr>
          <w:p w:rsidR="00884096" w:rsidRPr="00D147BC" w:rsidRDefault="0088409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4B2120">
        <w:trPr>
          <w:gridAfter w:val="1"/>
          <w:wAfter w:w="52" w:type="dxa"/>
          <w:trHeight w:val="55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770C4A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B66C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«Каждый день в гостях у книжки» - </w:t>
            </w:r>
            <w:r w:rsidRPr="00D147BC">
              <w:rPr>
                <w:rFonts w:ascii="Times New Roman" w:hAnsi="Times New Roman"/>
              </w:rPr>
              <w:t>Неделя детской книги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D147BC">
        <w:trPr>
          <w:gridAfter w:val="1"/>
          <w:wAfter w:w="52" w:type="dxa"/>
          <w:trHeight w:val="41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 Скучно – дома не сиди, в библиотеку приходи»  - </w:t>
            </w:r>
            <w:r w:rsidRPr="00D147BC">
              <w:rPr>
                <w:rFonts w:ascii="Times New Roman" w:hAnsi="Times New Roman"/>
              </w:rPr>
              <w:t>конкурсная программа в библиотечном дворике (ко Дню защиты детей)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4096" w:rsidRPr="00D147BC" w:rsidRDefault="00884096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4096" w:rsidRPr="00D147BC" w:rsidRDefault="00884096" w:rsidP="00D147BC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884096" w:rsidRPr="00D147BC" w:rsidRDefault="00884096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4B2120">
        <w:trPr>
          <w:gridAfter w:val="1"/>
          <w:wAfter w:w="52" w:type="dxa"/>
          <w:trHeight w:val="447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41CBA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 </w:t>
            </w:r>
            <w:r w:rsidRPr="00D147BC">
              <w:rPr>
                <w:rFonts w:ascii="Times New Roman" w:hAnsi="Times New Roman"/>
                <w:b/>
              </w:rPr>
              <w:t xml:space="preserve">«Летние приключения» - цикл </w:t>
            </w:r>
            <w:r w:rsidRPr="00D147BC">
              <w:rPr>
                <w:rFonts w:ascii="Times New Roman" w:hAnsi="Times New Roman"/>
              </w:rPr>
              <w:t>развлекательно-оздоровительных мероприятий</w:t>
            </w:r>
          </w:p>
          <w:p w:rsidR="00884096" w:rsidRPr="00D147BC" w:rsidRDefault="00884096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884096" w:rsidRPr="00D147BC" w:rsidRDefault="0088409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77640D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Раскрасим лето в яркие события!» - цикл </w:t>
            </w:r>
            <w:r w:rsidRPr="00D147BC">
              <w:rPr>
                <w:rFonts w:ascii="Times New Roman" w:hAnsi="Times New Roman"/>
              </w:rPr>
              <w:t>конкурсных программ</w:t>
            </w:r>
          </w:p>
          <w:p w:rsidR="00884096" w:rsidRPr="00D147BC" w:rsidRDefault="00884096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vAlign w:val="center"/>
          </w:tcPr>
          <w:p w:rsidR="00884096" w:rsidRPr="00D147BC" w:rsidRDefault="0088409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77640D">
        <w:trPr>
          <w:gridAfter w:val="1"/>
          <w:wAfter w:w="52" w:type="dxa"/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Default="00884096" w:rsidP="004B212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«</w:t>
            </w:r>
            <w:r w:rsidRPr="00D147BC">
              <w:rPr>
                <w:rFonts w:ascii="Times New Roman" w:hAnsi="Times New Roman"/>
                <w:b/>
              </w:rPr>
              <w:t xml:space="preserve">Каникулы! Каникулы! Веселая пора!»  - </w:t>
            </w:r>
            <w:r w:rsidRPr="00D147BC">
              <w:rPr>
                <w:rFonts w:ascii="Times New Roman" w:hAnsi="Times New Roman"/>
              </w:rPr>
              <w:t>праздничная программа, посвященная началу летних каникул</w:t>
            </w:r>
          </w:p>
          <w:p w:rsidR="00884096" w:rsidRPr="00D147BC" w:rsidRDefault="00884096" w:rsidP="004B2120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884096" w:rsidRPr="00D147BC" w:rsidRDefault="0088409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884096" w:rsidRPr="00D147BC" w:rsidTr="0077640D">
        <w:trPr>
          <w:gridAfter w:val="1"/>
          <w:wAfter w:w="52" w:type="dxa"/>
          <w:trHeight w:val="45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«Пусть всегда буду я!» - </w:t>
            </w:r>
            <w:r w:rsidRPr="00D147BC">
              <w:rPr>
                <w:rFonts w:ascii="Times New Roman" w:hAnsi="Times New Roman"/>
              </w:rPr>
              <w:t>праздник, посвященный Дню защиты детей.</w:t>
            </w:r>
          </w:p>
          <w:p w:rsidR="00884096" w:rsidRPr="00D147BC" w:rsidRDefault="00884096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884096" w:rsidRPr="00D147BC" w:rsidTr="0077640D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6449EC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«Хорошо, что каждый год к нам приходит Новый год!»  - </w:t>
            </w:r>
            <w:r w:rsidRPr="00D147BC">
              <w:rPr>
                <w:rFonts w:ascii="Times New Roman" w:hAnsi="Times New Roman"/>
              </w:rPr>
              <w:t>новогодний утренник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(ДБ)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  <w:p w:rsidR="00884096" w:rsidRPr="00D147BC" w:rsidRDefault="00884096" w:rsidP="0003702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     11 000</w:t>
            </w:r>
          </w:p>
          <w:p w:rsidR="00884096" w:rsidRPr="00D147BC" w:rsidRDefault="00884096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822C22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 xml:space="preserve"> </w:t>
            </w: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822C22">
            <w:pPr>
              <w:jc w:val="center"/>
              <w:rPr>
                <w:rFonts w:ascii="Times New Roman" w:hAnsi="Times New Roman"/>
              </w:rPr>
            </w:pPr>
          </w:p>
          <w:p w:rsidR="00884096" w:rsidRPr="00D147BC" w:rsidRDefault="00884096" w:rsidP="0079025E">
            <w:pPr>
              <w:rPr>
                <w:rFonts w:ascii="Times New Roman" w:hAnsi="Times New Roman"/>
              </w:rPr>
            </w:pPr>
          </w:p>
          <w:p w:rsidR="00884096" w:rsidRPr="00D147BC" w:rsidRDefault="00884096" w:rsidP="0079025E">
            <w:pPr>
              <w:rPr>
                <w:rFonts w:ascii="Times New Roman" w:hAnsi="Times New Roman"/>
              </w:rPr>
            </w:pPr>
          </w:p>
          <w:p w:rsidR="00884096" w:rsidRPr="00D147BC" w:rsidRDefault="00884096" w:rsidP="00822C22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4096" w:rsidRPr="00D147BC" w:rsidRDefault="0088409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884096" w:rsidRPr="00D147BC" w:rsidRDefault="00884096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884096" w:rsidRPr="00D147BC" w:rsidRDefault="00884096" w:rsidP="00CF45F3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Администрация Старотитаровского сельского поселения </w:t>
            </w:r>
          </w:p>
          <w:p w:rsidR="00884096" w:rsidRPr="00D147BC" w:rsidRDefault="00884096" w:rsidP="00CF45F3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Темрюкского района</w:t>
            </w:r>
          </w:p>
        </w:tc>
      </w:tr>
      <w:tr w:rsidR="00884096" w:rsidRPr="00D147BC" w:rsidTr="004B2120">
        <w:trPr>
          <w:gridAfter w:val="1"/>
          <w:wAfter w:w="52" w:type="dxa"/>
          <w:trHeight w:val="347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884096" w:rsidRPr="00D147BC" w:rsidRDefault="00884096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3063BC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В гостях у новогодней сказки» - </w:t>
            </w:r>
            <w:r w:rsidRPr="00D147BC">
              <w:rPr>
                <w:rFonts w:ascii="Times New Roman" w:hAnsi="Times New Roman"/>
              </w:rPr>
              <w:t xml:space="preserve">новогодний утренник 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884096" w:rsidRPr="00D147BC" w:rsidRDefault="0088409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884096" w:rsidRPr="00D147BC" w:rsidTr="0077640D">
        <w:trPr>
          <w:gridAfter w:val="1"/>
          <w:wAfter w:w="52" w:type="dxa"/>
          <w:trHeight w:val="30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C20612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Итого                                                                                          </w:t>
            </w:r>
            <w:r w:rsidRPr="00D147BC">
              <w:rPr>
                <w:rFonts w:ascii="Times New Roman" w:hAnsi="Times New Roman"/>
                <w:b/>
                <w:lang w:val="en-US"/>
              </w:rPr>
              <w:t xml:space="preserve">27 </w:t>
            </w:r>
            <w:r w:rsidRPr="00D147BC">
              <w:rPr>
                <w:rFonts w:ascii="Times New Roman" w:hAnsi="Times New Roman"/>
                <w:b/>
              </w:rPr>
              <w:t>000</w:t>
            </w:r>
          </w:p>
        </w:tc>
      </w:tr>
      <w:tr w:rsidR="00884096" w:rsidRPr="00D147BC" w:rsidTr="0077640D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926A44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ОБЩЕСТВЕННЫЕ  МЕРОПРИЯТИЯ</w:t>
            </w:r>
          </w:p>
        </w:tc>
      </w:tr>
      <w:tr w:rsidR="00884096" w:rsidRPr="00D147BC" w:rsidTr="00D147BC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DA1BE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E461D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«Улыбкой женщины, мир голубой, живи!»</w:t>
            </w:r>
          </w:p>
          <w:p w:rsidR="00884096" w:rsidRPr="00D147BC" w:rsidRDefault="00884096" w:rsidP="00E461D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-  </w:t>
            </w:r>
            <w:r w:rsidRPr="00D147BC">
              <w:rPr>
                <w:rFonts w:ascii="Times New Roman" w:hAnsi="Times New Roman"/>
              </w:rPr>
              <w:t>огонек для женщин к 8 Марта (СБ)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1059E1" w:rsidRDefault="00884096" w:rsidP="00D147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71136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Повышение уровня подготовки концертных программ самодеятельными коллективами отдельными исполнителями,</w:t>
            </w:r>
          </w:p>
          <w:p w:rsidR="00884096" w:rsidRPr="00D147BC" w:rsidRDefault="00884096" w:rsidP="00036911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сохранение и увеличение числа клубных формирований. </w:t>
            </w: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4096" w:rsidRPr="00D147BC" w:rsidRDefault="00884096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84096" w:rsidRPr="00D147BC" w:rsidTr="00C20C9E">
        <w:trPr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042FD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Милым, родным, любимым…» - </w:t>
            </w:r>
            <w:r w:rsidRPr="00D147BC">
              <w:rPr>
                <w:rFonts w:ascii="Times New Roman" w:hAnsi="Times New Roman"/>
              </w:rPr>
              <w:t>праздник, посвященный Международному женскому дню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884096" w:rsidRPr="00D147BC" w:rsidRDefault="0088409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77640D">
        <w:trPr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042FD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Народные гулянья </w:t>
            </w:r>
            <w:r w:rsidRPr="00D147BC">
              <w:rPr>
                <w:rFonts w:ascii="Times New Roman" w:hAnsi="Times New Roman"/>
                <w:b/>
              </w:rPr>
              <w:t>«Встречаем весну с песнями и блинами»</w:t>
            </w:r>
            <w:r w:rsidRPr="00D147BC">
              <w:rPr>
                <w:rFonts w:ascii="Times New Roman" w:hAnsi="Times New Roman"/>
              </w:rPr>
              <w:t xml:space="preserve"> с участием военнослужащих воинской части № 96404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4096" w:rsidRPr="00D147BC" w:rsidRDefault="0088409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D147BC">
        <w:trPr>
          <w:trHeight w:val="544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E4171B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 </w:t>
            </w:r>
            <w:r w:rsidRPr="00D147BC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A1BE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«Молодежный фейерверк»</w:t>
            </w:r>
            <w:r w:rsidRPr="00D147BC">
              <w:rPr>
                <w:rFonts w:ascii="Times New Roman" w:hAnsi="Times New Roman"/>
              </w:rPr>
              <w:t xml:space="preserve"> -праздничная программа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  <w:r w:rsidRPr="00D147BC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Pr="00D147BC">
              <w:rPr>
                <w:rFonts w:ascii="Times New Roman" w:hAnsi="Times New Roman"/>
              </w:rPr>
              <w:t>00</w:t>
            </w:r>
          </w:p>
          <w:p w:rsidR="00884096" w:rsidRPr="00D147BC" w:rsidRDefault="00884096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4096" w:rsidRPr="00D147BC" w:rsidRDefault="00884096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84096" w:rsidRPr="00D147BC" w:rsidTr="0077640D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E4171B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 </w:t>
            </w:r>
            <w:r w:rsidRPr="00D147BC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042FD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«Выпуск-2019: перезагрузка» - </w:t>
            </w:r>
            <w:r w:rsidRPr="00D147BC">
              <w:rPr>
                <w:rFonts w:ascii="Times New Roman" w:hAnsi="Times New Roman"/>
              </w:rPr>
              <w:t>праздничная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4096" w:rsidRPr="00D147BC" w:rsidRDefault="0088409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77640D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2A4207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Праздничный митинг</w:t>
            </w:r>
            <w:r w:rsidRPr="00D147BC">
              <w:rPr>
                <w:rFonts w:ascii="Times New Roman" w:hAnsi="Times New Roman"/>
                <w:b/>
              </w:rPr>
              <w:t xml:space="preserve"> «День весны и труда» - </w:t>
            </w:r>
            <w:r w:rsidRPr="00D147BC">
              <w:rPr>
                <w:rFonts w:ascii="Times New Roman" w:hAnsi="Times New Roman"/>
              </w:rPr>
              <w:t>посвященный празднику весны и труда, чествование трудовых династий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4096" w:rsidRPr="00D147BC" w:rsidRDefault="0088409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E1385C">
        <w:trPr>
          <w:trHeight w:val="60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042FD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Цикл отчетных мероприятий творческих коллективов дома культуры</w:t>
            </w:r>
            <w:r w:rsidRPr="00D147BC">
              <w:rPr>
                <w:rFonts w:ascii="Times New Roman" w:hAnsi="Times New Roman"/>
                <w:b/>
              </w:rPr>
              <w:t xml:space="preserve"> «Его величество, артист!»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4096" w:rsidRPr="00D147BC" w:rsidRDefault="0088409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E1385C">
        <w:trPr>
          <w:trHeight w:val="276"/>
        </w:trPr>
        <w:tc>
          <w:tcPr>
            <w:tcW w:w="7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39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AC6E6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«Счастливы вместе»</w:t>
            </w:r>
            <w:r w:rsidRPr="00D147BC">
              <w:rPr>
                <w:rFonts w:ascii="Times New Roman" w:hAnsi="Times New Roman"/>
              </w:rPr>
              <w:t xml:space="preserve"> -  праздничная развлекательная программа </w:t>
            </w:r>
          </w:p>
          <w:p w:rsidR="00884096" w:rsidRPr="00D147BC" w:rsidRDefault="00884096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4096" w:rsidRPr="00D147BC" w:rsidRDefault="0088409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D9459E">
        <w:trPr>
          <w:trHeight w:val="750"/>
        </w:trPr>
        <w:tc>
          <w:tcPr>
            <w:tcW w:w="7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DA1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0A7467" w:rsidRDefault="00884096" w:rsidP="00D945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198 157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D9459E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D9459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Духовно-нравственное воспитание жителей станицы.</w:t>
            </w: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4096" w:rsidRPr="00D147BC" w:rsidRDefault="0088409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77640D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C6E6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Семья – основа общества» - </w:t>
            </w:r>
            <w:r w:rsidRPr="00D147BC">
              <w:rPr>
                <w:rFonts w:ascii="Times New Roman" w:hAnsi="Times New Roman"/>
              </w:rPr>
              <w:t>чествование семей на дому</w:t>
            </w:r>
          </w:p>
          <w:p w:rsidR="00884096" w:rsidRPr="00D147BC" w:rsidRDefault="00884096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884096" w:rsidRPr="00D147BC" w:rsidRDefault="0088409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77640D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1</w:t>
            </w:r>
            <w:r w:rsidRPr="00D147BC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E461D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«Любовь и верность Муромских святых» - </w:t>
            </w:r>
            <w:r w:rsidRPr="00D147BC">
              <w:rPr>
                <w:rFonts w:ascii="Times New Roman" w:hAnsi="Times New Roman"/>
              </w:rPr>
              <w:t>час духовности ко Дню семьи, любви и верности (СБ)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884096" w:rsidRPr="00D147BC" w:rsidRDefault="0088409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EE3A66">
        <w:trPr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1</w:t>
            </w:r>
            <w:r w:rsidRPr="00D147BC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«С праздником любимая станица!» - </w:t>
            </w:r>
            <w:r w:rsidRPr="00D147BC">
              <w:rPr>
                <w:rFonts w:ascii="Times New Roman" w:hAnsi="Times New Roman"/>
              </w:rPr>
              <w:t>праздник, посвященный Дню станицы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4096" w:rsidRPr="00D147BC" w:rsidRDefault="0088409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D9459E">
        <w:trPr>
          <w:trHeight w:val="51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DA1BED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1</w:t>
            </w:r>
            <w:r w:rsidRPr="00D147B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E461DB">
            <w:pPr>
              <w:rPr>
                <w:rFonts w:ascii="Times New Roman" w:hAnsi="Times New Roman"/>
                <w:b/>
                <w:iCs/>
              </w:rPr>
            </w:pPr>
            <w:r w:rsidRPr="00D147BC">
              <w:rPr>
                <w:rFonts w:ascii="Times New Roman" w:hAnsi="Times New Roman"/>
                <w:b/>
                <w:iCs/>
              </w:rPr>
              <w:t>«Любви и мудрости единство»</w:t>
            </w:r>
          </w:p>
          <w:p w:rsidR="00884096" w:rsidRPr="00D147BC" w:rsidRDefault="00884096" w:rsidP="00E461D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  <w:iCs/>
              </w:rPr>
              <w:t xml:space="preserve">- </w:t>
            </w:r>
            <w:r w:rsidRPr="00D147BC">
              <w:rPr>
                <w:rFonts w:ascii="Times New Roman" w:hAnsi="Times New Roman"/>
                <w:iCs/>
              </w:rPr>
              <w:t>тематический вечер ко  Дню матери (СБ)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5 843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9459E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D9459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Духовно-нравственное воспитание жителей станицы</w:t>
            </w: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4096" w:rsidRPr="00D147BC" w:rsidRDefault="00884096" w:rsidP="00D9459E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84096" w:rsidRPr="00D147BC" w:rsidTr="00EE3A66">
        <w:trPr>
          <w:trHeight w:val="111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DA1BED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1</w:t>
            </w:r>
            <w:r w:rsidRPr="00D147BC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</w:t>
            </w:r>
            <w:r w:rsidRPr="00D147BC">
              <w:rPr>
                <w:rFonts w:ascii="Times New Roman" w:hAnsi="Times New Roman"/>
                <w:b/>
              </w:rPr>
              <w:t>Новогодние праздники:</w:t>
            </w:r>
          </w:p>
          <w:p w:rsidR="00884096" w:rsidRPr="00D147BC" w:rsidRDefault="00884096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1.Новогодняя елка для детей станицы</w:t>
            </w:r>
          </w:p>
          <w:p w:rsidR="00884096" w:rsidRPr="00D147BC" w:rsidRDefault="00884096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2.Новогодние поздравления коллективов, предприятий станицы</w:t>
            </w:r>
          </w:p>
          <w:p w:rsidR="00884096" w:rsidRPr="00D147BC" w:rsidRDefault="00884096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3.Новогодний бал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884096" w:rsidRPr="00D147BC" w:rsidTr="0077640D">
        <w:trPr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DA1BE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DA1B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308 000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77640D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926A44">
            <w:pPr>
              <w:jc w:val="center"/>
              <w:rPr>
                <w:rFonts w:ascii="Times New Roman" w:hAnsi="Times New Roman"/>
                <w:b/>
              </w:rPr>
            </w:pPr>
          </w:p>
          <w:p w:rsidR="00884096" w:rsidRPr="00D147BC" w:rsidRDefault="00884096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ПРОПАГАНДА ЗДОРОВОГО ОБРАЗА ЖИЗНИ И ПРОФИЛАКТИКИ БЕЗНАДЗОРНОСТИ И ПРАВОНАРУШЕНИЙ</w:t>
            </w:r>
          </w:p>
        </w:tc>
      </w:tr>
      <w:tr w:rsidR="00884096" w:rsidRPr="00D147BC" w:rsidTr="00835127">
        <w:trPr>
          <w:trHeight w:val="69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«В здоровом теле – здоровый дух» - </w:t>
            </w:r>
            <w:r w:rsidRPr="00D147BC">
              <w:rPr>
                <w:rFonts w:ascii="Times New Roman" w:hAnsi="Times New Roman"/>
              </w:rPr>
              <w:t>интерактивная программа для детей и подростков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8351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835127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bCs/>
              </w:rPr>
              <w:t xml:space="preserve">Привлечение молодежи к здоровому образу жизни. </w:t>
            </w:r>
          </w:p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bCs/>
              </w:rPr>
              <w:t>Популяризация  активных форм досуга</w:t>
            </w:r>
          </w:p>
          <w:p w:rsidR="00884096" w:rsidRPr="00D147BC" w:rsidRDefault="00884096" w:rsidP="009D5C0B"/>
          <w:p w:rsidR="00884096" w:rsidRPr="00D147BC" w:rsidRDefault="00884096" w:rsidP="009D5C0B"/>
          <w:p w:rsidR="00884096" w:rsidRPr="00D147BC" w:rsidRDefault="00884096" w:rsidP="009D5C0B"/>
          <w:p w:rsidR="00884096" w:rsidRPr="00D147BC" w:rsidRDefault="00884096" w:rsidP="009D5C0B"/>
          <w:p w:rsidR="00884096" w:rsidRPr="00D147BC" w:rsidRDefault="00884096" w:rsidP="009D5C0B"/>
          <w:p w:rsidR="00884096" w:rsidRPr="00D147BC" w:rsidRDefault="00884096" w:rsidP="009D5C0B"/>
          <w:p w:rsidR="00884096" w:rsidRPr="00D147BC" w:rsidRDefault="00884096" w:rsidP="009D5C0B"/>
          <w:p w:rsidR="00884096" w:rsidRPr="00D147BC" w:rsidRDefault="00884096" w:rsidP="009D5C0B"/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4096" w:rsidRPr="00D147BC" w:rsidRDefault="00884096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84096" w:rsidRPr="00D147BC" w:rsidTr="0077640D">
        <w:trPr>
          <w:trHeight w:val="4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E1385C">
            <w:pPr>
              <w:rPr>
                <w:rFonts w:ascii="Times New Roman" w:hAnsi="Times New Roman"/>
                <w:b/>
                <w:bCs/>
              </w:rPr>
            </w:pPr>
            <w:r w:rsidRPr="00D147BC">
              <w:rPr>
                <w:rFonts w:ascii="Times New Roman" w:hAnsi="Times New Roman"/>
                <w:b/>
                <w:bCs/>
              </w:rPr>
              <w:t xml:space="preserve">«Самые красивые, самые спортивные» - </w:t>
            </w:r>
            <w:r w:rsidRPr="00D147BC">
              <w:rPr>
                <w:rFonts w:ascii="Times New Roman" w:hAnsi="Times New Roman"/>
                <w:bCs/>
              </w:rPr>
              <w:t>конкурс среди учащихся школ, посвященный празднику 8 Марта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</w:tcPr>
          <w:p w:rsidR="00884096" w:rsidRPr="00D147BC" w:rsidRDefault="00884096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D5C0B">
        <w:trPr>
          <w:trHeight w:val="57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pStyle w:val="Default"/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lef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</w:tr>
      <w:tr w:rsidR="00884096" w:rsidRPr="00D147BC" w:rsidTr="00C20C9E">
        <w:trPr>
          <w:trHeight w:val="191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4096" w:rsidRPr="00D147BC" w:rsidRDefault="00884096" w:rsidP="00513219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«Игра – здоровью верная сестра»</w:t>
            </w:r>
          </w:p>
          <w:p w:rsidR="00884096" w:rsidRPr="00D147BC" w:rsidRDefault="00884096" w:rsidP="00513219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спортивно – игровая программа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(Детская библиотека)</w:t>
            </w:r>
          </w:p>
          <w:p w:rsidR="00884096" w:rsidRPr="00D147BC" w:rsidRDefault="00884096" w:rsidP="00513219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3 </w:t>
            </w:r>
            <w:r>
              <w:rPr>
                <w:rFonts w:ascii="Times New Roman" w:hAnsi="Times New Roman"/>
              </w:rPr>
              <w:t>0</w:t>
            </w:r>
            <w:r w:rsidRPr="00D147BC">
              <w:rPr>
                <w:rFonts w:ascii="Times New Roman" w:hAnsi="Times New Roman"/>
              </w:rPr>
              <w:t>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84096" w:rsidRPr="00D147BC" w:rsidRDefault="00884096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84096" w:rsidRPr="00D147BC" w:rsidTr="00513219">
        <w:trPr>
          <w:trHeight w:val="1918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  <w:b/>
              </w:rPr>
            </w:pPr>
          </w:p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«В Новый год без вредных привычек» - </w:t>
            </w:r>
            <w:r w:rsidRPr="00D147BC">
              <w:rPr>
                <w:rFonts w:ascii="Times New Roman" w:hAnsi="Times New Roman"/>
              </w:rPr>
              <w:t>цикл интерактивных новогодних программ для детей и подростков</w:t>
            </w:r>
          </w:p>
          <w:p w:rsidR="00884096" w:rsidRPr="00D147BC" w:rsidRDefault="00884096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5132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D147BC">
              <w:rPr>
                <w:rFonts w:ascii="Times New Roman" w:hAnsi="Times New Roman"/>
              </w:rPr>
              <w:t>естный бюджет</w:t>
            </w:r>
          </w:p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5</w:t>
            </w:r>
            <w:r w:rsidRPr="00D147BC">
              <w:rPr>
                <w:rFonts w:ascii="Times New Roman" w:hAnsi="Times New Roman"/>
              </w:rPr>
              <w:t xml:space="preserve">00 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84096" w:rsidRPr="00D147BC" w:rsidRDefault="00884096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884096" w:rsidRPr="00D147BC" w:rsidRDefault="00884096" w:rsidP="00835127">
            <w:pPr>
              <w:jc w:val="center"/>
            </w:pPr>
          </w:p>
        </w:tc>
      </w:tr>
      <w:tr w:rsidR="00884096" w:rsidRPr="00D147BC" w:rsidTr="0077640D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D5C0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</w:p>
        </w:tc>
      </w:tr>
    </w:tbl>
    <w:p w:rsidR="00884096" w:rsidRPr="00D147BC" w:rsidRDefault="00884096"/>
    <w:p w:rsidR="00884096" w:rsidRPr="00D147BC" w:rsidRDefault="00884096"/>
    <w:tbl>
      <w:tblPr>
        <w:tblW w:w="1446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1"/>
        <w:gridCol w:w="3903"/>
        <w:gridCol w:w="13"/>
        <w:gridCol w:w="1841"/>
        <w:gridCol w:w="19"/>
        <w:gridCol w:w="1462"/>
        <w:gridCol w:w="24"/>
        <w:gridCol w:w="1700"/>
        <w:gridCol w:w="30"/>
        <w:gridCol w:w="2874"/>
        <w:gridCol w:w="40"/>
        <w:gridCol w:w="1549"/>
        <w:gridCol w:w="142"/>
        <w:gridCol w:w="143"/>
      </w:tblGrid>
      <w:tr w:rsidR="00884096" w:rsidRPr="00D147BC" w:rsidTr="009B1443">
        <w:trPr>
          <w:gridAfter w:val="1"/>
          <w:wAfter w:w="143" w:type="dxa"/>
          <w:trHeight w:val="529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F61CB9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Работа с семьями</w:t>
            </w:r>
          </w:p>
          <w:p w:rsidR="00884096" w:rsidRPr="00D147BC" w:rsidRDefault="00884096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84096" w:rsidRPr="00D147BC" w:rsidTr="009B1443">
        <w:trPr>
          <w:gridAfter w:val="1"/>
          <w:wAfter w:w="143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907ED3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Рождественские встречи</w:t>
            </w:r>
            <w:r w:rsidRPr="00D147BC">
              <w:rPr>
                <w:rFonts w:ascii="Times New Roman" w:hAnsi="Times New Roman"/>
              </w:rPr>
              <w:t xml:space="preserve">» - семейные посиделки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835127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884096" w:rsidRPr="00D147BC" w:rsidRDefault="00884096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4096" w:rsidRPr="00D147BC" w:rsidRDefault="00884096" w:rsidP="00F61CB9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84096" w:rsidRPr="00D147BC" w:rsidTr="009B1443">
        <w:trPr>
          <w:gridAfter w:val="1"/>
          <w:wAfter w:w="143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3826EE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«Семейные старты» - </w:t>
            </w:r>
            <w:r w:rsidRPr="00D147BC">
              <w:rPr>
                <w:rFonts w:ascii="Times New Roman" w:hAnsi="Times New Roman"/>
              </w:rPr>
              <w:t>спортивно игровая программа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835127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III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884096" w:rsidRPr="00D147BC" w:rsidRDefault="00884096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884096" w:rsidRPr="00D147BC" w:rsidRDefault="0088409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B1443">
        <w:trPr>
          <w:gridAfter w:val="1"/>
          <w:wAfter w:w="143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3826EE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Семейные таланты» -</w:t>
            </w:r>
            <w:r w:rsidRPr="00D147BC">
              <w:rPr>
                <w:rFonts w:ascii="Times New Roman" w:hAnsi="Times New Roman"/>
              </w:rPr>
              <w:t>интерактивный семейный вечер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10315A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EC35D1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   </w:t>
            </w:r>
            <w:r w:rsidRPr="00D147BC">
              <w:rPr>
                <w:rFonts w:ascii="Times New Roman" w:hAnsi="Times New Roman"/>
                <w:lang w:val="en-US"/>
              </w:rPr>
              <w:t xml:space="preserve">IV </w:t>
            </w:r>
            <w:r w:rsidRPr="00D147BC"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5E63BF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884096" w:rsidRPr="00D147BC" w:rsidRDefault="0088409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4096" w:rsidRPr="00D147BC" w:rsidRDefault="0088409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B1443">
        <w:trPr>
          <w:gridAfter w:val="1"/>
          <w:wAfter w:w="143" w:type="dxa"/>
          <w:trHeight w:val="268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DD7D54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1031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A970DD" w:rsidRDefault="00884096" w:rsidP="00A970DD">
            <w:pPr>
              <w:jc w:val="center"/>
              <w:rPr>
                <w:rFonts w:ascii="Times New Roman" w:hAnsi="Times New Roman"/>
                <w:b/>
              </w:rPr>
            </w:pPr>
            <w:r w:rsidRPr="00A970DD"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EC35D1">
            <w:pPr>
              <w:rPr>
                <w:rFonts w:ascii="Times New Roman" w:hAnsi="Times New Roman"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5E63BF">
            <w:pPr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4096" w:rsidRPr="00D147BC" w:rsidRDefault="0088409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B1443">
        <w:trPr>
          <w:gridAfter w:val="2"/>
          <w:wAfter w:w="285" w:type="dxa"/>
          <w:trHeight w:val="529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Default="00884096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884096" w:rsidRDefault="00884096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884096" w:rsidRPr="00D147BC" w:rsidRDefault="00884096" w:rsidP="00F61CB9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Работа с пожилым населением</w:t>
            </w:r>
          </w:p>
        </w:tc>
      </w:tr>
      <w:tr w:rsidR="00884096" w:rsidRPr="00D147BC" w:rsidTr="009B1443">
        <w:trPr>
          <w:gridAfter w:val="2"/>
          <w:wAfter w:w="285" w:type="dxa"/>
          <w:trHeight w:val="1828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6868A8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970DD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«Я на пенсии сижу время зря не провожу» -  </w:t>
            </w:r>
            <w:r w:rsidRPr="00D147BC">
              <w:rPr>
                <w:rFonts w:ascii="Times New Roman" w:hAnsi="Times New Roman"/>
              </w:rPr>
              <w:t>чайная вечеринка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970D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A970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970D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970DD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970D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A970DD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84096" w:rsidRPr="00D147BC" w:rsidTr="009B1443">
        <w:trPr>
          <w:gridAfter w:val="2"/>
          <w:wAfter w:w="285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7A729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Есть возраст золотой...» - </w:t>
            </w:r>
            <w:r w:rsidRPr="00D147BC">
              <w:rPr>
                <w:rFonts w:ascii="Times New Roman" w:hAnsi="Times New Roman"/>
              </w:rPr>
              <w:t>праздничная программа ко Дню пожилого человека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5E63B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884096" w:rsidRPr="00D147BC" w:rsidRDefault="00884096" w:rsidP="009103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4096" w:rsidRPr="00D147BC" w:rsidRDefault="0088409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B1443">
        <w:trPr>
          <w:gridAfter w:val="2"/>
          <w:wAfter w:w="285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403B3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«Рожденное любовью слово «Мама»» -</w:t>
            </w:r>
            <w:r w:rsidRPr="00D147BC">
              <w:rPr>
                <w:rFonts w:ascii="Times New Roman" w:hAnsi="Times New Roman"/>
              </w:rPr>
              <w:t>праздничная программа, посвященная Дню матери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IV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5E63B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884096" w:rsidRPr="00D147BC" w:rsidRDefault="0088409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4096" w:rsidRPr="00D147BC" w:rsidRDefault="0088409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B1443">
        <w:trPr>
          <w:gridAfter w:val="2"/>
          <w:wAfter w:w="285" w:type="dxa"/>
          <w:trHeight w:val="39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DD7D54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4714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515070" w:rsidRDefault="00884096" w:rsidP="005150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515070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5</w:t>
            </w:r>
            <w:r w:rsidRPr="00515070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F61CB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5E63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4096" w:rsidRPr="00D147BC" w:rsidRDefault="0088409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B1443">
        <w:trPr>
          <w:gridAfter w:val="2"/>
          <w:wAfter w:w="285" w:type="dxa"/>
          <w:trHeight w:val="529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Default="00884096" w:rsidP="009A4ED0">
            <w:pPr>
              <w:jc w:val="center"/>
              <w:rPr>
                <w:rFonts w:ascii="Times New Roman" w:hAnsi="Times New Roman"/>
                <w:b/>
              </w:rPr>
            </w:pPr>
          </w:p>
          <w:p w:rsidR="00884096" w:rsidRDefault="00884096" w:rsidP="009A4ED0">
            <w:pPr>
              <w:jc w:val="center"/>
              <w:rPr>
                <w:rFonts w:ascii="Times New Roman" w:hAnsi="Times New Roman"/>
                <w:b/>
              </w:rPr>
            </w:pPr>
          </w:p>
          <w:p w:rsidR="00884096" w:rsidRPr="00D147BC" w:rsidRDefault="00884096" w:rsidP="009A4ED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Работа с инвалидами и лицами с ограниченными возможностями здоровья</w:t>
            </w:r>
          </w:p>
        </w:tc>
      </w:tr>
      <w:tr w:rsidR="00884096" w:rsidRPr="00D147BC" w:rsidTr="009B1443">
        <w:trPr>
          <w:gridAfter w:val="2"/>
          <w:wAfter w:w="285" w:type="dxa"/>
          <w:trHeight w:val="977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403B3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Веселый зимний вечерок</w:t>
            </w:r>
            <w:r w:rsidRPr="00D147BC">
              <w:rPr>
                <w:rFonts w:ascii="Times New Roman" w:hAnsi="Times New Roman"/>
              </w:rPr>
              <w:t>» -  вечер отдыха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в конкурсах и фестивалях.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4096" w:rsidRPr="00D147BC" w:rsidRDefault="00884096" w:rsidP="00F61CB9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84096" w:rsidRPr="00D147BC" w:rsidTr="009B1443">
        <w:trPr>
          <w:gridAfter w:val="2"/>
          <w:wAfter w:w="285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Default="0088409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025504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Весна добра» - </w:t>
            </w:r>
            <w:r w:rsidRPr="00D147BC">
              <w:rPr>
                <w:rFonts w:ascii="Times New Roman" w:hAnsi="Times New Roman"/>
              </w:rPr>
              <w:t>тематическая программа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8F0161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C04BB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в конкурсах и фестивалях.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4096" w:rsidRPr="00D147BC" w:rsidRDefault="00884096" w:rsidP="00C04BB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84096" w:rsidRPr="00D147BC" w:rsidTr="009B1443">
        <w:trPr>
          <w:gridAfter w:val="2"/>
          <w:wAfter w:w="285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025504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«Караоке-вечеринка» - </w:t>
            </w:r>
            <w:r w:rsidRPr="00D147BC">
              <w:rPr>
                <w:rFonts w:ascii="Times New Roman" w:hAnsi="Times New Roman"/>
              </w:rPr>
              <w:t>музыкальная программа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III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5E63BF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884096" w:rsidRPr="00D147BC" w:rsidRDefault="00884096" w:rsidP="006A29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4096" w:rsidRPr="00D147BC" w:rsidRDefault="0088409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B1443">
        <w:trPr>
          <w:gridAfter w:val="2"/>
          <w:wAfter w:w="285" w:type="dxa"/>
          <w:trHeight w:val="58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B60951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Объединим сердца» -</w:t>
            </w:r>
            <w:r w:rsidRPr="00D147BC">
              <w:rPr>
                <w:rFonts w:ascii="Times New Roman" w:hAnsi="Times New Roman"/>
              </w:rPr>
              <w:t>программа ко дню инвалидов.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884096" w:rsidRPr="00D147BC" w:rsidRDefault="00884096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4096" w:rsidRPr="00D147BC" w:rsidRDefault="00884096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515070" w:rsidTr="009B1443">
        <w:trPr>
          <w:gridAfter w:val="2"/>
          <w:wAfter w:w="285" w:type="dxa"/>
          <w:trHeight w:val="39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515070" w:rsidRDefault="00884096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515070" w:rsidRDefault="00884096" w:rsidP="00025504">
            <w:pPr>
              <w:rPr>
                <w:rFonts w:ascii="Times New Roman" w:hAnsi="Times New Roman"/>
                <w:b/>
              </w:rPr>
            </w:pPr>
            <w:r w:rsidRPr="0051507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515070" w:rsidRDefault="00884096" w:rsidP="006A29A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515070" w:rsidRDefault="00884096" w:rsidP="005150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5 200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515070" w:rsidRDefault="00884096" w:rsidP="00F61C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515070" w:rsidRDefault="00884096" w:rsidP="005E63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4096" w:rsidRPr="00515070" w:rsidRDefault="00884096" w:rsidP="00F61CB9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84096" w:rsidRPr="00D147BC" w:rsidTr="009B1443">
        <w:trPr>
          <w:trHeight w:val="24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B5940">
            <w:pPr>
              <w:pStyle w:val="a3"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</w:p>
          <w:p w:rsidR="00884096" w:rsidRPr="00D147BC" w:rsidRDefault="00884096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Default="00884096" w:rsidP="007F5D83">
            <w:pPr>
              <w:jc w:val="center"/>
              <w:rPr>
                <w:rFonts w:ascii="Times New Roman" w:hAnsi="Times New Roman"/>
                <w:b/>
              </w:rPr>
            </w:pPr>
          </w:p>
          <w:p w:rsidR="00884096" w:rsidRDefault="00884096" w:rsidP="007F5D83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ПОДДЕРЖКА ИНТЕЛЛЕКТУАЛЬНОГО, ТВОРЧЕСКОГО И СПОРТИВНОГО РАЗВИТИЯ МОЛОДЕЖИ</w:t>
            </w:r>
          </w:p>
          <w:p w:rsidR="00884096" w:rsidRPr="00D147BC" w:rsidRDefault="00884096" w:rsidP="007F5D8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84096" w:rsidRPr="00D147BC" w:rsidTr="009B1443">
        <w:trPr>
          <w:trHeight w:val="1760"/>
        </w:trPr>
        <w:tc>
          <w:tcPr>
            <w:tcW w:w="7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AB594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</w:t>
            </w: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C0B21">
            <w:pPr>
              <w:rPr>
                <w:rFonts w:ascii="Times New Roman" w:hAnsi="Times New Roman"/>
                <w:b/>
                <w:u w:val="single"/>
              </w:rPr>
            </w:pPr>
            <w:r w:rsidRPr="00D147BC">
              <w:rPr>
                <w:rFonts w:ascii="Times New Roman" w:hAnsi="Times New Roman"/>
              </w:rPr>
              <w:t>Поддержка деятельности молодежных объединений (участие в станичных, районных и краевых мероприятиях: акции, соревнования, фестивали и т.п.); клубов по интересам: Клуба любителей фотографии «Вкадре», Спортивного клуба «Zumber-ы», Клуба любителей настольной игры «Play», клубного любительского объедение «Activity», патриотического клуба «Казачок», клуба выходного дня «Капитошка»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884096" w:rsidRPr="00D147BC" w:rsidRDefault="00884096" w:rsidP="0051507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Активизация и увеличение числа кружков и клубов по интересам.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51507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84096" w:rsidRPr="00D147BC" w:rsidTr="009B1443">
        <w:trPr>
          <w:trHeight w:val="37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B1443">
        <w:trPr>
          <w:trHeight w:val="245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884096" w:rsidRPr="00D147BC" w:rsidRDefault="00884096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884096" w:rsidRDefault="00884096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СОЦИАЛЬНОЕ ОБСЛУЖИВАНИЕ МОЛОДЕЖИ И МОЛОДЫХ СЕМЕЙ</w:t>
            </w:r>
          </w:p>
          <w:p w:rsidR="00884096" w:rsidRPr="00D147BC" w:rsidRDefault="00884096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84096" w:rsidRPr="00D147BC" w:rsidTr="009B1443">
        <w:trPr>
          <w:trHeight w:val="408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AB5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147BC">
              <w:rPr>
                <w:rFonts w:ascii="Times New Roman" w:hAnsi="Times New Roman"/>
              </w:rPr>
              <w:t>.</w:t>
            </w: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B5940">
            <w:pPr>
              <w:rPr>
                <w:rFonts w:ascii="Times New Roman" w:hAnsi="Times New Roman"/>
                <w:b/>
                <w:u w:val="single"/>
              </w:rPr>
            </w:pPr>
            <w:r w:rsidRPr="00D147BC">
              <w:rPr>
                <w:rFonts w:ascii="Times New Roman" w:hAnsi="Times New Roman"/>
                <w:b/>
              </w:rPr>
              <w:t>«Дед Мороз в каждый дом»</w:t>
            </w:r>
            <w:r w:rsidRPr="00D147BC">
              <w:rPr>
                <w:rFonts w:ascii="Times New Roman" w:hAnsi="Times New Roman"/>
              </w:rPr>
              <w:t xml:space="preserve"> - социальная акция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EF5C0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884096" w:rsidRPr="00D147BC" w:rsidRDefault="00884096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B5940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12 000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AB594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84096" w:rsidRPr="00D147BC" w:rsidTr="009B1443">
        <w:trPr>
          <w:trHeight w:val="420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  <w:p w:rsidR="00884096" w:rsidRPr="00D147BC" w:rsidRDefault="00884096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B594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2</w:t>
            </w:r>
            <w:r w:rsidRPr="00D147BC">
              <w:rPr>
                <w:rFonts w:ascii="Times New Roman" w:hAnsi="Times New Roman"/>
                <w:b/>
              </w:rPr>
              <w:t xml:space="preserve">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84096" w:rsidRPr="00D147BC" w:rsidTr="009B1443">
        <w:trPr>
          <w:trHeight w:val="330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 по подпрограмме: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B594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427 700,</w:t>
            </w:r>
            <w:r w:rsidRPr="00D147BC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96" w:rsidRPr="00D147BC" w:rsidRDefault="00884096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96" w:rsidRPr="00D147BC" w:rsidRDefault="00884096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4096" w:rsidRPr="00D147BC" w:rsidRDefault="00884096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884096" w:rsidRPr="00D147BC" w:rsidRDefault="00884096" w:rsidP="00036911">
      <w:pPr>
        <w:rPr>
          <w:rFonts w:ascii="Times New Roman" w:hAnsi="Times New Roman"/>
        </w:rPr>
      </w:pPr>
    </w:p>
    <w:p w:rsidR="00884096" w:rsidRPr="00D147BC" w:rsidRDefault="00884096" w:rsidP="008A7A3B">
      <w:pPr>
        <w:rPr>
          <w:rFonts w:ascii="Times New Roman" w:hAnsi="Times New Roman"/>
        </w:rPr>
      </w:pPr>
    </w:p>
    <w:p w:rsidR="00884096" w:rsidRPr="00D147BC" w:rsidRDefault="00884096" w:rsidP="008A7A3B">
      <w:pPr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884096" w:rsidRPr="00D147BC" w:rsidRDefault="00884096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884096" w:rsidRPr="00D147BC" w:rsidRDefault="00884096" w:rsidP="00D147BC">
      <w:pPr>
        <w:pStyle w:val="BodyText"/>
        <w:spacing w:after="0"/>
        <w:ind w:right="-82"/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>Темрюкского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D147BC">
        <w:rPr>
          <w:rFonts w:ascii="Times New Roman" w:hAnsi="Times New Roman"/>
          <w:sz w:val="28"/>
          <w:szCs w:val="28"/>
        </w:rPr>
        <w:t xml:space="preserve">айона                                                                                                                                           Т.М.  Егорова                          </w:t>
      </w:r>
    </w:p>
    <w:sectPr w:rsidR="00884096" w:rsidRPr="00D147BC" w:rsidSect="0022700E">
      <w:headerReference w:type="default" r:id="rId7"/>
      <w:pgSz w:w="16840" w:h="11907" w:orient="landscape" w:code="9"/>
      <w:pgMar w:top="709" w:right="964" w:bottom="426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096" w:rsidRDefault="00884096">
      <w:r>
        <w:separator/>
      </w:r>
    </w:p>
  </w:endnote>
  <w:endnote w:type="continuationSeparator" w:id="0">
    <w:p w:rsidR="00884096" w:rsidRDefault="008840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096" w:rsidRDefault="00884096">
      <w:r>
        <w:separator/>
      </w:r>
    </w:p>
  </w:footnote>
  <w:footnote w:type="continuationSeparator" w:id="0">
    <w:p w:rsidR="00884096" w:rsidRDefault="008840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096" w:rsidRDefault="0088409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84096" w:rsidRPr="00633EA5" w:rsidRDefault="0088409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3D81"/>
    <w:multiLevelType w:val="hybridMultilevel"/>
    <w:tmpl w:val="AD8C4A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0763137"/>
    <w:multiLevelType w:val="hybridMultilevel"/>
    <w:tmpl w:val="B5A63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4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2331"/>
    <w:rsid w:val="00004817"/>
    <w:rsid w:val="000140B3"/>
    <w:rsid w:val="00017DCC"/>
    <w:rsid w:val="0002393B"/>
    <w:rsid w:val="00025196"/>
    <w:rsid w:val="00025504"/>
    <w:rsid w:val="0003015C"/>
    <w:rsid w:val="00036911"/>
    <w:rsid w:val="00037020"/>
    <w:rsid w:val="00037A9B"/>
    <w:rsid w:val="00042FDD"/>
    <w:rsid w:val="00043F79"/>
    <w:rsid w:val="00044A4E"/>
    <w:rsid w:val="00052B35"/>
    <w:rsid w:val="00054B0F"/>
    <w:rsid w:val="000654F1"/>
    <w:rsid w:val="0006685C"/>
    <w:rsid w:val="00067311"/>
    <w:rsid w:val="0007280A"/>
    <w:rsid w:val="00082EB7"/>
    <w:rsid w:val="00083DC5"/>
    <w:rsid w:val="00091270"/>
    <w:rsid w:val="00093841"/>
    <w:rsid w:val="0009408B"/>
    <w:rsid w:val="00094836"/>
    <w:rsid w:val="00095588"/>
    <w:rsid w:val="000A0D34"/>
    <w:rsid w:val="000A2DCB"/>
    <w:rsid w:val="000A7467"/>
    <w:rsid w:val="000B016B"/>
    <w:rsid w:val="000B0AD1"/>
    <w:rsid w:val="000B3B35"/>
    <w:rsid w:val="000B6585"/>
    <w:rsid w:val="000B7C2A"/>
    <w:rsid w:val="000C13B0"/>
    <w:rsid w:val="000C2E36"/>
    <w:rsid w:val="000C7146"/>
    <w:rsid w:val="000D464E"/>
    <w:rsid w:val="000D57D2"/>
    <w:rsid w:val="000D638C"/>
    <w:rsid w:val="000E3611"/>
    <w:rsid w:val="000E625F"/>
    <w:rsid w:val="000E6AFF"/>
    <w:rsid w:val="000E75E6"/>
    <w:rsid w:val="000F629B"/>
    <w:rsid w:val="00101F21"/>
    <w:rsid w:val="0010315A"/>
    <w:rsid w:val="00105934"/>
    <w:rsid w:val="001059E1"/>
    <w:rsid w:val="00115531"/>
    <w:rsid w:val="00117AE8"/>
    <w:rsid w:val="00117BF0"/>
    <w:rsid w:val="00122AFD"/>
    <w:rsid w:val="001322A7"/>
    <w:rsid w:val="001329B3"/>
    <w:rsid w:val="00134C5C"/>
    <w:rsid w:val="001358DE"/>
    <w:rsid w:val="00135BDC"/>
    <w:rsid w:val="00141465"/>
    <w:rsid w:val="001424F4"/>
    <w:rsid w:val="00143556"/>
    <w:rsid w:val="00153A40"/>
    <w:rsid w:val="001560B5"/>
    <w:rsid w:val="0016276F"/>
    <w:rsid w:val="001632DB"/>
    <w:rsid w:val="00166536"/>
    <w:rsid w:val="001710EE"/>
    <w:rsid w:val="00172940"/>
    <w:rsid w:val="00175306"/>
    <w:rsid w:val="001822E9"/>
    <w:rsid w:val="00182E9C"/>
    <w:rsid w:val="0018401A"/>
    <w:rsid w:val="00191A45"/>
    <w:rsid w:val="00191C88"/>
    <w:rsid w:val="001A3A7A"/>
    <w:rsid w:val="001A603E"/>
    <w:rsid w:val="001B0095"/>
    <w:rsid w:val="001B69AD"/>
    <w:rsid w:val="001C339A"/>
    <w:rsid w:val="001C391E"/>
    <w:rsid w:val="001C69A8"/>
    <w:rsid w:val="001D3DB5"/>
    <w:rsid w:val="001D6462"/>
    <w:rsid w:val="001E134E"/>
    <w:rsid w:val="001E64CF"/>
    <w:rsid w:val="001F130E"/>
    <w:rsid w:val="001F1FD5"/>
    <w:rsid w:val="00205724"/>
    <w:rsid w:val="00207A02"/>
    <w:rsid w:val="002175DE"/>
    <w:rsid w:val="002228F1"/>
    <w:rsid w:val="00222F09"/>
    <w:rsid w:val="00226246"/>
    <w:rsid w:val="0022700E"/>
    <w:rsid w:val="002323A8"/>
    <w:rsid w:val="00240086"/>
    <w:rsid w:val="00241AD2"/>
    <w:rsid w:val="002442F5"/>
    <w:rsid w:val="002470D0"/>
    <w:rsid w:val="002569A3"/>
    <w:rsid w:val="00256EB4"/>
    <w:rsid w:val="00257FBB"/>
    <w:rsid w:val="00260839"/>
    <w:rsid w:val="002613D3"/>
    <w:rsid w:val="0026597B"/>
    <w:rsid w:val="00270666"/>
    <w:rsid w:val="00272B88"/>
    <w:rsid w:val="00286BB0"/>
    <w:rsid w:val="00293F17"/>
    <w:rsid w:val="002A19F2"/>
    <w:rsid w:val="002A324D"/>
    <w:rsid w:val="002A34E5"/>
    <w:rsid w:val="002A4207"/>
    <w:rsid w:val="002A4307"/>
    <w:rsid w:val="002A5AD2"/>
    <w:rsid w:val="002A5D1B"/>
    <w:rsid w:val="002B1958"/>
    <w:rsid w:val="002B34D6"/>
    <w:rsid w:val="002C7281"/>
    <w:rsid w:val="002C7FF8"/>
    <w:rsid w:val="002D7464"/>
    <w:rsid w:val="002E26F0"/>
    <w:rsid w:val="002E6031"/>
    <w:rsid w:val="002E6EF9"/>
    <w:rsid w:val="002E7530"/>
    <w:rsid w:val="002F5BB4"/>
    <w:rsid w:val="002F7E27"/>
    <w:rsid w:val="00300ABA"/>
    <w:rsid w:val="00303BAC"/>
    <w:rsid w:val="0030427E"/>
    <w:rsid w:val="003063BC"/>
    <w:rsid w:val="00320855"/>
    <w:rsid w:val="00322586"/>
    <w:rsid w:val="003237B6"/>
    <w:rsid w:val="00335FBF"/>
    <w:rsid w:val="00340E68"/>
    <w:rsid w:val="00341333"/>
    <w:rsid w:val="003440EF"/>
    <w:rsid w:val="00347146"/>
    <w:rsid w:val="0035237F"/>
    <w:rsid w:val="00356172"/>
    <w:rsid w:val="00365218"/>
    <w:rsid w:val="00371025"/>
    <w:rsid w:val="00371319"/>
    <w:rsid w:val="00372290"/>
    <w:rsid w:val="00374C11"/>
    <w:rsid w:val="00375BBC"/>
    <w:rsid w:val="00380980"/>
    <w:rsid w:val="00381C8E"/>
    <w:rsid w:val="003826EE"/>
    <w:rsid w:val="003832F3"/>
    <w:rsid w:val="00387BE9"/>
    <w:rsid w:val="0039254F"/>
    <w:rsid w:val="00393973"/>
    <w:rsid w:val="003A2180"/>
    <w:rsid w:val="003A2868"/>
    <w:rsid w:val="003A468C"/>
    <w:rsid w:val="003A52F7"/>
    <w:rsid w:val="003A6DB2"/>
    <w:rsid w:val="003A7292"/>
    <w:rsid w:val="003C51AC"/>
    <w:rsid w:val="003C6883"/>
    <w:rsid w:val="003D076F"/>
    <w:rsid w:val="003D5629"/>
    <w:rsid w:val="003D7EFE"/>
    <w:rsid w:val="003E661A"/>
    <w:rsid w:val="003F0CB8"/>
    <w:rsid w:val="003F4E77"/>
    <w:rsid w:val="003F7853"/>
    <w:rsid w:val="00402439"/>
    <w:rsid w:val="0040331E"/>
    <w:rsid w:val="004123BE"/>
    <w:rsid w:val="00412957"/>
    <w:rsid w:val="00434466"/>
    <w:rsid w:val="00436AFA"/>
    <w:rsid w:val="00436C93"/>
    <w:rsid w:val="004432CD"/>
    <w:rsid w:val="004510A5"/>
    <w:rsid w:val="00455547"/>
    <w:rsid w:val="00456479"/>
    <w:rsid w:val="0045749F"/>
    <w:rsid w:val="004574E0"/>
    <w:rsid w:val="004637D3"/>
    <w:rsid w:val="00466211"/>
    <w:rsid w:val="0046755D"/>
    <w:rsid w:val="00467EEC"/>
    <w:rsid w:val="004714C8"/>
    <w:rsid w:val="004721A3"/>
    <w:rsid w:val="004725AA"/>
    <w:rsid w:val="00472A84"/>
    <w:rsid w:val="00472C33"/>
    <w:rsid w:val="004740A7"/>
    <w:rsid w:val="004819D6"/>
    <w:rsid w:val="00481C03"/>
    <w:rsid w:val="0048497F"/>
    <w:rsid w:val="004855C1"/>
    <w:rsid w:val="00493570"/>
    <w:rsid w:val="0049450A"/>
    <w:rsid w:val="0049516F"/>
    <w:rsid w:val="00495BCE"/>
    <w:rsid w:val="00497833"/>
    <w:rsid w:val="004A0CE2"/>
    <w:rsid w:val="004A0E44"/>
    <w:rsid w:val="004A1139"/>
    <w:rsid w:val="004A2B87"/>
    <w:rsid w:val="004B2120"/>
    <w:rsid w:val="004B2BE8"/>
    <w:rsid w:val="004B7B4B"/>
    <w:rsid w:val="004B7E51"/>
    <w:rsid w:val="004C1660"/>
    <w:rsid w:val="004C41E0"/>
    <w:rsid w:val="004D4870"/>
    <w:rsid w:val="004D5DCF"/>
    <w:rsid w:val="004E74DB"/>
    <w:rsid w:val="004E78A7"/>
    <w:rsid w:val="004F167C"/>
    <w:rsid w:val="004F5CD8"/>
    <w:rsid w:val="004F68E2"/>
    <w:rsid w:val="0050038C"/>
    <w:rsid w:val="0051048F"/>
    <w:rsid w:val="00513190"/>
    <w:rsid w:val="00513219"/>
    <w:rsid w:val="00514CFD"/>
    <w:rsid w:val="00515070"/>
    <w:rsid w:val="00517347"/>
    <w:rsid w:val="00522BE4"/>
    <w:rsid w:val="00525A13"/>
    <w:rsid w:val="00540270"/>
    <w:rsid w:val="005403B3"/>
    <w:rsid w:val="00541CBA"/>
    <w:rsid w:val="00544880"/>
    <w:rsid w:val="005469F5"/>
    <w:rsid w:val="00561E7E"/>
    <w:rsid w:val="0056202C"/>
    <w:rsid w:val="00566848"/>
    <w:rsid w:val="0056739C"/>
    <w:rsid w:val="00571B3C"/>
    <w:rsid w:val="0057575A"/>
    <w:rsid w:val="0059265C"/>
    <w:rsid w:val="00594020"/>
    <w:rsid w:val="005A29BE"/>
    <w:rsid w:val="005A2ECD"/>
    <w:rsid w:val="005A474E"/>
    <w:rsid w:val="005B17A4"/>
    <w:rsid w:val="005B66E3"/>
    <w:rsid w:val="005C0B21"/>
    <w:rsid w:val="005C3EB6"/>
    <w:rsid w:val="005C7336"/>
    <w:rsid w:val="005D0C53"/>
    <w:rsid w:val="005D70B2"/>
    <w:rsid w:val="005D7565"/>
    <w:rsid w:val="005E37F3"/>
    <w:rsid w:val="005E63BF"/>
    <w:rsid w:val="005E7F20"/>
    <w:rsid w:val="005F1C37"/>
    <w:rsid w:val="005F54F3"/>
    <w:rsid w:val="00612376"/>
    <w:rsid w:val="00617CA0"/>
    <w:rsid w:val="00621CA8"/>
    <w:rsid w:val="00624DB5"/>
    <w:rsid w:val="00625FDC"/>
    <w:rsid w:val="00631437"/>
    <w:rsid w:val="0063260E"/>
    <w:rsid w:val="00633EA5"/>
    <w:rsid w:val="00635BC1"/>
    <w:rsid w:val="006449EC"/>
    <w:rsid w:val="006455A5"/>
    <w:rsid w:val="006471E7"/>
    <w:rsid w:val="00654BFA"/>
    <w:rsid w:val="00656CCF"/>
    <w:rsid w:val="00660DAB"/>
    <w:rsid w:val="006637A3"/>
    <w:rsid w:val="00665D47"/>
    <w:rsid w:val="00666BE4"/>
    <w:rsid w:val="00677234"/>
    <w:rsid w:val="00677AB3"/>
    <w:rsid w:val="006806A5"/>
    <w:rsid w:val="006868A8"/>
    <w:rsid w:val="00697261"/>
    <w:rsid w:val="006A2674"/>
    <w:rsid w:val="006A29A0"/>
    <w:rsid w:val="006A6A74"/>
    <w:rsid w:val="006B3AB6"/>
    <w:rsid w:val="006B6282"/>
    <w:rsid w:val="006C284B"/>
    <w:rsid w:val="006C6420"/>
    <w:rsid w:val="006E0AE8"/>
    <w:rsid w:val="006F4919"/>
    <w:rsid w:val="006F5A4F"/>
    <w:rsid w:val="006F605D"/>
    <w:rsid w:val="007020E4"/>
    <w:rsid w:val="00702F66"/>
    <w:rsid w:val="00703C6F"/>
    <w:rsid w:val="00703CAD"/>
    <w:rsid w:val="00704232"/>
    <w:rsid w:val="00705888"/>
    <w:rsid w:val="00707B95"/>
    <w:rsid w:val="0071136F"/>
    <w:rsid w:val="0071434D"/>
    <w:rsid w:val="007164A6"/>
    <w:rsid w:val="0071689D"/>
    <w:rsid w:val="00732885"/>
    <w:rsid w:val="00734C64"/>
    <w:rsid w:val="00735685"/>
    <w:rsid w:val="00740F69"/>
    <w:rsid w:val="00741071"/>
    <w:rsid w:val="007464F8"/>
    <w:rsid w:val="007509B6"/>
    <w:rsid w:val="00752955"/>
    <w:rsid w:val="00754432"/>
    <w:rsid w:val="00761310"/>
    <w:rsid w:val="00770C4A"/>
    <w:rsid w:val="0077640D"/>
    <w:rsid w:val="00777E6C"/>
    <w:rsid w:val="0079025E"/>
    <w:rsid w:val="00791DE4"/>
    <w:rsid w:val="007A6384"/>
    <w:rsid w:val="007A729B"/>
    <w:rsid w:val="007B34C4"/>
    <w:rsid w:val="007C3B8D"/>
    <w:rsid w:val="007C571D"/>
    <w:rsid w:val="007C5F85"/>
    <w:rsid w:val="007D1A8C"/>
    <w:rsid w:val="007D2C99"/>
    <w:rsid w:val="007D4C06"/>
    <w:rsid w:val="007E4051"/>
    <w:rsid w:val="007E71B6"/>
    <w:rsid w:val="007F1317"/>
    <w:rsid w:val="007F3398"/>
    <w:rsid w:val="007F5D83"/>
    <w:rsid w:val="00803C92"/>
    <w:rsid w:val="008175C1"/>
    <w:rsid w:val="00820110"/>
    <w:rsid w:val="00822C22"/>
    <w:rsid w:val="00830C34"/>
    <w:rsid w:val="00835127"/>
    <w:rsid w:val="008354FA"/>
    <w:rsid w:val="00840DA6"/>
    <w:rsid w:val="0084243D"/>
    <w:rsid w:val="00850011"/>
    <w:rsid w:val="008509ED"/>
    <w:rsid w:val="00850D82"/>
    <w:rsid w:val="0085437C"/>
    <w:rsid w:val="0085745B"/>
    <w:rsid w:val="008575A6"/>
    <w:rsid w:val="00860322"/>
    <w:rsid w:val="0087114B"/>
    <w:rsid w:val="008766B9"/>
    <w:rsid w:val="00884096"/>
    <w:rsid w:val="008916E2"/>
    <w:rsid w:val="00897D68"/>
    <w:rsid w:val="008A308E"/>
    <w:rsid w:val="008A3CF4"/>
    <w:rsid w:val="008A4321"/>
    <w:rsid w:val="008A7A3B"/>
    <w:rsid w:val="008B0D1D"/>
    <w:rsid w:val="008B1425"/>
    <w:rsid w:val="008B4BCB"/>
    <w:rsid w:val="008B4C59"/>
    <w:rsid w:val="008C15AE"/>
    <w:rsid w:val="008C198F"/>
    <w:rsid w:val="008C5A34"/>
    <w:rsid w:val="008D4716"/>
    <w:rsid w:val="008E1275"/>
    <w:rsid w:val="008F0161"/>
    <w:rsid w:val="008F1FBE"/>
    <w:rsid w:val="008F3336"/>
    <w:rsid w:val="008F4ED6"/>
    <w:rsid w:val="008F523A"/>
    <w:rsid w:val="00907ED3"/>
    <w:rsid w:val="0091033C"/>
    <w:rsid w:val="009110CA"/>
    <w:rsid w:val="00915096"/>
    <w:rsid w:val="009156D9"/>
    <w:rsid w:val="00924534"/>
    <w:rsid w:val="00926A44"/>
    <w:rsid w:val="0094354E"/>
    <w:rsid w:val="00944798"/>
    <w:rsid w:val="00946DF5"/>
    <w:rsid w:val="009561E5"/>
    <w:rsid w:val="00956BF9"/>
    <w:rsid w:val="00957A20"/>
    <w:rsid w:val="00972570"/>
    <w:rsid w:val="00983138"/>
    <w:rsid w:val="00983D70"/>
    <w:rsid w:val="009860E4"/>
    <w:rsid w:val="009879A6"/>
    <w:rsid w:val="00987B0F"/>
    <w:rsid w:val="00991257"/>
    <w:rsid w:val="00993003"/>
    <w:rsid w:val="009A0015"/>
    <w:rsid w:val="009A07D8"/>
    <w:rsid w:val="009A4ED0"/>
    <w:rsid w:val="009B1443"/>
    <w:rsid w:val="009B73E8"/>
    <w:rsid w:val="009C02F7"/>
    <w:rsid w:val="009D4504"/>
    <w:rsid w:val="009D47EA"/>
    <w:rsid w:val="009D5C0B"/>
    <w:rsid w:val="009D6288"/>
    <w:rsid w:val="009D7B77"/>
    <w:rsid w:val="009D7D7F"/>
    <w:rsid w:val="009E2C58"/>
    <w:rsid w:val="009E5C7E"/>
    <w:rsid w:val="009E657C"/>
    <w:rsid w:val="009F06E4"/>
    <w:rsid w:val="009F662D"/>
    <w:rsid w:val="009F7276"/>
    <w:rsid w:val="00A0097D"/>
    <w:rsid w:val="00A02035"/>
    <w:rsid w:val="00A05309"/>
    <w:rsid w:val="00A10969"/>
    <w:rsid w:val="00A1421A"/>
    <w:rsid w:val="00A1695C"/>
    <w:rsid w:val="00A23C33"/>
    <w:rsid w:val="00A36A1F"/>
    <w:rsid w:val="00A3740B"/>
    <w:rsid w:val="00A509CD"/>
    <w:rsid w:val="00A511FA"/>
    <w:rsid w:val="00A55F62"/>
    <w:rsid w:val="00A571D6"/>
    <w:rsid w:val="00A575C7"/>
    <w:rsid w:val="00A65613"/>
    <w:rsid w:val="00A75B3B"/>
    <w:rsid w:val="00A83611"/>
    <w:rsid w:val="00A83FE2"/>
    <w:rsid w:val="00A874EA"/>
    <w:rsid w:val="00A87FA6"/>
    <w:rsid w:val="00A900E7"/>
    <w:rsid w:val="00A91E35"/>
    <w:rsid w:val="00A93931"/>
    <w:rsid w:val="00A969F1"/>
    <w:rsid w:val="00A970DD"/>
    <w:rsid w:val="00AA0281"/>
    <w:rsid w:val="00AB2E55"/>
    <w:rsid w:val="00AB5940"/>
    <w:rsid w:val="00AC681C"/>
    <w:rsid w:val="00AC6E65"/>
    <w:rsid w:val="00AD3B9F"/>
    <w:rsid w:val="00AD6AD3"/>
    <w:rsid w:val="00AD6DE3"/>
    <w:rsid w:val="00AD718A"/>
    <w:rsid w:val="00AF1D20"/>
    <w:rsid w:val="00AF2070"/>
    <w:rsid w:val="00B068C5"/>
    <w:rsid w:val="00B06BE3"/>
    <w:rsid w:val="00B11BB8"/>
    <w:rsid w:val="00B21B46"/>
    <w:rsid w:val="00B25E07"/>
    <w:rsid w:val="00B45B21"/>
    <w:rsid w:val="00B528B9"/>
    <w:rsid w:val="00B54883"/>
    <w:rsid w:val="00B55351"/>
    <w:rsid w:val="00B60951"/>
    <w:rsid w:val="00B616DF"/>
    <w:rsid w:val="00B6553D"/>
    <w:rsid w:val="00B65CCC"/>
    <w:rsid w:val="00B65F81"/>
    <w:rsid w:val="00B6664D"/>
    <w:rsid w:val="00B73C78"/>
    <w:rsid w:val="00B73D0F"/>
    <w:rsid w:val="00B76DE8"/>
    <w:rsid w:val="00B8389A"/>
    <w:rsid w:val="00B8732B"/>
    <w:rsid w:val="00B91C4A"/>
    <w:rsid w:val="00B96C8D"/>
    <w:rsid w:val="00BA1346"/>
    <w:rsid w:val="00BA6643"/>
    <w:rsid w:val="00BA6DE5"/>
    <w:rsid w:val="00BB30BB"/>
    <w:rsid w:val="00BB4A9F"/>
    <w:rsid w:val="00BB7DB1"/>
    <w:rsid w:val="00BC2657"/>
    <w:rsid w:val="00BC3667"/>
    <w:rsid w:val="00BD0F30"/>
    <w:rsid w:val="00BD33EA"/>
    <w:rsid w:val="00BE5B30"/>
    <w:rsid w:val="00C0452F"/>
    <w:rsid w:val="00C04BB0"/>
    <w:rsid w:val="00C07246"/>
    <w:rsid w:val="00C1017B"/>
    <w:rsid w:val="00C11F0D"/>
    <w:rsid w:val="00C12D44"/>
    <w:rsid w:val="00C161E1"/>
    <w:rsid w:val="00C20612"/>
    <w:rsid w:val="00C20C9E"/>
    <w:rsid w:val="00C30749"/>
    <w:rsid w:val="00C30BB7"/>
    <w:rsid w:val="00C3175E"/>
    <w:rsid w:val="00C34789"/>
    <w:rsid w:val="00C3522A"/>
    <w:rsid w:val="00C3623A"/>
    <w:rsid w:val="00C3705A"/>
    <w:rsid w:val="00C44ADA"/>
    <w:rsid w:val="00C46378"/>
    <w:rsid w:val="00C602BF"/>
    <w:rsid w:val="00C60AC2"/>
    <w:rsid w:val="00C72370"/>
    <w:rsid w:val="00C727E4"/>
    <w:rsid w:val="00C74B15"/>
    <w:rsid w:val="00C76117"/>
    <w:rsid w:val="00C8736B"/>
    <w:rsid w:val="00C91FBF"/>
    <w:rsid w:val="00CA686E"/>
    <w:rsid w:val="00CB42AB"/>
    <w:rsid w:val="00CB61F0"/>
    <w:rsid w:val="00CB66C0"/>
    <w:rsid w:val="00CB7F63"/>
    <w:rsid w:val="00CC3830"/>
    <w:rsid w:val="00CC4812"/>
    <w:rsid w:val="00CC4BB9"/>
    <w:rsid w:val="00CD6AAA"/>
    <w:rsid w:val="00CD7F03"/>
    <w:rsid w:val="00CE604C"/>
    <w:rsid w:val="00CF3412"/>
    <w:rsid w:val="00CF45F3"/>
    <w:rsid w:val="00CF476E"/>
    <w:rsid w:val="00CF6306"/>
    <w:rsid w:val="00CF6FBF"/>
    <w:rsid w:val="00CF7D26"/>
    <w:rsid w:val="00D03874"/>
    <w:rsid w:val="00D04D63"/>
    <w:rsid w:val="00D10B3C"/>
    <w:rsid w:val="00D147BC"/>
    <w:rsid w:val="00D20D24"/>
    <w:rsid w:val="00D22CF8"/>
    <w:rsid w:val="00D24F55"/>
    <w:rsid w:val="00D30466"/>
    <w:rsid w:val="00D33AD3"/>
    <w:rsid w:val="00D36F2E"/>
    <w:rsid w:val="00D42577"/>
    <w:rsid w:val="00D43877"/>
    <w:rsid w:val="00D52446"/>
    <w:rsid w:val="00D56070"/>
    <w:rsid w:val="00D61C1E"/>
    <w:rsid w:val="00D62F9A"/>
    <w:rsid w:val="00D64B68"/>
    <w:rsid w:val="00D745DB"/>
    <w:rsid w:val="00D808E2"/>
    <w:rsid w:val="00D80C86"/>
    <w:rsid w:val="00D80E4A"/>
    <w:rsid w:val="00D83EE2"/>
    <w:rsid w:val="00D849D0"/>
    <w:rsid w:val="00D90BA4"/>
    <w:rsid w:val="00D91C0D"/>
    <w:rsid w:val="00D9459E"/>
    <w:rsid w:val="00DA0A23"/>
    <w:rsid w:val="00DA1BED"/>
    <w:rsid w:val="00DA780D"/>
    <w:rsid w:val="00DC12AA"/>
    <w:rsid w:val="00DC4CC5"/>
    <w:rsid w:val="00DC670B"/>
    <w:rsid w:val="00DD0654"/>
    <w:rsid w:val="00DD45FC"/>
    <w:rsid w:val="00DD49DD"/>
    <w:rsid w:val="00DD7D54"/>
    <w:rsid w:val="00DE02F8"/>
    <w:rsid w:val="00DF2C48"/>
    <w:rsid w:val="00DF4581"/>
    <w:rsid w:val="00DF4C70"/>
    <w:rsid w:val="00E03837"/>
    <w:rsid w:val="00E1385C"/>
    <w:rsid w:val="00E159BA"/>
    <w:rsid w:val="00E26412"/>
    <w:rsid w:val="00E4171B"/>
    <w:rsid w:val="00E43EB1"/>
    <w:rsid w:val="00E461DB"/>
    <w:rsid w:val="00E500F4"/>
    <w:rsid w:val="00E600BB"/>
    <w:rsid w:val="00E724DF"/>
    <w:rsid w:val="00E76568"/>
    <w:rsid w:val="00E77F78"/>
    <w:rsid w:val="00E811FA"/>
    <w:rsid w:val="00E82D20"/>
    <w:rsid w:val="00E86F36"/>
    <w:rsid w:val="00E9156E"/>
    <w:rsid w:val="00E91F45"/>
    <w:rsid w:val="00E95A2D"/>
    <w:rsid w:val="00E97E49"/>
    <w:rsid w:val="00EA6C13"/>
    <w:rsid w:val="00EA7C72"/>
    <w:rsid w:val="00EB4423"/>
    <w:rsid w:val="00EC342E"/>
    <w:rsid w:val="00EC35D1"/>
    <w:rsid w:val="00EC3760"/>
    <w:rsid w:val="00EC48B7"/>
    <w:rsid w:val="00EC6124"/>
    <w:rsid w:val="00ED744E"/>
    <w:rsid w:val="00EE372C"/>
    <w:rsid w:val="00EE3A66"/>
    <w:rsid w:val="00EF1857"/>
    <w:rsid w:val="00EF5882"/>
    <w:rsid w:val="00EF5C0E"/>
    <w:rsid w:val="00EF60EA"/>
    <w:rsid w:val="00F01ECF"/>
    <w:rsid w:val="00F04FED"/>
    <w:rsid w:val="00F06350"/>
    <w:rsid w:val="00F117D0"/>
    <w:rsid w:val="00F1382E"/>
    <w:rsid w:val="00F1568A"/>
    <w:rsid w:val="00F20375"/>
    <w:rsid w:val="00F217D0"/>
    <w:rsid w:val="00F2247D"/>
    <w:rsid w:val="00F24E99"/>
    <w:rsid w:val="00F3022C"/>
    <w:rsid w:val="00F318E7"/>
    <w:rsid w:val="00F35D4D"/>
    <w:rsid w:val="00F374C5"/>
    <w:rsid w:val="00F4148A"/>
    <w:rsid w:val="00F44EE6"/>
    <w:rsid w:val="00F47058"/>
    <w:rsid w:val="00F51257"/>
    <w:rsid w:val="00F574AF"/>
    <w:rsid w:val="00F57DA0"/>
    <w:rsid w:val="00F611E3"/>
    <w:rsid w:val="00F61CB9"/>
    <w:rsid w:val="00F72C06"/>
    <w:rsid w:val="00F73017"/>
    <w:rsid w:val="00F82152"/>
    <w:rsid w:val="00F85B52"/>
    <w:rsid w:val="00F86102"/>
    <w:rsid w:val="00F971B5"/>
    <w:rsid w:val="00FA18FF"/>
    <w:rsid w:val="00FA62FA"/>
    <w:rsid w:val="00FA6A7A"/>
    <w:rsid w:val="00FB00FE"/>
    <w:rsid w:val="00FB197C"/>
    <w:rsid w:val="00FB55AF"/>
    <w:rsid w:val="00FC38AE"/>
    <w:rsid w:val="00FD3663"/>
    <w:rsid w:val="00FD7228"/>
    <w:rsid w:val="00FE0C0F"/>
    <w:rsid w:val="00FE6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28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8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28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8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8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28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28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1045</TotalTime>
  <Pages>11</Pages>
  <Words>2022</Words>
  <Characters>11526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153</cp:revision>
  <cp:lastPrinted>2018-09-05T10:20:00Z</cp:lastPrinted>
  <dcterms:created xsi:type="dcterms:W3CDTF">2017-08-17T07:52:00Z</dcterms:created>
  <dcterms:modified xsi:type="dcterms:W3CDTF">2019-12-13T06:56:00Z</dcterms:modified>
</cp:coreProperties>
</file>