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D6" w:rsidRDefault="003631D6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3631D6" w:rsidRPr="00EA3E68" w:rsidRDefault="003631D6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3631D6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3631D6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3631D6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3631D6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631D6" w:rsidRPr="00E873C7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631D6" w:rsidRPr="00E764BE" w:rsidRDefault="003631D6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3631D6" w:rsidRDefault="003631D6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3631D6" w:rsidRDefault="003631D6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631D6" w:rsidRDefault="003631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631D6" w:rsidRDefault="003631D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3631D6" w:rsidRPr="00AE5A1D" w:rsidRDefault="003631D6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3631D6" w:rsidRPr="00E764BE" w:rsidRDefault="003631D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</w:t>
      </w:r>
    </w:p>
    <w:p w:rsidR="003631D6" w:rsidRDefault="003631D6" w:rsidP="00F21401">
      <w:pPr>
        <w:rPr>
          <w:sz w:val="28"/>
          <w:szCs w:val="28"/>
        </w:rPr>
      </w:pPr>
    </w:p>
    <w:p w:rsidR="003631D6" w:rsidRPr="00825236" w:rsidRDefault="003631D6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3631D6" w:rsidRPr="00825236" w:rsidRDefault="003631D6" w:rsidP="004B1121">
      <w:pPr>
        <w:jc w:val="both"/>
        <w:rPr>
          <w:sz w:val="28"/>
          <w:szCs w:val="28"/>
        </w:rPr>
      </w:pPr>
    </w:p>
    <w:p w:rsidR="003631D6" w:rsidRPr="00825236" w:rsidRDefault="003631D6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3631D6" w:rsidRPr="00825236" w:rsidRDefault="003631D6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3631D6" w:rsidRPr="00825236" w:rsidRDefault="003631D6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631D6" w:rsidRPr="00825236" w:rsidRDefault="003631D6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631D6" w:rsidRPr="00825236" w:rsidRDefault="003631D6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631D6" w:rsidRDefault="003631D6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3631D6" w:rsidRDefault="003631D6" w:rsidP="00592A30">
      <w:pPr>
        <w:widowControl/>
        <w:autoSpaceDE/>
        <w:adjustRightInd/>
        <w:rPr>
          <w:b/>
          <w:sz w:val="28"/>
          <w:szCs w:val="28"/>
        </w:rPr>
      </w:pPr>
    </w:p>
    <w:p w:rsidR="003631D6" w:rsidRDefault="003631D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3631D6" w:rsidRPr="004B1121" w:rsidRDefault="003631D6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>елении Темрюкского района» на 2020 год</w:t>
      </w:r>
    </w:p>
    <w:p w:rsidR="003631D6" w:rsidRPr="00E764BE" w:rsidRDefault="003631D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3631D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074972" w:rsidRDefault="003631D6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074972" w:rsidRDefault="003631D6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3631D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E159BA" w:rsidRDefault="003631D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631D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631D6" w:rsidRPr="00E159BA" w:rsidRDefault="003631D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3631D6" w:rsidRDefault="003631D6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3631D6" w:rsidRDefault="003631D6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3631D6" w:rsidRDefault="003631D6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3631D6" w:rsidRDefault="003631D6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3631D6" w:rsidRDefault="003631D6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3631D6" w:rsidRPr="00E435D5" w:rsidRDefault="003631D6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3631D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631D6" w:rsidRPr="00E159BA" w:rsidRDefault="003631D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3631D6" w:rsidRDefault="003631D6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3631D6" w:rsidRDefault="003631D6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3631D6" w:rsidRDefault="003631D6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3631D6" w:rsidRDefault="003631D6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3631D6" w:rsidRDefault="003631D6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3631D6" w:rsidRPr="00D82A70" w:rsidRDefault="003631D6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3631D6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E159BA" w:rsidRDefault="003631D6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3631D6" w:rsidRPr="00B31F09" w:rsidRDefault="003631D6" w:rsidP="00DA30C9">
            <w:pPr>
              <w:rPr>
                <w:sz w:val="28"/>
                <w:szCs w:val="28"/>
              </w:rPr>
            </w:pPr>
          </w:p>
        </w:tc>
      </w:tr>
      <w:tr w:rsidR="003631D6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E159BA" w:rsidRDefault="003631D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3631D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Default="003631D6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3631D6" w:rsidRDefault="003631D6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3631D6" w:rsidRPr="00E159BA" w:rsidRDefault="003631D6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D6" w:rsidRPr="000D6C4E" w:rsidRDefault="003631D6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6 238,6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631D6" w:rsidRDefault="003631D6" w:rsidP="00592A30">
      <w:pPr>
        <w:rPr>
          <w:b/>
          <w:sz w:val="28"/>
          <w:szCs w:val="28"/>
        </w:rPr>
      </w:pPr>
    </w:p>
    <w:p w:rsidR="003631D6" w:rsidRDefault="003631D6" w:rsidP="004E2CB6">
      <w:pPr>
        <w:pStyle w:val="Default"/>
        <w:ind w:firstLine="720"/>
        <w:jc w:val="both"/>
        <w:rPr>
          <w:sz w:val="28"/>
          <w:szCs w:val="28"/>
        </w:rPr>
      </w:pPr>
    </w:p>
    <w:p w:rsidR="003631D6" w:rsidRPr="001313E3" w:rsidRDefault="003631D6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3631D6" w:rsidRDefault="003631D6" w:rsidP="004E2CB6">
      <w:pPr>
        <w:pStyle w:val="Default"/>
        <w:ind w:firstLine="720"/>
        <w:jc w:val="both"/>
        <w:rPr>
          <w:sz w:val="28"/>
          <w:szCs w:val="28"/>
        </w:rPr>
      </w:pPr>
    </w:p>
    <w:p w:rsidR="003631D6" w:rsidRDefault="003631D6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3631D6" w:rsidRDefault="003631D6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3631D6" w:rsidRPr="007C3367" w:rsidRDefault="003631D6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3631D6" w:rsidRPr="007C3367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3631D6" w:rsidRDefault="003631D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3631D6" w:rsidRDefault="003631D6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3631D6" w:rsidRPr="009736C1" w:rsidRDefault="003631D6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3631D6" w:rsidRPr="00D72401" w:rsidRDefault="003631D6" w:rsidP="00F21401">
      <w:pPr>
        <w:ind w:firstLine="708"/>
        <w:jc w:val="center"/>
        <w:rPr>
          <w:b/>
          <w:sz w:val="28"/>
          <w:szCs w:val="28"/>
        </w:rPr>
      </w:pPr>
    </w:p>
    <w:p w:rsidR="003631D6" w:rsidRDefault="003631D6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3631D6" w:rsidRPr="00B8387C" w:rsidRDefault="003631D6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3631D6" w:rsidRDefault="003631D6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3631D6" w:rsidRDefault="003631D6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3631D6" w:rsidRDefault="003631D6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3631D6" w:rsidRDefault="003631D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3631D6" w:rsidRDefault="003631D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3631D6" w:rsidRDefault="003631D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3631D6" w:rsidRDefault="003631D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3631D6" w:rsidRPr="00E435D5" w:rsidRDefault="003631D6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3631D6" w:rsidRPr="00E873C7" w:rsidRDefault="003631D6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3631D6" w:rsidRPr="00B8387C" w:rsidRDefault="003631D6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3631D6" w:rsidRPr="002631AE" w:rsidRDefault="003631D6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2020</w:t>
      </w:r>
      <w:r w:rsidRPr="002631AE">
        <w:rPr>
          <w:color w:val="auto"/>
        </w:rPr>
        <w:t xml:space="preserve"> год. </w:t>
      </w:r>
    </w:p>
    <w:p w:rsidR="003631D6" w:rsidRPr="002631AE" w:rsidRDefault="003631D6" w:rsidP="00450BD5">
      <w:pPr>
        <w:pStyle w:val="14"/>
        <w:spacing w:after="0"/>
        <w:rPr>
          <w:color w:val="auto"/>
        </w:rPr>
      </w:pPr>
    </w:p>
    <w:p w:rsidR="003631D6" w:rsidRPr="002631AE" w:rsidRDefault="003631D6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3631D6" w:rsidRPr="002631AE" w:rsidRDefault="003631D6" w:rsidP="00450BD5">
      <w:pPr>
        <w:jc w:val="center"/>
        <w:rPr>
          <w:sz w:val="28"/>
          <w:szCs w:val="28"/>
        </w:rPr>
      </w:pPr>
    </w:p>
    <w:p w:rsidR="003631D6" w:rsidRPr="002631AE" w:rsidRDefault="003631D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3631D6" w:rsidRPr="002631AE" w:rsidRDefault="003631D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3631D6" w:rsidRPr="00476075" w:rsidRDefault="003631D6" w:rsidP="00450BD5">
      <w:pPr>
        <w:jc w:val="center"/>
        <w:rPr>
          <w:sz w:val="28"/>
          <w:szCs w:val="28"/>
        </w:rPr>
      </w:pPr>
    </w:p>
    <w:p w:rsidR="003631D6" w:rsidRPr="00450BD5" w:rsidRDefault="003631D6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3631D6" w:rsidRDefault="003631D6" w:rsidP="005959DE">
      <w:pPr>
        <w:rPr>
          <w:sz w:val="28"/>
          <w:szCs w:val="28"/>
        </w:rPr>
      </w:pPr>
    </w:p>
    <w:p w:rsidR="003631D6" w:rsidRDefault="003631D6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6 238,6 тыс. рублей</w:t>
      </w:r>
      <w:r w:rsidRPr="005959DE">
        <w:rPr>
          <w:sz w:val="28"/>
          <w:szCs w:val="28"/>
        </w:rPr>
        <w:t>:</w:t>
      </w:r>
    </w:p>
    <w:p w:rsidR="003631D6" w:rsidRDefault="003631D6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3631D6" w:rsidRPr="00463E7C" w:rsidTr="00B534FF">
        <w:tc>
          <w:tcPr>
            <w:tcW w:w="3888" w:type="dxa"/>
            <w:vMerge w:val="restart"/>
            <w:vAlign w:val="center"/>
          </w:tcPr>
          <w:p w:rsidR="003631D6" w:rsidRPr="00463E7C" w:rsidRDefault="003631D6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3631D6" w:rsidRPr="00463E7C" w:rsidRDefault="003631D6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3631D6" w:rsidRPr="00463E7C" w:rsidTr="00B534FF">
        <w:tc>
          <w:tcPr>
            <w:tcW w:w="3888" w:type="dxa"/>
            <w:vMerge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3631D6" w:rsidRPr="00463E7C" w:rsidRDefault="003631D6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3631D6" w:rsidRPr="00463E7C" w:rsidRDefault="003631D6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3631D6" w:rsidRPr="00463E7C" w:rsidTr="00B534FF">
        <w:tc>
          <w:tcPr>
            <w:tcW w:w="3888" w:type="dxa"/>
            <w:vMerge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403" w:type="dxa"/>
          </w:tcPr>
          <w:p w:rsidR="003631D6" w:rsidRPr="00463E7C" w:rsidRDefault="003631D6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3631D6" w:rsidRPr="00463E7C" w:rsidRDefault="003631D6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3631D6" w:rsidRPr="00463E7C" w:rsidRDefault="003631D6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3631D6" w:rsidRPr="00463E7C" w:rsidRDefault="003631D6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3631D6" w:rsidRPr="00463E7C" w:rsidTr="00B534FF">
        <w:tc>
          <w:tcPr>
            <w:tcW w:w="3888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006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403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215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260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992" w:type="dxa"/>
          </w:tcPr>
          <w:p w:rsidR="003631D6" w:rsidRPr="00463E7C" w:rsidRDefault="003631D6" w:rsidP="00B534FF">
            <w:pPr>
              <w:jc w:val="both"/>
            </w:pPr>
          </w:p>
        </w:tc>
      </w:tr>
      <w:tr w:rsidR="003631D6" w:rsidRPr="00463E7C" w:rsidTr="00B534FF">
        <w:tc>
          <w:tcPr>
            <w:tcW w:w="9764" w:type="dxa"/>
            <w:gridSpan w:val="6"/>
          </w:tcPr>
          <w:p w:rsidR="003631D6" w:rsidRPr="00463E7C" w:rsidRDefault="003631D6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3631D6" w:rsidRPr="00463E7C" w:rsidTr="00B534FF">
        <w:tc>
          <w:tcPr>
            <w:tcW w:w="3888" w:type="dxa"/>
          </w:tcPr>
          <w:p w:rsidR="003631D6" w:rsidRPr="00463E7C" w:rsidRDefault="003631D6" w:rsidP="00B534FF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403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215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260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992" w:type="dxa"/>
          </w:tcPr>
          <w:p w:rsidR="003631D6" w:rsidRPr="00463E7C" w:rsidRDefault="003631D6" w:rsidP="00B534FF">
            <w:pPr>
              <w:jc w:val="both"/>
            </w:pPr>
          </w:p>
        </w:tc>
      </w:tr>
      <w:tr w:rsidR="003631D6" w:rsidRPr="00463E7C" w:rsidTr="00B534FF">
        <w:tc>
          <w:tcPr>
            <w:tcW w:w="3888" w:type="dxa"/>
          </w:tcPr>
          <w:p w:rsidR="003631D6" w:rsidRPr="00463E7C" w:rsidRDefault="003631D6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3631D6" w:rsidRPr="00463E7C" w:rsidRDefault="003631D6" w:rsidP="00B534FF">
            <w:pPr>
              <w:jc w:val="center"/>
            </w:pPr>
            <w:r>
              <w:t>6 238,6</w:t>
            </w:r>
          </w:p>
        </w:tc>
        <w:tc>
          <w:tcPr>
            <w:tcW w:w="1403" w:type="dxa"/>
            <w:vAlign w:val="center"/>
          </w:tcPr>
          <w:p w:rsidR="003631D6" w:rsidRPr="00463E7C" w:rsidRDefault="003631D6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3631D6" w:rsidRPr="00463E7C" w:rsidRDefault="003631D6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3631D6" w:rsidRPr="00463E7C" w:rsidRDefault="003631D6" w:rsidP="00B534FF">
            <w:pPr>
              <w:jc w:val="center"/>
            </w:pPr>
            <w:r>
              <w:t>6 238,6</w:t>
            </w:r>
          </w:p>
        </w:tc>
        <w:tc>
          <w:tcPr>
            <w:tcW w:w="992" w:type="dxa"/>
            <w:vAlign w:val="center"/>
          </w:tcPr>
          <w:p w:rsidR="003631D6" w:rsidRPr="00463E7C" w:rsidRDefault="003631D6" w:rsidP="00B534FF">
            <w:pPr>
              <w:jc w:val="center"/>
            </w:pPr>
            <w:r w:rsidRPr="00463E7C">
              <w:t>0,0</w:t>
            </w:r>
          </w:p>
        </w:tc>
      </w:tr>
      <w:tr w:rsidR="003631D6" w:rsidRPr="00463E7C" w:rsidTr="00B534FF">
        <w:tc>
          <w:tcPr>
            <w:tcW w:w="3888" w:type="dxa"/>
          </w:tcPr>
          <w:p w:rsidR="003631D6" w:rsidRPr="00463E7C" w:rsidRDefault="003631D6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3631D6" w:rsidRPr="00463E7C" w:rsidRDefault="003631D6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3631D6" w:rsidRPr="00463E7C" w:rsidRDefault="003631D6" w:rsidP="00B534FF">
            <w:pPr>
              <w:jc w:val="center"/>
            </w:pPr>
          </w:p>
        </w:tc>
      </w:tr>
    </w:tbl>
    <w:p w:rsidR="003631D6" w:rsidRPr="00D72401" w:rsidRDefault="003631D6" w:rsidP="00F21401">
      <w:pPr>
        <w:jc w:val="both"/>
        <w:rPr>
          <w:b/>
          <w:sz w:val="28"/>
          <w:szCs w:val="28"/>
        </w:rPr>
      </w:pPr>
    </w:p>
    <w:p w:rsidR="003631D6" w:rsidRPr="00B94A0D" w:rsidRDefault="003631D6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3631D6" w:rsidRPr="00D72401" w:rsidRDefault="003631D6" w:rsidP="00863E3C">
      <w:pPr>
        <w:jc w:val="center"/>
        <w:rPr>
          <w:b/>
          <w:sz w:val="28"/>
          <w:szCs w:val="28"/>
        </w:rPr>
      </w:pPr>
    </w:p>
    <w:bookmarkEnd w:id="0"/>
    <w:p w:rsidR="003631D6" w:rsidRDefault="003631D6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3631D6" w:rsidRPr="00357DF8" w:rsidRDefault="003631D6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3631D6" w:rsidRPr="001F783C" w:rsidRDefault="003631D6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3631D6" w:rsidRPr="00357DF8" w:rsidRDefault="003631D6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3631D6" w:rsidRDefault="003631D6" w:rsidP="00863E3C">
      <w:pPr>
        <w:ind w:firstLine="612"/>
        <w:jc w:val="both"/>
        <w:rPr>
          <w:sz w:val="28"/>
          <w:szCs w:val="28"/>
        </w:rPr>
      </w:pPr>
    </w:p>
    <w:p w:rsidR="003631D6" w:rsidRDefault="003631D6" w:rsidP="00863E3C">
      <w:pPr>
        <w:ind w:firstLine="612"/>
        <w:jc w:val="both"/>
        <w:rPr>
          <w:sz w:val="28"/>
          <w:szCs w:val="28"/>
        </w:rPr>
      </w:pPr>
    </w:p>
    <w:p w:rsidR="003631D6" w:rsidRPr="00B35E33" w:rsidRDefault="003631D6" w:rsidP="00863E3C">
      <w:pPr>
        <w:ind w:firstLine="612"/>
        <w:jc w:val="both"/>
        <w:rPr>
          <w:sz w:val="28"/>
          <w:szCs w:val="28"/>
        </w:rPr>
      </w:pPr>
    </w:p>
    <w:p w:rsidR="003631D6" w:rsidRDefault="003631D6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3631D6" w:rsidRPr="00B35E33" w:rsidRDefault="003631D6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3631D6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1D6" w:rsidRDefault="003631D6">
      <w:r>
        <w:separator/>
      </w:r>
    </w:p>
  </w:endnote>
  <w:endnote w:type="continuationSeparator" w:id="0">
    <w:p w:rsidR="003631D6" w:rsidRDefault="00363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1D6" w:rsidRDefault="003631D6">
      <w:r>
        <w:separator/>
      </w:r>
    </w:p>
  </w:footnote>
  <w:footnote w:type="continuationSeparator" w:id="0">
    <w:p w:rsidR="003631D6" w:rsidRDefault="00363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D6" w:rsidRDefault="003631D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1D6" w:rsidRDefault="003631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D6" w:rsidRDefault="003631D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31D6" w:rsidRDefault="003631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0A09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50A6C"/>
    <w:rsid w:val="002631AE"/>
    <w:rsid w:val="00275E95"/>
    <w:rsid w:val="002835BE"/>
    <w:rsid w:val="00283F70"/>
    <w:rsid w:val="00297AC7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1D6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40A5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A30C9"/>
    <w:rsid w:val="00DB52BC"/>
    <w:rsid w:val="00DC3A21"/>
    <w:rsid w:val="00DC5AF7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26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5</Pages>
  <Words>1210</Words>
  <Characters>6903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41</cp:revision>
  <cp:lastPrinted>2017-10-25T13:10:00Z</cp:lastPrinted>
  <dcterms:created xsi:type="dcterms:W3CDTF">2014-11-12T06:47:00Z</dcterms:created>
  <dcterms:modified xsi:type="dcterms:W3CDTF">2019-11-11T06:08:00Z</dcterms:modified>
</cp:coreProperties>
</file>