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D1" w:rsidRPr="00C3705A" w:rsidRDefault="00125FD1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25FD1" w:rsidRPr="00B73C78" w:rsidRDefault="00125FD1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125FD1" w:rsidRDefault="00125FD1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125FD1" w:rsidRDefault="00125FD1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25FD1" w:rsidRPr="00145A0B" w:rsidRDefault="00125FD1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125FD1" w:rsidRDefault="00125FD1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125FD1" w:rsidRPr="00CC774C" w:rsidRDefault="00125FD1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25FD1" w:rsidRPr="00AA03A8" w:rsidRDefault="00125FD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FD1" w:rsidRPr="00CC774C" w:rsidRDefault="00125FD1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125FD1" w:rsidRPr="00CC774C" w:rsidRDefault="00125FD1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125FD1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25FD1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525A13" w:rsidRDefault="00125FD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525A13" w:rsidRDefault="00125FD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25FD1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704E08" w:rsidRDefault="00125FD1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25FD1" w:rsidRDefault="00125FD1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125FD1" w:rsidRPr="00F425CC" w:rsidRDefault="00125FD1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  <w:p w:rsidR="00125FD1" w:rsidRPr="00F425CC" w:rsidRDefault="00125FD1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125FD1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25FD1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25FD1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7775EC" w:rsidRDefault="00125FD1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Pr="00F425CC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026A04" w:rsidRDefault="00125FD1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25FD1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23750" w:rsidRDefault="00125FD1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  <w:p w:rsidR="00125FD1" w:rsidRPr="00F23750" w:rsidRDefault="00125FD1" w:rsidP="00F23750"/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23750" w:rsidRDefault="00125FD1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23750" w:rsidRDefault="00125FD1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026A04" w:rsidRDefault="00125FD1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25FD1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F763E4" w:rsidRDefault="00125FD1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125FD1" w:rsidRPr="00051D95" w:rsidRDefault="00125FD1" w:rsidP="00051D95"/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051D95" w:rsidRDefault="00125FD1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25FD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Pr="00026A04" w:rsidRDefault="00125FD1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FD1" w:rsidRDefault="00125FD1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25FD1" w:rsidRDefault="00125FD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25FD1" w:rsidRDefault="00125FD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25FD1" w:rsidRDefault="00125FD1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125FD1" w:rsidRDefault="00125FD1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25FD1" w:rsidRPr="00481C03" w:rsidRDefault="00125FD1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125FD1" w:rsidRDefault="00125FD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125FD1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D1" w:rsidRDefault="00125FD1">
      <w:r>
        <w:separator/>
      </w:r>
    </w:p>
  </w:endnote>
  <w:endnote w:type="continuationSeparator" w:id="0">
    <w:p w:rsidR="00125FD1" w:rsidRDefault="00125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D1" w:rsidRDefault="00125FD1">
      <w:r>
        <w:separator/>
      </w:r>
    </w:p>
  </w:footnote>
  <w:footnote w:type="continuationSeparator" w:id="0">
    <w:p w:rsidR="00125FD1" w:rsidRDefault="00125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D1" w:rsidRDefault="00125FD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5FD1" w:rsidRDefault="00125F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3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3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3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2</Pages>
  <Words>390</Words>
  <Characters>2227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47</cp:revision>
  <cp:lastPrinted>2015-11-10T07:00:00Z</cp:lastPrinted>
  <dcterms:created xsi:type="dcterms:W3CDTF">2014-11-12T06:42:00Z</dcterms:created>
  <dcterms:modified xsi:type="dcterms:W3CDTF">2019-11-11T06:23:00Z</dcterms:modified>
</cp:coreProperties>
</file>