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E8" w:rsidRPr="00225357" w:rsidRDefault="00442BE8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1</w:t>
      </w:r>
    </w:p>
    <w:p w:rsidR="00442BE8" w:rsidRPr="00225357" w:rsidRDefault="00442BE8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442BE8" w:rsidRDefault="00442BE8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442BE8" w:rsidRPr="00225357" w:rsidRDefault="00442BE8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442BE8" w:rsidRDefault="00442BE8" w:rsidP="001C25E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24.01.2019 г.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26</w:t>
      </w:r>
    </w:p>
    <w:p w:rsidR="00442BE8" w:rsidRDefault="00442BE8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42BE8" w:rsidRPr="00BB7DB1" w:rsidRDefault="00442BE8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42BE8" w:rsidRPr="00B73C78" w:rsidRDefault="00442BE8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42BE8" w:rsidRDefault="00442BE8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442BE8" w:rsidRPr="00AD6EBC" w:rsidRDefault="00442BE8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442BE8" w:rsidRDefault="00442BE8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442BE8" w:rsidRDefault="00442BE8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442BE8" w:rsidRPr="00F971B5" w:rsidRDefault="00442BE8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42BE8" w:rsidRPr="00B73C78" w:rsidRDefault="00442BE8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442BE8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42BE8" w:rsidRPr="00AD6EBC" w:rsidRDefault="00442BE8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442BE8" w:rsidRPr="00AD6EBC" w:rsidRDefault="00442BE8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442BE8" w:rsidRPr="00AD6EBC" w:rsidRDefault="00442BE8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442BE8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42BE8" w:rsidRDefault="00442BE8" w:rsidP="00AD6EBC">
            <w:pPr>
              <w:pStyle w:val="a3"/>
              <w:jc w:val="center"/>
            </w:pPr>
          </w:p>
        </w:tc>
      </w:tr>
      <w:tr w:rsidR="00442BE8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BE8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42BE8" w:rsidRPr="003E661A" w:rsidRDefault="00442BE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42BE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42BE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442BE8" w:rsidRPr="00794FC8" w:rsidRDefault="00442BE8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442BE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Default="00442BE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42BE8" w:rsidRPr="002C7281" w:rsidRDefault="00442BE8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442BE8" w:rsidRPr="00794FC8" w:rsidRDefault="00442BE8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442BE8" w:rsidTr="001C25E8">
        <w:trPr>
          <w:gridAfter w:val="1"/>
          <w:wAfter w:w="430" w:type="dxa"/>
          <w:trHeight w:val="280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D32C68" w:rsidRDefault="00442BE8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приобретение тренажера для реабилитации инвалидов с нарушением опорно-двигательного аппарата для  муниципального бюджетного учреждения «Физкультурно-оздоровительный спортивный клуб «Виктория» Старотитаровского сельско</w:t>
            </w:r>
            <w:r>
              <w:rPr>
                <w:rFonts w:ascii="Times New Roman" w:hAnsi="Times New Roman"/>
              </w:rPr>
              <w:t>го поселения Темрюкского района</w:t>
            </w:r>
          </w:p>
          <w:p w:rsidR="00442BE8" w:rsidRPr="00794FC8" w:rsidRDefault="00442BE8" w:rsidP="001C25E8">
            <w:pPr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42BE8" w:rsidTr="001C25E8">
        <w:trPr>
          <w:gridAfter w:val="1"/>
          <w:wAfter w:w="430" w:type="dxa"/>
          <w:trHeight w:val="137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442BE8" w:rsidRDefault="00442BE8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Default="00442BE8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442BE8" w:rsidRPr="00794FC8" w:rsidRDefault="00442BE8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D32C68" w:rsidRDefault="00442BE8" w:rsidP="00D32C68">
            <w:pPr>
              <w:rPr>
                <w:rFonts w:ascii="Times New Roman" w:hAnsi="Times New Roman"/>
                <w:b/>
              </w:rPr>
            </w:pPr>
            <w:r w:rsidRPr="00D32C68">
              <w:rPr>
                <w:rFonts w:ascii="Times New Roman" w:hAnsi="Times New Roman"/>
              </w:rPr>
              <w:t>- оснащение зданий Дома Культуры, сельской и детской библиотек тактильной плиткой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42BE8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2BE8" w:rsidRDefault="00442BE8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442BE8" w:rsidRPr="00794FC8" w:rsidRDefault="00442BE8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BE8" w:rsidRPr="00E237FD" w:rsidRDefault="00442BE8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2BE8" w:rsidRDefault="00442BE8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E237F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D32C68" w:rsidRDefault="00442BE8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оснащение здания администрации Старотитаровского сельского поселения Темрюк</w:t>
            </w:r>
            <w:r>
              <w:rPr>
                <w:rFonts w:ascii="Times New Roman" w:hAnsi="Times New Roman"/>
              </w:rPr>
              <w:t>ского района тактильной плиткой</w:t>
            </w:r>
          </w:p>
          <w:p w:rsidR="00442BE8" w:rsidRPr="00E237FD" w:rsidRDefault="00442BE8" w:rsidP="00E237FD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42BE8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E8" w:rsidRPr="003E661A" w:rsidRDefault="00442BE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Default="00442BE8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Default="00442BE8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BE8" w:rsidRPr="00794FC8" w:rsidRDefault="00442BE8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442BE8" w:rsidRDefault="00442BE8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42BE8" w:rsidRDefault="00442BE8" w:rsidP="00B45B21">
      <w:pPr>
        <w:pStyle w:val="BodyText"/>
        <w:spacing w:after="0"/>
        <w:ind w:right="-142"/>
        <w:jc w:val="both"/>
      </w:pPr>
    </w:p>
    <w:p w:rsidR="00442BE8" w:rsidRDefault="00442BE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442BE8" w:rsidRDefault="00442BE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42BE8" w:rsidRPr="0063100D" w:rsidRDefault="00442BE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Л.В. Кубрак</w:t>
      </w:r>
    </w:p>
    <w:sectPr w:rsidR="00442BE8" w:rsidRPr="0063100D" w:rsidSect="00D32C68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BE8" w:rsidRDefault="00442BE8">
      <w:r>
        <w:separator/>
      </w:r>
    </w:p>
  </w:endnote>
  <w:endnote w:type="continuationSeparator" w:id="0">
    <w:p w:rsidR="00442BE8" w:rsidRDefault="00442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BE8" w:rsidRDefault="00442BE8">
      <w:r>
        <w:separator/>
      </w:r>
    </w:p>
  </w:footnote>
  <w:footnote w:type="continuationSeparator" w:id="0">
    <w:p w:rsidR="00442BE8" w:rsidRDefault="00442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BE8" w:rsidRDefault="00442BE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2BE8" w:rsidRDefault="00442B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0EED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A3CA7"/>
    <w:rsid w:val="000C13B0"/>
    <w:rsid w:val="000D464E"/>
    <w:rsid w:val="000E625F"/>
    <w:rsid w:val="000E75E6"/>
    <w:rsid w:val="000F1CE8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C25E8"/>
    <w:rsid w:val="001C677E"/>
    <w:rsid w:val="001D25ED"/>
    <w:rsid w:val="001E134E"/>
    <w:rsid w:val="001E64CF"/>
    <w:rsid w:val="001E7D8C"/>
    <w:rsid w:val="001F130E"/>
    <w:rsid w:val="00207A02"/>
    <w:rsid w:val="002228F1"/>
    <w:rsid w:val="00222F09"/>
    <w:rsid w:val="00225357"/>
    <w:rsid w:val="00227D35"/>
    <w:rsid w:val="00232D9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59E2"/>
    <w:rsid w:val="003D7EFE"/>
    <w:rsid w:val="003E661A"/>
    <w:rsid w:val="003F45E2"/>
    <w:rsid w:val="00402439"/>
    <w:rsid w:val="004123BE"/>
    <w:rsid w:val="004211EF"/>
    <w:rsid w:val="00434466"/>
    <w:rsid w:val="00436AFA"/>
    <w:rsid w:val="00442BE8"/>
    <w:rsid w:val="004432CD"/>
    <w:rsid w:val="004510A5"/>
    <w:rsid w:val="004637D3"/>
    <w:rsid w:val="00466211"/>
    <w:rsid w:val="0046755D"/>
    <w:rsid w:val="004721A3"/>
    <w:rsid w:val="004725AA"/>
    <w:rsid w:val="004740A7"/>
    <w:rsid w:val="0047750D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B3DD2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31AB"/>
    <w:rsid w:val="009F7276"/>
    <w:rsid w:val="00A0097D"/>
    <w:rsid w:val="00A10969"/>
    <w:rsid w:val="00A1695C"/>
    <w:rsid w:val="00A23C33"/>
    <w:rsid w:val="00A36A1F"/>
    <w:rsid w:val="00A3740B"/>
    <w:rsid w:val="00A54963"/>
    <w:rsid w:val="00A65613"/>
    <w:rsid w:val="00A83FE2"/>
    <w:rsid w:val="00A874EA"/>
    <w:rsid w:val="00A87FA6"/>
    <w:rsid w:val="00AA0281"/>
    <w:rsid w:val="00AB36FB"/>
    <w:rsid w:val="00AD1C51"/>
    <w:rsid w:val="00AD3B9F"/>
    <w:rsid w:val="00AD6EBC"/>
    <w:rsid w:val="00AF1D20"/>
    <w:rsid w:val="00AF2A11"/>
    <w:rsid w:val="00B06BE3"/>
    <w:rsid w:val="00B11BB8"/>
    <w:rsid w:val="00B16BBF"/>
    <w:rsid w:val="00B45B21"/>
    <w:rsid w:val="00B54883"/>
    <w:rsid w:val="00B65CCC"/>
    <w:rsid w:val="00B6664D"/>
    <w:rsid w:val="00B73C78"/>
    <w:rsid w:val="00B73D0F"/>
    <w:rsid w:val="00B75048"/>
    <w:rsid w:val="00B76DE8"/>
    <w:rsid w:val="00B82595"/>
    <w:rsid w:val="00B8732B"/>
    <w:rsid w:val="00B91C4A"/>
    <w:rsid w:val="00B94838"/>
    <w:rsid w:val="00BA3511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B63A0"/>
    <w:rsid w:val="00CF476E"/>
    <w:rsid w:val="00CF6306"/>
    <w:rsid w:val="00CF6FBF"/>
    <w:rsid w:val="00CF7D26"/>
    <w:rsid w:val="00D20D24"/>
    <w:rsid w:val="00D22CF8"/>
    <w:rsid w:val="00D24F55"/>
    <w:rsid w:val="00D32C68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005E3"/>
    <w:rsid w:val="00E03BFB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36D5"/>
    <w:rsid w:val="00EA7C72"/>
    <w:rsid w:val="00EC3760"/>
    <w:rsid w:val="00ED5CB9"/>
    <w:rsid w:val="00ED744E"/>
    <w:rsid w:val="00EE372C"/>
    <w:rsid w:val="00EE595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character" w:customStyle="1" w:styleId="12">
    <w:name w:val="Знак Знак1"/>
    <w:basedOn w:val="DefaultParagraphFont"/>
    <w:uiPriority w:val="99"/>
    <w:semiHidden/>
    <w:rsid w:val="001C25E8"/>
    <w:rPr>
      <w:rFonts w:cs="Times New Roman"/>
    </w:rPr>
  </w:style>
  <w:style w:type="paragraph" w:customStyle="1" w:styleId="3">
    <w:name w:val="Знак Знак3"/>
    <w:basedOn w:val="Normal"/>
    <w:uiPriority w:val="99"/>
    <w:rsid w:val="001C25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31"/>
    <w:basedOn w:val="Normal"/>
    <w:uiPriority w:val="99"/>
    <w:rsid w:val="00D32C6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65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65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2</Pages>
  <Words>359</Words>
  <Characters>2051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2014-12-09T12:10:00Z</cp:lastPrinted>
  <dcterms:created xsi:type="dcterms:W3CDTF">2014-11-12T06:48:00Z</dcterms:created>
  <dcterms:modified xsi:type="dcterms:W3CDTF">2019-01-24T13:13:00Z</dcterms:modified>
</cp:coreProperties>
</file>