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55" w:rsidRDefault="00247755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1</w:t>
      </w:r>
    </w:p>
    <w:p w:rsidR="00247755" w:rsidRPr="00225357" w:rsidRDefault="00247755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247755" w:rsidRDefault="00247755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247755" w:rsidRPr="00225357" w:rsidRDefault="00247755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247755" w:rsidRPr="00225357" w:rsidRDefault="00247755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 xml:space="preserve"> 18.01.2019 г.</w:t>
      </w:r>
      <w:r w:rsidRPr="00225357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16</w:t>
      </w:r>
    </w:p>
    <w:p w:rsidR="00247755" w:rsidRDefault="00247755" w:rsidP="00EA1CC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7755" w:rsidRPr="00BB7DB1" w:rsidRDefault="00247755" w:rsidP="00EA1CC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247755" w:rsidRPr="00B73C78" w:rsidRDefault="00247755" w:rsidP="00EA1CC0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247755" w:rsidRDefault="00247755" w:rsidP="00EA1CC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</w:p>
    <w:p w:rsidR="00247755" w:rsidRDefault="00247755" w:rsidP="00EA1CC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247755" w:rsidRDefault="00247755" w:rsidP="00EA1CC0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247755" w:rsidRPr="00145A0B" w:rsidRDefault="00247755" w:rsidP="00EA1CC0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 xml:space="preserve"> Темрюкского района» на 201</w:t>
      </w:r>
      <w:r>
        <w:rPr>
          <w:rFonts w:ascii="Times New Roman" w:hAnsi="Times New Roman"/>
          <w:sz w:val="28"/>
          <w:szCs w:val="28"/>
        </w:rPr>
        <w:t>8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247755" w:rsidRDefault="00247755" w:rsidP="00EA1C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47755" w:rsidRDefault="00247755" w:rsidP="00EA1C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47755" w:rsidRDefault="00247755" w:rsidP="00EA1C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tbl>
      <w:tblPr>
        <w:tblW w:w="15352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781"/>
        <w:gridCol w:w="1800"/>
        <w:gridCol w:w="178"/>
        <w:gridCol w:w="1262"/>
        <w:gridCol w:w="178"/>
        <w:gridCol w:w="1262"/>
        <w:gridCol w:w="414"/>
        <w:gridCol w:w="2646"/>
        <w:gridCol w:w="178"/>
        <w:gridCol w:w="2684"/>
        <w:gridCol w:w="18"/>
        <w:gridCol w:w="411"/>
      </w:tblGrid>
      <w:tr w:rsidR="00247755" w:rsidTr="00A6635E">
        <w:tc>
          <w:tcPr>
            <w:tcW w:w="1535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47755" w:rsidRDefault="00247755" w:rsidP="00145A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программы  </w:t>
            </w:r>
            <w:r w:rsidRPr="008964CE">
              <w:rPr>
                <w:rFonts w:ascii="Times New Roman" w:hAnsi="Times New Roman"/>
                <w:b/>
                <w:sz w:val="28"/>
                <w:szCs w:val="28"/>
              </w:rPr>
              <w:t>«Развитие физической культуры и массового спорта на территории Старотитаровского сельского поселения Темрюкского района»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8964C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247755" w:rsidRPr="008964CE" w:rsidRDefault="00247755" w:rsidP="00145A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47755" w:rsidRPr="00226246" w:rsidRDefault="00247755" w:rsidP="0027066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247755" w:rsidTr="00A6635E">
        <w:trPr>
          <w:gridAfter w:val="2"/>
          <w:wAfter w:w="429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755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247755" w:rsidRPr="003E661A" w:rsidRDefault="0024775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47755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47755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7755" w:rsidRPr="00F2166C" w:rsidRDefault="00247755" w:rsidP="00F2166C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  <w:p w:rsidR="00247755" w:rsidRPr="00F2166C" w:rsidRDefault="00247755" w:rsidP="00F2166C">
            <w:pPr>
              <w:snapToGrid w:val="0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-повышение качества и доступности муниципальных услуг сферы физической культуры для всех категорий потребителей;</w:t>
            </w:r>
          </w:p>
          <w:p w:rsidR="00247755" w:rsidRPr="00F2166C" w:rsidRDefault="00247755" w:rsidP="00F2166C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-обеспечение условий для развития физической культуры и массового спорта;</w:t>
            </w:r>
          </w:p>
          <w:p w:rsidR="00247755" w:rsidRPr="00F2166C" w:rsidRDefault="00247755" w:rsidP="00F2166C">
            <w:pPr>
              <w:snapToGrid w:val="0"/>
              <w:jc w:val="both"/>
              <w:rPr>
                <w:rFonts w:ascii="Times New Roman" w:hAnsi="Times New Roman"/>
                <w:spacing w:val="1"/>
              </w:rPr>
            </w:pPr>
            <w:r w:rsidRPr="00F2166C">
              <w:rPr>
                <w:rFonts w:ascii="Times New Roman" w:hAnsi="Times New Roman"/>
              </w:rPr>
              <w:t>-развитие массового спорта в Старотитаровском сельском поселении Темрюкского района.</w:t>
            </w:r>
          </w:p>
          <w:p w:rsidR="00247755" w:rsidRPr="00F2166C" w:rsidRDefault="00247755" w:rsidP="00F2166C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47755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Default="0024775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47755" w:rsidRPr="002C7281" w:rsidRDefault="00247755" w:rsidP="002C7281"/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7755" w:rsidRPr="00F2166C" w:rsidRDefault="00247755" w:rsidP="00F2166C">
            <w:pPr>
              <w:snapToGrid w:val="0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сохранение и развитие кадрового потенциала учреждения;</w:t>
            </w:r>
          </w:p>
          <w:p w:rsidR="00247755" w:rsidRPr="00F2166C" w:rsidRDefault="00247755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укрепление материально-технической базы:</w:t>
            </w:r>
          </w:p>
          <w:p w:rsidR="00247755" w:rsidRPr="00F2166C" w:rsidRDefault="00247755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 xml:space="preserve"> приобретение спортивного инвентаря и оборудования;</w:t>
            </w:r>
          </w:p>
          <w:p w:rsidR="00247755" w:rsidRPr="00F2166C" w:rsidRDefault="00247755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проведение мероприятий по ремонту</w:t>
            </w:r>
          </w:p>
          <w:p w:rsidR="00247755" w:rsidRPr="00F2166C" w:rsidRDefault="00247755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 спортивных залов;</w:t>
            </w:r>
          </w:p>
          <w:p w:rsidR="00247755" w:rsidRPr="00F2166C" w:rsidRDefault="00247755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улучшение сферы услуг физкультурно-оздорови-тельной и спортивной направленности;</w:t>
            </w:r>
          </w:p>
          <w:p w:rsidR="00247755" w:rsidRPr="00F2166C" w:rsidRDefault="00247755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повышение интереса жителей городского поселения к занятием физической культурой и спортом.</w:t>
            </w:r>
          </w:p>
          <w:p w:rsidR="00247755" w:rsidRPr="00F2166C" w:rsidRDefault="00247755" w:rsidP="00F2166C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-создание условий для регулярных занятий физической культурой и спортом  различных категорий населения;</w:t>
            </w:r>
          </w:p>
          <w:p w:rsidR="00247755" w:rsidRPr="00F2166C" w:rsidRDefault="00247755" w:rsidP="00F2166C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 вовлечение в активные занятия физической культурой и спортом широких слоев населения, особенно детей и молодежи;</w:t>
            </w:r>
          </w:p>
          <w:p w:rsidR="00247755" w:rsidRPr="00F2166C" w:rsidRDefault="00247755" w:rsidP="00F2166C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 проведение спортивно массовых мероприятий;</w:t>
            </w:r>
          </w:p>
          <w:p w:rsidR="00247755" w:rsidRDefault="00247755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оснащение районных спортивных учреждений спортивным инвентарем и оборудованием.</w:t>
            </w:r>
          </w:p>
          <w:p w:rsidR="00247755" w:rsidRPr="00F2166C" w:rsidRDefault="00247755" w:rsidP="00F2166C">
            <w:pPr>
              <w:rPr>
                <w:rFonts w:ascii="Times New Roman" w:hAnsi="Times New Roman"/>
              </w:rPr>
            </w:pPr>
          </w:p>
        </w:tc>
      </w:tr>
      <w:tr w:rsidR="00247755" w:rsidRPr="002442F5" w:rsidTr="00EE29D9">
        <w:trPr>
          <w:gridAfter w:val="1"/>
          <w:wAfter w:w="411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917482" w:rsidRDefault="00247755" w:rsidP="002B6DF5">
            <w:pPr>
              <w:shd w:val="clear" w:color="auto" w:fill="FFFFFF"/>
              <w:rPr>
                <w:rFonts w:ascii="Times New Roman" w:hAnsi="Times New Roman"/>
                <w:bCs/>
                <w:spacing w:val="-1"/>
              </w:rPr>
            </w:pPr>
            <w:r>
              <w:rPr>
                <w:rFonts w:ascii="Times New Roman" w:hAnsi="Times New Roman"/>
              </w:rPr>
              <w:t>Подпрограмма «</w:t>
            </w:r>
            <w:r w:rsidRPr="00917482">
              <w:rPr>
                <w:rFonts w:ascii="Times New Roman" w:hAnsi="Times New Roman"/>
              </w:rPr>
              <w:t>Совершенствование деятельности МБУ «ФОСК «Виктория» по предоставлению муниципальных услуг»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B45B21" w:rsidRDefault="00247755" w:rsidP="00335C04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5" w:rsidRPr="00662F6C" w:rsidRDefault="00247755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5 111,4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5" w:rsidRPr="00662F6C" w:rsidRDefault="00247755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5 111,4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B45B21" w:rsidRDefault="00247755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з/плата, ком.услуги, канц.товары, хоз товары, приобретение основных средств, услуги по содержанию имущества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7755" w:rsidRPr="002442F5" w:rsidRDefault="00247755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247755" w:rsidRPr="00C3522A" w:rsidTr="00EE29D9">
        <w:trPr>
          <w:gridAfter w:val="1"/>
          <w:wAfter w:w="411" w:type="dxa"/>
          <w:trHeight w:val="126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3E661A" w:rsidRDefault="00247755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755" w:rsidRPr="00917482" w:rsidRDefault="00247755" w:rsidP="002B6DF5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</w:t>
            </w:r>
            <w:r w:rsidRPr="00917482">
              <w:rPr>
                <w:rFonts w:ascii="Times New Roman" w:hAnsi="Times New Roman"/>
              </w:rPr>
              <w:t>«Развитие массового спорта</w:t>
            </w:r>
            <w:r w:rsidRPr="00917482">
              <w:rPr>
                <w:rFonts w:ascii="Times New Roman" w:hAnsi="Times New Roman"/>
                <w:bCs/>
              </w:rPr>
              <w:t xml:space="preserve"> в Старотитаровском сельском поселении Темрюкского района»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B45B21" w:rsidRDefault="00247755" w:rsidP="00335C0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5" w:rsidRPr="0016337A" w:rsidRDefault="00247755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86,8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5" w:rsidRPr="0016337A" w:rsidRDefault="00247755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86,8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B45B21" w:rsidRDefault="00247755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спортивно-массовых мероприятий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47755" w:rsidRDefault="00247755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247755" w:rsidRDefault="00247755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247755" w:rsidRPr="00C3522A" w:rsidRDefault="00247755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247755" w:rsidRPr="00C3522A" w:rsidTr="005C4C6D">
        <w:trPr>
          <w:gridAfter w:val="1"/>
          <w:wAfter w:w="411" w:type="dxa"/>
          <w:trHeight w:val="661"/>
        </w:trPr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47755" w:rsidRDefault="00247755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755" w:rsidRPr="00E604CF" w:rsidRDefault="00247755" w:rsidP="002B6DF5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E604CF">
              <w:rPr>
                <w:rFonts w:ascii="Times New Roman" w:hAnsi="Times New Roman"/>
                <w:szCs w:val="28"/>
              </w:rPr>
              <w:t>Подпрограмма «Создание условий для занятия физической культурой и спортом</w:t>
            </w:r>
            <w:r>
              <w:rPr>
                <w:rFonts w:ascii="Times New Roman" w:hAnsi="Times New Roman"/>
                <w:szCs w:val="28"/>
              </w:rPr>
              <w:t xml:space="preserve"> на территории Старотитаровского сельского поселения Темрюкского района</w:t>
            </w:r>
            <w:r w:rsidRPr="00E604CF">
              <w:rPr>
                <w:rFonts w:ascii="Times New Roman" w:hAnsi="Times New Roman"/>
                <w:szCs w:val="28"/>
              </w:rPr>
              <w:t>» на 2018 год»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B45B21" w:rsidRDefault="00247755" w:rsidP="00B50006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E604CF" w:rsidRDefault="00247755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E604CF">
              <w:rPr>
                <w:rFonts w:ascii="Times New Roman" w:hAnsi="Times New Roman"/>
                <w:bCs/>
                <w:spacing w:val="-3"/>
              </w:rPr>
              <w:t>1 5</w:t>
            </w:r>
            <w:r>
              <w:rPr>
                <w:rFonts w:ascii="Times New Roman" w:hAnsi="Times New Roman"/>
                <w:bCs/>
                <w:spacing w:val="-3"/>
              </w:rPr>
              <w:t>1</w:t>
            </w:r>
            <w:r w:rsidRPr="00E604CF">
              <w:rPr>
                <w:rFonts w:ascii="Times New Roman" w:hAnsi="Times New Roman"/>
                <w:bCs/>
                <w:spacing w:val="-3"/>
              </w:rPr>
              <w:t>0,3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E604CF" w:rsidRDefault="00247755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E604CF">
              <w:rPr>
                <w:rFonts w:ascii="Times New Roman" w:hAnsi="Times New Roman"/>
                <w:bCs/>
                <w:spacing w:val="-3"/>
              </w:rPr>
              <w:t>1 5</w:t>
            </w:r>
            <w:r>
              <w:rPr>
                <w:rFonts w:ascii="Times New Roman" w:hAnsi="Times New Roman"/>
                <w:bCs/>
                <w:spacing w:val="-3"/>
              </w:rPr>
              <w:t>1</w:t>
            </w:r>
            <w:r w:rsidRPr="00E604CF">
              <w:rPr>
                <w:rFonts w:ascii="Times New Roman" w:hAnsi="Times New Roman"/>
                <w:bCs/>
                <w:spacing w:val="-3"/>
              </w:rPr>
              <w:t>0,3</w:t>
            </w:r>
          </w:p>
        </w:tc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755" w:rsidRDefault="00247755" w:rsidP="00E604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многофункциональной спортивно-игровой площадки, расположенной по адресу: ст. Старотитаровская, ул. Красная площадь, 4, работы, неразрывно связанные с строительством данного объекта</w:t>
            </w:r>
          </w:p>
        </w:tc>
        <w:tc>
          <w:tcPr>
            <w:tcW w:w="2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7755" w:rsidRDefault="00247755" w:rsidP="00AE62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247755" w:rsidRDefault="00247755" w:rsidP="00AE62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247755" w:rsidRDefault="00247755" w:rsidP="00AE62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247755" w:rsidRPr="00C3522A" w:rsidTr="005C4C6D">
        <w:trPr>
          <w:gridAfter w:val="1"/>
          <w:wAfter w:w="411" w:type="dxa"/>
          <w:trHeight w:val="661"/>
        </w:trPr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7755" w:rsidRDefault="00247755" w:rsidP="00335C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2939C8" w:rsidRDefault="00247755" w:rsidP="002B6DF5">
            <w:pPr>
              <w:shd w:val="clear" w:color="auto" w:fill="FFFFFF"/>
              <w:rPr>
                <w:rFonts w:ascii="Times New Roman" w:hAnsi="Times New Roman"/>
                <w:b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B45B21" w:rsidRDefault="00247755" w:rsidP="00335C0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EE5030" w:rsidRDefault="00247755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EE5030">
              <w:rPr>
                <w:rFonts w:ascii="Times New Roman" w:hAnsi="Times New Roman"/>
                <w:bCs/>
                <w:spacing w:val="-3"/>
              </w:rPr>
              <w:t>1093,5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EE5030" w:rsidRDefault="00247755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EE5030">
              <w:rPr>
                <w:rFonts w:ascii="Times New Roman" w:hAnsi="Times New Roman"/>
                <w:bCs/>
                <w:spacing w:val="-3"/>
              </w:rPr>
              <w:t>1093,5</w:t>
            </w:r>
          </w:p>
        </w:tc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Default="00247755" w:rsidP="00EA1C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7755" w:rsidRDefault="00247755" w:rsidP="00335C04">
            <w:pPr>
              <w:pStyle w:val="a3"/>
              <w:rPr>
                <w:rFonts w:ascii="Times New Roman" w:hAnsi="Times New Roman"/>
              </w:rPr>
            </w:pPr>
          </w:p>
        </w:tc>
      </w:tr>
      <w:tr w:rsidR="00247755" w:rsidRPr="00C3522A" w:rsidTr="00EA1CC0">
        <w:trPr>
          <w:gridAfter w:val="1"/>
          <w:wAfter w:w="411" w:type="dxa"/>
          <w:trHeight w:val="66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Default="00247755" w:rsidP="00335C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2939C8" w:rsidRDefault="00247755" w:rsidP="002B6DF5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2939C8">
              <w:rPr>
                <w:rFonts w:ascii="Times New Roman" w:hAnsi="Times New Roman"/>
                <w:b/>
              </w:rPr>
              <w:t>Итого по программе: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B45B21" w:rsidRDefault="00247755" w:rsidP="00335C0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16337A" w:rsidRDefault="00247755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7 802,0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Pr="0016337A" w:rsidRDefault="00247755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7 802,0</w:t>
            </w:r>
          </w:p>
          <w:p w:rsidR="00247755" w:rsidRPr="0016337A" w:rsidRDefault="00247755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5" w:rsidRDefault="00247755" w:rsidP="00EA1C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7755" w:rsidRDefault="00247755" w:rsidP="00335C04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247755" w:rsidRDefault="00247755" w:rsidP="008C236C">
      <w:pPr>
        <w:rPr>
          <w:rFonts w:ascii="Times New Roman" w:hAnsi="Times New Roman"/>
          <w:sz w:val="28"/>
          <w:szCs w:val="28"/>
        </w:rPr>
      </w:pPr>
    </w:p>
    <w:p w:rsidR="00247755" w:rsidRDefault="00247755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247755" w:rsidRDefault="00247755" w:rsidP="005A0A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ФОСК «Виктория»</w:t>
      </w:r>
    </w:p>
    <w:p w:rsidR="00247755" w:rsidRDefault="00247755" w:rsidP="005A0A67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47755" w:rsidRDefault="00247755" w:rsidP="005A0A67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А.Н.Бойко    </w:t>
      </w:r>
    </w:p>
    <w:p w:rsidR="00247755" w:rsidRDefault="00247755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</w:p>
    <w:p w:rsidR="00247755" w:rsidRDefault="00247755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</w:p>
    <w:p w:rsidR="00247755" w:rsidRPr="00481C03" w:rsidRDefault="00247755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</w:p>
    <w:p w:rsidR="00247755" w:rsidRDefault="00247755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247755" w:rsidRDefault="00247755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247755" w:rsidRDefault="00247755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  Л.В. Кубрак</w:t>
      </w:r>
    </w:p>
    <w:p w:rsidR="00247755" w:rsidRPr="00CF6306" w:rsidRDefault="00247755" w:rsidP="00B45B21">
      <w:pPr>
        <w:pStyle w:val="BodyText"/>
        <w:spacing w:after="0"/>
        <w:ind w:right="-142"/>
        <w:jc w:val="both"/>
      </w:pPr>
    </w:p>
    <w:sectPr w:rsidR="00247755" w:rsidRPr="00CF6306" w:rsidSect="008C236C">
      <w:headerReference w:type="default" r:id="rId7"/>
      <w:pgSz w:w="16840" w:h="11907" w:orient="landscape" w:code="9"/>
      <w:pgMar w:top="899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755" w:rsidRDefault="00247755">
      <w:r>
        <w:separator/>
      </w:r>
    </w:p>
  </w:endnote>
  <w:endnote w:type="continuationSeparator" w:id="0">
    <w:p w:rsidR="00247755" w:rsidRDefault="00247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755" w:rsidRDefault="00247755">
      <w:r>
        <w:separator/>
      </w:r>
    </w:p>
  </w:footnote>
  <w:footnote w:type="continuationSeparator" w:id="0">
    <w:p w:rsidR="00247755" w:rsidRDefault="00247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55" w:rsidRDefault="0024775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47755" w:rsidRDefault="002477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A0D"/>
    <w:rsid w:val="00025196"/>
    <w:rsid w:val="0003015C"/>
    <w:rsid w:val="00037020"/>
    <w:rsid w:val="000371B5"/>
    <w:rsid w:val="00043F79"/>
    <w:rsid w:val="00052B35"/>
    <w:rsid w:val="00054B0F"/>
    <w:rsid w:val="00062DA8"/>
    <w:rsid w:val="0006685C"/>
    <w:rsid w:val="0007280A"/>
    <w:rsid w:val="00083DC5"/>
    <w:rsid w:val="00091270"/>
    <w:rsid w:val="0009408B"/>
    <w:rsid w:val="000A2DCB"/>
    <w:rsid w:val="000A7A6A"/>
    <w:rsid w:val="000B7AF7"/>
    <w:rsid w:val="000B7C2A"/>
    <w:rsid w:val="000C13B0"/>
    <w:rsid w:val="000C7146"/>
    <w:rsid w:val="000C7BDD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5A0B"/>
    <w:rsid w:val="00153A40"/>
    <w:rsid w:val="001560B5"/>
    <w:rsid w:val="0016276F"/>
    <w:rsid w:val="0016337A"/>
    <w:rsid w:val="00166536"/>
    <w:rsid w:val="001710EE"/>
    <w:rsid w:val="00175306"/>
    <w:rsid w:val="001822E9"/>
    <w:rsid w:val="00182E9C"/>
    <w:rsid w:val="0018401A"/>
    <w:rsid w:val="00191C88"/>
    <w:rsid w:val="00196771"/>
    <w:rsid w:val="001A59FE"/>
    <w:rsid w:val="001A5FD8"/>
    <w:rsid w:val="001A603E"/>
    <w:rsid w:val="001B2A43"/>
    <w:rsid w:val="001C2C86"/>
    <w:rsid w:val="001C391E"/>
    <w:rsid w:val="001E134E"/>
    <w:rsid w:val="001E64CF"/>
    <w:rsid w:val="001F130E"/>
    <w:rsid w:val="00203C49"/>
    <w:rsid w:val="00207A02"/>
    <w:rsid w:val="002228F1"/>
    <w:rsid w:val="00222F09"/>
    <w:rsid w:val="00225357"/>
    <w:rsid w:val="00226246"/>
    <w:rsid w:val="00241AD2"/>
    <w:rsid w:val="002442F5"/>
    <w:rsid w:val="002470D0"/>
    <w:rsid w:val="00247755"/>
    <w:rsid w:val="002544A3"/>
    <w:rsid w:val="002569A3"/>
    <w:rsid w:val="002613D3"/>
    <w:rsid w:val="0026597B"/>
    <w:rsid w:val="00270666"/>
    <w:rsid w:val="0028262A"/>
    <w:rsid w:val="002939C8"/>
    <w:rsid w:val="00297D56"/>
    <w:rsid w:val="002B6DF5"/>
    <w:rsid w:val="002C7281"/>
    <w:rsid w:val="002C7FF8"/>
    <w:rsid w:val="002D7464"/>
    <w:rsid w:val="002E030A"/>
    <w:rsid w:val="002E26F0"/>
    <w:rsid w:val="002E589A"/>
    <w:rsid w:val="00300ABA"/>
    <w:rsid w:val="0030427E"/>
    <w:rsid w:val="00322586"/>
    <w:rsid w:val="00323551"/>
    <w:rsid w:val="00335C04"/>
    <w:rsid w:val="00335FBF"/>
    <w:rsid w:val="00340E68"/>
    <w:rsid w:val="00341333"/>
    <w:rsid w:val="00347146"/>
    <w:rsid w:val="00361CAD"/>
    <w:rsid w:val="00365218"/>
    <w:rsid w:val="003655F4"/>
    <w:rsid w:val="00371025"/>
    <w:rsid w:val="00371319"/>
    <w:rsid w:val="003832F3"/>
    <w:rsid w:val="00383C66"/>
    <w:rsid w:val="00387BE9"/>
    <w:rsid w:val="0039254F"/>
    <w:rsid w:val="00395979"/>
    <w:rsid w:val="003A52F7"/>
    <w:rsid w:val="003B10BA"/>
    <w:rsid w:val="003B3C34"/>
    <w:rsid w:val="003C6883"/>
    <w:rsid w:val="003D076F"/>
    <w:rsid w:val="003D7EFE"/>
    <w:rsid w:val="003E661A"/>
    <w:rsid w:val="00402439"/>
    <w:rsid w:val="004056A1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E44"/>
    <w:rsid w:val="004A1139"/>
    <w:rsid w:val="004B2BE8"/>
    <w:rsid w:val="004B793A"/>
    <w:rsid w:val="004B7E51"/>
    <w:rsid w:val="004C1660"/>
    <w:rsid w:val="004D3ECC"/>
    <w:rsid w:val="004D4870"/>
    <w:rsid w:val="004F5CD8"/>
    <w:rsid w:val="004F68E2"/>
    <w:rsid w:val="00514CFD"/>
    <w:rsid w:val="00525A13"/>
    <w:rsid w:val="00534816"/>
    <w:rsid w:val="00545138"/>
    <w:rsid w:val="005469F5"/>
    <w:rsid w:val="00547E65"/>
    <w:rsid w:val="005556F2"/>
    <w:rsid w:val="00561E7E"/>
    <w:rsid w:val="00566848"/>
    <w:rsid w:val="0056739C"/>
    <w:rsid w:val="00571B3C"/>
    <w:rsid w:val="0057575A"/>
    <w:rsid w:val="00594020"/>
    <w:rsid w:val="005A0A67"/>
    <w:rsid w:val="005A29BE"/>
    <w:rsid w:val="005A2ECD"/>
    <w:rsid w:val="005C4C6D"/>
    <w:rsid w:val="005D0C53"/>
    <w:rsid w:val="005D70B2"/>
    <w:rsid w:val="005D7565"/>
    <w:rsid w:val="005E37F3"/>
    <w:rsid w:val="005F018E"/>
    <w:rsid w:val="00605ECE"/>
    <w:rsid w:val="0062058C"/>
    <w:rsid w:val="006229DA"/>
    <w:rsid w:val="00624DB5"/>
    <w:rsid w:val="006323B1"/>
    <w:rsid w:val="00635BC1"/>
    <w:rsid w:val="00644346"/>
    <w:rsid w:val="006455A5"/>
    <w:rsid w:val="00654BFA"/>
    <w:rsid w:val="00656CCF"/>
    <w:rsid w:val="00662F6C"/>
    <w:rsid w:val="006637A3"/>
    <w:rsid w:val="00665D47"/>
    <w:rsid w:val="00677AB3"/>
    <w:rsid w:val="00690CE4"/>
    <w:rsid w:val="006A6A74"/>
    <w:rsid w:val="006B6B60"/>
    <w:rsid w:val="006F4919"/>
    <w:rsid w:val="006F5A4F"/>
    <w:rsid w:val="007020E4"/>
    <w:rsid w:val="00703C6F"/>
    <w:rsid w:val="00705888"/>
    <w:rsid w:val="007164A6"/>
    <w:rsid w:val="0071689D"/>
    <w:rsid w:val="007208D5"/>
    <w:rsid w:val="00721400"/>
    <w:rsid w:val="00730A24"/>
    <w:rsid w:val="00735685"/>
    <w:rsid w:val="00741071"/>
    <w:rsid w:val="007509B6"/>
    <w:rsid w:val="00763CFC"/>
    <w:rsid w:val="00770C4A"/>
    <w:rsid w:val="00791DE4"/>
    <w:rsid w:val="007A6384"/>
    <w:rsid w:val="007B34C4"/>
    <w:rsid w:val="007C3B8D"/>
    <w:rsid w:val="007D0E60"/>
    <w:rsid w:val="007D4C06"/>
    <w:rsid w:val="007D5177"/>
    <w:rsid w:val="007E6CEA"/>
    <w:rsid w:val="007E71B6"/>
    <w:rsid w:val="007F3398"/>
    <w:rsid w:val="008141E6"/>
    <w:rsid w:val="00820110"/>
    <w:rsid w:val="00822C22"/>
    <w:rsid w:val="00823B78"/>
    <w:rsid w:val="00824BC1"/>
    <w:rsid w:val="00830C34"/>
    <w:rsid w:val="008325A4"/>
    <w:rsid w:val="00837C73"/>
    <w:rsid w:val="00840DA6"/>
    <w:rsid w:val="00850011"/>
    <w:rsid w:val="008509ED"/>
    <w:rsid w:val="0085437C"/>
    <w:rsid w:val="008575A6"/>
    <w:rsid w:val="00860322"/>
    <w:rsid w:val="008766B9"/>
    <w:rsid w:val="008964CE"/>
    <w:rsid w:val="00897D68"/>
    <w:rsid w:val="008A04C5"/>
    <w:rsid w:val="008A308E"/>
    <w:rsid w:val="008A7A3B"/>
    <w:rsid w:val="008B0D1D"/>
    <w:rsid w:val="008C198F"/>
    <w:rsid w:val="008C236C"/>
    <w:rsid w:val="008C3E9B"/>
    <w:rsid w:val="008D4716"/>
    <w:rsid w:val="008F1FBE"/>
    <w:rsid w:val="008F3336"/>
    <w:rsid w:val="008F523A"/>
    <w:rsid w:val="00911E08"/>
    <w:rsid w:val="00915096"/>
    <w:rsid w:val="009156D9"/>
    <w:rsid w:val="00917482"/>
    <w:rsid w:val="00923DA8"/>
    <w:rsid w:val="00924534"/>
    <w:rsid w:val="00926A44"/>
    <w:rsid w:val="0094354E"/>
    <w:rsid w:val="00944018"/>
    <w:rsid w:val="00944798"/>
    <w:rsid w:val="009561E5"/>
    <w:rsid w:val="00956BF9"/>
    <w:rsid w:val="00957A20"/>
    <w:rsid w:val="00974A9B"/>
    <w:rsid w:val="00983138"/>
    <w:rsid w:val="009860E4"/>
    <w:rsid w:val="009879A6"/>
    <w:rsid w:val="00987B0F"/>
    <w:rsid w:val="009A0015"/>
    <w:rsid w:val="009A07D8"/>
    <w:rsid w:val="009D4504"/>
    <w:rsid w:val="009D6288"/>
    <w:rsid w:val="009D67EC"/>
    <w:rsid w:val="009D7D7F"/>
    <w:rsid w:val="009E5C7E"/>
    <w:rsid w:val="009E657C"/>
    <w:rsid w:val="009F6FCF"/>
    <w:rsid w:val="009F7276"/>
    <w:rsid w:val="00A0097D"/>
    <w:rsid w:val="00A0421C"/>
    <w:rsid w:val="00A10969"/>
    <w:rsid w:val="00A1421A"/>
    <w:rsid w:val="00A1695C"/>
    <w:rsid w:val="00A23C33"/>
    <w:rsid w:val="00A36A1F"/>
    <w:rsid w:val="00A3740B"/>
    <w:rsid w:val="00A560EB"/>
    <w:rsid w:val="00A65613"/>
    <w:rsid w:val="00A6635E"/>
    <w:rsid w:val="00A6676F"/>
    <w:rsid w:val="00A83FE2"/>
    <w:rsid w:val="00A874EA"/>
    <w:rsid w:val="00A87F29"/>
    <w:rsid w:val="00A87FA6"/>
    <w:rsid w:val="00A929A5"/>
    <w:rsid w:val="00AA0281"/>
    <w:rsid w:val="00AC45ED"/>
    <w:rsid w:val="00AC6B7D"/>
    <w:rsid w:val="00AD20F6"/>
    <w:rsid w:val="00AD3B9F"/>
    <w:rsid w:val="00AD6AD3"/>
    <w:rsid w:val="00AD6DE3"/>
    <w:rsid w:val="00AE5DDF"/>
    <w:rsid w:val="00AE629E"/>
    <w:rsid w:val="00AF10A3"/>
    <w:rsid w:val="00AF1D20"/>
    <w:rsid w:val="00AF4512"/>
    <w:rsid w:val="00B040F7"/>
    <w:rsid w:val="00B06BE3"/>
    <w:rsid w:val="00B11BB8"/>
    <w:rsid w:val="00B276DE"/>
    <w:rsid w:val="00B45B21"/>
    <w:rsid w:val="00B50006"/>
    <w:rsid w:val="00B54883"/>
    <w:rsid w:val="00B65CCC"/>
    <w:rsid w:val="00B65F81"/>
    <w:rsid w:val="00B6664D"/>
    <w:rsid w:val="00B73C78"/>
    <w:rsid w:val="00B73D0F"/>
    <w:rsid w:val="00B754AF"/>
    <w:rsid w:val="00B76DE8"/>
    <w:rsid w:val="00B8732B"/>
    <w:rsid w:val="00B91C4A"/>
    <w:rsid w:val="00B950CE"/>
    <w:rsid w:val="00BA1346"/>
    <w:rsid w:val="00BB7DB1"/>
    <w:rsid w:val="00BC2657"/>
    <w:rsid w:val="00BC3401"/>
    <w:rsid w:val="00BC5885"/>
    <w:rsid w:val="00BC7C8F"/>
    <w:rsid w:val="00BD33EA"/>
    <w:rsid w:val="00C0452F"/>
    <w:rsid w:val="00C07246"/>
    <w:rsid w:val="00C1017B"/>
    <w:rsid w:val="00C12D44"/>
    <w:rsid w:val="00C20654"/>
    <w:rsid w:val="00C30749"/>
    <w:rsid w:val="00C30BB7"/>
    <w:rsid w:val="00C3175E"/>
    <w:rsid w:val="00C34789"/>
    <w:rsid w:val="00C3522A"/>
    <w:rsid w:val="00C3705A"/>
    <w:rsid w:val="00C56030"/>
    <w:rsid w:val="00C602BF"/>
    <w:rsid w:val="00C623BB"/>
    <w:rsid w:val="00C72370"/>
    <w:rsid w:val="00C8736B"/>
    <w:rsid w:val="00CA4641"/>
    <w:rsid w:val="00CB0034"/>
    <w:rsid w:val="00CB21ED"/>
    <w:rsid w:val="00CB61F0"/>
    <w:rsid w:val="00CC1AC9"/>
    <w:rsid w:val="00CF45F3"/>
    <w:rsid w:val="00CF476E"/>
    <w:rsid w:val="00CF6306"/>
    <w:rsid w:val="00CF6FBF"/>
    <w:rsid w:val="00CF7D26"/>
    <w:rsid w:val="00D037A7"/>
    <w:rsid w:val="00D04D63"/>
    <w:rsid w:val="00D20D24"/>
    <w:rsid w:val="00D22CF8"/>
    <w:rsid w:val="00D24F55"/>
    <w:rsid w:val="00D33AD3"/>
    <w:rsid w:val="00D340A1"/>
    <w:rsid w:val="00D43877"/>
    <w:rsid w:val="00D52446"/>
    <w:rsid w:val="00D56070"/>
    <w:rsid w:val="00D61C1E"/>
    <w:rsid w:val="00D61D0D"/>
    <w:rsid w:val="00D64B68"/>
    <w:rsid w:val="00D745DB"/>
    <w:rsid w:val="00D77A53"/>
    <w:rsid w:val="00D77EA7"/>
    <w:rsid w:val="00D808E2"/>
    <w:rsid w:val="00D83EE2"/>
    <w:rsid w:val="00D86163"/>
    <w:rsid w:val="00D90BA4"/>
    <w:rsid w:val="00D91C0D"/>
    <w:rsid w:val="00D92FBD"/>
    <w:rsid w:val="00DA0A23"/>
    <w:rsid w:val="00DA1BED"/>
    <w:rsid w:val="00DA260A"/>
    <w:rsid w:val="00DC12AA"/>
    <w:rsid w:val="00DC2F82"/>
    <w:rsid w:val="00DC4CC5"/>
    <w:rsid w:val="00DC670B"/>
    <w:rsid w:val="00DE02F8"/>
    <w:rsid w:val="00DF4581"/>
    <w:rsid w:val="00E159BA"/>
    <w:rsid w:val="00E20703"/>
    <w:rsid w:val="00E208FD"/>
    <w:rsid w:val="00E21E90"/>
    <w:rsid w:val="00E26412"/>
    <w:rsid w:val="00E42B3E"/>
    <w:rsid w:val="00E43EB1"/>
    <w:rsid w:val="00E50E33"/>
    <w:rsid w:val="00E600BB"/>
    <w:rsid w:val="00E604CF"/>
    <w:rsid w:val="00E644ED"/>
    <w:rsid w:val="00E657B8"/>
    <w:rsid w:val="00E67F1A"/>
    <w:rsid w:val="00E76568"/>
    <w:rsid w:val="00E77F78"/>
    <w:rsid w:val="00E825B9"/>
    <w:rsid w:val="00E82D20"/>
    <w:rsid w:val="00E86F36"/>
    <w:rsid w:val="00E87CC5"/>
    <w:rsid w:val="00E9156E"/>
    <w:rsid w:val="00E91F45"/>
    <w:rsid w:val="00E96F6A"/>
    <w:rsid w:val="00E97E49"/>
    <w:rsid w:val="00EA1CC0"/>
    <w:rsid w:val="00EA7C72"/>
    <w:rsid w:val="00EB6E2D"/>
    <w:rsid w:val="00EC3760"/>
    <w:rsid w:val="00ED744E"/>
    <w:rsid w:val="00EE29D9"/>
    <w:rsid w:val="00EE372C"/>
    <w:rsid w:val="00EE5030"/>
    <w:rsid w:val="00EF5882"/>
    <w:rsid w:val="00EF60EA"/>
    <w:rsid w:val="00F062A2"/>
    <w:rsid w:val="00F117D0"/>
    <w:rsid w:val="00F2166C"/>
    <w:rsid w:val="00F2247D"/>
    <w:rsid w:val="00F374C5"/>
    <w:rsid w:val="00F4148A"/>
    <w:rsid w:val="00F73017"/>
    <w:rsid w:val="00F82152"/>
    <w:rsid w:val="00F85EEB"/>
    <w:rsid w:val="00F86102"/>
    <w:rsid w:val="00F92A9F"/>
    <w:rsid w:val="00F971B5"/>
    <w:rsid w:val="00FA18FF"/>
    <w:rsid w:val="00FA62FA"/>
    <w:rsid w:val="00FA6A7A"/>
    <w:rsid w:val="00FB197C"/>
    <w:rsid w:val="00FD3663"/>
    <w:rsid w:val="00FD43E8"/>
    <w:rsid w:val="00FD7228"/>
    <w:rsid w:val="00FD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2">
    <w:name w:val="Знак2"/>
    <w:basedOn w:val="Normal"/>
    <w:uiPriority w:val="99"/>
    <w:rsid w:val="001C2C8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84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84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4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84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203</TotalTime>
  <Pages>3</Pages>
  <Words>554</Words>
  <Characters>3159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62</cp:revision>
  <cp:lastPrinted>2014-12-12T09:08:00Z</cp:lastPrinted>
  <dcterms:created xsi:type="dcterms:W3CDTF">2014-11-12T06:48:00Z</dcterms:created>
  <dcterms:modified xsi:type="dcterms:W3CDTF">2019-01-21T06:52:00Z</dcterms:modified>
</cp:coreProperties>
</file>