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5E9" w:rsidRPr="00A51F58" w:rsidRDefault="00D075E9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075E9" w:rsidRPr="00A51F58" w:rsidRDefault="00D075E9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D075E9" w:rsidRDefault="00D075E9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</w:p>
    <w:p w:rsidR="00D075E9" w:rsidRDefault="00D075E9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«Выдача разрешений на вступление в брак лицам, достигшим возраста  </w:t>
      </w:r>
    </w:p>
    <w:p w:rsidR="00D075E9" w:rsidRDefault="00D075E9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шестнадцати лет»</w:t>
      </w:r>
    </w:p>
    <w:p w:rsidR="00D075E9" w:rsidRPr="00A51F58" w:rsidRDefault="00D075E9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D075E9" w:rsidRDefault="00D075E9" w:rsidP="000236BE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Старотитаровского сельского поселения Темрюкского района А.Г.Титаренко</w:t>
      </w:r>
    </w:p>
    <w:p w:rsidR="00D075E9" w:rsidRDefault="00D075E9" w:rsidP="000236BE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 xml:space="preserve">Ивановой </w:t>
      </w:r>
      <w:r>
        <w:rPr>
          <w:rFonts w:ascii="Times New Roman" w:hAnsi="Times New Roman" w:cs="Times New Roman"/>
          <w:i/>
          <w:iCs/>
          <w:sz w:val="28"/>
          <w:szCs w:val="28"/>
        </w:rPr>
        <w:t>Александры Валерьевны,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,</w:t>
      </w:r>
    </w:p>
    <w:p w:rsidR="00D075E9" w:rsidRPr="00C10D19" w:rsidRDefault="00D075E9" w:rsidP="000236BE">
      <w:pPr>
        <w:pStyle w:val="NoSpacing"/>
        <w:ind w:left="4956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прож. по адресу: 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Темрюкский район, с</w:t>
      </w:r>
      <w:r>
        <w:rPr>
          <w:rFonts w:ascii="Times New Roman" w:hAnsi="Times New Roman" w:cs="Times New Roman"/>
          <w:i/>
          <w:iCs/>
          <w:sz w:val="28"/>
          <w:szCs w:val="28"/>
        </w:rPr>
        <w:t>т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. С</w:t>
      </w:r>
      <w:r>
        <w:rPr>
          <w:rFonts w:ascii="Times New Roman" w:hAnsi="Times New Roman" w:cs="Times New Roman"/>
          <w:i/>
          <w:iCs/>
          <w:sz w:val="28"/>
          <w:szCs w:val="28"/>
        </w:rPr>
        <w:t>таротитаровская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, ул.</w:t>
      </w:r>
      <w:r>
        <w:rPr>
          <w:rFonts w:ascii="Times New Roman" w:hAnsi="Times New Roman" w:cs="Times New Roman"/>
          <w:i/>
          <w:iCs/>
          <w:sz w:val="28"/>
          <w:szCs w:val="28"/>
        </w:rPr>
        <w:t>Ленина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, д.</w:t>
      </w:r>
      <w:r>
        <w:rPr>
          <w:rFonts w:ascii="Times New Roman" w:hAnsi="Times New Roman" w:cs="Times New Roman"/>
          <w:i/>
          <w:iCs/>
          <w:sz w:val="28"/>
          <w:szCs w:val="28"/>
        </w:rPr>
        <w:t>ХХ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, кв.</w:t>
      </w:r>
      <w:r>
        <w:rPr>
          <w:rFonts w:ascii="Times New Roman" w:hAnsi="Times New Roman" w:cs="Times New Roman"/>
          <w:i/>
          <w:iCs/>
          <w:sz w:val="28"/>
          <w:szCs w:val="28"/>
        </w:rPr>
        <w:t>Х</w:t>
      </w:r>
    </w:p>
    <w:p w:rsidR="00D075E9" w:rsidRDefault="00D075E9" w:rsidP="000236BE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 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8 918</w:t>
      </w:r>
      <w:r>
        <w:rPr>
          <w:rFonts w:ascii="Times New Roman" w:hAnsi="Times New Roman" w:cs="Times New Roman"/>
          <w:i/>
          <w:iCs/>
          <w:sz w:val="28"/>
          <w:szCs w:val="28"/>
        </w:rPr>
        <w:t> 555 55 55</w:t>
      </w:r>
    </w:p>
    <w:p w:rsidR="00D075E9" w:rsidRDefault="00D075E9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075E9" w:rsidRDefault="00D075E9" w:rsidP="000236BE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D075E9" w:rsidRDefault="00D075E9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075E9" w:rsidRPr="00C10D19" w:rsidRDefault="00D075E9" w:rsidP="000236BE">
      <w:pPr>
        <w:pStyle w:val="NoSpacing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Прошу Вас дать разрешение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на вступление в брак с Петровым Николаем Алексеевичем, 20 октября 1991 года рождения, в связи с тем, что мы находимся в фактически брачных отношениях и ожидаем рождение ребенка. </w:t>
      </w:r>
    </w:p>
    <w:p w:rsidR="00D075E9" w:rsidRDefault="00D075E9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075E9" w:rsidRDefault="00D075E9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075E9" w:rsidRDefault="00D075E9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075E9" w:rsidRDefault="00D075E9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075E9" w:rsidRDefault="00D075E9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075E9" w:rsidRDefault="00D075E9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18 » января 2018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____________    </w:t>
      </w:r>
      <w:r>
        <w:rPr>
          <w:rFonts w:ascii="Times New Roman" w:hAnsi="Times New Roman" w:cs="Times New Roman"/>
          <w:i/>
          <w:iCs/>
          <w:sz w:val="28"/>
          <w:szCs w:val="28"/>
        </w:rPr>
        <w:t>А.В.</w:t>
      </w:r>
      <w:r w:rsidRPr="00C10D19">
        <w:rPr>
          <w:rFonts w:ascii="Times New Roman" w:hAnsi="Times New Roman" w:cs="Times New Roman"/>
          <w:i/>
          <w:iCs/>
          <w:sz w:val="28"/>
          <w:szCs w:val="28"/>
        </w:rPr>
        <w:t>Иванова</w:t>
      </w:r>
    </w:p>
    <w:p w:rsidR="00D075E9" w:rsidRDefault="00D075E9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подпись              расшифровка</w:t>
      </w:r>
    </w:p>
    <w:p w:rsidR="00D075E9" w:rsidRDefault="00D075E9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075E9" w:rsidRDefault="00D075E9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075E9" w:rsidRDefault="00D075E9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075E9" w:rsidRDefault="00D075E9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075E9" w:rsidRDefault="00D075E9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075E9" w:rsidRDefault="00D075E9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075E9" w:rsidRPr="00670476" w:rsidRDefault="00D075E9" w:rsidP="000236BE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075E9" w:rsidRPr="00434107" w:rsidRDefault="00D075E9" w:rsidP="000236BE">
      <w:pPr>
        <w:pStyle w:val="NoSpacing"/>
        <w:rPr>
          <w:rFonts w:ascii="Times New Roman" w:hAnsi="Times New Roman" w:cs="Times New Roman"/>
          <w:i/>
          <w:iCs/>
          <w:sz w:val="28"/>
          <w:szCs w:val="28"/>
        </w:rPr>
      </w:pPr>
      <w:r w:rsidRPr="00434107">
        <w:rPr>
          <w:rFonts w:ascii="Times New Roman" w:hAnsi="Times New Roman" w:cs="Times New Roman"/>
          <w:i/>
          <w:iCs/>
          <w:sz w:val="28"/>
          <w:szCs w:val="28"/>
        </w:rPr>
        <w:t>___________________________________________________________________</w:t>
      </w:r>
    </w:p>
    <w:p w:rsidR="00D075E9" w:rsidRPr="00670476" w:rsidRDefault="00D075E9" w:rsidP="008F0D74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8F0D74">
        <w:rPr>
          <w:rFonts w:ascii="Times New Roman" w:hAnsi="Times New Roman" w:cs="Times New Roman"/>
          <w:sz w:val="28"/>
          <w:szCs w:val="28"/>
        </w:rPr>
        <w:t>Заявление гр.________________________ написано собственноручно в присут-ствии специалиста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Общего отдела администрации Старотитаровского сельского поселения Темрюкского района ___________________________</w:t>
      </w:r>
    </w:p>
    <w:p w:rsidR="00D075E9" w:rsidRDefault="00D075E9" w:rsidP="008F0D74"/>
    <w:p w:rsidR="00D075E9" w:rsidRDefault="00D075E9" w:rsidP="008F0D74"/>
    <w:p w:rsidR="00D075E9" w:rsidRDefault="00D075E9" w:rsidP="008F0D74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Старотитаровского сельского </w:t>
      </w:r>
    </w:p>
    <w:p w:rsidR="00D075E9" w:rsidRDefault="00D075E9" w:rsidP="008F0D74">
      <w:pPr>
        <w:pStyle w:val="NoSpacing"/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  А.Г.Титаренко</w:t>
      </w:r>
    </w:p>
    <w:p w:rsidR="00D075E9" w:rsidRDefault="00D075E9" w:rsidP="008F0D74">
      <w:pPr>
        <w:pStyle w:val="NoSpacing"/>
      </w:pPr>
    </w:p>
    <w:sectPr w:rsidR="00D075E9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F58"/>
    <w:rsid w:val="000236BE"/>
    <w:rsid w:val="000B5C51"/>
    <w:rsid w:val="000E45C2"/>
    <w:rsid w:val="001B7D1E"/>
    <w:rsid w:val="0020527C"/>
    <w:rsid w:val="002278B2"/>
    <w:rsid w:val="00244957"/>
    <w:rsid w:val="00257CBB"/>
    <w:rsid w:val="00284AD5"/>
    <w:rsid w:val="0031024A"/>
    <w:rsid w:val="003513F6"/>
    <w:rsid w:val="003861EE"/>
    <w:rsid w:val="003E6E81"/>
    <w:rsid w:val="0043287A"/>
    <w:rsid w:val="00434107"/>
    <w:rsid w:val="004F3D9B"/>
    <w:rsid w:val="004F3E4B"/>
    <w:rsid w:val="00525820"/>
    <w:rsid w:val="00633C98"/>
    <w:rsid w:val="00670476"/>
    <w:rsid w:val="00677942"/>
    <w:rsid w:val="00831FE6"/>
    <w:rsid w:val="008F0D74"/>
    <w:rsid w:val="009135CB"/>
    <w:rsid w:val="00973586"/>
    <w:rsid w:val="00991845"/>
    <w:rsid w:val="009B0F0A"/>
    <w:rsid w:val="009C2D9B"/>
    <w:rsid w:val="00A265C5"/>
    <w:rsid w:val="00A51F58"/>
    <w:rsid w:val="00AB06D7"/>
    <w:rsid w:val="00B11C26"/>
    <w:rsid w:val="00B3347E"/>
    <w:rsid w:val="00B678FD"/>
    <w:rsid w:val="00C10D19"/>
    <w:rsid w:val="00C529F7"/>
    <w:rsid w:val="00D075E9"/>
    <w:rsid w:val="00D1313F"/>
    <w:rsid w:val="00E86C7D"/>
    <w:rsid w:val="00EB6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58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51F58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06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176</Words>
  <Characters>1007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Общий отдел</cp:lastModifiedBy>
  <cp:revision>17</cp:revision>
  <cp:lastPrinted>2019-06-07T06:25:00Z</cp:lastPrinted>
  <dcterms:created xsi:type="dcterms:W3CDTF">2011-05-31T12:55:00Z</dcterms:created>
  <dcterms:modified xsi:type="dcterms:W3CDTF">2019-06-07T06:27:00Z</dcterms:modified>
</cp:coreProperties>
</file>