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DC" w:rsidRPr="00AC7294" w:rsidRDefault="00B321DC" w:rsidP="00AC7294">
      <w:pPr>
        <w:ind w:firstLine="4678"/>
        <w:jc w:val="right"/>
        <w:rPr>
          <w:rFonts w:ascii="Times New Roman" w:hAnsi="Times New Roman"/>
          <w:sz w:val="28"/>
          <w:szCs w:val="28"/>
        </w:rPr>
      </w:pPr>
      <w:bookmarkStart w:id="0" w:name="sub_100"/>
      <w:r w:rsidRPr="00AC7294">
        <w:rPr>
          <w:rFonts w:ascii="Times New Roman" w:hAnsi="Times New Roman"/>
          <w:bCs/>
          <w:sz w:val="28"/>
          <w:szCs w:val="28"/>
        </w:rPr>
        <w:t>Приложение</w:t>
      </w:r>
      <w:bookmarkEnd w:id="0"/>
      <w:r w:rsidRPr="00AC7294">
        <w:rPr>
          <w:rFonts w:ascii="Times New Roman" w:hAnsi="Times New Roman"/>
          <w:bCs/>
          <w:sz w:val="28"/>
          <w:szCs w:val="28"/>
        </w:rPr>
        <w:t xml:space="preserve"> </w:t>
      </w:r>
    </w:p>
    <w:p w:rsidR="00B321DC" w:rsidRPr="00AC7294" w:rsidRDefault="00B321DC" w:rsidP="00AC7294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C7294">
        <w:rPr>
          <w:rFonts w:ascii="Times New Roman" w:hAnsi="Times New Roman"/>
          <w:sz w:val="28"/>
          <w:szCs w:val="28"/>
        </w:rPr>
        <w:t xml:space="preserve">к </w:t>
      </w:r>
      <w:hyperlink w:anchor="sub_0" w:history="1">
        <w:r w:rsidRPr="00AC7294">
          <w:rPr>
            <w:rFonts w:ascii="Times New Roman" w:hAnsi="Times New Roman"/>
            <w:bCs/>
            <w:sz w:val="28"/>
            <w:szCs w:val="28"/>
          </w:rPr>
          <w:t>постановлени</w:t>
        </w:r>
      </w:hyperlink>
      <w:r w:rsidRPr="00AC7294">
        <w:rPr>
          <w:rFonts w:ascii="Times New Roman" w:hAnsi="Times New Roman"/>
          <w:sz w:val="28"/>
          <w:szCs w:val="28"/>
        </w:rPr>
        <w:t>ю</w:t>
      </w:r>
      <w:r w:rsidRPr="00AC7294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B321DC" w:rsidRPr="00AC7294" w:rsidRDefault="00B321DC" w:rsidP="00AC7294">
      <w:pPr>
        <w:tabs>
          <w:tab w:val="left" w:pos="5040"/>
          <w:tab w:val="left" w:pos="5220"/>
          <w:tab w:val="left" w:pos="5580"/>
        </w:tabs>
        <w:ind w:firstLine="4140"/>
        <w:jc w:val="right"/>
        <w:rPr>
          <w:rFonts w:ascii="Times New Roman" w:hAnsi="Times New Roman"/>
          <w:bCs/>
          <w:sz w:val="28"/>
          <w:szCs w:val="28"/>
        </w:rPr>
      </w:pPr>
      <w:r w:rsidRPr="00AC7294">
        <w:rPr>
          <w:rFonts w:ascii="Times New Roman" w:hAnsi="Times New Roman"/>
          <w:bCs/>
          <w:sz w:val="28"/>
          <w:szCs w:val="28"/>
        </w:rPr>
        <w:t>Старотитаровского сельского поселения</w:t>
      </w:r>
    </w:p>
    <w:p w:rsidR="00B321DC" w:rsidRPr="00AC7294" w:rsidRDefault="00B321DC" w:rsidP="00AC7294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C7294">
        <w:rPr>
          <w:rFonts w:ascii="Times New Roman" w:hAnsi="Times New Roman"/>
          <w:bCs/>
          <w:sz w:val="28"/>
          <w:szCs w:val="28"/>
        </w:rPr>
        <w:t>Темрюкского  района</w:t>
      </w:r>
    </w:p>
    <w:p w:rsidR="00B321DC" w:rsidRPr="00AC7294" w:rsidRDefault="00B321DC" w:rsidP="00AC7294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AC7294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18.01.2019 г. </w:t>
      </w:r>
      <w:r w:rsidRPr="00AC7294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12</w:t>
      </w:r>
    </w:p>
    <w:p w:rsidR="00B321DC" w:rsidRDefault="00B321DC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321DC" w:rsidRPr="00BB7DB1" w:rsidRDefault="00B321DC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B321DC" w:rsidRPr="00B73C78" w:rsidRDefault="00B321DC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1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B321DC" w:rsidRDefault="00B321DC" w:rsidP="00F971B5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B321DC" w:rsidRDefault="00B321DC" w:rsidP="00F971B5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B321DC" w:rsidRDefault="00B321DC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B321DC" w:rsidRPr="00F971B5" w:rsidRDefault="00B321DC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B321DC" w:rsidRPr="00F971B5" w:rsidRDefault="00B321DC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B321DC" w:rsidRPr="00B73C78" w:rsidRDefault="00B321DC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B321DC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B321DC" w:rsidRPr="00F971B5" w:rsidRDefault="00B321DC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B321DC" w:rsidRPr="00043F79" w:rsidRDefault="00B321DC" w:rsidP="00043F79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2018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B321DC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21DC" w:rsidRDefault="00B321DC" w:rsidP="00CF476E">
            <w:pPr>
              <w:pStyle w:val="a3"/>
            </w:pPr>
          </w:p>
        </w:tc>
      </w:tr>
      <w:tr w:rsidR="00B321DC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1DC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B321DC" w:rsidRPr="003E661A" w:rsidRDefault="00B321DC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321DC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321DC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1DC" w:rsidRPr="00EE5501" w:rsidRDefault="00B321DC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EE5501">
              <w:rPr>
                <w:rFonts w:ascii="Times New Roman" w:hAnsi="Times New Roman"/>
                <w:color w:val="000000"/>
              </w:rPr>
              <w:t xml:space="preserve">создание условий для повышения эффективности бюджетных расходов и качества управления  муниципальными финансами в </w:t>
            </w:r>
            <w:r w:rsidRPr="00EE5501">
              <w:rPr>
                <w:rFonts w:ascii="Times New Roman" w:hAnsi="Times New Roman"/>
              </w:rPr>
              <w:t>Старотитаровского сельском поселении Темрюкского района</w:t>
            </w:r>
            <w:r w:rsidRPr="00EE5501">
              <w:rPr>
                <w:rFonts w:ascii="Times New Roman" w:hAnsi="Times New Roman"/>
                <w:color w:val="000000"/>
              </w:rPr>
              <w:t>, повышения качества финансового менеджмента в секторе муниципального  управления;</w:t>
            </w:r>
          </w:p>
          <w:p w:rsidR="00B321DC" w:rsidRPr="008A308E" w:rsidRDefault="00B321DC" w:rsidP="00EE5501">
            <w:pPr>
              <w:pStyle w:val="a3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-обеспечение сбалансированности  и устойчивости бюджета </w:t>
            </w:r>
            <w:r w:rsidRPr="00EE5501">
              <w:rPr>
                <w:rFonts w:ascii="Times New Roman" w:hAnsi="Times New Roman"/>
              </w:rPr>
              <w:t>Старотитаровского сельского поселения Темрюкского района</w:t>
            </w:r>
          </w:p>
        </w:tc>
      </w:tr>
      <w:tr w:rsidR="00B321DC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Default="00B321DC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B321DC" w:rsidRPr="002C7281" w:rsidRDefault="00B321DC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1DC" w:rsidRPr="00EE5501" w:rsidRDefault="00B321DC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EE5501">
              <w:rPr>
                <w:rFonts w:ascii="Times New Roman" w:hAnsi="Times New Roman"/>
              </w:rPr>
              <w:t xml:space="preserve">Старотитаровского </w:t>
            </w:r>
            <w:r w:rsidRPr="00EE5501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B321DC" w:rsidRPr="00EE5501" w:rsidRDefault="00B321DC" w:rsidP="00EE5501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</w:t>
            </w:r>
            <w:r>
              <w:rPr>
                <w:rFonts w:ascii="Times New Roman" w:hAnsi="Times New Roman"/>
                <w:color w:val="000000"/>
              </w:rPr>
              <w:t xml:space="preserve">ктики применения муниципальных </w:t>
            </w:r>
            <w:r w:rsidRPr="00EE5501">
              <w:rPr>
                <w:rFonts w:ascii="Times New Roman" w:hAnsi="Times New Roman"/>
                <w:color w:val="000000"/>
              </w:rPr>
              <w:t>заданий и финансовых нормативов</w:t>
            </w:r>
            <w:r w:rsidRPr="00EE5501">
              <w:rPr>
                <w:rFonts w:ascii="Times New Roman" w:hAnsi="Times New Roman"/>
              </w:rPr>
              <w:t>;</w:t>
            </w:r>
          </w:p>
          <w:p w:rsidR="00B321DC" w:rsidRPr="00EE5501" w:rsidRDefault="00B321DC" w:rsidP="00EE5501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</w:t>
            </w:r>
            <w:r w:rsidRPr="00EE5501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B321DC" w:rsidRPr="00EE5501" w:rsidRDefault="00B321DC" w:rsidP="00EE5501">
            <w:pPr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EE5501">
              <w:rPr>
                <w:rFonts w:ascii="Times New Roman" w:hAnsi="Times New Roman"/>
              </w:rPr>
              <w:t>;</w:t>
            </w:r>
          </w:p>
          <w:p w:rsidR="00B321DC" w:rsidRPr="00EE5501" w:rsidRDefault="00B321DC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</w:t>
            </w:r>
            <w:r w:rsidRPr="00EE5501">
              <w:rPr>
                <w:rFonts w:ascii="Times New Roman" w:hAnsi="Times New Roman"/>
              </w:rPr>
              <w:t xml:space="preserve">Старотитаровского </w:t>
            </w:r>
            <w:r w:rsidRPr="00EE5501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  <w:r w:rsidRPr="00EE5501">
              <w:rPr>
                <w:rFonts w:ascii="Times New Roman" w:hAnsi="Times New Roman"/>
              </w:rPr>
              <w:t>;</w:t>
            </w:r>
          </w:p>
          <w:p w:rsidR="00B321DC" w:rsidRPr="00EE5501" w:rsidRDefault="00B321DC" w:rsidP="00EE5501">
            <w:pPr>
              <w:pStyle w:val="Default"/>
              <w:ind w:right="-82"/>
              <w:jc w:val="both"/>
            </w:pPr>
            <w:r w:rsidRPr="00EE5501">
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</w:r>
          </w:p>
          <w:p w:rsidR="00B321DC" w:rsidRPr="008A308E" w:rsidRDefault="00B321DC" w:rsidP="00EE5501">
            <w:pPr>
              <w:pStyle w:val="Default"/>
              <w:ind w:right="-82"/>
              <w:jc w:val="both"/>
            </w:pPr>
          </w:p>
        </w:tc>
      </w:tr>
      <w:tr w:rsidR="00B321DC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B45B21" w:rsidRDefault="00B321DC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B45B21" w:rsidRDefault="00B321DC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B45B21" w:rsidRDefault="00B321D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6184,7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B45B21" w:rsidRDefault="00B321DC" w:rsidP="00DC48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6184,7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B45B21" w:rsidRDefault="00B321DC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1DC" w:rsidRPr="002442F5" w:rsidRDefault="00B321DC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321DC" w:rsidRPr="00C3522A" w:rsidTr="00F86102">
        <w:trPr>
          <w:gridAfter w:val="1"/>
          <w:wAfter w:w="430" w:type="dxa"/>
          <w:trHeight w:val="18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Default="00B321DC" w:rsidP="005B2AC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5469F5" w:rsidRDefault="00B321DC" w:rsidP="005B2AC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B45B21" w:rsidRDefault="00B321DC" w:rsidP="005B2AC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C3522A" w:rsidRDefault="00B321DC" w:rsidP="005B2AC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29,3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C3522A" w:rsidRDefault="00B321DC" w:rsidP="00A003D6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29,3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956BF9" w:rsidRDefault="00B321DC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Расходы на командировки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1DC" w:rsidRDefault="00B321DC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B321DC" w:rsidRPr="00C3522A" w:rsidRDefault="00B321DC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321DC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3E661A" w:rsidRDefault="00B321DC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C3522A" w:rsidRDefault="00B321DC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C3522A" w:rsidRDefault="00B321DC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C3522A" w:rsidRDefault="00B321DC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6 214,0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C3522A" w:rsidRDefault="00B321DC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6 214,0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DC" w:rsidRPr="00C3522A" w:rsidRDefault="00B321DC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1DC" w:rsidRPr="00C3522A" w:rsidRDefault="00B321DC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B321DC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321DC" w:rsidRPr="003E661A" w:rsidRDefault="00B321DC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21DC" w:rsidRDefault="00B321DC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321DC" w:rsidRDefault="00B321DC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B321DC" w:rsidRDefault="00B321DC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B321DC" w:rsidRPr="00AC7294" w:rsidRDefault="00B321DC" w:rsidP="00AC7294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 w:rsidRPr="00AC7294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Л.В. Кубрак</w:t>
      </w:r>
    </w:p>
    <w:sectPr w:rsidR="00B321DC" w:rsidRPr="00AC7294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1DC" w:rsidRDefault="00B321DC">
      <w:r>
        <w:separator/>
      </w:r>
    </w:p>
  </w:endnote>
  <w:endnote w:type="continuationSeparator" w:id="0">
    <w:p w:rsidR="00B321DC" w:rsidRDefault="00B32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1DC" w:rsidRDefault="00B321DC">
      <w:r>
        <w:separator/>
      </w:r>
    </w:p>
  </w:footnote>
  <w:footnote w:type="continuationSeparator" w:id="0">
    <w:p w:rsidR="00B321DC" w:rsidRDefault="00B321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1DC" w:rsidRDefault="00B321D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321DC" w:rsidRDefault="00B321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C6"/>
    <w:rsid w:val="00004817"/>
    <w:rsid w:val="00005102"/>
    <w:rsid w:val="00025196"/>
    <w:rsid w:val="0003015C"/>
    <w:rsid w:val="0003046E"/>
    <w:rsid w:val="00043F79"/>
    <w:rsid w:val="00052B35"/>
    <w:rsid w:val="00054838"/>
    <w:rsid w:val="00054B0F"/>
    <w:rsid w:val="0006685C"/>
    <w:rsid w:val="00083DC5"/>
    <w:rsid w:val="00091270"/>
    <w:rsid w:val="0009408B"/>
    <w:rsid w:val="000974D1"/>
    <w:rsid w:val="000A2DCB"/>
    <w:rsid w:val="000C13B0"/>
    <w:rsid w:val="000D3DCD"/>
    <w:rsid w:val="000D464E"/>
    <w:rsid w:val="000E625F"/>
    <w:rsid w:val="000E75E6"/>
    <w:rsid w:val="0010176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7BE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D6A63"/>
    <w:rsid w:val="001E134E"/>
    <w:rsid w:val="001E64CF"/>
    <w:rsid w:val="001F130E"/>
    <w:rsid w:val="00201A3A"/>
    <w:rsid w:val="0020221B"/>
    <w:rsid w:val="00207A02"/>
    <w:rsid w:val="002209E5"/>
    <w:rsid w:val="00222F09"/>
    <w:rsid w:val="00241AD2"/>
    <w:rsid w:val="002442F5"/>
    <w:rsid w:val="00246E75"/>
    <w:rsid w:val="002470D0"/>
    <w:rsid w:val="002569A3"/>
    <w:rsid w:val="002613D3"/>
    <w:rsid w:val="00296AFC"/>
    <w:rsid w:val="002A4723"/>
    <w:rsid w:val="002C7281"/>
    <w:rsid w:val="002D7464"/>
    <w:rsid w:val="002E26F0"/>
    <w:rsid w:val="002F5CAF"/>
    <w:rsid w:val="0030427E"/>
    <w:rsid w:val="00335FBF"/>
    <w:rsid w:val="00341333"/>
    <w:rsid w:val="00347146"/>
    <w:rsid w:val="00365218"/>
    <w:rsid w:val="00371319"/>
    <w:rsid w:val="003832F3"/>
    <w:rsid w:val="0038704D"/>
    <w:rsid w:val="00387BE9"/>
    <w:rsid w:val="0039254F"/>
    <w:rsid w:val="003D076F"/>
    <w:rsid w:val="003D5EDB"/>
    <w:rsid w:val="003D7EFE"/>
    <w:rsid w:val="003E661A"/>
    <w:rsid w:val="003F587D"/>
    <w:rsid w:val="00402439"/>
    <w:rsid w:val="004123BE"/>
    <w:rsid w:val="00434466"/>
    <w:rsid w:val="004432CD"/>
    <w:rsid w:val="00444385"/>
    <w:rsid w:val="004510A5"/>
    <w:rsid w:val="00463415"/>
    <w:rsid w:val="00466211"/>
    <w:rsid w:val="0046755D"/>
    <w:rsid w:val="004721A3"/>
    <w:rsid w:val="004725AA"/>
    <w:rsid w:val="004740A7"/>
    <w:rsid w:val="004B2BE8"/>
    <w:rsid w:val="004C1660"/>
    <w:rsid w:val="004C4DB5"/>
    <w:rsid w:val="004F5CD8"/>
    <w:rsid w:val="004F68E2"/>
    <w:rsid w:val="00514CFD"/>
    <w:rsid w:val="005239AE"/>
    <w:rsid w:val="00524E4F"/>
    <w:rsid w:val="00525A13"/>
    <w:rsid w:val="005469F5"/>
    <w:rsid w:val="00561E7E"/>
    <w:rsid w:val="00566848"/>
    <w:rsid w:val="0056739C"/>
    <w:rsid w:val="00571B3C"/>
    <w:rsid w:val="0057575A"/>
    <w:rsid w:val="00593ED9"/>
    <w:rsid w:val="00594020"/>
    <w:rsid w:val="00596B32"/>
    <w:rsid w:val="005A29BE"/>
    <w:rsid w:val="005B2AC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66C88"/>
    <w:rsid w:val="00677AB3"/>
    <w:rsid w:val="00693690"/>
    <w:rsid w:val="0069706A"/>
    <w:rsid w:val="006A3DD9"/>
    <w:rsid w:val="006F5A4F"/>
    <w:rsid w:val="007020E4"/>
    <w:rsid w:val="00703C6F"/>
    <w:rsid w:val="00705888"/>
    <w:rsid w:val="007146CF"/>
    <w:rsid w:val="00735685"/>
    <w:rsid w:val="007478EF"/>
    <w:rsid w:val="0075330B"/>
    <w:rsid w:val="00776411"/>
    <w:rsid w:val="0079166F"/>
    <w:rsid w:val="00791DE4"/>
    <w:rsid w:val="007A6384"/>
    <w:rsid w:val="007A6645"/>
    <w:rsid w:val="007B34C4"/>
    <w:rsid w:val="007C3B8D"/>
    <w:rsid w:val="007D2E1D"/>
    <w:rsid w:val="007F3398"/>
    <w:rsid w:val="008061D1"/>
    <w:rsid w:val="00820110"/>
    <w:rsid w:val="00830C34"/>
    <w:rsid w:val="00844828"/>
    <w:rsid w:val="00850011"/>
    <w:rsid w:val="0085082F"/>
    <w:rsid w:val="0085437C"/>
    <w:rsid w:val="008575A6"/>
    <w:rsid w:val="00860322"/>
    <w:rsid w:val="00860D71"/>
    <w:rsid w:val="00862E53"/>
    <w:rsid w:val="00865C98"/>
    <w:rsid w:val="0087268F"/>
    <w:rsid w:val="00873780"/>
    <w:rsid w:val="008777EE"/>
    <w:rsid w:val="00897D68"/>
    <w:rsid w:val="008A308E"/>
    <w:rsid w:val="008B1809"/>
    <w:rsid w:val="008C4628"/>
    <w:rsid w:val="008D4716"/>
    <w:rsid w:val="008E41C4"/>
    <w:rsid w:val="008F1FBE"/>
    <w:rsid w:val="008F3336"/>
    <w:rsid w:val="008F523A"/>
    <w:rsid w:val="00915096"/>
    <w:rsid w:val="009156D9"/>
    <w:rsid w:val="00924534"/>
    <w:rsid w:val="0094354E"/>
    <w:rsid w:val="00944798"/>
    <w:rsid w:val="00945652"/>
    <w:rsid w:val="009561E5"/>
    <w:rsid w:val="00956BF9"/>
    <w:rsid w:val="00957A20"/>
    <w:rsid w:val="00983138"/>
    <w:rsid w:val="009860E4"/>
    <w:rsid w:val="00987B0F"/>
    <w:rsid w:val="009A0015"/>
    <w:rsid w:val="009C247B"/>
    <w:rsid w:val="009C6C54"/>
    <w:rsid w:val="009D42F4"/>
    <w:rsid w:val="009D4504"/>
    <w:rsid w:val="009D6288"/>
    <w:rsid w:val="009D7A04"/>
    <w:rsid w:val="009D7D7F"/>
    <w:rsid w:val="009E0081"/>
    <w:rsid w:val="009E2FE3"/>
    <w:rsid w:val="009E3D8F"/>
    <w:rsid w:val="009E3E21"/>
    <w:rsid w:val="009E657C"/>
    <w:rsid w:val="009F2DB2"/>
    <w:rsid w:val="009F7276"/>
    <w:rsid w:val="00A003D6"/>
    <w:rsid w:val="00A05F87"/>
    <w:rsid w:val="00A10969"/>
    <w:rsid w:val="00A1695C"/>
    <w:rsid w:val="00A36A1F"/>
    <w:rsid w:val="00A3740B"/>
    <w:rsid w:val="00A42CB3"/>
    <w:rsid w:val="00A65613"/>
    <w:rsid w:val="00A874EA"/>
    <w:rsid w:val="00A878D4"/>
    <w:rsid w:val="00A87FA6"/>
    <w:rsid w:val="00AA0281"/>
    <w:rsid w:val="00AA44E6"/>
    <w:rsid w:val="00AC7294"/>
    <w:rsid w:val="00AD32B8"/>
    <w:rsid w:val="00AD3B9F"/>
    <w:rsid w:val="00AF1D20"/>
    <w:rsid w:val="00B06BE3"/>
    <w:rsid w:val="00B11BB8"/>
    <w:rsid w:val="00B321DC"/>
    <w:rsid w:val="00B4520A"/>
    <w:rsid w:val="00B45B21"/>
    <w:rsid w:val="00B54883"/>
    <w:rsid w:val="00B63646"/>
    <w:rsid w:val="00B6664D"/>
    <w:rsid w:val="00B73C78"/>
    <w:rsid w:val="00B73D0F"/>
    <w:rsid w:val="00B76DE8"/>
    <w:rsid w:val="00B8732B"/>
    <w:rsid w:val="00B90515"/>
    <w:rsid w:val="00B91C4A"/>
    <w:rsid w:val="00BB7DB1"/>
    <w:rsid w:val="00BC2657"/>
    <w:rsid w:val="00BC5A14"/>
    <w:rsid w:val="00BD3DBE"/>
    <w:rsid w:val="00BE1431"/>
    <w:rsid w:val="00C07246"/>
    <w:rsid w:val="00C12D44"/>
    <w:rsid w:val="00C30BB7"/>
    <w:rsid w:val="00C3175E"/>
    <w:rsid w:val="00C3522A"/>
    <w:rsid w:val="00C3705A"/>
    <w:rsid w:val="00C47C40"/>
    <w:rsid w:val="00C602BF"/>
    <w:rsid w:val="00C63F11"/>
    <w:rsid w:val="00C8736B"/>
    <w:rsid w:val="00CB61F0"/>
    <w:rsid w:val="00CE4659"/>
    <w:rsid w:val="00CF476E"/>
    <w:rsid w:val="00CF6306"/>
    <w:rsid w:val="00CF6FBF"/>
    <w:rsid w:val="00D20D24"/>
    <w:rsid w:val="00D22CF8"/>
    <w:rsid w:val="00D24F55"/>
    <w:rsid w:val="00D33AD3"/>
    <w:rsid w:val="00D43877"/>
    <w:rsid w:val="00D505B5"/>
    <w:rsid w:val="00D56070"/>
    <w:rsid w:val="00D61C1E"/>
    <w:rsid w:val="00D64B68"/>
    <w:rsid w:val="00D706E0"/>
    <w:rsid w:val="00D73F73"/>
    <w:rsid w:val="00D745DB"/>
    <w:rsid w:val="00D808E2"/>
    <w:rsid w:val="00D91C0D"/>
    <w:rsid w:val="00DA0A23"/>
    <w:rsid w:val="00DC483E"/>
    <w:rsid w:val="00DC4CC5"/>
    <w:rsid w:val="00DE02F8"/>
    <w:rsid w:val="00E159BA"/>
    <w:rsid w:val="00E26412"/>
    <w:rsid w:val="00E420D1"/>
    <w:rsid w:val="00E43EB1"/>
    <w:rsid w:val="00E600BB"/>
    <w:rsid w:val="00E73F60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E5501"/>
    <w:rsid w:val="00EF4E53"/>
    <w:rsid w:val="00EF5882"/>
    <w:rsid w:val="00F0577C"/>
    <w:rsid w:val="00F117D0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  <w:rsid w:val="00FF5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9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9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89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89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89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2</Pages>
  <Words>395</Words>
  <Characters>2257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37</cp:revision>
  <cp:lastPrinted>2014-09-25T13:09:00Z</cp:lastPrinted>
  <dcterms:created xsi:type="dcterms:W3CDTF">2014-11-12T06:48:00Z</dcterms:created>
  <dcterms:modified xsi:type="dcterms:W3CDTF">2019-01-21T07:08:00Z</dcterms:modified>
</cp:coreProperties>
</file>