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631" w:rsidRPr="00A46E22" w:rsidRDefault="00342631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1</w:t>
      </w:r>
    </w:p>
    <w:p w:rsidR="00342631" w:rsidRPr="00A46E22" w:rsidRDefault="00342631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A46E22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A46E22">
        <w:rPr>
          <w:rFonts w:ascii="Times New Roman" w:hAnsi="Times New Roman"/>
          <w:sz w:val="28"/>
          <w:szCs w:val="28"/>
        </w:rPr>
        <w:t>ю</w:t>
      </w:r>
      <w:r w:rsidRPr="00A46E2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342631" w:rsidRPr="00A46E22" w:rsidRDefault="00342631" w:rsidP="00A46E22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342631" w:rsidRPr="00A46E22" w:rsidRDefault="00342631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342631" w:rsidRPr="00A46E22" w:rsidRDefault="00342631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23.11.2018 г. </w:t>
      </w:r>
      <w:r w:rsidRPr="00A46E22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234</w:t>
      </w:r>
    </w:p>
    <w:p w:rsidR="00342631" w:rsidRDefault="0034263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42631" w:rsidRPr="00BB7DB1" w:rsidRDefault="0034263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42631" w:rsidRDefault="00342631" w:rsidP="00A46E2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342631" w:rsidRDefault="00342631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342631" w:rsidRDefault="00342631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342631" w:rsidRPr="00F971B5" w:rsidRDefault="00342631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/>
          <w:bCs/>
          <w:sz w:val="28"/>
          <w:szCs w:val="28"/>
        </w:rPr>
        <w:t xml:space="preserve">  Темрюкского района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342631" w:rsidRPr="00B73C78" w:rsidRDefault="00342631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342631" w:rsidTr="00A46E22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42631" w:rsidRPr="008A369A" w:rsidRDefault="00342631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342631" w:rsidRPr="00043F79" w:rsidRDefault="00342631" w:rsidP="00043F7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342631" w:rsidTr="00A46E22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2631" w:rsidRDefault="00342631" w:rsidP="00CF476E">
            <w:pPr>
              <w:pStyle w:val="a3"/>
            </w:pPr>
          </w:p>
        </w:tc>
      </w:tr>
      <w:tr w:rsidR="00342631" w:rsidTr="00A46E22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31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342631" w:rsidRPr="003E661A" w:rsidRDefault="0034263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42631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42631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631" w:rsidRPr="00692EDC" w:rsidRDefault="00342631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42631" w:rsidRPr="00692EDC" w:rsidRDefault="00342631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342631" w:rsidRPr="00692EDC" w:rsidRDefault="00342631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342631" w:rsidRPr="00A46E22" w:rsidRDefault="00342631" w:rsidP="008A369A">
            <w:pPr>
              <w:rPr>
                <w:rFonts w:ascii="Times New Roman" w:hAnsi="Times New Roman"/>
              </w:rPr>
            </w:pPr>
            <w:r w:rsidRPr="00A46E22">
              <w:rPr>
                <w:rFonts w:ascii="Times New Roman" w:hAnsi="Times New Roman"/>
              </w:rPr>
              <w:t>- обеспечение качественного выполнения мероприятий в сфере закупок товаров, работ и услуг.</w:t>
            </w:r>
          </w:p>
        </w:tc>
      </w:tr>
      <w:tr w:rsidR="00342631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Default="0034263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42631" w:rsidRPr="002C7281" w:rsidRDefault="0034263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631" w:rsidRPr="00692EDC" w:rsidRDefault="00342631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342631" w:rsidRPr="00692EDC" w:rsidRDefault="00342631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</w:tc>
      </w:tr>
      <w:tr w:rsidR="00342631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8A369A" w:rsidRDefault="00342631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45B21" w:rsidRDefault="00342631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2498,6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2498,6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45B21" w:rsidRDefault="0034263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 налоги, обучение, повышение квалификации, программное обеспечение, получение лицензии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631" w:rsidRPr="002442F5" w:rsidRDefault="0034263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42631" w:rsidRPr="00C3522A" w:rsidTr="00A46E22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31" w:rsidRPr="008A369A" w:rsidRDefault="00342631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45B21" w:rsidRDefault="00342631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5688,7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688,7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45B21" w:rsidRDefault="00342631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42631" w:rsidRDefault="003426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42631" w:rsidRDefault="003426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42631" w:rsidRPr="00C3522A" w:rsidRDefault="003426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42631" w:rsidRPr="00C3522A" w:rsidTr="00A46E2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Default="0034263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631" w:rsidRPr="008A369A" w:rsidRDefault="00342631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45B21" w:rsidRDefault="00342631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45B21" w:rsidRDefault="00342631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42631" w:rsidRDefault="003426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42631" w:rsidRDefault="003426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42631" w:rsidRDefault="0034263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42631" w:rsidRPr="00C3522A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3E661A" w:rsidRDefault="00342631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C3522A" w:rsidRDefault="0034263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C3522A" w:rsidRDefault="0034263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9266,4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B21D73" w:rsidRDefault="00342631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9266,4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31" w:rsidRPr="00C3522A" w:rsidRDefault="00342631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631" w:rsidRPr="00C3522A" w:rsidRDefault="00342631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342631" w:rsidTr="00A46E22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631" w:rsidRPr="003E661A" w:rsidRDefault="00342631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2631" w:rsidRDefault="00342631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342631" w:rsidRDefault="00342631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342631" w:rsidRDefault="00342631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Я.И.Хвостик</w:t>
      </w:r>
    </w:p>
    <w:p w:rsidR="00342631" w:rsidRDefault="00342631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342631" w:rsidRDefault="00342631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342631" w:rsidRDefault="00342631" w:rsidP="00A46E22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Т.И. Опарина</w:t>
      </w:r>
    </w:p>
    <w:sectPr w:rsidR="00342631" w:rsidSect="0070487F">
      <w:headerReference w:type="default" r:id="rId7"/>
      <w:pgSz w:w="16840" w:h="11907" w:orient="landscape" w:code="9"/>
      <w:pgMar w:top="1134" w:right="567" w:bottom="53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631" w:rsidRDefault="00342631">
      <w:r>
        <w:separator/>
      </w:r>
    </w:p>
  </w:endnote>
  <w:endnote w:type="continuationSeparator" w:id="0">
    <w:p w:rsidR="00342631" w:rsidRDefault="00342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631" w:rsidRDefault="00342631">
      <w:r>
        <w:separator/>
      </w:r>
    </w:p>
  </w:footnote>
  <w:footnote w:type="continuationSeparator" w:id="0">
    <w:p w:rsidR="00342631" w:rsidRDefault="00342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631" w:rsidRDefault="0034263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2631" w:rsidRDefault="003426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25F36"/>
    <w:rsid w:val="0003015C"/>
    <w:rsid w:val="00043F79"/>
    <w:rsid w:val="00052B35"/>
    <w:rsid w:val="00054B0F"/>
    <w:rsid w:val="00055683"/>
    <w:rsid w:val="0006685C"/>
    <w:rsid w:val="000709E0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06C0E"/>
    <w:rsid w:val="00115531"/>
    <w:rsid w:val="00117AE8"/>
    <w:rsid w:val="001329B3"/>
    <w:rsid w:val="00134C5C"/>
    <w:rsid w:val="00141465"/>
    <w:rsid w:val="001424F4"/>
    <w:rsid w:val="00151B71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961EA"/>
    <w:rsid w:val="001A603E"/>
    <w:rsid w:val="001B5EAF"/>
    <w:rsid w:val="001B6ACE"/>
    <w:rsid w:val="001D4290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7464"/>
    <w:rsid w:val="002E26F0"/>
    <w:rsid w:val="0030018F"/>
    <w:rsid w:val="0030427E"/>
    <w:rsid w:val="00335FBF"/>
    <w:rsid w:val="00341333"/>
    <w:rsid w:val="00342631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4466"/>
    <w:rsid w:val="004432CD"/>
    <w:rsid w:val="004510A5"/>
    <w:rsid w:val="0045487F"/>
    <w:rsid w:val="00466211"/>
    <w:rsid w:val="0046755D"/>
    <w:rsid w:val="004721A3"/>
    <w:rsid w:val="004725AA"/>
    <w:rsid w:val="004740A7"/>
    <w:rsid w:val="00475F10"/>
    <w:rsid w:val="00477EF2"/>
    <w:rsid w:val="004A0993"/>
    <w:rsid w:val="004B2BE8"/>
    <w:rsid w:val="004C1660"/>
    <w:rsid w:val="004D63B6"/>
    <w:rsid w:val="004E5B37"/>
    <w:rsid w:val="004F5CD8"/>
    <w:rsid w:val="005007C0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7644F"/>
    <w:rsid w:val="0058475C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3B0D"/>
    <w:rsid w:val="00635BC1"/>
    <w:rsid w:val="006455A5"/>
    <w:rsid w:val="00654BFA"/>
    <w:rsid w:val="00656CCF"/>
    <w:rsid w:val="006637A3"/>
    <w:rsid w:val="00665D47"/>
    <w:rsid w:val="00677AB3"/>
    <w:rsid w:val="00692EDC"/>
    <w:rsid w:val="006C0715"/>
    <w:rsid w:val="007020E4"/>
    <w:rsid w:val="00703C6F"/>
    <w:rsid w:val="0070487F"/>
    <w:rsid w:val="00705888"/>
    <w:rsid w:val="00735685"/>
    <w:rsid w:val="00791DE4"/>
    <w:rsid w:val="007A566E"/>
    <w:rsid w:val="007A6384"/>
    <w:rsid w:val="007B34C4"/>
    <w:rsid w:val="007C3B8D"/>
    <w:rsid w:val="007F3398"/>
    <w:rsid w:val="00805818"/>
    <w:rsid w:val="00820110"/>
    <w:rsid w:val="00830C34"/>
    <w:rsid w:val="00850011"/>
    <w:rsid w:val="00850A86"/>
    <w:rsid w:val="0085437C"/>
    <w:rsid w:val="008575A6"/>
    <w:rsid w:val="00860322"/>
    <w:rsid w:val="00897D68"/>
    <w:rsid w:val="008A308E"/>
    <w:rsid w:val="008A369A"/>
    <w:rsid w:val="008D253D"/>
    <w:rsid w:val="008D4716"/>
    <w:rsid w:val="008E3B7D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83138"/>
    <w:rsid w:val="009860E4"/>
    <w:rsid w:val="00987B0F"/>
    <w:rsid w:val="009B7265"/>
    <w:rsid w:val="009C0680"/>
    <w:rsid w:val="009D4504"/>
    <w:rsid w:val="009D6288"/>
    <w:rsid w:val="009D7D7F"/>
    <w:rsid w:val="009E657C"/>
    <w:rsid w:val="009F1AA6"/>
    <w:rsid w:val="009F7276"/>
    <w:rsid w:val="00A05AB3"/>
    <w:rsid w:val="00A10969"/>
    <w:rsid w:val="00A11764"/>
    <w:rsid w:val="00A1695C"/>
    <w:rsid w:val="00A3309A"/>
    <w:rsid w:val="00A36A1F"/>
    <w:rsid w:val="00A3740B"/>
    <w:rsid w:val="00A46E22"/>
    <w:rsid w:val="00A65613"/>
    <w:rsid w:val="00A874EA"/>
    <w:rsid w:val="00A87FA6"/>
    <w:rsid w:val="00AA0281"/>
    <w:rsid w:val="00AD3B9F"/>
    <w:rsid w:val="00AD4134"/>
    <w:rsid w:val="00AE67FF"/>
    <w:rsid w:val="00AF1D20"/>
    <w:rsid w:val="00AF51D8"/>
    <w:rsid w:val="00B06BE3"/>
    <w:rsid w:val="00B11BB8"/>
    <w:rsid w:val="00B12C33"/>
    <w:rsid w:val="00B21D73"/>
    <w:rsid w:val="00B45B21"/>
    <w:rsid w:val="00B54883"/>
    <w:rsid w:val="00B6664D"/>
    <w:rsid w:val="00B73BBA"/>
    <w:rsid w:val="00B73C78"/>
    <w:rsid w:val="00B73D0F"/>
    <w:rsid w:val="00B75550"/>
    <w:rsid w:val="00B76DE8"/>
    <w:rsid w:val="00B8732B"/>
    <w:rsid w:val="00B91C4A"/>
    <w:rsid w:val="00BB4894"/>
    <w:rsid w:val="00BB7DB1"/>
    <w:rsid w:val="00BC2657"/>
    <w:rsid w:val="00BC7FF7"/>
    <w:rsid w:val="00BE7C7E"/>
    <w:rsid w:val="00C07246"/>
    <w:rsid w:val="00C12D44"/>
    <w:rsid w:val="00C21465"/>
    <w:rsid w:val="00C30BB7"/>
    <w:rsid w:val="00C3175E"/>
    <w:rsid w:val="00C3522A"/>
    <w:rsid w:val="00C3705A"/>
    <w:rsid w:val="00C602BF"/>
    <w:rsid w:val="00C638A3"/>
    <w:rsid w:val="00C67EBC"/>
    <w:rsid w:val="00C8736B"/>
    <w:rsid w:val="00CB61F0"/>
    <w:rsid w:val="00CD0397"/>
    <w:rsid w:val="00CE4459"/>
    <w:rsid w:val="00CF476E"/>
    <w:rsid w:val="00CF6306"/>
    <w:rsid w:val="00CF6FBF"/>
    <w:rsid w:val="00D13D7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59BA"/>
    <w:rsid w:val="00E26412"/>
    <w:rsid w:val="00E43EB1"/>
    <w:rsid w:val="00E600BB"/>
    <w:rsid w:val="00E609B0"/>
    <w:rsid w:val="00E75663"/>
    <w:rsid w:val="00E76568"/>
    <w:rsid w:val="00E82D20"/>
    <w:rsid w:val="00E86F36"/>
    <w:rsid w:val="00E9156E"/>
    <w:rsid w:val="00E9665F"/>
    <w:rsid w:val="00EA7C72"/>
    <w:rsid w:val="00EC3760"/>
    <w:rsid w:val="00ED744E"/>
    <w:rsid w:val="00EE372C"/>
    <w:rsid w:val="00EF5882"/>
    <w:rsid w:val="00EF7346"/>
    <w:rsid w:val="00F117D0"/>
    <w:rsid w:val="00F2247D"/>
    <w:rsid w:val="00F374C5"/>
    <w:rsid w:val="00F4148A"/>
    <w:rsid w:val="00F80F76"/>
    <w:rsid w:val="00F86102"/>
    <w:rsid w:val="00F965C5"/>
    <w:rsid w:val="00F971B5"/>
    <w:rsid w:val="00FA18FF"/>
    <w:rsid w:val="00FA62C7"/>
    <w:rsid w:val="00FA62FA"/>
    <w:rsid w:val="00FA6A7A"/>
    <w:rsid w:val="00FB197C"/>
    <w:rsid w:val="00FB4B61"/>
    <w:rsid w:val="00FB4CFD"/>
    <w:rsid w:val="00FD3663"/>
    <w:rsid w:val="00FD7228"/>
    <w:rsid w:val="00FD7304"/>
    <w:rsid w:val="00FE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4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4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4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44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471</Words>
  <Characters>2685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2014-11-26T08:44:00Z</cp:lastPrinted>
  <dcterms:created xsi:type="dcterms:W3CDTF">2014-11-12T06:48:00Z</dcterms:created>
  <dcterms:modified xsi:type="dcterms:W3CDTF">2018-11-26T10:54:00Z</dcterms:modified>
</cp:coreProperties>
</file>