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3F4" w:rsidRDefault="00A973F4" w:rsidP="009F4733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A973F4" w:rsidRDefault="00A973F4" w:rsidP="009F4733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973F4" w:rsidRDefault="00A973F4" w:rsidP="009F4733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</w:t>
      </w:r>
    </w:p>
    <w:p w:rsidR="00A973F4" w:rsidRDefault="00A973F4" w:rsidP="009F4733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A973F4" w:rsidRPr="00BB7DB1" w:rsidRDefault="00A973F4" w:rsidP="009F4733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05.07.2018 г. № 118</w:t>
      </w:r>
    </w:p>
    <w:p w:rsidR="00A973F4" w:rsidRDefault="00A973F4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73F4" w:rsidRPr="00BB7DB1" w:rsidRDefault="00A973F4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A973F4" w:rsidRPr="00B73C78" w:rsidRDefault="00A973F4" w:rsidP="00AD2FA6">
      <w:pPr>
        <w:tabs>
          <w:tab w:val="left" w:pos="1008"/>
          <w:tab w:val="left" w:pos="5812"/>
        </w:tabs>
        <w:ind w:left="864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к </w:t>
      </w:r>
      <w:r w:rsidRPr="00B73C78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646C29">
        <w:rPr>
          <w:sz w:val="28"/>
          <w:szCs w:val="28"/>
        </w:rPr>
        <w:t>«</w:t>
      </w:r>
      <w:r w:rsidRPr="003150F8">
        <w:rPr>
          <w:rFonts w:ascii="Times New Roman" w:hAnsi="Times New Roman"/>
          <w:sz w:val="28"/>
          <w:szCs w:val="28"/>
        </w:rPr>
        <w:t>Молодежь станицы»</w:t>
      </w:r>
    </w:p>
    <w:p w:rsidR="00A973F4" w:rsidRPr="003150F8" w:rsidRDefault="00A973F4" w:rsidP="003150F8">
      <w:pPr>
        <w:pStyle w:val="BodyText2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46C29"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 xml:space="preserve">           </w:t>
      </w:r>
      <w:r w:rsidRPr="00646C29">
        <w:rPr>
          <w:sz w:val="28"/>
          <w:szCs w:val="28"/>
        </w:rPr>
        <w:t xml:space="preserve"> </w:t>
      </w:r>
      <w:r w:rsidRPr="003150F8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A973F4" w:rsidRPr="003150F8" w:rsidRDefault="00A973F4" w:rsidP="003150F8">
      <w:pPr>
        <w:pStyle w:val="BodyText2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150F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Темрюкского района на 2018</w:t>
      </w:r>
      <w:r w:rsidRPr="003150F8">
        <w:rPr>
          <w:rFonts w:ascii="Times New Roman" w:hAnsi="Times New Roman"/>
          <w:sz w:val="28"/>
          <w:szCs w:val="28"/>
        </w:rPr>
        <w:t xml:space="preserve"> год</w:t>
      </w:r>
    </w:p>
    <w:p w:rsidR="00A973F4" w:rsidRPr="00226246" w:rsidRDefault="00A973F4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A973F4" w:rsidTr="00177395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A973F4" w:rsidRPr="00941E96" w:rsidRDefault="00A973F4" w:rsidP="003150F8">
            <w:pPr>
              <w:pStyle w:val="BodyText2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41E9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941E96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                                                                                               </w:t>
            </w:r>
          </w:p>
          <w:p w:rsidR="00A973F4" w:rsidRPr="00941E96" w:rsidRDefault="00A973F4" w:rsidP="003150F8">
            <w:pPr>
              <w:pStyle w:val="BodyText2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41E96">
              <w:rPr>
                <w:rFonts w:ascii="Times New Roman" w:hAnsi="Times New Roman"/>
                <w:b/>
                <w:sz w:val="28"/>
                <w:szCs w:val="28"/>
              </w:rPr>
              <w:t xml:space="preserve">      «Молодежь станицы» Старотитаровского сельского поселения</w:t>
            </w:r>
          </w:p>
          <w:p w:rsidR="00A973F4" w:rsidRPr="00941E96" w:rsidRDefault="00A973F4" w:rsidP="003150F8">
            <w:pPr>
              <w:pStyle w:val="BodyText2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41E96">
              <w:rPr>
                <w:rFonts w:ascii="Times New Roman" w:hAnsi="Times New Roman"/>
                <w:b/>
                <w:sz w:val="28"/>
                <w:szCs w:val="28"/>
              </w:rPr>
              <w:t>Темрюкского района на 2018 год</w:t>
            </w:r>
          </w:p>
          <w:p w:rsidR="00A973F4" w:rsidRPr="00226246" w:rsidRDefault="00A973F4" w:rsidP="0022624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A973F4" w:rsidTr="00177395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973F4" w:rsidRPr="004D4870" w:rsidRDefault="00A973F4" w:rsidP="004D4870"/>
        </w:tc>
      </w:tr>
      <w:tr w:rsidR="00A973F4" w:rsidTr="00177395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F4" w:rsidRPr="003E661A" w:rsidRDefault="00A973F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F4" w:rsidRPr="003E661A" w:rsidRDefault="00A973F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3F4" w:rsidRDefault="00A973F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A973F4" w:rsidRPr="003E661A" w:rsidRDefault="00A973F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F4" w:rsidRPr="003E661A" w:rsidRDefault="00A973F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3F4" w:rsidRPr="003E661A" w:rsidRDefault="00A973F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A973F4" w:rsidRPr="003E661A" w:rsidRDefault="00A973F4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F4" w:rsidRPr="003E661A" w:rsidRDefault="00A973F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73F4" w:rsidRPr="003E661A" w:rsidRDefault="00A973F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A973F4" w:rsidTr="00177395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F4" w:rsidRPr="003E661A" w:rsidRDefault="00A973F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F4" w:rsidRPr="003E661A" w:rsidRDefault="00A973F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F4" w:rsidRPr="003E661A" w:rsidRDefault="00A973F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F4" w:rsidRPr="003E661A" w:rsidRDefault="00A973F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F4" w:rsidRPr="003E661A" w:rsidRDefault="00A973F4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F4" w:rsidRPr="003E661A" w:rsidRDefault="00A973F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73F4" w:rsidRPr="003E661A" w:rsidRDefault="00A973F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A973F4" w:rsidTr="00177395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F4" w:rsidRPr="003E661A" w:rsidRDefault="00A973F4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F4" w:rsidRPr="003E661A" w:rsidRDefault="00A973F4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73F4" w:rsidRPr="003150F8" w:rsidRDefault="00A973F4" w:rsidP="009C1E5D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-с</w:t>
            </w:r>
            <w:r w:rsidRPr="003150F8">
              <w:rPr>
                <w:rFonts w:ascii="Times New Roman" w:hAnsi="Times New Roman"/>
              </w:rPr>
              <w:t>оздание условий для гражданского становления, физического, духовно-нравственного и патриотического воспитания подростков и молодежи.</w:t>
            </w:r>
          </w:p>
        </w:tc>
      </w:tr>
      <w:tr w:rsidR="00A973F4" w:rsidTr="00177395">
        <w:trPr>
          <w:gridAfter w:val="1"/>
          <w:wAfter w:w="430" w:type="dxa"/>
          <w:trHeight w:val="889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F4" w:rsidRPr="003E661A" w:rsidRDefault="00A973F4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F4" w:rsidRDefault="00A973F4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A973F4" w:rsidRPr="002C7281" w:rsidRDefault="00A973F4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73F4" w:rsidRPr="003150F8" w:rsidRDefault="00A973F4" w:rsidP="003150F8">
            <w:pPr>
              <w:jc w:val="both"/>
              <w:rPr>
                <w:rFonts w:ascii="Times New Roman" w:hAnsi="Times New Roman"/>
              </w:rPr>
            </w:pPr>
            <w:r w:rsidRPr="003150F8">
              <w:rPr>
                <w:rFonts w:ascii="Times New Roman" w:hAnsi="Times New Roman"/>
              </w:rPr>
              <w:t>-содействие решению социально-экономических проблем молодежи, социализация, социальная адаптация молодежи;</w:t>
            </w:r>
          </w:p>
          <w:p w:rsidR="00A973F4" w:rsidRPr="003150F8" w:rsidRDefault="00A973F4" w:rsidP="003150F8">
            <w:pPr>
              <w:jc w:val="both"/>
              <w:rPr>
                <w:rFonts w:ascii="Times New Roman" w:hAnsi="Times New Roman"/>
              </w:rPr>
            </w:pPr>
            <w:r w:rsidRPr="003150F8">
              <w:rPr>
                <w:rFonts w:ascii="Times New Roman" w:hAnsi="Times New Roman"/>
              </w:rPr>
              <w:t>-содействие профессиональному развитию и занятости подростков молодежи, повышение деловой активности молодежи;</w:t>
            </w:r>
          </w:p>
          <w:p w:rsidR="00A973F4" w:rsidRPr="003150F8" w:rsidRDefault="00A973F4" w:rsidP="003150F8">
            <w:pPr>
              <w:jc w:val="both"/>
              <w:rPr>
                <w:rFonts w:ascii="Times New Roman" w:hAnsi="Times New Roman"/>
              </w:rPr>
            </w:pPr>
            <w:r w:rsidRPr="003150F8">
              <w:rPr>
                <w:rFonts w:ascii="Times New Roman" w:hAnsi="Times New Roman"/>
              </w:rPr>
              <w:t xml:space="preserve">-интеллектуальное развитие подростков и молодежи, развитие художественного, народного и научно-технического творчества; </w:t>
            </w:r>
          </w:p>
          <w:p w:rsidR="00A973F4" w:rsidRPr="003150F8" w:rsidRDefault="00A973F4" w:rsidP="003150F8">
            <w:pPr>
              <w:jc w:val="both"/>
              <w:rPr>
                <w:rFonts w:ascii="Times New Roman" w:hAnsi="Times New Roman"/>
              </w:rPr>
            </w:pPr>
            <w:r w:rsidRPr="003150F8">
              <w:rPr>
                <w:rFonts w:ascii="Times New Roman" w:hAnsi="Times New Roman"/>
              </w:rPr>
              <w:t>-правовая защита и социальная поддержка подростковых и молодежных общественных объединений;</w:t>
            </w:r>
          </w:p>
          <w:p w:rsidR="00A973F4" w:rsidRPr="00AD2FA6" w:rsidRDefault="00A973F4" w:rsidP="00AD2FA6">
            <w:pPr>
              <w:jc w:val="both"/>
              <w:rPr>
                <w:rFonts w:ascii="Times New Roman" w:hAnsi="Times New Roman"/>
              </w:rPr>
            </w:pPr>
            <w:r w:rsidRPr="00AD2FA6">
              <w:rPr>
                <w:rFonts w:ascii="Times New Roman" w:hAnsi="Times New Roman"/>
              </w:rPr>
              <w:t>-координация деятельности структур местного самоуправления, направленной на комплексное решение молодежных проблем.</w:t>
            </w:r>
          </w:p>
        </w:tc>
      </w:tr>
      <w:tr w:rsidR="00A973F4" w:rsidTr="00177395">
        <w:trPr>
          <w:gridAfter w:val="1"/>
          <w:wAfter w:w="430" w:type="dxa"/>
          <w:trHeight w:val="24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F4" w:rsidRPr="00D2219E" w:rsidRDefault="00A973F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3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73F4" w:rsidRPr="00D2219E" w:rsidRDefault="00A973F4" w:rsidP="004D4870">
            <w:pPr>
              <w:pStyle w:val="a3"/>
              <w:jc w:val="center"/>
              <w:rPr>
                <w:rFonts w:ascii="Times New Roman" w:hAnsi="Times New Roman"/>
              </w:rPr>
            </w:pPr>
            <w:r w:rsidRPr="00D2219E">
              <w:rPr>
                <w:rFonts w:ascii="Times New Roman" w:hAnsi="Times New Roman"/>
                <w:b/>
              </w:rPr>
              <w:t>Молодежный летний отдых.</w:t>
            </w:r>
          </w:p>
        </w:tc>
      </w:tr>
      <w:tr w:rsidR="00A973F4" w:rsidTr="00177395">
        <w:trPr>
          <w:gridAfter w:val="1"/>
          <w:wAfter w:w="430" w:type="dxa"/>
          <w:trHeight w:val="387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F4" w:rsidRPr="00D2219E" w:rsidRDefault="00A973F4" w:rsidP="006A67D1">
            <w:pPr>
              <w:rPr>
                <w:rFonts w:ascii="Times New Roman" w:hAnsi="Times New Roman"/>
              </w:rPr>
            </w:pPr>
            <w:r w:rsidRPr="00D2219E">
              <w:rPr>
                <w:rFonts w:ascii="Times New Roman" w:hAnsi="Times New Roman"/>
              </w:rPr>
              <w:t>5.1.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F4" w:rsidRPr="00D2219E" w:rsidRDefault="00A973F4" w:rsidP="006A67D1">
            <w:pPr>
              <w:rPr>
                <w:rFonts w:ascii="Times New Roman" w:hAnsi="Times New Roman"/>
              </w:rPr>
            </w:pPr>
            <w:r w:rsidRPr="00D2219E">
              <w:rPr>
                <w:rFonts w:ascii="Times New Roman" w:hAnsi="Times New Roman"/>
              </w:rPr>
              <w:t>Организация и проведение молодежной, дворовой, досуговой, спортивно-оздоровительной площадки для подростков и молодежи станицы:</w:t>
            </w:r>
          </w:p>
          <w:p w:rsidR="00A973F4" w:rsidRPr="00D2219E" w:rsidRDefault="00A973F4" w:rsidP="006A67D1">
            <w:pPr>
              <w:rPr>
                <w:rFonts w:ascii="Times New Roman" w:hAnsi="Times New Roman"/>
              </w:rPr>
            </w:pPr>
            <w:r w:rsidRPr="00D2219E">
              <w:rPr>
                <w:rFonts w:ascii="Times New Roman" w:hAnsi="Times New Roman"/>
              </w:rPr>
              <w:t xml:space="preserve">- оплата педагогу-организатору по договору гражданско-правового характера </w:t>
            </w:r>
          </w:p>
          <w:p w:rsidR="00A973F4" w:rsidRPr="00D2219E" w:rsidRDefault="00A973F4" w:rsidP="006A67D1">
            <w:pPr>
              <w:rPr>
                <w:rFonts w:ascii="Times New Roman" w:hAnsi="Times New Roman"/>
              </w:rPr>
            </w:pPr>
            <w:r w:rsidRPr="00D2219E">
              <w:rPr>
                <w:rFonts w:ascii="Times New Roman" w:hAnsi="Times New Roman"/>
              </w:rPr>
              <w:t xml:space="preserve">- приобретение почетных грамот, сувениров, аптечки, спортивного инвентаря   </w:t>
            </w:r>
          </w:p>
          <w:p w:rsidR="00A973F4" w:rsidRPr="00D2219E" w:rsidRDefault="00A973F4" w:rsidP="006A67D1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F4" w:rsidRDefault="00A973F4" w:rsidP="00887E7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A973F4" w:rsidRDefault="00A973F4" w:rsidP="00887E7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A973F4" w:rsidRDefault="00A973F4" w:rsidP="00887E7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A973F4" w:rsidRDefault="00A973F4" w:rsidP="00887E7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A973F4" w:rsidRDefault="00A973F4" w:rsidP="00887E7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A973F4" w:rsidRDefault="00A973F4" w:rsidP="00887E7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A973F4" w:rsidRDefault="00A973F4" w:rsidP="00887E7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A973F4" w:rsidRDefault="00A973F4" w:rsidP="00887E73">
            <w:pPr>
              <w:pStyle w:val="a3"/>
              <w:jc w:val="center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  <w:p w:rsidR="00A973F4" w:rsidRDefault="00A973F4" w:rsidP="00D2219E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F4" w:rsidRDefault="00A973F4" w:rsidP="00887E73">
            <w:pPr>
              <w:jc w:val="center"/>
              <w:rPr>
                <w:sz w:val="28"/>
                <w:szCs w:val="28"/>
              </w:rPr>
            </w:pPr>
          </w:p>
          <w:p w:rsidR="00A973F4" w:rsidRDefault="00A973F4" w:rsidP="00887E73">
            <w:pPr>
              <w:jc w:val="center"/>
              <w:rPr>
                <w:sz w:val="28"/>
                <w:szCs w:val="28"/>
              </w:rPr>
            </w:pPr>
          </w:p>
          <w:p w:rsidR="00A973F4" w:rsidRDefault="00A973F4" w:rsidP="00887E73">
            <w:pPr>
              <w:jc w:val="center"/>
              <w:rPr>
                <w:sz w:val="28"/>
                <w:szCs w:val="28"/>
              </w:rPr>
            </w:pPr>
          </w:p>
          <w:p w:rsidR="00A973F4" w:rsidRDefault="00A973F4" w:rsidP="00887E73">
            <w:pPr>
              <w:jc w:val="center"/>
              <w:rPr>
                <w:sz w:val="28"/>
                <w:szCs w:val="28"/>
              </w:rPr>
            </w:pPr>
          </w:p>
          <w:p w:rsidR="00A973F4" w:rsidRPr="00887E73" w:rsidRDefault="00A973F4" w:rsidP="00887E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42,6</w:t>
            </w:r>
          </w:p>
          <w:p w:rsidR="00A973F4" w:rsidRPr="00887E73" w:rsidRDefault="00A973F4" w:rsidP="00887E73">
            <w:pPr>
              <w:jc w:val="center"/>
              <w:rPr>
                <w:rFonts w:ascii="Times New Roman" w:hAnsi="Times New Roman"/>
              </w:rPr>
            </w:pPr>
          </w:p>
          <w:p w:rsidR="00A973F4" w:rsidRPr="00887E73" w:rsidRDefault="00A973F4" w:rsidP="00887E73">
            <w:pPr>
              <w:jc w:val="center"/>
              <w:rPr>
                <w:rFonts w:ascii="Times New Roman" w:hAnsi="Times New Roman"/>
              </w:rPr>
            </w:pPr>
          </w:p>
          <w:p w:rsidR="00A973F4" w:rsidRPr="00BD33EA" w:rsidRDefault="00A973F4" w:rsidP="00887E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F4" w:rsidRDefault="00A973F4" w:rsidP="00887E73">
            <w:pPr>
              <w:jc w:val="center"/>
              <w:rPr>
                <w:rFonts w:ascii="Times New Roman" w:hAnsi="Times New Roman"/>
              </w:rPr>
            </w:pPr>
          </w:p>
          <w:p w:rsidR="00A973F4" w:rsidRDefault="00A973F4" w:rsidP="00887E73">
            <w:pPr>
              <w:jc w:val="center"/>
              <w:rPr>
                <w:rFonts w:ascii="Times New Roman" w:hAnsi="Times New Roman"/>
              </w:rPr>
            </w:pPr>
          </w:p>
          <w:p w:rsidR="00A973F4" w:rsidRDefault="00A973F4" w:rsidP="00887E73">
            <w:pPr>
              <w:jc w:val="center"/>
              <w:rPr>
                <w:rFonts w:ascii="Times New Roman" w:hAnsi="Times New Roman"/>
              </w:rPr>
            </w:pPr>
          </w:p>
          <w:p w:rsidR="00A973F4" w:rsidRDefault="00A973F4" w:rsidP="00887E73">
            <w:pPr>
              <w:jc w:val="center"/>
              <w:rPr>
                <w:rFonts w:ascii="Times New Roman" w:hAnsi="Times New Roman"/>
              </w:rPr>
            </w:pPr>
          </w:p>
          <w:p w:rsidR="00A973F4" w:rsidRDefault="00A973F4" w:rsidP="00887E73">
            <w:pPr>
              <w:jc w:val="center"/>
              <w:rPr>
                <w:rFonts w:ascii="Times New Roman" w:hAnsi="Times New Roman"/>
              </w:rPr>
            </w:pPr>
          </w:p>
          <w:p w:rsidR="00A973F4" w:rsidRDefault="00A973F4" w:rsidP="00887E73">
            <w:pPr>
              <w:jc w:val="center"/>
              <w:rPr>
                <w:rFonts w:ascii="Times New Roman" w:hAnsi="Times New Roman"/>
              </w:rPr>
            </w:pPr>
          </w:p>
          <w:p w:rsidR="00A973F4" w:rsidRDefault="00A973F4" w:rsidP="00887E73">
            <w:pPr>
              <w:jc w:val="center"/>
              <w:rPr>
                <w:rFonts w:ascii="Times New Roman" w:hAnsi="Times New Roman"/>
              </w:rPr>
            </w:pPr>
          </w:p>
          <w:p w:rsidR="00A973F4" w:rsidRPr="00887E73" w:rsidRDefault="00A973F4" w:rsidP="00887E73">
            <w:pPr>
              <w:jc w:val="center"/>
              <w:rPr>
                <w:rFonts w:ascii="Times New Roman" w:hAnsi="Times New Roman"/>
              </w:rPr>
            </w:pPr>
            <w:r w:rsidRPr="00887E73">
              <w:rPr>
                <w:rFonts w:ascii="Times New Roman" w:hAnsi="Times New Roman"/>
                <w:lang w:val="en-US"/>
              </w:rPr>
              <w:t>II</w:t>
            </w:r>
            <w:r w:rsidRPr="00887E73">
              <w:rPr>
                <w:rFonts w:ascii="Times New Roman" w:hAnsi="Times New Roman"/>
              </w:rPr>
              <w:t xml:space="preserve"> квартал</w:t>
            </w:r>
          </w:p>
          <w:p w:rsidR="00A973F4" w:rsidRPr="00887E73" w:rsidRDefault="00A973F4" w:rsidP="00887E73">
            <w:pPr>
              <w:jc w:val="center"/>
              <w:rPr>
                <w:rFonts w:ascii="Times New Roman" w:hAnsi="Times New Roman"/>
              </w:rPr>
            </w:pPr>
            <w:r w:rsidRPr="00887E73">
              <w:rPr>
                <w:rFonts w:ascii="Times New Roman" w:hAnsi="Times New Roman"/>
                <w:lang w:val="en-US"/>
              </w:rPr>
              <w:t>III</w:t>
            </w:r>
            <w:r w:rsidRPr="00887E73">
              <w:rPr>
                <w:rFonts w:ascii="Times New Roman" w:hAnsi="Times New Roman"/>
              </w:rPr>
              <w:t xml:space="preserve"> квартал</w:t>
            </w:r>
          </w:p>
          <w:p w:rsidR="00A973F4" w:rsidRPr="00887E73" w:rsidRDefault="00A973F4" w:rsidP="00887E73">
            <w:pPr>
              <w:jc w:val="center"/>
              <w:rPr>
                <w:rFonts w:ascii="Times New Roman" w:hAnsi="Times New Roman"/>
              </w:rPr>
            </w:pPr>
          </w:p>
          <w:p w:rsidR="00A973F4" w:rsidRPr="00887E73" w:rsidRDefault="00A973F4" w:rsidP="00887E73">
            <w:pPr>
              <w:jc w:val="center"/>
              <w:rPr>
                <w:rFonts w:ascii="Times New Roman" w:hAnsi="Times New Roman"/>
              </w:rPr>
            </w:pPr>
          </w:p>
          <w:p w:rsidR="00A973F4" w:rsidRPr="00BD33EA" w:rsidRDefault="00A973F4" w:rsidP="00887E7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F4" w:rsidRPr="00941E96" w:rsidRDefault="00A973F4" w:rsidP="003013AA">
            <w:pPr>
              <w:pStyle w:val="BodyText"/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941E96">
              <w:rPr>
                <w:rFonts w:ascii="Times New Roman" w:hAnsi="Times New Roman"/>
              </w:rPr>
              <w:t>организацию летнего отдыха и оздоровления подростков и молодежи, нуждающихся в особой заботе государства.</w:t>
            </w:r>
          </w:p>
          <w:p w:rsidR="00A973F4" w:rsidRPr="004D4870" w:rsidRDefault="00A973F4" w:rsidP="003013A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73F4" w:rsidRDefault="00A973F4" w:rsidP="004D48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973F4" w:rsidTr="00177395">
        <w:trPr>
          <w:gridAfter w:val="1"/>
          <w:wAfter w:w="430" w:type="dxa"/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F4" w:rsidRPr="00D2219E" w:rsidRDefault="00A973F4" w:rsidP="00FA04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3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73F4" w:rsidRPr="00FA0487" w:rsidRDefault="00A973F4" w:rsidP="00FA0487">
            <w:pPr>
              <w:rPr>
                <w:rFonts w:ascii="Times New Roman" w:hAnsi="Times New Roman"/>
                <w:b/>
              </w:rPr>
            </w:pPr>
          </w:p>
          <w:p w:rsidR="00A973F4" w:rsidRPr="00FA0487" w:rsidRDefault="00A973F4" w:rsidP="00FA0487">
            <w:pPr>
              <w:tabs>
                <w:tab w:val="left" w:pos="1260"/>
              </w:tabs>
              <w:ind w:firstLine="1260"/>
              <w:jc w:val="center"/>
              <w:rPr>
                <w:rFonts w:ascii="Times New Roman" w:hAnsi="Times New Roman"/>
                <w:b/>
              </w:rPr>
            </w:pPr>
            <w:r w:rsidRPr="00FA0487">
              <w:rPr>
                <w:rFonts w:ascii="Times New Roman" w:hAnsi="Times New Roman"/>
                <w:b/>
              </w:rPr>
              <w:t>Организация в рамках содействия занятости несовершеннолетних Старотитаровского сельского поселения Темрюкского района</w:t>
            </w:r>
          </w:p>
        </w:tc>
      </w:tr>
      <w:tr w:rsidR="00A973F4" w:rsidTr="00177395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F4" w:rsidRPr="00D2219E" w:rsidRDefault="00A973F4" w:rsidP="00FA04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F4" w:rsidRPr="00FA0487" w:rsidRDefault="00A973F4" w:rsidP="006A67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FA0487">
              <w:rPr>
                <w:rFonts w:ascii="Times New Roman" w:hAnsi="Times New Roman"/>
              </w:rPr>
              <w:t>временное трудоустройство подростков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F4" w:rsidRDefault="00A973F4" w:rsidP="00FA0487">
            <w:pPr>
              <w:pStyle w:val="a3"/>
              <w:jc w:val="center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  <w:p w:rsidR="00A973F4" w:rsidRDefault="00A973F4" w:rsidP="00887E7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F4" w:rsidRPr="00FA0487" w:rsidRDefault="00A973F4" w:rsidP="00887E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154,3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F4" w:rsidRPr="00887E73" w:rsidRDefault="00A973F4" w:rsidP="00FA0487">
            <w:pPr>
              <w:jc w:val="center"/>
              <w:rPr>
                <w:rFonts w:ascii="Times New Roman" w:hAnsi="Times New Roman"/>
              </w:rPr>
            </w:pPr>
            <w:r w:rsidRPr="00887E73">
              <w:rPr>
                <w:rFonts w:ascii="Times New Roman" w:hAnsi="Times New Roman"/>
                <w:lang w:val="en-US"/>
              </w:rPr>
              <w:t>II</w:t>
            </w:r>
            <w:r w:rsidRPr="00887E73">
              <w:rPr>
                <w:rFonts w:ascii="Times New Roman" w:hAnsi="Times New Roman"/>
              </w:rPr>
              <w:t xml:space="preserve"> квартал</w:t>
            </w:r>
          </w:p>
          <w:p w:rsidR="00A973F4" w:rsidRPr="00887E73" w:rsidRDefault="00A973F4" w:rsidP="00FA0487">
            <w:pPr>
              <w:jc w:val="center"/>
              <w:rPr>
                <w:rFonts w:ascii="Times New Roman" w:hAnsi="Times New Roman"/>
              </w:rPr>
            </w:pPr>
            <w:r w:rsidRPr="00887E73">
              <w:rPr>
                <w:rFonts w:ascii="Times New Roman" w:hAnsi="Times New Roman"/>
                <w:lang w:val="en-US"/>
              </w:rPr>
              <w:t>III</w:t>
            </w:r>
            <w:r w:rsidRPr="00887E73">
              <w:rPr>
                <w:rFonts w:ascii="Times New Roman" w:hAnsi="Times New Roman"/>
              </w:rPr>
              <w:t xml:space="preserve"> квартал</w:t>
            </w:r>
          </w:p>
          <w:p w:rsidR="00A973F4" w:rsidRDefault="00A973F4" w:rsidP="00887E7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F4" w:rsidRPr="00FA0487" w:rsidRDefault="00A973F4" w:rsidP="00FA0487">
            <w:pPr>
              <w:rPr>
                <w:rFonts w:ascii="Times New Roman" w:hAnsi="Times New Roman"/>
              </w:rPr>
            </w:pPr>
            <w:r w:rsidRPr="00FA0487">
              <w:rPr>
                <w:rFonts w:ascii="Times New Roman" w:hAnsi="Times New Roman"/>
              </w:rPr>
              <w:t>Количество  подростков, которым оказано содействие в трудоустройстве:</w:t>
            </w:r>
          </w:p>
          <w:p w:rsidR="00A973F4" w:rsidRPr="004D4870" w:rsidRDefault="00A973F4" w:rsidP="00FA048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- 47</w:t>
            </w:r>
            <w:r w:rsidRPr="00FA0487">
              <w:rPr>
                <w:rFonts w:ascii="Times New Roman" w:hAnsi="Times New Roman"/>
              </w:rPr>
              <w:t xml:space="preserve"> человек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73F4" w:rsidRDefault="00A973F4" w:rsidP="004D48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973F4" w:rsidRPr="00C3522A" w:rsidTr="00177395">
        <w:trPr>
          <w:gridAfter w:val="1"/>
          <w:wAfter w:w="430" w:type="dxa"/>
          <w:trHeight w:val="270"/>
        </w:trPr>
        <w:tc>
          <w:tcPr>
            <w:tcW w:w="980" w:type="dxa"/>
            <w:tcBorders>
              <w:bottom w:val="single" w:sz="4" w:space="0" w:color="auto"/>
              <w:right w:val="single" w:sz="4" w:space="0" w:color="auto"/>
            </w:tcBorders>
          </w:tcPr>
          <w:p w:rsidR="00A973F4" w:rsidRDefault="00A973F4" w:rsidP="00A23C3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F4" w:rsidRPr="00A23C33" w:rsidRDefault="00A973F4" w:rsidP="00A23C3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F4" w:rsidRPr="00B45B21" w:rsidRDefault="00A973F4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F4" w:rsidRDefault="00A973F4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211,9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F4" w:rsidRDefault="00A973F4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F4" w:rsidRPr="00A23C33" w:rsidRDefault="00A973F4" w:rsidP="00A23C33">
            <w:pPr>
              <w:pStyle w:val="a3"/>
              <w:rPr>
                <w:rFonts w:ascii="Times New Roman" w:hAnsi="Times New Roman"/>
              </w:rPr>
            </w:pPr>
            <w:bookmarkStart w:id="1" w:name="_GoBack"/>
            <w:bookmarkEnd w:id="1"/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73F4" w:rsidRDefault="00A973F4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A973F4" w:rsidTr="00177395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973F4" w:rsidRDefault="00A973F4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73F4" w:rsidRDefault="00A973F4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73F4" w:rsidRDefault="00A973F4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73F4" w:rsidRDefault="00A973F4" w:rsidP="00A23C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МБУ « Культурно-социальный центр»</w:t>
            </w:r>
          </w:p>
          <w:p w:rsidR="00A973F4" w:rsidRPr="004D4870" w:rsidRDefault="00A973F4" w:rsidP="00A23C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4D4870">
              <w:rPr>
                <w:rFonts w:ascii="Times New Roman" w:hAnsi="Times New Roman"/>
                <w:sz w:val="28"/>
                <w:szCs w:val="28"/>
              </w:rPr>
              <w:t>таротитаровского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Егорова Т.М.                          </w:t>
            </w:r>
          </w:p>
        </w:tc>
      </w:tr>
    </w:tbl>
    <w:p w:rsidR="00A973F4" w:rsidRPr="00CF6306" w:rsidRDefault="00A973F4" w:rsidP="00B45B21">
      <w:pPr>
        <w:pStyle w:val="BodyText"/>
        <w:spacing w:after="0"/>
        <w:ind w:right="-142"/>
        <w:jc w:val="both"/>
      </w:pPr>
    </w:p>
    <w:sectPr w:rsidR="00A973F4" w:rsidRPr="00CF6306" w:rsidSect="009F4733">
      <w:headerReference w:type="default" r:id="rId7"/>
      <w:pgSz w:w="16840" w:h="11907" w:orient="landscape" w:code="9"/>
      <w:pgMar w:top="539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3F4" w:rsidRDefault="00A973F4">
      <w:r>
        <w:separator/>
      </w:r>
    </w:p>
  </w:endnote>
  <w:endnote w:type="continuationSeparator" w:id="0">
    <w:p w:rsidR="00A973F4" w:rsidRDefault="00A973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3F4" w:rsidRDefault="00A973F4">
      <w:r>
        <w:separator/>
      </w:r>
    </w:p>
  </w:footnote>
  <w:footnote w:type="continuationSeparator" w:id="0">
    <w:p w:rsidR="00A973F4" w:rsidRDefault="00A973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3F4" w:rsidRDefault="00A973F4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973F4" w:rsidRDefault="00A973F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E1347"/>
    <w:multiLevelType w:val="hybridMultilevel"/>
    <w:tmpl w:val="440861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6301D77"/>
    <w:multiLevelType w:val="hybridMultilevel"/>
    <w:tmpl w:val="0D4807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596F78"/>
    <w:multiLevelType w:val="multilevel"/>
    <w:tmpl w:val="A496A6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5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2BF5"/>
    <w:rsid w:val="00025196"/>
    <w:rsid w:val="0003015C"/>
    <w:rsid w:val="00043F79"/>
    <w:rsid w:val="00052B35"/>
    <w:rsid w:val="00054860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576DB"/>
    <w:rsid w:val="0016276F"/>
    <w:rsid w:val="00166536"/>
    <w:rsid w:val="001710EE"/>
    <w:rsid w:val="00175306"/>
    <w:rsid w:val="00177395"/>
    <w:rsid w:val="001822E9"/>
    <w:rsid w:val="00182E9C"/>
    <w:rsid w:val="0018401A"/>
    <w:rsid w:val="00191C88"/>
    <w:rsid w:val="001A603E"/>
    <w:rsid w:val="001E134E"/>
    <w:rsid w:val="001E64CF"/>
    <w:rsid w:val="001F130E"/>
    <w:rsid w:val="00207A02"/>
    <w:rsid w:val="002228F1"/>
    <w:rsid w:val="00222F09"/>
    <w:rsid w:val="002257F6"/>
    <w:rsid w:val="00226246"/>
    <w:rsid w:val="00240654"/>
    <w:rsid w:val="00241AD2"/>
    <w:rsid w:val="002442F5"/>
    <w:rsid w:val="002470D0"/>
    <w:rsid w:val="002569A3"/>
    <w:rsid w:val="002613D3"/>
    <w:rsid w:val="002830C1"/>
    <w:rsid w:val="002A0160"/>
    <w:rsid w:val="002A4F6E"/>
    <w:rsid w:val="002B5292"/>
    <w:rsid w:val="002C695B"/>
    <w:rsid w:val="002C7281"/>
    <w:rsid w:val="002C7FF8"/>
    <w:rsid w:val="002D7464"/>
    <w:rsid w:val="002E26F0"/>
    <w:rsid w:val="002E5BA7"/>
    <w:rsid w:val="00300ABA"/>
    <w:rsid w:val="003013AA"/>
    <w:rsid w:val="0030427E"/>
    <w:rsid w:val="003150F8"/>
    <w:rsid w:val="00333844"/>
    <w:rsid w:val="00335FBF"/>
    <w:rsid w:val="00341333"/>
    <w:rsid w:val="00347146"/>
    <w:rsid w:val="003613E2"/>
    <w:rsid w:val="00365218"/>
    <w:rsid w:val="00371319"/>
    <w:rsid w:val="003832F3"/>
    <w:rsid w:val="00387BE9"/>
    <w:rsid w:val="0039254F"/>
    <w:rsid w:val="003C6883"/>
    <w:rsid w:val="003D076F"/>
    <w:rsid w:val="003D3230"/>
    <w:rsid w:val="003D734A"/>
    <w:rsid w:val="003D7EFE"/>
    <w:rsid w:val="003E661A"/>
    <w:rsid w:val="003E7AEF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3BAD"/>
    <w:rsid w:val="004740A7"/>
    <w:rsid w:val="004928A4"/>
    <w:rsid w:val="00495A89"/>
    <w:rsid w:val="004A1139"/>
    <w:rsid w:val="004B2BE8"/>
    <w:rsid w:val="004C1660"/>
    <w:rsid w:val="004D4870"/>
    <w:rsid w:val="004F5CD8"/>
    <w:rsid w:val="004F68E2"/>
    <w:rsid w:val="00507884"/>
    <w:rsid w:val="005142EF"/>
    <w:rsid w:val="00514CFD"/>
    <w:rsid w:val="00525A13"/>
    <w:rsid w:val="00527C1F"/>
    <w:rsid w:val="005469F5"/>
    <w:rsid w:val="00561E7E"/>
    <w:rsid w:val="00566848"/>
    <w:rsid w:val="0056739C"/>
    <w:rsid w:val="00571B3C"/>
    <w:rsid w:val="0057575A"/>
    <w:rsid w:val="00594020"/>
    <w:rsid w:val="005A29BE"/>
    <w:rsid w:val="005C1876"/>
    <w:rsid w:val="005D0C53"/>
    <w:rsid w:val="005D24F5"/>
    <w:rsid w:val="005D70B2"/>
    <w:rsid w:val="005D7565"/>
    <w:rsid w:val="005E37F3"/>
    <w:rsid w:val="00603747"/>
    <w:rsid w:val="00614FD6"/>
    <w:rsid w:val="00624DB5"/>
    <w:rsid w:val="00635BC1"/>
    <w:rsid w:val="006455A5"/>
    <w:rsid w:val="00646C29"/>
    <w:rsid w:val="006512DB"/>
    <w:rsid w:val="00654BFA"/>
    <w:rsid w:val="00656CCF"/>
    <w:rsid w:val="006637A3"/>
    <w:rsid w:val="00665D47"/>
    <w:rsid w:val="00677AB3"/>
    <w:rsid w:val="006841F5"/>
    <w:rsid w:val="006935AD"/>
    <w:rsid w:val="006A67D1"/>
    <w:rsid w:val="006F5A4F"/>
    <w:rsid w:val="007020E4"/>
    <w:rsid w:val="00703C6F"/>
    <w:rsid w:val="00705888"/>
    <w:rsid w:val="00735685"/>
    <w:rsid w:val="007509B6"/>
    <w:rsid w:val="00791DE4"/>
    <w:rsid w:val="007A6384"/>
    <w:rsid w:val="007B34C4"/>
    <w:rsid w:val="007C3B8D"/>
    <w:rsid w:val="007D5C42"/>
    <w:rsid w:val="007F3398"/>
    <w:rsid w:val="008045FD"/>
    <w:rsid w:val="00820110"/>
    <w:rsid w:val="00830C34"/>
    <w:rsid w:val="00834F9F"/>
    <w:rsid w:val="00840DA6"/>
    <w:rsid w:val="00850011"/>
    <w:rsid w:val="0085437C"/>
    <w:rsid w:val="008575A6"/>
    <w:rsid w:val="00860322"/>
    <w:rsid w:val="00887E73"/>
    <w:rsid w:val="00890879"/>
    <w:rsid w:val="00897D68"/>
    <w:rsid w:val="008A15C4"/>
    <w:rsid w:val="008A308E"/>
    <w:rsid w:val="008A51CD"/>
    <w:rsid w:val="008C0EAA"/>
    <w:rsid w:val="008C1A4B"/>
    <w:rsid w:val="008D4716"/>
    <w:rsid w:val="008E4A4E"/>
    <w:rsid w:val="008F1FBE"/>
    <w:rsid w:val="008F3336"/>
    <w:rsid w:val="008F523A"/>
    <w:rsid w:val="00915096"/>
    <w:rsid w:val="009156D9"/>
    <w:rsid w:val="00924534"/>
    <w:rsid w:val="00941E96"/>
    <w:rsid w:val="0094354E"/>
    <w:rsid w:val="00944798"/>
    <w:rsid w:val="009561E5"/>
    <w:rsid w:val="00956AEC"/>
    <w:rsid w:val="00956BF9"/>
    <w:rsid w:val="00957A20"/>
    <w:rsid w:val="00965108"/>
    <w:rsid w:val="00983138"/>
    <w:rsid w:val="009860E4"/>
    <w:rsid w:val="00987B0F"/>
    <w:rsid w:val="009A0015"/>
    <w:rsid w:val="009C1E5D"/>
    <w:rsid w:val="009D4504"/>
    <w:rsid w:val="009D6288"/>
    <w:rsid w:val="009D7D7F"/>
    <w:rsid w:val="009E657C"/>
    <w:rsid w:val="009F4733"/>
    <w:rsid w:val="009F7276"/>
    <w:rsid w:val="00A0097D"/>
    <w:rsid w:val="00A10969"/>
    <w:rsid w:val="00A1421A"/>
    <w:rsid w:val="00A1695C"/>
    <w:rsid w:val="00A23C33"/>
    <w:rsid w:val="00A36A1F"/>
    <w:rsid w:val="00A3740B"/>
    <w:rsid w:val="00A44639"/>
    <w:rsid w:val="00A65613"/>
    <w:rsid w:val="00A83FE2"/>
    <w:rsid w:val="00A84CC8"/>
    <w:rsid w:val="00A874EA"/>
    <w:rsid w:val="00A87FA6"/>
    <w:rsid w:val="00A973F4"/>
    <w:rsid w:val="00AA0281"/>
    <w:rsid w:val="00AD2FA6"/>
    <w:rsid w:val="00AD3B9F"/>
    <w:rsid w:val="00AD6AD3"/>
    <w:rsid w:val="00AF1D20"/>
    <w:rsid w:val="00B06BE3"/>
    <w:rsid w:val="00B11BB8"/>
    <w:rsid w:val="00B45B21"/>
    <w:rsid w:val="00B519B6"/>
    <w:rsid w:val="00B54883"/>
    <w:rsid w:val="00B65CCC"/>
    <w:rsid w:val="00B6664D"/>
    <w:rsid w:val="00B73C78"/>
    <w:rsid w:val="00B73D0F"/>
    <w:rsid w:val="00B76DE8"/>
    <w:rsid w:val="00B81C87"/>
    <w:rsid w:val="00B8732B"/>
    <w:rsid w:val="00B91C4A"/>
    <w:rsid w:val="00B97E72"/>
    <w:rsid w:val="00BB7DB1"/>
    <w:rsid w:val="00BC2657"/>
    <w:rsid w:val="00BD33EA"/>
    <w:rsid w:val="00C07246"/>
    <w:rsid w:val="00C1017B"/>
    <w:rsid w:val="00C12D44"/>
    <w:rsid w:val="00C30BB7"/>
    <w:rsid w:val="00C3175E"/>
    <w:rsid w:val="00C3522A"/>
    <w:rsid w:val="00C3705A"/>
    <w:rsid w:val="00C602BF"/>
    <w:rsid w:val="00C72370"/>
    <w:rsid w:val="00C8736B"/>
    <w:rsid w:val="00C91E10"/>
    <w:rsid w:val="00CB295E"/>
    <w:rsid w:val="00CB61F0"/>
    <w:rsid w:val="00CF476E"/>
    <w:rsid w:val="00CF6306"/>
    <w:rsid w:val="00CF6E9C"/>
    <w:rsid w:val="00CF6FBF"/>
    <w:rsid w:val="00CF7D26"/>
    <w:rsid w:val="00D20D24"/>
    <w:rsid w:val="00D2219E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86D6A"/>
    <w:rsid w:val="00D91C0D"/>
    <w:rsid w:val="00DA0A23"/>
    <w:rsid w:val="00DC12AA"/>
    <w:rsid w:val="00DC4CC5"/>
    <w:rsid w:val="00DC670B"/>
    <w:rsid w:val="00DD7E21"/>
    <w:rsid w:val="00DE02F8"/>
    <w:rsid w:val="00DE5A4C"/>
    <w:rsid w:val="00DF4581"/>
    <w:rsid w:val="00E159BA"/>
    <w:rsid w:val="00E26412"/>
    <w:rsid w:val="00E340F2"/>
    <w:rsid w:val="00E43EB1"/>
    <w:rsid w:val="00E600BB"/>
    <w:rsid w:val="00E76568"/>
    <w:rsid w:val="00E77F78"/>
    <w:rsid w:val="00E82D20"/>
    <w:rsid w:val="00E86F36"/>
    <w:rsid w:val="00E9156E"/>
    <w:rsid w:val="00E92E6A"/>
    <w:rsid w:val="00EA1D45"/>
    <w:rsid w:val="00EA7C72"/>
    <w:rsid w:val="00EC3760"/>
    <w:rsid w:val="00ED744E"/>
    <w:rsid w:val="00EE372C"/>
    <w:rsid w:val="00EF5882"/>
    <w:rsid w:val="00F117D0"/>
    <w:rsid w:val="00F210E3"/>
    <w:rsid w:val="00F2247D"/>
    <w:rsid w:val="00F374C5"/>
    <w:rsid w:val="00F4148A"/>
    <w:rsid w:val="00F7200D"/>
    <w:rsid w:val="00F73017"/>
    <w:rsid w:val="00F86102"/>
    <w:rsid w:val="00F971B5"/>
    <w:rsid w:val="00FA0487"/>
    <w:rsid w:val="00FA18FF"/>
    <w:rsid w:val="00FA62FA"/>
    <w:rsid w:val="00FA6A7A"/>
    <w:rsid w:val="00FB197C"/>
    <w:rsid w:val="00FC1144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  <w:style w:type="paragraph" w:styleId="BodyText2">
    <w:name w:val="Body Text 2"/>
    <w:basedOn w:val="Normal"/>
    <w:link w:val="BodyText2Char"/>
    <w:uiPriority w:val="99"/>
    <w:rsid w:val="003150F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340F2"/>
    <w:rPr>
      <w:rFonts w:ascii="Arial" w:hAnsi="Arial" w:cs="Times New Roman"/>
      <w:sz w:val="24"/>
    </w:rPr>
  </w:style>
  <w:style w:type="paragraph" w:styleId="BodyTextIndent2">
    <w:name w:val="Body Text Indent 2"/>
    <w:basedOn w:val="Normal"/>
    <w:link w:val="BodyTextIndent2Char"/>
    <w:uiPriority w:val="99"/>
    <w:rsid w:val="00FA0487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FA0487"/>
    <w:rPr>
      <w:rFonts w:cs="Times New Roman"/>
      <w:sz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2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0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02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02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105</TotalTime>
  <Pages>2</Pages>
  <Words>427</Words>
  <Characters>2436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26</cp:revision>
  <cp:lastPrinted>2017-10-24T07:43:00Z</cp:lastPrinted>
  <dcterms:created xsi:type="dcterms:W3CDTF">2014-11-12T06:48:00Z</dcterms:created>
  <dcterms:modified xsi:type="dcterms:W3CDTF">2018-07-09T06:40:00Z</dcterms:modified>
</cp:coreProperties>
</file>