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92" w:rsidRPr="00C3705A" w:rsidRDefault="00A63292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A63292" w:rsidRPr="00B73C78" w:rsidRDefault="00A63292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A63292" w:rsidRDefault="00A63292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A63292" w:rsidRDefault="00A63292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A63292" w:rsidRPr="00145A0B" w:rsidRDefault="00A63292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A63292" w:rsidRDefault="00A63292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_____________________ № _____</w:t>
      </w:r>
    </w:p>
    <w:p w:rsidR="00A63292" w:rsidRPr="00CC774C" w:rsidRDefault="00A63292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A63292" w:rsidRPr="00AA03A8" w:rsidRDefault="00A6329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292" w:rsidRPr="00CC774C" w:rsidRDefault="00A63292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>и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A63292" w:rsidRPr="00CC774C" w:rsidRDefault="00A63292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A63292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525A13" w:rsidRDefault="00A6329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525A13" w:rsidRDefault="00A6329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525A13" w:rsidRDefault="00A6329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A63292" w:rsidRPr="00525A13" w:rsidRDefault="00A6329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A63292" w:rsidRPr="00525A13" w:rsidRDefault="00A6329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A63292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525A13" w:rsidRDefault="00A6329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525A13" w:rsidRDefault="00A6329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525A13" w:rsidRDefault="00A6329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525A13" w:rsidRDefault="00A6329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63292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704E08" w:rsidRDefault="00A63292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A63292" w:rsidRDefault="00A63292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A63292" w:rsidRPr="00F425CC" w:rsidRDefault="00A63292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>на 2020 год</w:t>
            </w:r>
          </w:p>
          <w:p w:rsidR="00A63292" w:rsidRPr="00F425CC" w:rsidRDefault="00A63292" w:rsidP="00F425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A63292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63292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63292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специальная оценка условий рабочих мест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7775EC" w:rsidRDefault="00A63292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Pr="00F425CC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026A04" w:rsidRDefault="00A63292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63292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23750" w:rsidRDefault="00A63292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2.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2020 год</w:t>
            </w:r>
          </w:p>
          <w:p w:rsidR="00A63292" w:rsidRPr="00F23750" w:rsidRDefault="00A63292" w:rsidP="00F23750"/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23750" w:rsidRDefault="00A63292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23750" w:rsidRDefault="00A63292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026A04" w:rsidRDefault="00A63292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63292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F763E4" w:rsidRDefault="00A63292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  <w:p w:rsidR="00A63292" w:rsidRPr="00051D95" w:rsidRDefault="00A63292" w:rsidP="00051D95"/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051D95" w:rsidRDefault="00A63292" w:rsidP="002B6DF5">
            <w:pPr>
              <w:rPr>
                <w:rFonts w:ascii="Times New Roman" w:hAnsi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6329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Pr="00026A04" w:rsidRDefault="00A63292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292" w:rsidRDefault="00A6329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A63292" w:rsidRDefault="00A6329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63292" w:rsidRDefault="00A6329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A63292" w:rsidRDefault="00A63292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A63292" w:rsidRDefault="00A63292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3292" w:rsidRPr="00481C03" w:rsidRDefault="00A63292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A63292" w:rsidRDefault="00A6329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A63292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292" w:rsidRDefault="00A63292">
      <w:r>
        <w:separator/>
      </w:r>
    </w:p>
  </w:endnote>
  <w:endnote w:type="continuationSeparator" w:id="0">
    <w:p w:rsidR="00A63292" w:rsidRDefault="00A63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292" w:rsidRDefault="00A63292">
      <w:r>
        <w:separator/>
      </w:r>
    </w:p>
  </w:footnote>
  <w:footnote w:type="continuationSeparator" w:id="0">
    <w:p w:rsidR="00A63292" w:rsidRDefault="00A63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292" w:rsidRDefault="00A6329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63292" w:rsidRDefault="00A632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9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9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79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79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9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79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2</Pages>
  <Words>392</Words>
  <Characters>2235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46</cp:revision>
  <cp:lastPrinted>2015-11-10T07:00:00Z</cp:lastPrinted>
  <dcterms:created xsi:type="dcterms:W3CDTF">2014-11-12T06:42:00Z</dcterms:created>
  <dcterms:modified xsi:type="dcterms:W3CDTF">2019-10-02T10:10:00Z</dcterms:modified>
</cp:coreProperties>
</file>