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B2" w:rsidRPr="00C3705A" w:rsidRDefault="006028B2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028B2" w:rsidRPr="00B73C78" w:rsidRDefault="006028B2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6028B2" w:rsidRDefault="006028B2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6028B2" w:rsidRDefault="006028B2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6028B2" w:rsidRDefault="006028B2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6028B2" w:rsidRPr="00593C93" w:rsidRDefault="006028B2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2020 год</w:t>
      </w:r>
    </w:p>
    <w:p w:rsidR="006028B2" w:rsidRDefault="006028B2" w:rsidP="00045AD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___________________________ № ______</w:t>
      </w:r>
    </w:p>
    <w:p w:rsidR="006028B2" w:rsidRDefault="006028B2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028B2" w:rsidRPr="00AA03A8" w:rsidRDefault="006028B2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028B2" w:rsidRPr="00ED639C" w:rsidRDefault="006028B2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680"/>
        <w:gridCol w:w="1676"/>
        <w:gridCol w:w="1800"/>
      </w:tblGrid>
      <w:tr w:rsidR="006028B2" w:rsidRPr="00525A13" w:rsidTr="004C34B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028B2" w:rsidRPr="00525A13" w:rsidTr="004C34B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028B2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525A13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B2" w:rsidRPr="00525A13" w:rsidRDefault="006028B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028B2" w:rsidRPr="00B73C78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704E08" w:rsidRDefault="006028B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028B2" w:rsidRDefault="006028B2" w:rsidP="00D66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>
              <w:rPr>
                <w:rFonts w:ascii="Times New Roman" w:hAnsi="Times New Roman"/>
                <w:b/>
                <w:bCs/>
              </w:rPr>
              <w:t xml:space="preserve"> на 2020 год</w:t>
            </w:r>
          </w:p>
          <w:p w:rsidR="006028B2" w:rsidRPr="00D66E15" w:rsidRDefault="006028B2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028B2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Default="006028B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3322EB" w:rsidRDefault="006028B2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6360ED">
              <w:rPr>
                <w:rFonts w:ascii="Times New Roman" w:hAnsi="Times New Roman"/>
                <w:sz w:val="28"/>
                <w:szCs w:val="28"/>
              </w:rPr>
              <w:t>мероприятия, направленны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360ED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FA4235">
              <w:rPr>
                <w:rFonts w:ascii="Times New Roman" w:hAnsi="Times New Roman"/>
                <w:sz w:val="28"/>
                <w:szCs w:val="28"/>
              </w:rPr>
              <w:t>социальную поддержку</w:t>
            </w:r>
            <w:r w:rsidRPr="00066C77">
              <w:rPr>
                <w:rFonts w:ascii="Times New Roman" w:hAnsi="Times New Roman"/>
              </w:rPr>
              <w:t xml:space="preserve"> </w:t>
            </w:r>
            <w:r w:rsidRPr="00FA4235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B2" w:rsidRPr="00B73C78" w:rsidRDefault="006028B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B2" w:rsidRPr="00DC211C" w:rsidRDefault="006028B2" w:rsidP="006F6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bookmarkEnd w:id="0"/>
    </w:tbl>
    <w:p w:rsidR="006028B2" w:rsidRDefault="006028B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028B2" w:rsidRDefault="006028B2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028B2" w:rsidRDefault="006028B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6028B2" w:rsidRDefault="006028B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6028B2" w:rsidRPr="00481C03" w:rsidRDefault="006028B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Т.И.Опарина     </w:t>
      </w:r>
    </w:p>
    <w:p w:rsidR="006028B2" w:rsidRPr="00481C03" w:rsidRDefault="006028B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6028B2" w:rsidRPr="00481C03" w:rsidSect="004C34B9">
      <w:headerReference w:type="default" r:id="rId7"/>
      <w:pgSz w:w="16840" w:h="11907" w:orient="landscape" w:code="9"/>
      <w:pgMar w:top="56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8B2" w:rsidRDefault="006028B2">
      <w:r>
        <w:separator/>
      </w:r>
    </w:p>
  </w:endnote>
  <w:endnote w:type="continuationSeparator" w:id="0">
    <w:p w:rsidR="006028B2" w:rsidRDefault="00602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8B2" w:rsidRDefault="006028B2">
      <w:r>
        <w:separator/>
      </w:r>
    </w:p>
  </w:footnote>
  <w:footnote w:type="continuationSeparator" w:id="0">
    <w:p w:rsidR="006028B2" w:rsidRDefault="00602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8B2" w:rsidRDefault="006028B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028B2" w:rsidRDefault="006028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5AD7"/>
    <w:rsid w:val="0006685C"/>
    <w:rsid w:val="00066C77"/>
    <w:rsid w:val="000726A5"/>
    <w:rsid w:val="000759BE"/>
    <w:rsid w:val="00083DC5"/>
    <w:rsid w:val="000C13B0"/>
    <w:rsid w:val="000D3205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475FC"/>
    <w:rsid w:val="001560B5"/>
    <w:rsid w:val="00166536"/>
    <w:rsid w:val="001710EE"/>
    <w:rsid w:val="00175306"/>
    <w:rsid w:val="0018401A"/>
    <w:rsid w:val="001A603E"/>
    <w:rsid w:val="001C45E2"/>
    <w:rsid w:val="001C47F2"/>
    <w:rsid w:val="001C59AD"/>
    <w:rsid w:val="001E134E"/>
    <w:rsid w:val="001E6845"/>
    <w:rsid w:val="001F331C"/>
    <w:rsid w:val="00203A4F"/>
    <w:rsid w:val="00207A02"/>
    <w:rsid w:val="00244984"/>
    <w:rsid w:val="00254740"/>
    <w:rsid w:val="002569A3"/>
    <w:rsid w:val="002613D3"/>
    <w:rsid w:val="002872C1"/>
    <w:rsid w:val="00291A18"/>
    <w:rsid w:val="0029386C"/>
    <w:rsid w:val="002A33A2"/>
    <w:rsid w:val="002B324E"/>
    <w:rsid w:val="002B530D"/>
    <w:rsid w:val="002E26F0"/>
    <w:rsid w:val="002F0BC6"/>
    <w:rsid w:val="0030427E"/>
    <w:rsid w:val="00306CE1"/>
    <w:rsid w:val="00313F9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0E59"/>
    <w:rsid w:val="004B3210"/>
    <w:rsid w:val="004B52C2"/>
    <w:rsid w:val="004C1660"/>
    <w:rsid w:val="004C34B9"/>
    <w:rsid w:val="004C4FE7"/>
    <w:rsid w:val="004D4870"/>
    <w:rsid w:val="004F02BA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028B2"/>
    <w:rsid w:val="0061479A"/>
    <w:rsid w:val="00615189"/>
    <w:rsid w:val="00624DB5"/>
    <w:rsid w:val="006360ED"/>
    <w:rsid w:val="00637E89"/>
    <w:rsid w:val="00654BFA"/>
    <w:rsid w:val="00656CCF"/>
    <w:rsid w:val="00657BA3"/>
    <w:rsid w:val="00665D47"/>
    <w:rsid w:val="00677AB3"/>
    <w:rsid w:val="006C0876"/>
    <w:rsid w:val="006C25DE"/>
    <w:rsid w:val="006D0967"/>
    <w:rsid w:val="006D12E0"/>
    <w:rsid w:val="006F6733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A4BC6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2FCB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8611C"/>
    <w:rsid w:val="00CA4F1F"/>
    <w:rsid w:val="00CB296B"/>
    <w:rsid w:val="00CB4542"/>
    <w:rsid w:val="00CB61F0"/>
    <w:rsid w:val="00CC3A25"/>
    <w:rsid w:val="00CC7896"/>
    <w:rsid w:val="00CD22B3"/>
    <w:rsid w:val="00D03505"/>
    <w:rsid w:val="00D17CCC"/>
    <w:rsid w:val="00D20D24"/>
    <w:rsid w:val="00D22CF8"/>
    <w:rsid w:val="00D33AD3"/>
    <w:rsid w:val="00D40352"/>
    <w:rsid w:val="00D43877"/>
    <w:rsid w:val="00D5786B"/>
    <w:rsid w:val="00D64B68"/>
    <w:rsid w:val="00D66E15"/>
    <w:rsid w:val="00D77749"/>
    <w:rsid w:val="00D77F68"/>
    <w:rsid w:val="00D808E2"/>
    <w:rsid w:val="00D82408"/>
    <w:rsid w:val="00D856C5"/>
    <w:rsid w:val="00DA0A23"/>
    <w:rsid w:val="00DA1849"/>
    <w:rsid w:val="00DC12AA"/>
    <w:rsid w:val="00DC12F9"/>
    <w:rsid w:val="00DC211C"/>
    <w:rsid w:val="00DC3963"/>
    <w:rsid w:val="00DE02F8"/>
    <w:rsid w:val="00E010D7"/>
    <w:rsid w:val="00E13FE9"/>
    <w:rsid w:val="00E159BA"/>
    <w:rsid w:val="00E22394"/>
    <w:rsid w:val="00E26412"/>
    <w:rsid w:val="00E3254A"/>
    <w:rsid w:val="00E34530"/>
    <w:rsid w:val="00E420C1"/>
    <w:rsid w:val="00E43EB1"/>
    <w:rsid w:val="00E82D20"/>
    <w:rsid w:val="00E86F36"/>
    <w:rsid w:val="00E922A9"/>
    <w:rsid w:val="00EA7C72"/>
    <w:rsid w:val="00EC3760"/>
    <w:rsid w:val="00EC3CEF"/>
    <w:rsid w:val="00ED639C"/>
    <w:rsid w:val="00ED6B33"/>
    <w:rsid w:val="00EE372C"/>
    <w:rsid w:val="00F031F6"/>
    <w:rsid w:val="00F13654"/>
    <w:rsid w:val="00F27F5A"/>
    <w:rsid w:val="00F374C5"/>
    <w:rsid w:val="00F4148A"/>
    <w:rsid w:val="00F44C8C"/>
    <w:rsid w:val="00F51FC1"/>
    <w:rsid w:val="00F62AD5"/>
    <w:rsid w:val="00F96BA9"/>
    <w:rsid w:val="00FA18FF"/>
    <w:rsid w:val="00FA4235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0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0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0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70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1</Pages>
  <Words>193</Words>
  <Characters>1106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30</cp:revision>
  <cp:lastPrinted>2014-12-09T12:10:00Z</cp:lastPrinted>
  <dcterms:created xsi:type="dcterms:W3CDTF">2014-11-12T06:42:00Z</dcterms:created>
  <dcterms:modified xsi:type="dcterms:W3CDTF">2019-09-17T11:42:00Z</dcterms:modified>
</cp:coreProperties>
</file>