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FD" w:rsidRPr="00D11775" w:rsidRDefault="00A40CF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40CFD" w:rsidRPr="00D11775" w:rsidRDefault="00A40CFD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/>
          <w:sz w:val="28"/>
          <w:szCs w:val="28"/>
        </w:rPr>
        <w:t>к программе</w:t>
      </w:r>
    </w:p>
    <w:p w:rsidR="00A40CFD" w:rsidRPr="00D11775" w:rsidRDefault="00A40CFD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«</w:t>
      </w:r>
      <w:r w:rsidRPr="00D11775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A40CFD" w:rsidRPr="00D11775" w:rsidRDefault="00A40CFD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среднего предпринимательства</w:t>
      </w:r>
    </w:p>
    <w:p w:rsidR="00A40CFD" w:rsidRPr="00D11775" w:rsidRDefault="00A40CFD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A40CFD" w:rsidRPr="00D11775" w:rsidRDefault="00A40CFD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A40CFD" w:rsidRPr="00D11775" w:rsidRDefault="00A40CFD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на 2020 год</w:t>
      </w:r>
    </w:p>
    <w:p w:rsidR="00A40CFD" w:rsidRPr="00D11775" w:rsidRDefault="00A40CFD" w:rsidP="00C26B4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1775">
        <w:rPr>
          <w:rFonts w:ascii="Times New Roman" w:hAnsi="Times New Roman"/>
          <w:spacing w:val="-12"/>
          <w:sz w:val="28"/>
          <w:szCs w:val="28"/>
        </w:rPr>
        <w:t>от ____________________ № _____</w:t>
      </w:r>
    </w:p>
    <w:p w:rsidR="00A40CFD" w:rsidRPr="00D11775" w:rsidRDefault="00A40CFD" w:rsidP="00DC23D0">
      <w:pPr>
        <w:tabs>
          <w:tab w:val="left" w:pos="1332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A40CFD" w:rsidRDefault="00A40CFD" w:rsidP="00DC23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40CFD" w:rsidRDefault="00A40CFD" w:rsidP="00DC23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Перечень</w:t>
      </w:r>
      <w:r w:rsidRPr="00D11775">
        <w:rPr>
          <w:rFonts w:ascii="Times New Roman" w:hAnsi="Times New Roman"/>
          <w:b/>
          <w:sz w:val="28"/>
          <w:szCs w:val="28"/>
        </w:rPr>
        <w:br/>
        <w:t xml:space="preserve">основных мероприятий подпрограммы  «Поддержка и развитие малого и среднего предпринимательства </w:t>
      </w:r>
      <w:r w:rsidRPr="00D11775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 w:rsidRPr="00D11775">
        <w:rPr>
          <w:rFonts w:ascii="Times New Roman" w:hAnsi="Times New Roman"/>
          <w:b/>
          <w:sz w:val="28"/>
          <w:szCs w:val="28"/>
        </w:rPr>
        <w:t xml:space="preserve"> </w:t>
      </w:r>
      <w:r w:rsidRPr="00D11775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D11775">
        <w:rPr>
          <w:rFonts w:ascii="Times New Roman" w:hAnsi="Times New Roman"/>
          <w:b/>
          <w:bCs/>
          <w:sz w:val="28"/>
          <w:szCs w:val="28"/>
        </w:rPr>
        <w:t xml:space="preserve"> на 2020 год</w:t>
      </w:r>
    </w:p>
    <w:p w:rsidR="00A40CFD" w:rsidRPr="00D11775" w:rsidRDefault="00A40CFD" w:rsidP="00DC23D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40CFD" w:rsidRDefault="00A40CFD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A40CFD" w:rsidTr="00634E67">
        <w:tc>
          <w:tcPr>
            <w:tcW w:w="648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A40CFD" w:rsidRPr="00EC544E" w:rsidRDefault="00A40CFD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40CFD" w:rsidTr="00634E67">
        <w:tc>
          <w:tcPr>
            <w:tcW w:w="64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A40CFD" w:rsidRPr="00EC544E" w:rsidRDefault="00A40CFD" w:rsidP="00C15CF9">
            <w:pPr>
              <w:rPr>
                <w:rFonts w:ascii="Times New Roman" w:hAnsi="Times New Roman"/>
              </w:rPr>
            </w:pPr>
          </w:p>
        </w:tc>
      </w:tr>
      <w:tr w:rsidR="00A40CFD" w:rsidTr="00634E67">
        <w:tc>
          <w:tcPr>
            <w:tcW w:w="64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A40CFD" w:rsidRPr="00EC544E" w:rsidRDefault="00A40CFD" w:rsidP="00C15CF9">
            <w:pPr>
              <w:rPr>
                <w:rFonts w:ascii="Times New Roman" w:hAnsi="Times New Roman"/>
              </w:rPr>
            </w:pPr>
          </w:p>
        </w:tc>
      </w:tr>
      <w:tr w:rsidR="00A40CFD" w:rsidTr="00634E67">
        <w:tc>
          <w:tcPr>
            <w:tcW w:w="64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A40CFD" w:rsidRDefault="00A40CFD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A40CFD" w:rsidRPr="00D47072" w:rsidRDefault="00A40CFD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CFD" w:rsidTr="00634E67">
        <w:tc>
          <w:tcPr>
            <w:tcW w:w="64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20" w:type="dxa"/>
            <w:gridSpan w:val="10"/>
          </w:tcPr>
          <w:p w:rsidR="00A40CFD" w:rsidRPr="00634E67" w:rsidRDefault="00A40CFD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A40CFD" w:rsidRPr="00634E67" w:rsidRDefault="00A40CFD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40CFD" w:rsidRDefault="00A40CFD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634E67">
              <w:rPr>
                <w:rFonts w:ascii="Times New Roman" w:hAnsi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A40CFD" w:rsidRPr="00EC544E" w:rsidRDefault="00A40CFD" w:rsidP="00DC23D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A40CFD" w:rsidTr="00634E67">
        <w:trPr>
          <w:trHeight w:val="2112"/>
        </w:trPr>
        <w:tc>
          <w:tcPr>
            <w:tcW w:w="64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A40CFD" w:rsidRDefault="00A40CFD" w:rsidP="00634E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C03ED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9C03ED">
              <w:rPr>
                <w:rFonts w:ascii="Times New Roman" w:hAnsi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A40CFD" w:rsidRPr="00EC544E" w:rsidRDefault="00A40CFD" w:rsidP="00C15CF9">
            <w:pPr>
              <w:rPr>
                <w:rFonts w:ascii="Times New Roman" w:hAnsi="Times New Roman"/>
              </w:rPr>
            </w:pPr>
          </w:p>
        </w:tc>
        <w:tc>
          <w:tcPr>
            <w:tcW w:w="82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A40CFD" w:rsidRPr="00EC544E" w:rsidRDefault="00A40CFD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A40CFD" w:rsidRPr="00EC544E" w:rsidRDefault="00A40CFD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40CFD" w:rsidTr="00634E67">
        <w:tc>
          <w:tcPr>
            <w:tcW w:w="64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A40CFD" w:rsidRPr="00EC544E" w:rsidRDefault="00A40CFD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0CFD" w:rsidRDefault="00A40CFD" w:rsidP="00DC23D0">
      <w:pPr>
        <w:rPr>
          <w:rFonts w:ascii="Times New Roman" w:hAnsi="Times New Roman"/>
          <w:bCs/>
        </w:rPr>
      </w:pPr>
    </w:p>
    <w:bookmarkEnd w:id="0"/>
    <w:p w:rsidR="00A40CFD" w:rsidRPr="00D11775" w:rsidRDefault="00A40CFD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Заместитель главы</w:t>
      </w:r>
    </w:p>
    <w:p w:rsidR="00A40CFD" w:rsidRPr="00D11775" w:rsidRDefault="00A40CFD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40CFD" w:rsidRPr="00D11775" w:rsidRDefault="00A40CFD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A40CFD" w:rsidRPr="00D11775" w:rsidRDefault="00A40CFD">
      <w:pPr>
        <w:rPr>
          <w:rFonts w:ascii="Times New Roman" w:hAnsi="Times New Roman"/>
          <w:sz w:val="28"/>
          <w:szCs w:val="28"/>
        </w:rPr>
      </w:pPr>
    </w:p>
    <w:sectPr w:rsidR="00A40CFD" w:rsidRPr="00D1177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CFD" w:rsidRDefault="00A40CFD">
      <w:r>
        <w:separator/>
      </w:r>
    </w:p>
  </w:endnote>
  <w:endnote w:type="continuationSeparator" w:id="0">
    <w:p w:rsidR="00A40CFD" w:rsidRDefault="00A4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CFD" w:rsidRDefault="00A40CFD">
      <w:r>
        <w:separator/>
      </w:r>
    </w:p>
  </w:footnote>
  <w:footnote w:type="continuationSeparator" w:id="0">
    <w:p w:rsidR="00A40CFD" w:rsidRDefault="00A40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CFD" w:rsidRDefault="00A40CF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40CFD" w:rsidRDefault="00A40C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438F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F4300"/>
    <w:rsid w:val="00624DB5"/>
    <w:rsid w:val="00634E67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568B3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40CFD"/>
    <w:rsid w:val="00A54AE0"/>
    <w:rsid w:val="00A65613"/>
    <w:rsid w:val="00A83FE2"/>
    <w:rsid w:val="00A874EA"/>
    <w:rsid w:val="00A87FA6"/>
    <w:rsid w:val="00AA0281"/>
    <w:rsid w:val="00AC3DE7"/>
    <w:rsid w:val="00AD3B9F"/>
    <w:rsid w:val="00AE7724"/>
    <w:rsid w:val="00AF1D20"/>
    <w:rsid w:val="00B06BE3"/>
    <w:rsid w:val="00B11BB8"/>
    <w:rsid w:val="00B350EF"/>
    <w:rsid w:val="00B45B21"/>
    <w:rsid w:val="00B54883"/>
    <w:rsid w:val="00B65CCC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3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3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3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6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264</Words>
  <Characters>1510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2014-12-09T12:10:00Z</cp:lastPrinted>
  <dcterms:created xsi:type="dcterms:W3CDTF">2014-11-12T06:48:00Z</dcterms:created>
  <dcterms:modified xsi:type="dcterms:W3CDTF">2019-10-16T07:15:00Z</dcterms:modified>
</cp:coreProperties>
</file>