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9CB" w:rsidRPr="00BB7DB1" w:rsidRDefault="00F909CB" w:rsidP="0061219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F909CB" w:rsidRPr="00B73C78" w:rsidRDefault="00F909CB" w:rsidP="00612198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F909CB" w:rsidRDefault="00F909CB" w:rsidP="00612198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F909CB" w:rsidRDefault="00F909CB" w:rsidP="00612198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жизнедеятельности для </w:t>
      </w:r>
    </w:p>
    <w:p w:rsidR="00F909CB" w:rsidRDefault="00F909CB" w:rsidP="00612198">
      <w:pPr>
        <w:jc w:val="right"/>
        <w:rPr>
          <w:rFonts w:ascii="Times New Roman" w:hAnsi="Times New Roman"/>
          <w:bCs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инвалидов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</w:t>
      </w:r>
    </w:p>
    <w:p w:rsidR="00F909CB" w:rsidRDefault="00F909CB" w:rsidP="00612198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сельском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</w:t>
      </w:r>
    </w:p>
    <w:p w:rsidR="00F909CB" w:rsidRPr="00F971B5" w:rsidRDefault="00F909CB" w:rsidP="00612198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района</w:t>
      </w:r>
      <w:r>
        <w:rPr>
          <w:rFonts w:ascii="Times New Roman" w:hAnsi="Times New Roman"/>
          <w:bCs/>
          <w:sz w:val="28"/>
          <w:szCs w:val="28"/>
        </w:rPr>
        <w:t>»</w:t>
      </w:r>
      <w:r w:rsidRPr="00F971B5">
        <w:rPr>
          <w:rFonts w:ascii="Times New Roman" w:hAnsi="Times New Roman"/>
          <w:bCs/>
          <w:sz w:val="28"/>
          <w:szCs w:val="28"/>
        </w:rPr>
        <w:t xml:space="preserve"> на 20</w:t>
      </w:r>
      <w:r>
        <w:rPr>
          <w:rFonts w:ascii="Times New Roman" w:hAnsi="Times New Roman"/>
          <w:bCs/>
          <w:sz w:val="28"/>
          <w:szCs w:val="28"/>
        </w:rPr>
        <w:t>20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F909CB" w:rsidRDefault="00F909CB" w:rsidP="0061219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 № ____</w:t>
      </w:r>
    </w:p>
    <w:p w:rsidR="00F909CB" w:rsidRDefault="00F909CB" w:rsidP="0061219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b/>
          <w:sz w:val="28"/>
          <w:szCs w:val="28"/>
        </w:rPr>
      </w:pPr>
    </w:p>
    <w:p w:rsidR="00F909CB" w:rsidRDefault="00F909CB" w:rsidP="0061219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</w:p>
    <w:p w:rsidR="00F909CB" w:rsidRPr="00AD6EBC" w:rsidRDefault="00F909CB" w:rsidP="00612198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>Перечень</w:t>
      </w:r>
      <w:r w:rsidRPr="00AD6EBC">
        <w:rPr>
          <w:rFonts w:ascii="Times New Roman" w:hAnsi="Times New Roman"/>
          <w:b/>
          <w:sz w:val="28"/>
          <w:szCs w:val="28"/>
        </w:rPr>
        <w:br/>
        <w:t>основных мероприятий подпрограммы  «Формирование доступной среды</w:t>
      </w:r>
    </w:p>
    <w:p w:rsidR="00F909CB" w:rsidRPr="00AA5C09" w:rsidRDefault="00F909CB" w:rsidP="00612198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 xml:space="preserve">жизнедеятельности для инвалидов </w:t>
      </w:r>
      <w:r w:rsidRPr="00AD6EBC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Темрюкского района» на 2020</w:t>
      </w:r>
      <w:r w:rsidRPr="00AD6EBC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F909CB" w:rsidRDefault="00F909CB" w:rsidP="00AA5C09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0"/>
        <w:gridCol w:w="1020"/>
        <w:gridCol w:w="1320"/>
        <w:gridCol w:w="1344"/>
        <w:gridCol w:w="1176"/>
        <w:gridCol w:w="1344"/>
        <w:gridCol w:w="1344"/>
        <w:gridCol w:w="1128"/>
        <w:gridCol w:w="1956"/>
        <w:gridCol w:w="1968"/>
      </w:tblGrid>
      <w:tr w:rsidR="00F909CB" w:rsidTr="008B3FC1">
        <w:tc>
          <w:tcPr>
            <w:tcW w:w="720" w:type="dxa"/>
            <w:vMerge w:val="restart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1800" w:type="dxa"/>
            <w:vMerge w:val="restart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320" w:type="dxa"/>
            <w:vMerge w:val="restart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336" w:type="dxa"/>
            <w:gridSpan w:val="5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956" w:type="dxa"/>
            <w:vMerge w:val="restart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68" w:type="dxa"/>
            <w:vMerge w:val="restart"/>
          </w:tcPr>
          <w:p w:rsidR="00F909CB" w:rsidRPr="00EC544E" w:rsidRDefault="00F909CB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909CB" w:rsidTr="008B3FC1">
        <w:tc>
          <w:tcPr>
            <w:tcW w:w="720" w:type="dxa"/>
            <w:vMerge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4992" w:type="dxa"/>
            <w:gridSpan w:val="4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956" w:type="dxa"/>
            <w:vMerge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F909CB" w:rsidRPr="00EC544E" w:rsidRDefault="00F909CB" w:rsidP="00600B45">
            <w:pPr>
              <w:rPr>
                <w:rFonts w:ascii="Times New Roman" w:hAnsi="Times New Roman"/>
              </w:rPr>
            </w:pPr>
          </w:p>
        </w:tc>
      </w:tr>
      <w:tr w:rsidR="00F909CB" w:rsidTr="008B3FC1">
        <w:tc>
          <w:tcPr>
            <w:tcW w:w="720" w:type="dxa"/>
            <w:vMerge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956" w:type="dxa"/>
            <w:vMerge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F909CB" w:rsidRPr="00EC544E" w:rsidRDefault="00F909CB" w:rsidP="00600B45">
            <w:pPr>
              <w:rPr>
                <w:rFonts w:ascii="Times New Roman" w:hAnsi="Times New Roman"/>
              </w:rPr>
            </w:pPr>
          </w:p>
        </w:tc>
      </w:tr>
      <w:tr w:rsidR="00F909CB" w:rsidTr="008B3FC1">
        <w:tc>
          <w:tcPr>
            <w:tcW w:w="720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600" w:type="dxa"/>
            <w:gridSpan w:val="9"/>
          </w:tcPr>
          <w:p w:rsidR="00F909CB" w:rsidRPr="00EC544E" w:rsidRDefault="00F909CB" w:rsidP="00600B45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/>
              </w:rPr>
              <w:t>е</w:t>
            </w:r>
            <w:r w:rsidRPr="00794FC8">
              <w:rPr>
                <w:rFonts w:ascii="Times New Roman" w:hAnsi="Times New Roman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</w:tc>
      </w:tr>
      <w:tr w:rsidR="00F909CB" w:rsidTr="008B3FC1">
        <w:tc>
          <w:tcPr>
            <w:tcW w:w="720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800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0" w:type="dxa"/>
            <w:gridSpan w:val="9"/>
          </w:tcPr>
          <w:p w:rsidR="00F909CB" w:rsidRPr="00794FC8" w:rsidRDefault="00F909CB" w:rsidP="00600B45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F909CB" w:rsidRDefault="00F909CB" w:rsidP="00600B45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  <w:p w:rsidR="00F909CB" w:rsidRPr="00A24974" w:rsidRDefault="00F909CB" w:rsidP="00A24974"/>
        </w:tc>
      </w:tr>
      <w:tr w:rsidR="00F909CB" w:rsidTr="00A24974">
        <w:trPr>
          <w:trHeight w:val="1870"/>
        </w:trPr>
        <w:tc>
          <w:tcPr>
            <w:tcW w:w="720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  <w:vMerge w:val="restart"/>
          </w:tcPr>
          <w:p w:rsidR="00F909CB" w:rsidRPr="00EC544E" w:rsidRDefault="00F909CB" w:rsidP="00600B45">
            <w:pPr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76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8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F909CB" w:rsidRPr="008B3FC1" w:rsidRDefault="00F909CB" w:rsidP="00600B45">
            <w:pPr>
              <w:rPr>
                <w:rFonts w:ascii="Times New Roman" w:hAnsi="Times New Roman"/>
              </w:rPr>
            </w:pPr>
            <w:r w:rsidRPr="006B15C8">
              <w:rPr>
                <w:rFonts w:ascii="Times New Roman" w:hAnsi="Times New Roman"/>
              </w:rPr>
              <w:t>приобретение знаков «парковка для инвалидов» для установки в Центральном парке, Сквере, в районе автовокзала;</w:t>
            </w:r>
          </w:p>
        </w:tc>
        <w:tc>
          <w:tcPr>
            <w:tcW w:w="1968" w:type="dxa"/>
            <w:vMerge w:val="restart"/>
          </w:tcPr>
          <w:p w:rsidR="00F909CB" w:rsidRPr="00EC544E" w:rsidRDefault="00F909CB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909CB" w:rsidTr="008B3FC1">
        <w:tc>
          <w:tcPr>
            <w:tcW w:w="720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F909CB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F909CB" w:rsidRPr="00EC544E" w:rsidRDefault="00F909CB" w:rsidP="00462A7C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F909CB" w:rsidRPr="00EC544E" w:rsidRDefault="00F909CB" w:rsidP="00462A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76" w:type="dxa"/>
          </w:tcPr>
          <w:p w:rsidR="00F909CB" w:rsidRPr="00EC544E" w:rsidRDefault="00F909CB" w:rsidP="00462A7C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909CB" w:rsidRPr="00EC544E" w:rsidRDefault="00F909CB" w:rsidP="00462A7C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909CB" w:rsidRPr="00EC544E" w:rsidRDefault="00F909CB" w:rsidP="00462A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8" w:type="dxa"/>
          </w:tcPr>
          <w:p w:rsidR="00F909CB" w:rsidRPr="00EC544E" w:rsidRDefault="00F909CB" w:rsidP="00462A7C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F909CB" w:rsidRPr="006B15C8" w:rsidRDefault="00F909CB" w:rsidP="006B15C8">
            <w:pPr>
              <w:rPr>
                <w:rFonts w:ascii="Times New Roman" w:hAnsi="Times New Roman"/>
              </w:rPr>
            </w:pPr>
            <w:r w:rsidRPr="006B15C8">
              <w:rPr>
                <w:rFonts w:ascii="Times New Roman" w:hAnsi="Times New Roman"/>
              </w:rPr>
              <w:t>беспроводная система вызова помощника со звуковым оповещением (обратная связь подтверждение получения сигнала вызова работником) на здании администрации</w:t>
            </w:r>
          </w:p>
        </w:tc>
        <w:tc>
          <w:tcPr>
            <w:tcW w:w="1968" w:type="dxa"/>
            <w:vMerge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</w:tr>
      <w:tr w:rsidR="00F909CB" w:rsidTr="008B3FC1">
        <w:tc>
          <w:tcPr>
            <w:tcW w:w="720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020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176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</w:tcPr>
          <w:p w:rsidR="00F909CB" w:rsidRPr="00EC544E" w:rsidRDefault="00F909CB" w:rsidP="00600B45">
            <w:pPr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F909CB" w:rsidRDefault="00F909C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F909CB" w:rsidRDefault="00F909C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F909CB" w:rsidRDefault="00F909C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63100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</w:t>
      </w:r>
    </w:p>
    <w:p w:rsidR="00F909CB" w:rsidRDefault="00F909C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F909CB" w:rsidRPr="0063100D" w:rsidRDefault="00F909C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F909CB" w:rsidRPr="0063100D" w:rsidSect="00670BF0">
      <w:headerReference w:type="default" r:id="rId7"/>
      <w:pgSz w:w="16840" w:h="11907" w:orient="landscape" w:code="9"/>
      <w:pgMar w:top="540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9CB" w:rsidRDefault="00F909CB">
      <w:r>
        <w:separator/>
      </w:r>
    </w:p>
  </w:endnote>
  <w:endnote w:type="continuationSeparator" w:id="0">
    <w:p w:rsidR="00F909CB" w:rsidRDefault="00F90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9CB" w:rsidRDefault="00F909CB">
      <w:r>
        <w:separator/>
      </w:r>
    </w:p>
  </w:footnote>
  <w:footnote w:type="continuationSeparator" w:id="0">
    <w:p w:rsidR="00F909CB" w:rsidRDefault="00F909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CB" w:rsidRDefault="00F909C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909CB" w:rsidRDefault="00F909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3654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78E3"/>
    <w:rsid w:val="000E625F"/>
    <w:rsid w:val="000E75E6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85A3E"/>
    <w:rsid w:val="00190C32"/>
    <w:rsid w:val="00191C88"/>
    <w:rsid w:val="00196CDD"/>
    <w:rsid w:val="001A603E"/>
    <w:rsid w:val="001E134E"/>
    <w:rsid w:val="001E64CF"/>
    <w:rsid w:val="001F130E"/>
    <w:rsid w:val="00207A02"/>
    <w:rsid w:val="002228F1"/>
    <w:rsid w:val="00222F09"/>
    <w:rsid w:val="00224C60"/>
    <w:rsid w:val="00227D35"/>
    <w:rsid w:val="00241AD2"/>
    <w:rsid w:val="002442F5"/>
    <w:rsid w:val="002470D0"/>
    <w:rsid w:val="002569A3"/>
    <w:rsid w:val="002613D3"/>
    <w:rsid w:val="002C7281"/>
    <w:rsid w:val="002C7FF8"/>
    <w:rsid w:val="002D4B9A"/>
    <w:rsid w:val="002D7464"/>
    <w:rsid w:val="002E26F0"/>
    <w:rsid w:val="00300ABA"/>
    <w:rsid w:val="0030427E"/>
    <w:rsid w:val="00317CF2"/>
    <w:rsid w:val="00325F79"/>
    <w:rsid w:val="0033100B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429A"/>
    <w:rsid w:val="003F45E2"/>
    <w:rsid w:val="00402439"/>
    <w:rsid w:val="004123BE"/>
    <w:rsid w:val="004211EF"/>
    <w:rsid w:val="00431061"/>
    <w:rsid w:val="00434466"/>
    <w:rsid w:val="00436AFA"/>
    <w:rsid w:val="004432CD"/>
    <w:rsid w:val="004510A5"/>
    <w:rsid w:val="00462A7C"/>
    <w:rsid w:val="004637D3"/>
    <w:rsid w:val="00466211"/>
    <w:rsid w:val="0046755D"/>
    <w:rsid w:val="004721A3"/>
    <w:rsid w:val="004725AA"/>
    <w:rsid w:val="004740A7"/>
    <w:rsid w:val="00494F7B"/>
    <w:rsid w:val="004B2BE8"/>
    <w:rsid w:val="004C1660"/>
    <w:rsid w:val="004E1915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00B45"/>
    <w:rsid w:val="00612198"/>
    <w:rsid w:val="00624DB5"/>
    <w:rsid w:val="0063100D"/>
    <w:rsid w:val="00635BC1"/>
    <w:rsid w:val="006455A5"/>
    <w:rsid w:val="00654BFA"/>
    <w:rsid w:val="00656CCF"/>
    <w:rsid w:val="006637A3"/>
    <w:rsid w:val="00665D47"/>
    <w:rsid w:val="00670BF0"/>
    <w:rsid w:val="00677AB3"/>
    <w:rsid w:val="006B15C8"/>
    <w:rsid w:val="006F5A4F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1CF6"/>
    <w:rsid w:val="007F3398"/>
    <w:rsid w:val="00820110"/>
    <w:rsid w:val="00830C34"/>
    <w:rsid w:val="00840DA6"/>
    <w:rsid w:val="00850011"/>
    <w:rsid w:val="0085437C"/>
    <w:rsid w:val="008575A6"/>
    <w:rsid w:val="00857D2D"/>
    <w:rsid w:val="00857F2A"/>
    <w:rsid w:val="00860322"/>
    <w:rsid w:val="00866AA5"/>
    <w:rsid w:val="008921E4"/>
    <w:rsid w:val="00897D68"/>
    <w:rsid w:val="008A308E"/>
    <w:rsid w:val="008B3FC1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61E5"/>
    <w:rsid w:val="00956BF9"/>
    <w:rsid w:val="00957A20"/>
    <w:rsid w:val="00983138"/>
    <w:rsid w:val="009860E4"/>
    <w:rsid w:val="00987B0F"/>
    <w:rsid w:val="00990C7E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4974"/>
    <w:rsid w:val="00A36A1F"/>
    <w:rsid w:val="00A3740B"/>
    <w:rsid w:val="00A65613"/>
    <w:rsid w:val="00A83FE2"/>
    <w:rsid w:val="00A874EA"/>
    <w:rsid w:val="00A87FA6"/>
    <w:rsid w:val="00AA0281"/>
    <w:rsid w:val="00AA5C09"/>
    <w:rsid w:val="00AD3B9F"/>
    <w:rsid w:val="00AD6EBC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7246"/>
    <w:rsid w:val="00C07709"/>
    <w:rsid w:val="00C1017B"/>
    <w:rsid w:val="00C12D44"/>
    <w:rsid w:val="00C30BB7"/>
    <w:rsid w:val="00C3175E"/>
    <w:rsid w:val="00C3522A"/>
    <w:rsid w:val="00C3705A"/>
    <w:rsid w:val="00C50D67"/>
    <w:rsid w:val="00C55510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C7DAB"/>
    <w:rsid w:val="00DE02F8"/>
    <w:rsid w:val="00DE7A2C"/>
    <w:rsid w:val="00DF01A8"/>
    <w:rsid w:val="00DF4581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C3760"/>
    <w:rsid w:val="00EC544E"/>
    <w:rsid w:val="00ED5CB9"/>
    <w:rsid w:val="00ED744E"/>
    <w:rsid w:val="00EE372C"/>
    <w:rsid w:val="00EF5882"/>
    <w:rsid w:val="00F117D0"/>
    <w:rsid w:val="00F2247D"/>
    <w:rsid w:val="00F24B93"/>
    <w:rsid w:val="00F374C5"/>
    <w:rsid w:val="00F4148A"/>
    <w:rsid w:val="00F469A7"/>
    <w:rsid w:val="00F73017"/>
    <w:rsid w:val="00F86102"/>
    <w:rsid w:val="00F909CB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48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48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8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48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8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48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2</Pages>
  <Words>311</Words>
  <Characters>1776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28</cp:revision>
  <cp:lastPrinted>2014-12-09T12:10:00Z</cp:lastPrinted>
  <dcterms:created xsi:type="dcterms:W3CDTF">2014-11-12T06:48:00Z</dcterms:created>
  <dcterms:modified xsi:type="dcterms:W3CDTF">2019-10-16T07:02:00Z</dcterms:modified>
</cp:coreProperties>
</file>