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430" w:rsidRPr="00C3705A" w:rsidRDefault="00256430" w:rsidP="007F48C5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56430" w:rsidRPr="00B73C78" w:rsidRDefault="00256430" w:rsidP="007F48C5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256430" w:rsidRDefault="00256430" w:rsidP="007F48C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«Развитие культуры  Старотитаровского</w:t>
      </w:r>
    </w:p>
    <w:p w:rsidR="00256430" w:rsidRPr="00CC774C" w:rsidRDefault="00256430" w:rsidP="007F48C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56430" w:rsidRPr="00CC774C" w:rsidRDefault="00256430" w:rsidP="007F48C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Темрюкского района»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C774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56430" w:rsidRDefault="00256430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56430" w:rsidRPr="00AA03A8" w:rsidRDefault="00256430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6430" w:rsidRPr="00CC774C" w:rsidRDefault="00256430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74C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муниципальной программы «Развитие культуры  Старотитаровского сельского поселения Темрюкского района» на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CC7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56430" w:rsidRPr="00CC774C" w:rsidRDefault="00256430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256430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25A13" w:rsidRDefault="0025643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25A13" w:rsidRDefault="0025643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25A13" w:rsidRDefault="0025643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Pr="00525A13" w:rsidRDefault="0025643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256430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25A13" w:rsidRDefault="00256430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25A13" w:rsidRDefault="00256430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25A13" w:rsidRDefault="00256430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Pr="00525A13" w:rsidRDefault="00256430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256430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25A13" w:rsidRDefault="0025643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25A13" w:rsidRDefault="0025643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25A13" w:rsidRDefault="00256430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Pr="00525A13" w:rsidRDefault="00256430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56430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704E08" w:rsidRDefault="00256430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256430" w:rsidRPr="00CC774C" w:rsidRDefault="00256430" w:rsidP="00CC77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74C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</w:t>
            </w:r>
            <w:r w:rsidRPr="00CC774C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культуры  Старотитаровского</w:t>
            </w:r>
          </w:p>
          <w:p w:rsidR="00256430" w:rsidRPr="00CC774C" w:rsidRDefault="00256430" w:rsidP="00CC77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74C">
              <w:t xml:space="preserve">                         </w:t>
            </w:r>
            <w:r w:rsidRPr="00CC774C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 Темрюкского района</w:t>
            </w:r>
            <w:r w:rsidRPr="00CC77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256430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B40A40" w:rsidRDefault="00256430" w:rsidP="00335C0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Pr="00B40A40">
              <w:rPr>
                <w:rFonts w:ascii="Times New Roman" w:hAnsi="Times New Roman"/>
                <w:color w:val="000000"/>
              </w:rPr>
              <w:t xml:space="preserve">проведение мероприятий по </w:t>
            </w:r>
            <w:r w:rsidRPr="00B40A40">
              <w:rPr>
                <w:rFonts w:ascii="Times New Roman" w:hAnsi="Times New Roman"/>
                <w:spacing w:val="-1"/>
              </w:rPr>
              <w:t>техническому оснащению системой пожарной безопасности (установка противопожарного водоснабжения и дренчерной установки) в здании  дома культуры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B73C78" w:rsidRDefault="00256430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Pr="00B73C78" w:rsidRDefault="00256430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56430" w:rsidRPr="00525A13" w:rsidTr="0091283C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B40A40" w:rsidRDefault="00256430" w:rsidP="00335C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Pr="00B40A40">
              <w:rPr>
                <w:rFonts w:ascii="Times New Roman" w:hAnsi="Times New Roman"/>
                <w:color w:val="000000"/>
              </w:rPr>
              <w:t>проведение мероприятий по приобретению кресел для зрительного зала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D908AE" w:rsidRDefault="00256430" w:rsidP="00335C04">
            <w:pPr>
              <w:pStyle w:val="a2"/>
              <w:jc w:val="center"/>
              <w:rPr>
                <w:rFonts w:ascii="Times New Roman" w:hAnsi="Times New Roman"/>
                <w:i w:val="0"/>
              </w:rPr>
            </w:pPr>
            <w:r w:rsidRPr="00D908AE">
              <w:rPr>
                <w:rFonts w:ascii="Times New Roman" w:hAnsi="Times New Roman"/>
                <w:i w:val="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Pr="00D908AE" w:rsidRDefault="00256430" w:rsidP="00335C04">
            <w:pPr>
              <w:pStyle w:val="a2"/>
              <w:jc w:val="center"/>
              <w:rPr>
                <w:rFonts w:ascii="Times New Roman" w:hAnsi="Times New Roman"/>
                <w:i w:val="0"/>
              </w:rPr>
            </w:pPr>
            <w:r w:rsidRPr="00D908AE">
              <w:rPr>
                <w:rFonts w:ascii="Times New Roman" w:hAnsi="Times New Roman"/>
                <w:i w:val="0"/>
              </w:rPr>
              <w:t>1</w:t>
            </w:r>
          </w:p>
        </w:tc>
      </w:tr>
      <w:bookmarkEnd w:id="0"/>
      <w:tr w:rsidR="00256430" w:rsidRPr="00525A13" w:rsidTr="0091283C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C5B42" w:rsidRDefault="00256430" w:rsidP="00040A62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Число пользователей библиотекой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Default="00256430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</w:tr>
      <w:tr w:rsidR="00256430" w:rsidRPr="00525A13" w:rsidTr="0091283C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C5B42" w:rsidRDefault="00256430" w:rsidP="00040A62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Увеличение количества библиографических записей в электронных каталогах библиотеки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Default="00256430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256430" w:rsidRPr="00525A13" w:rsidTr="0091283C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C5B42" w:rsidRDefault="00256430" w:rsidP="00040A62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Увеличение числа участников клубных формирований  учреждения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Default="00256430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56430" w:rsidRPr="00525A13" w:rsidTr="0091283C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5C5B42" w:rsidRDefault="00256430" w:rsidP="00040A62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 xml:space="preserve">Доля доходов от приносящей доход деятельности в общем объеме финансовых средств учреждения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040A62">
            <w:pPr>
              <w:pStyle w:val="a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Default="00256430" w:rsidP="00040A62">
            <w:pPr>
              <w:pStyle w:val="a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256430" w:rsidRPr="00B73C78" w:rsidTr="00FA2A00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FA2A0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1.7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3322EB" w:rsidRDefault="00256430" w:rsidP="00040A62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91283C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91283C">
              <w:rPr>
                <w:rFonts w:ascii="Times New Roman" w:hAnsi="Times New Roman"/>
                <w:color w:val="000000"/>
                <w:spacing w:val="2"/>
              </w:rPr>
              <w:t>проведение фестивалей, конкурсов смотров самодеятельного</w:t>
            </w:r>
            <w:r w:rsidRPr="0091283C">
              <w:rPr>
                <w:rFonts w:ascii="Times New Roman" w:hAnsi="Times New Roman"/>
              </w:rPr>
              <w:t xml:space="preserve"> </w:t>
            </w:r>
            <w:r w:rsidRPr="0091283C">
              <w:rPr>
                <w:rFonts w:ascii="Times New Roman" w:hAnsi="Times New Roman"/>
                <w:color w:val="000000"/>
                <w:spacing w:val="12"/>
              </w:rPr>
              <w:t>художественного творчества, организация и проведение творческих мероприятий, праздников</w:t>
            </w:r>
            <w:r>
              <w:rPr>
                <w:rFonts w:ascii="Times New Roman" w:hAnsi="Times New Roman"/>
                <w:color w:val="000000"/>
                <w:spacing w:val="12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B73C78" w:rsidRDefault="00256430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Pr="00B73C78" w:rsidRDefault="00256430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256430" w:rsidTr="00FA2A00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FA2A0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1.8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91283C" w:rsidRDefault="00256430" w:rsidP="00040A62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91283C">
              <w:rPr>
                <w:rFonts w:ascii="Times New Roman" w:hAnsi="Times New Roman"/>
                <w:color w:val="000000"/>
                <w:spacing w:val="-1"/>
              </w:rPr>
              <w:t>-увеличение количества  творческих коллективов, выявление талантливой молодежи;</w:t>
            </w:r>
          </w:p>
          <w:p w:rsidR="00256430" w:rsidRPr="0091283C" w:rsidRDefault="00256430" w:rsidP="00040A62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Default="00256430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56430" w:rsidTr="00FA2A00">
        <w:trPr>
          <w:trHeight w:val="899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FA2A0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1.9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91283C" w:rsidRDefault="00256430" w:rsidP="00040A62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</w:rPr>
              <w:t>-</w:t>
            </w:r>
            <w:r w:rsidRPr="0091283C">
              <w:rPr>
                <w:rFonts w:ascii="Times New Roman" w:hAnsi="Times New Roman"/>
                <w:color w:val="000000"/>
                <w:spacing w:val="1"/>
              </w:rPr>
              <w:t>бесперебойная работа всех систем обеспечения деятельности учреждений культуры;</w:t>
            </w:r>
          </w:p>
          <w:p w:rsidR="00256430" w:rsidRPr="0091283C" w:rsidRDefault="00256430" w:rsidP="00040A62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Default="00256430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256430" w:rsidTr="007F1424">
        <w:trPr>
          <w:trHeight w:val="7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FA2A0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91283C" w:rsidRDefault="00256430" w:rsidP="00040A62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  <w:spacing w:val="1"/>
              </w:rPr>
              <w:t>- организация участия в выездных мероприятиях (фестивалях-конкурсах).</w:t>
            </w:r>
          </w:p>
          <w:p w:rsidR="00256430" w:rsidRPr="0091283C" w:rsidRDefault="00256430" w:rsidP="00040A62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Default="00256430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tr w:rsidR="00256430" w:rsidTr="007F1424">
        <w:trPr>
          <w:trHeight w:val="24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FA2A0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F6779C" w:rsidRDefault="00256430" w:rsidP="00040A62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6779C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F6779C">
              <w:rPr>
                <w:rFonts w:ascii="Times New Roman" w:hAnsi="Times New Roman"/>
              </w:rPr>
              <w:t xml:space="preserve"> расширение объема предлагаемых населению культурных благ  и информированности в сфере культуры;</w:t>
            </w:r>
            <w:r w:rsidRPr="00F6779C">
              <w:rPr>
                <w:rFonts w:ascii="Times New Roman" w:hAnsi="Times New Roman"/>
              </w:rPr>
              <w:tab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B73C78" w:rsidRDefault="00256430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Pr="00B73C78" w:rsidRDefault="00256430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56430" w:rsidTr="007F1424">
        <w:trPr>
          <w:trHeight w:val="30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FA2A0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Pr="00F6779C" w:rsidRDefault="00256430" w:rsidP="00040A62">
            <w:pPr>
              <w:rPr>
                <w:rFonts w:ascii="Times New Roman" w:hAnsi="Times New Roman"/>
              </w:rPr>
            </w:pPr>
            <w:r w:rsidRPr="00F6779C">
              <w:rPr>
                <w:rFonts w:ascii="Times New Roman" w:hAnsi="Times New Roman"/>
                <w:color w:val="000000"/>
                <w:spacing w:val="1"/>
              </w:rPr>
              <w:t>-</w:t>
            </w:r>
            <w:r>
              <w:rPr>
                <w:rFonts w:ascii="Times New Roman" w:hAnsi="Times New Roman"/>
              </w:rPr>
              <w:t>выплата стимулирующих выплат работникам учреждений культуры</w:t>
            </w:r>
            <w:r w:rsidRPr="00F6779C">
              <w:rPr>
                <w:rFonts w:ascii="Times New Roman" w:hAnsi="Times New Roman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430" w:rsidRDefault="00256430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430" w:rsidRDefault="00256430" w:rsidP="00040A6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</w:tbl>
    <w:p w:rsidR="00256430" w:rsidRDefault="00256430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256430" w:rsidRDefault="00256430" w:rsidP="00680E6F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256430" w:rsidRDefault="00256430" w:rsidP="00680E6F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256430" w:rsidRDefault="00256430" w:rsidP="00680E6F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Н.Л. Иващенко</w:t>
      </w:r>
    </w:p>
    <w:p w:rsidR="00256430" w:rsidRDefault="00256430" w:rsidP="00680E6F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56430" w:rsidRDefault="00256430" w:rsidP="00680E6F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56430" w:rsidRDefault="00256430" w:rsidP="00680E6F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56430" w:rsidRDefault="00256430" w:rsidP="00680E6F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</w:p>
    <w:p w:rsidR="00256430" w:rsidRDefault="00256430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256430" w:rsidRDefault="00256430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56430" w:rsidRPr="00481C03" w:rsidRDefault="00256430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Т.М. Егорова                           </w:t>
      </w:r>
    </w:p>
    <w:p w:rsidR="00256430" w:rsidRDefault="00256430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256430" w:rsidRPr="00481C03" w:rsidRDefault="00256430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sectPr w:rsidR="00256430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430" w:rsidRDefault="00256430">
      <w:r>
        <w:separator/>
      </w:r>
    </w:p>
  </w:endnote>
  <w:endnote w:type="continuationSeparator" w:id="0">
    <w:p w:rsidR="00256430" w:rsidRDefault="002564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430" w:rsidRDefault="00256430">
      <w:r>
        <w:separator/>
      </w:r>
    </w:p>
  </w:footnote>
  <w:footnote w:type="continuationSeparator" w:id="0">
    <w:p w:rsidR="00256430" w:rsidRDefault="002564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430" w:rsidRDefault="00256430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56430" w:rsidRDefault="0025643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338AC"/>
    <w:rsid w:val="00040A62"/>
    <w:rsid w:val="0006685C"/>
    <w:rsid w:val="000726A5"/>
    <w:rsid w:val="000759BE"/>
    <w:rsid w:val="00083DC5"/>
    <w:rsid w:val="000C13B0"/>
    <w:rsid w:val="000D146D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1F331C"/>
    <w:rsid w:val="00203A4F"/>
    <w:rsid w:val="00207A02"/>
    <w:rsid w:val="00225EA4"/>
    <w:rsid w:val="00254740"/>
    <w:rsid w:val="00256430"/>
    <w:rsid w:val="002569A3"/>
    <w:rsid w:val="002613D3"/>
    <w:rsid w:val="00291A18"/>
    <w:rsid w:val="0029386C"/>
    <w:rsid w:val="002B530D"/>
    <w:rsid w:val="002E26F0"/>
    <w:rsid w:val="002F0BC6"/>
    <w:rsid w:val="0030427E"/>
    <w:rsid w:val="00306CE1"/>
    <w:rsid w:val="003322EB"/>
    <w:rsid w:val="00335C04"/>
    <w:rsid w:val="003364DB"/>
    <w:rsid w:val="00341333"/>
    <w:rsid w:val="00347146"/>
    <w:rsid w:val="00347F20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7FF9"/>
    <w:rsid w:val="004725AA"/>
    <w:rsid w:val="00481C03"/>
    <w:rsid w:val="00483098"/>
    <w:rsid w:val="004B3210"/>
    <w:rsid w:val="004C1660"/>
    <w:rsid w:val="004C4FE7"/>
    <w:rsid w:val="004D4870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B302E"/>
    <w:rsid w:val="005B68A3"/>
    <w:rsid w:val="005C5B42"/>
    <w:rsid w:val="005D0C53"/>
    <w:rsid w:val="005D70B2"/>
    <w:rsid w:val="005E37F3"/>
    <w:rsid w:val="0061479A"/>
    <w:rsid w:val="00615189"/>
    <w:rsid w:val="00624DB5"/>
    <w:rsid w:val="00641EE8"/>
    <w:rsid w:val="00654BFA"/>
    <w:rsid w:val="00656CCF"/>
    <w:rsid w:val="00657BA3"/>
    <w:rsid w:val="00665D47"/>
    <w:rsid w:val="0066763A"/>
    <w:rsid w:val="00677AB3"/>
    <w:rsid w:val="00680E6F"/>
    <w:rsid w:val="006C0876"/>
    <w:rsid w:val="006D12E0"/>
    <w:rsid w:val="007020E4"/>
    <w:rsid w:val="00703C6F"/>
    <w:rsid w:val="00704E08"/>
    <w:rsid w:val="00733B8C"/>
    <w:rsid w:val="00754E4A"/>
    <w:rsid w:val="007769A7"/>
    <w:rsid w:val="0078186A"/>
    <w:rsid w:val="00791DE4"/>
    <w:rsid w:val="007927BB"/>
    <w:rsid w:val="007A6384"/>
    <w:rsid w:val="007B4194"/>
    <w:rsid w:val="007C03F1"/>
    <w:rsid w:val="007F1424"/>
    <w:rsid w:val="007F48C5"/>
    <w:rsid w:val="008011C8"/>
    <w:rsid w:val="008078F2"/>
    <w:rsid w:val="00820110"/>
    <w:rsid w:val="00830C34"/>
    <w:rsid w:val="00834B40"/>
    <w:rsid w:val="00850011"/>
    <w:rsid w:val="0085453F"/>
    <w:rsid w:val="00855A68"/>
    <w:rsid w:val="00857DFE"/>
    <w:rsid w:val="008620B5"/>
    <w:rsid w:val="00863CB7"/>
    <w:rsid w:val="008716F1"/>
    <w:rsid w:val="00897D68"/>
    <w:rsid w:val="008A3907"/>
    <w:rsid w:val="008E418F"/>
    <w:rsid w:val="008F1DDB"/>
    <w:rsid w:val="008F1FBE"/>
    <w:rsid w:val="008F3336"/>
    <w:rsid w:val="008F523A"/>
    <w:rsid w:val="00904020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D4504"/>
    <w:rsid w:val="009D6288"/>
    <w:rsid w:val="009E3D0B"/>
    <w:rsid w:val="009E657C"/>
    <w:rsid w:val="009E769C"/>
    <w:rsid w:val="009F3D30"/>
    <w:rsid w:val="009F4E06"/>
    <w:rsid w:val="00A02454"/>
    <w:rsid w:val="00A1695C"/>
    <w:rsid w:val="00A36A1F"/>
    <w:rsid w:val="00A3740B"/>
    <w:rsid w:val="00A619B9"/>
    <w:rsid w:val="00A64653"/>
    <w:rsid w:val="00A646A6"/>
    <w:rsid w:val="00A87FA6"/>
    <w:rsid w:val="00A93F62"/>
    <w:rsid w:val="00AA03A8"/>
    <w:rsid w:val="00B017E7"/>
    <w:rsid w:val="00B06BE3"/>
    <w:rsid w:val="00B12F0C"/>
    <w:rsid w:val="00B201D1"/>
    <w:rsid w:val="00B32552"/>
    <w:rsid w:val="00B35504"/>
    <w:rsid w:val="00B40A40"/>
    <w:rsid w:val="00B61B60"/>
    <w:rsid w:val="00B6664D"/>
    <w:rsid w:val="00B73C78"/>
    <w:rsid w:val="00B73D0F"/>
    <w:rsid w:val="00B76DE8"/>
    <w:rsid w:val="00B8732B"/>
    <w:rsid w:val="00BA6DF6"/>
    <w:rsid w:val="00BC14E2"/>
    <w:rsid w:val="00BE6E99"/>
    <w:rsid w:val="00C00096"/>
    <w:rsid w:val="00C0098D"/>
    <w:rsid w:val="00C20A12"/>
    <w:rsid w:val="00C30BB7"/>
    <w:rsid w:val="00C35519"/>
    <w:rsid w:val="00C3705A"/>
    <w:rsid w:val="00C602BF"/>
    <w:rsid w:val="00C726C7"/>
    <w:rsid w:val="00CB296B"/>
    <w:rsid w:val="00CB4542"/>
    <w:rsid w:val="00CB61F0"/>
    <w:rsid w:val="00CC774C"/>
    <w:rsid w:val="00CD22B3"/>
    <w:rsid w:val="00CD56D3"/>
    <w:rsid w:val="00CE33A2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908AE"/>
    <w:rsid w:val="00DA0A23"/>
    <w:rsid w:val="00DA1849"/>
    <w:rsid w:val="00DC12AA"/>
    <w:rsid w:val="00DC12F9"/>
    <w:rsid w:val="00DE02F8"/>
    <w:rsid w:val="00E159BA"/>
    <w:rsid w:val="00E26412"/>
    <w:rsid w:val="00E34530"/>
    <w:rsid w:val="00E37D10"/>
    <w:rsid w:val="00E420C1"/>
    <w:rsid w:val="00E43EB1"/>
    <w:rsid w:val="00E81459"/>
    <w:rsid w:val="00E82D20"/>
    <w:rsid w:val="00E86F36"/>
    <w:rsid w:val="00EA7A91"/>
    <w:rsid w:val="00EA7C72"/>
    <w:rsid w:val="00EC3760"/>
    <w:rsid w:val="00EC3CEF"/>
    <w:rsid w:val="00ED639C"/>
    <w:rsid w:val="00ED6B33"/>
    <w:rsid w:val="00EE372C"/>
    <w:rsid w:val="00F031F6"/>
    <w:rsid w:val="00F17F62"/>
    <w:rsid w:val="00F27F5A"/>
    <w:rsid w:val="00F374C5"/>
    <w:rsid w:val="00F4148A"/>
    <w:rsid w:val="00F62AD5"/>
    <w:rsid w:val="00F6779C"/>
    <w:rsid w:val="00FA18FF"/>
    <w:rsid w:val="00FA2A00"/>
    <w:rsid w:val="00FA62FA"/>
    <w:rsid w:val="00FA6A7A"/>
    <w:rsid w:val="00FD078A"/>
    <w:rsid w:val="00FD7228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03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3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03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03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0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03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03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2</Pages>
  <Words>355</Words>
  <Characters>2024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20</cp:revision>
  <cp:lastPrinted>2015-11-10T06:49:00Z</cp:lastPrinted>
  <dcterms:created xsi:type="dcterms:W3CDTF">2014-11-12T06:42:00Z</dcterms:created>
  <dcterms:modified xsi:type="dcterms:W3CDTF">2016-10-14T07:19:00Z</dcterms:modified>
</cp:coreProperties>
</file>