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BFA" w:rsidRPr="00C3705A" w:rsidRDefault="00A86BFA" w:rsidP="008135C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86BFA" w:rsidRPr="00B73C78" w:rsidRDefault="00A86BFA" w:rsidP="008135C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управлением» в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поселении Темрюкского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района на 2017 год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86BFA" w:rsidRPr="00AA03A8" w:rsidRDefault="00A86BFA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BFA" w:rsidRPr="00AA03A8" w:rsidRDefault="00A86BFA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управлением»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2017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86BFA" w:rsidRPr="00B73C78" w:rsidRDefault="00A86BFA" w:rsidP="00481C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6BFA" w:rsidRPr="00ED639C" w:rsidRDefault="00A86BFA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A86BFA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86BFA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A86BFA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86BFA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704E08" w:rsidRDefault="00A86BFA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86BFA" w:rsidRPr="008A3907" w:rsidRDefault="00A86BFA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управлением» в Старотитаровском сельском   посе</w:t>
            </w:r>
            <w:r>
              <w:rPr>
                <w:rFonts w:ascii="Times New Roman" w:hAnsi="Times New Roman"/>
                <w:b/>
              </w:rPr>
              <w:t>лении Темрюкского района на 2017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A86BFA" w:rsidRPr="00B73C78" w:rsidRDefault="00A86BFA">
            <w:pPr>
              <w:widowControl/>
              <w:autoSpaceDE/>
              <w:autoSpaceDN/>
              <w:adjustRightInd/>
            </w:pP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B73C78" w:rsidRDefault="00A86BFA" w:rsidP="00C20A1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B73C78" w:rsidRDefault="00A86BFA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B73C78" w:rsidRDefault="00A86BFA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Default="00A86BFA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A86BFA" w:rsidRDefault="00A86BFA" w:rsidP="00481C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Default="00A86BFA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</w:tbl>
    <w:p w:rsidR="00A86BFA" w:rsidRDefault="00A86BFA" w:rsidP="00481C03">
      <w:pPr>
        <w:rPr>
          <w:rFonts w:ascii="Times New Roman" w:hAnsi="Times New Roman"/>
          <w:b/>
          <w:sz w:val="28"/>
          <w:szCs w:val="28"/>
        </w:rPr>
      </w:pPr>
    </w:p>
    <w:bookmarkEnd w:id="0"/>
    <w:p w:rsidR="00A86BFA" w:rsidRDefault="00A86BF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86BFA" w:rsidRDefault="00A86BF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86BFA" w:rsidRDefault="00A86BF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Т.И. Опарина</w:t>
      </w:r>
    </w:p>
    <w:p w:rsidR="00A86BFA" w:rsidRDefault="00A86BF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3134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302555">
        <w:rPr>
          <w:rFonts w:ascii="Times New Roman" w:hAnsi="Times New Roman"/>
          <w:sz w:val="28"/>
          <w:szCs w:val="28"/>
        </w:rPr>
        <w:t xml:space="preserve">поселения Темрюкского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30255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Н.Л. Иващенко</w:t>
      </w:r>
    </w:p>
    <w:p w:rsidR="00A86BFA" w:rsidRPr="00B017E7" w:rsidRDefault="00A86BFA" w:rsidP="00313437">
      <w:pPr>
        <w:pStyle w:val="BodyText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A86BFA" w:rsidRPr="00481C03" w:rsidRDefault="00A86BF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A86BFA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BFA" w:rsidRDefault="00A86BFA">
      <w:r>
        <w:separator/>
      </w:r>
    </w:p>
  </w:endnote>
  <w:endnote w:type="continuationSeparator" w:id="0">
    <w:p w:rsidR="00A86BFA" w:rsidRDefault="00A86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BFA" w:rsidRDefault="00A86BFA">
      <w:r>
        <w:separator/>
      </w:r>
    </w:p>
  </w:footnote>
  <w:footnote w:type="continuationSeparator" w:id="0">
    <w:p w:rsidR="00A86BFA" w:rsidRDefault="00A86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BFA" w:rsidRDefault="00A86BF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86BFA" w:rsidRDefault="00A86B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41333"/>
    <w:rsid w:val="0034663A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94A"/>
    <w:rsid w:val="00677AB3"/>
    <w:rsid w:val="007020E4"/>
    <w:rsid w:val="00703C6F"/>
    <w:rsid w:val="00704E08"/>
    <w:rsid w:val="007059FB"/>
    <w:rsid w:val="0073734C"/>
    <w:rsid w:val="00754E4A"/>
    <w:rsid w:val="007769A7"/>
    <w:rsid w:val="00791DE4"/>
    <w:rsid w:val="007927BB"/>
    <w:rsid w:val="007A6384"/>
    <w:rsid w:val="007B4194"/>
    <w:rsid w:val="007C03F1"/>
    <w:rsid w:val="008011C8"/>
    <w:rsid w:val="0081261F"/>
    <w:rsid w:val="008135CF"/>
    <w:rsid w:val="00820110"/>
    <w:rsid w:val="00830C34"/>
    <w:rsid w:val="00834B40"/>
    <w:rsid w:val="00846747"/>
    <w:rsid w:val="00850011"/>
    <w:rsid w:val="00857DFE"/>
    <w:rsid w:val="008620B5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81ABD"/>
    <w:rsid w:val="00983918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10DE"/>
    <w:rsid w:val="00A86BFA"/>
    <w:rsid w:val="00A87FA6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A6DF6"/>
    <w:rsid w:val="00BE6E99"/>
    <w:rsid w:val="00C00096"/>
    <w:rsid w:val="00C0098D"/>
    <w:rsid w:val="00C15115"/>
    <w:rsid w:val="00C20A12"/>
    <w:rsid w:val="00C30BB7"/>
    <w:rsid w:val="00C35519"/>
    <w:rsid w:val="00C3705A"/>
    <w:rsid w:val="00C602BF"/>
    <w:rsid w:val="00C90698"/>
    <w:rsid w:val="00CB296B"/>
    <w:rsid w:val="00CB4542"/>
    <w:rsid w:val="00CB61F0"/>
    <w:rsid w:val="00CD22B3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1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1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1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260</Words>
  <Characters>1482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2014-11-26T09:06:00Z</cp:lastPrinted>
  <dcterms:created xsi:type="dcterms:W3CDTF">2014-11-12T06:42:00Z</dcterms:created>
  <dcterms:modified xsi:type="dcterms:W3CDTF">2016-10-11T12:57:00Z</dcterms:modified>
</cp:coreProperties>
</file>