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D5" w:rsidRPr="00BB7DB1" w:rsidRDefault="00A168D5" w:rsidP="007F531F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168D5" w:rsidRPr="002F64DC" w:rsidRDefault="00A168D5" w:rsidP="007F531F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2F64DC">
        <w:rPr>
          <w:rFonts w:ascii="Times New Roman" w:hAnsi="Times New Roman"/>
          <w:sz w:val="28"/>
          <w:szCs w:val="28"/>
        </w:rPr>
        <w:t>к программе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>«Поддержка социально ориентированных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 xml:space="preserve">некоммерческих организаций, 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 xml:space="preserve">осуществляющих деятельность на 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 xml:space="preserve">территории Старотитаровского 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>сельского поселения</w:t>
      </w:r>
    </w:p>
    <w:p w:rsidR="00A168D5" w:rsidRPr="002F64DC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 на 2017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168D5" w:rsidRPr="00226246" w:rsidRDefault="00A168D5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"/>
        <w:gridCol w:w="3779"/>
        <w:gridCol w:w="1801"/>
        <w:gridCol w:w="1440"/>
        <w:gridCol w:w="1440"/>
        <w:gridCol w:w="240"/>
        <w:gridCol w:w="2822"/>
        <w:gridCol w:w="2863"/>
        <w:gridCol w:w="430"/>
      </w:tblGrid>
      <w:tr w:rsidR="00A168D5" w:rsidTr="00EE781A">
        <w:tc>
          <w:tcPr>
            <w:tcW w:w="153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168D5" w:rsidRPr="00226246" w:rsidRDefault="00A168D5" w:rsidP="00EE781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</w:t>
            </w:r>
            <w:r w:rsidRPr="00C32832">
              <w:rPr>
                <w:rFonts w:ascii="Times New Roman" w:hAnsi="Times New Roman"/>
                <w:b/>
                <w:sz w:val="28"/>
                <w:szCs w:val="28"/>
              </w:rPr>
              <w:t xml:space="preserve">Поддержка социально ориентированных некоммерческих организаций, осуществляющих деятельность на </w:t>
            </w:r>
            <w:r w:rsidRPr="00D856C5">
              <w:rPr>
                <w:rFonts w:ascii="Times New Roman" w:hAnsi="Times New Roman"/>
                <w:b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             на 2017</w:t>
            </w:r>
            <w:r w:rsidRPr="0027066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A168D5" w:rsidTr="00EE781A">
        <w:trPr>
          <w:gridAfter w:val="1"/>
          <w:wAfter w:w="430" w:type="dxa"/>
        </w:trPr>
        <w:tc>
          <w:tcPr>
            <w:tcW w:w="149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68D5" w:rsidRDefault="00A168D5" w:rsidP="00EE781A">
            <w:pPr>
              <w:pStyle w:val="a3"/>
            </w:pPr>
          </w:p>
        </w:tc>
      </w:tr>
      <w:tr w:rsidR="00A168D5" w:rsidTr="00F90FF3">
        <w:trPr>
          <w:gridAfter w:val="1"/>
          <w:wAfter w:w="430" w:type="dxa"/>
          <w:trHeight w:val="1930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8D5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168D5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168D5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2F64DC" w:rsidRDefault="00A168D5" w:rsidP="00EE781A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F64DC">
              <w:rPr>
                <w:rFonts w:ascii="Times New Roman" w:hAnsi="Times New Roman"/>
              </w:rPr>
              <w:t>Развитие партнерских отношений между органами местного самоуправления Старотитаровского сельского поселения Темрюкского района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A168D5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Default="00A168D5" w:rsidP="00EE781A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168D5" w:rsidRPr="002C7281" w:rsidRDefault="00A168D5" w:rsidP="00EE781A"/>
        </w:tc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2F64DC" w:rsidRDefault="00A168D5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Повышение активности социально ориентированных некоммерческих организаций в решении социально значимых проблем поселения.</w:t>
            </w:r>
          </w:p>
          <w:p w:rsidR="00A168D5" w:rsidRPr="002F64DC" w:rsidRDefault="00A168D5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Повышение информированности населения о деятельности социально ориентированных некоммерческих организаций</w:t>
            </w:r>
          </w:p>
          <w:p w:rsidR="00A168D5" w:rsidRPr="002F64DC" w:rsidRDefault="00A168D5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</w:t>
            </w:r>
            <w:r>
              <w:rPr>
                <w:rFonts w:ascii="Times New Roman" w:hAnsi="Times New Roman"/>
              </w:rPr>
              <w:t xml:space="preserve">шение уровня профессиональной </w:t>
            </w:r>
            <w:r w:rsidRPr="002F64DC">
              <w:rPr>
                <w:rFonts w:ascii="Times New Roman" w:hAnsi="Times New Roman"/>
              </w:rPr>
              <w:t>подготовки руководителей социально ориентированных некоммерческих организаций</w:t>
            </w:r>
          </w:p>
          <w:p w:rsidR="00A168D5" w:rsidRPr="002F64DC" w:rsidRDefault="00A168D5" w:rsidP="00EE781A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</w:tc>
      </w:tr>
      <w:tr w:rsidR="00A168D5" w:rsidRPr="0071689D" w:rsidTr="00F90FF3">
        <w:trPr>
          <w:gridAfter w:val="1"/>
          <w:wAfter w:w="430" w:type="dxa"/>
          <w:trHeight w:val="360"/>
        </w:trPr>
        <w:tc>
          <w:tcPr>
            <w:tcW w:w="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456479" w:rsidRDefault="00A168D5" w:rsidP="00EE781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A75E14" w:rsidRDefault="00A168D5" w:rsidP="00EE781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75E14">
              <w:rPr>
                <w:rFonts w:ascii="Times New Roman" w:hAnsi="Times New Roman"/>
                <w:b/>
                <w:sz w:val="22"/>
                <w:szCs w:val="22"/>
              </w:rPr>
              <w:t xml:space="preserve">Мероприятия, направленные на социальную поддержку ветеранов Великой Отечественной войны, труда, </w:t>
            </w:r>
            <w:r w:rsidRPr="00A75E14">
              <w:rPr>
                <w:rFonts w:ascii="Times New Roman" w:hAnsi="Times New Roman"/>
                <w:b/>
                <w:bCs/>
              </w:rPr>
              <w:t>ветеранов боевых действий в Афганистане и других локальных войнах, участников ликвидации последствий аварии на Чернобыльской АЭС</w:t>
            </w:r>
          </w:p>
        </w:tc>
      </w:tr>
      <w:tr w:rsidR="00A168D5" w:rsidRPr="0071689D" w:rsidTr="00F90FF3">
        <w:trPr>
          <w:gridAfter w:val="1"/>
          <w:wAfter w:w="430" w:type="dxa"/>
          <w:trHeight w:val="1875"/>
        </w:trPr>
        <w:tc>
          <w:tcPr>
            <w:tcW w:w="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Default="00A168D5" w:rsidP="00EE78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F90FF3" w:rsidRDefault="00A168D5" w:rsidP="00F90FF3">
            <w:pPr>
              <w:spacing w:line="360" w:lineRule="auto"/>
              <w:rPr>
                <w:rFonts w:ascii="Times New Roman" w:hAnsi="Times New Roman"/>
              </w:rPr>
            </w:pPr>
            <w:r w:rsidRPr="00F90FF3">
              <w:rPr>
                <w:rFonts w:ascii="Times New Roman" w:hAnsi="Times New Roman"/>
              </w:rPr>
              <w:t>Проведение льготной подписки на периодические издания (газеты).</w:t>
            </w:r>
          </w:p>
          <w:p w:rsidR="00A168D5" w:rsidRPr="00456479" w:rsidRDefault="00A168D5" w:rsidP="00EE781A">
            <w:pPr>
              <w:rPr>
                <w:rFonts w:ascii="Times New Roman" w:hAnsi="Times New Roman"/>
              </w:rPr>
            </w:pPr>
          </w:p>
        </w:tc>
        <w:tc>
          <w:tcPr>
            <w:tcW w:w="1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456479" w:rsidRDefault="00A168D5" w:rsidP="00EE78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EE781A" w:rsidRDefault="00A168D5" w:rsidP="00EE7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E781A">
              <w:rPr>
                <w:rFonts w:ascii="Times New Roman" w:hAnsi="Times New Roman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EE781A" w:rsidRDefault="00A168D5" w:rsidP="00EE7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E781A">
              <w:rPr>
                <w:rFonts w:ascii="Times New Roman" w:hAnsi="Times New Roman"/>
              </w:rPr>
              <w:t>,0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F90FF3" w:rsidRDefault="00A168D5" w:rsidP="00EE781A">
            <w:pPr>
              <w:rPr>
                <w:rFonts w:ascii="Times New Roman" w:hAnsi="Times New Roman"/>
              </w:rPr>
            </w:pPr>
            <w:r w:rsidRPr="00F90FF3">
              <w:rPr>
                <w:rFonts w:ascii="Times New Roman" w:hAnsi="Times New Roman"/>
                <w:szCs w:val="28"/>
              </w:rPr>
              <w:t>Подписка на газету «Ветеран»</w:t>
            </w:r>
          </w:p>
        </w:tc>
        <w:tc>
          <w:tcPr>
            <w:tcW w:w="2863" w:type="dxa"/>
            <w:tcBorders>
              <w:left w:val="single" w:sz="4" w:space="0" w:color="auto"/>
              <w:bottom w:val="single" w:sz="4" w:space="0" w:color="auto"/>
            </w:tcBorders>
          </w:tcPr>
          <w:p w:rsidR="00A168D5" w:rsidRDefault="00A168D5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168D5" w:rsidTr="00F90FF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30" w:type="dxa"/>
          <w:trHeight w:val="225"/>
        </w:trPr>
        <w:tc>
          <w:tcPr>
            <w:tcW w:w="537" w:type="dxa"/>
          </w:tcPr>
          <w:p w:rsidR="00A168D5" w:rsidRDefault="00A168D5" w:rsidP="00EE781A">
            <w:pPr>
              <w:pStyle w:val="BodyText"/>
              <w:spacing w:after="0"/>
              <w:ind w:right="-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9" w:type="dxa"/>
          </w:tcPr>
          <w:p w:rsidR="00A168D5" w:rsidRPr="00EE781A" w:rsidRDefault="00A168D5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sz w:val="28"/>
                <w:szCs w:val="28"/>
              </w:rPr>
            </w:pP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01" w:type="dxa"/>
          </w:tcPr>
          <w:p w:rsidR="00A168D5" w:rsidRDefault="00A168D5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168D5" w:rsidRPr="00EE781A" w:rsidRDefault="00A168D5" w:rsidP="00EE78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</w:tcPr>
          <w:p w:rsidR="00A168D5" w:rsidRPr="00EE781A" w:rsidRDefault="00A168D5" w:rsidP="00EE78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5685" w:type="dxa"/>
            <w:gridSpan w:val="2"/>
          </w:tcPr>
          <w:p w:rsidR="00A168D5" w:rsidRDefault="00A168D5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68D5" w:rsidRDefault="00A168D5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168D5" w:rsidRDefault="00A168D5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168D5" w:rsidRDefault="00A168D5" w:rsidP="007F531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168D5" w:rsidRDefault="00A168D5" w:rsidP="007F531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168D5" w:rsidRDefault="00A168D5" w:rsidP="007F531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Н.Л. Иващенко                             </w:t>
      </w:r>
    </w:p>
    <w:p w:rsidR="00A168D5" w:rsidRDefault="00A168D5" w:rsidP="008A7A3B">
      <w:pPr>
        <w:rPr>
          <w:rFonts w:ascii="Times New Roman" w:hAnsi="Times New Roman"/>
          <w:sz w:val="28"/>
          <w:szCs w:val="28"/>
        </w:rPr>
      </w:pPr>
    </w:p>
    <w:p w:rsidR="00A168D5" w:rsidRPr="002F64DC" w:rsidRDefault="00A168D5" w:rsidP="008A7A3B">
      <w:pPr>
        <w:rPr>
          <w:rFonts w:ascii="Times New Roman" w:hAnsi="Times New Roman"/>
          <w:sz w:val="28"/>
          <w:szCs w:val="28"/>
        </w:rPr>
      </w:pPr>
    </w:p>
    <w:p w:rsidR="00A168D5" w:rsidRPr="002F64DC" w:rsidRDefault="00A168D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>Заместитель  главы</w:t>
      </w:r>
    </w:p>
    <w:p w:rsidR="00A168D5" w:rsidRPr="002F64DC" w:rsidRDefault="00A168D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A168D5" w:rsidRPr="002F64DC" w:rsidRDefault="00A168D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Т.И.Опарина</w:t>
      </w:r>
    </w:p>
    <w:sectPr w:rsidR="00A168D5" w:rsidRPr="002F64DC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8D5" w:rsidRDefault="00A168D5">
      <w:r>
        <w:separator/>
      </w:r>
    </w:p>
  </w:endnote>
  <w:endnote w:type="continuationSeparator" w:id="0">
    <w:p w:rsidR="00A168D5" w:rsidRDefault="00A16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8D5" w:rsidRDefault="00A168D5">
      <w:r>
        <w:separator/>
      </w:r>
    </w:p>
  </w:footnote>
  <w:footnote w:type="continuationSeparator" w:id="0">
    <w:p w:rsidR="00A168D5" w:rsidRDefault="00A16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D5" w:rsidRDefault="00A168D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168D5" w:rsidRDefault="00A168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7020"/>
    <w:rsid w:val="00043F79"/>
    <w:rsid w:val="00052B35"/>
    <w:rsid w:val="00054B0F"/>
    <w:rsid w:val="0006685C"/>
    <w:rsid w:val="00083DC5"/>
    <w:rsid w:val="0008799D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964FB"/>
    <w:rsid w:val="001A603E"/>
    <w:rsid w:val="001C391E"/>
    <w:rsid w:val="001E134E"/>
    <w:rsid w:val="001E64CF"/>
    <w:rsid w:val="001F130E"/>
    <w:rsid w:val="001F7DD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C7281"/>
    <w:rsid w:val="002C7FF8"/>
    <w:rsid w:val="002D1F49"/>
    <w:rsid w:val="002D7464"/>
    <w:rsid w:val="002E26F0"/>
    <w:rsid w:val="002F64DC"/>
    <w:rsid w:val="00300ABA"/>
    <w:rsid w:val="0030427E"/>
    <w:rsid w:val="00322586"/>
    <w:rsid w:val="00335FBF"/>
    <w:rsid w:val="00340E68"/>
    <w:rsid w:val="00341333"/>
    <w:rsid w:val="00347146"/>
    <w:rsid w:val="00365218"/>
    <w:rsid w:val="00371025"/>
    <w:rsid w:val="00371319"/>
    <w:rsid w:val="003832F3"/>
    <w:rsid w:val="00387BE9"/>
    <w:rsid w:val="0039254F"/>
    <w:rsid w:val="003A52F7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52E7B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600ACB"/>
    <w:rsid w:val="00624DB5"/>
    <w:rsid w:val="00635BC1"/>
    <w:rsid w:val="006455A5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35685"/>
    <w:rsid w:val="00741071"/>
    <w:rsid w:val="007509B6"/>
    <w:rsid w:val="00763325"/>
    <w:rsid w:val="00770C4A"/>
    <w:rsid w:val="00791DE4"/>
    <w:rsid w:val="007A6384"/>
    <w:rsid w:val="007B34C4"/>
    <w:rsid w:val="007C3B8D"/>
    <w:rsid w:val="007D4C06"/>
    <w:rsid w:val="007E71B6"/>
    <w:rsid w:val="007F3398"/>
    <w:rsid w:val="007F531F"/>
    <w:rsid w:val="00820110"/>
    <w:rsid w:val="00822C22"/>
    <w:rsid w:val="00830C34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15ED"/>
    <w:rsid w:val="00924534"/>
    <w:rsid w:val="00926A44"/>
    <w:rsid w:val="0094354E"/>
    <w:rsid w:val="00944798"/>
    <w:rsid w:val="009561E5"/>
    <w:rsid w:val="00956BF9"/>
    <w:rsid w:val="00957A20"/>
    <w:rsid w:val="009721F8"/>
    <w:rsid w:val="00983138"/>
    <w:rsid w:val="009860E4"/>
    <w:rsid w:val="00987B0F"/>
    <w:rsid w:val="009A0015"/>
    <w:rsid w:val="009A07D8"/>
    <w:rsid w:val="009D4504"/>
    <w:rsid w:val="009D6288"/>
    <w:rsid w:val="009D7D7F"/>
    <w:rsid w:val="009E5C7E"/>
    <w:rsid w:val="009E657C"/>
    <w:rsid w:val="009F7276"/>
    <w:rsid w:val="00A0097D"/>
    <w:rsid w:val="00A10969"/>
    <w:rsid w:val="00A1421A"/>
    <w:rsid w:val="00A168D5"/>
    <w:rsid w:val="00A1695C"/>
    <w:rsid w:val="00A23C33"/>
    <w:rsid w:val="00A36A1F"/>
    <w:rsid w:val="00A3740B"/>
    <w:rsid w:val="00A65613"/>
    <w:rsid w:val="00A75E14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189E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D33EA"/>
    <w:rsid w:val="00C07246"/>
    <w:rsid w:val="00C1017B"/>
    <w:rsid w:val="00C12D44"/>
    <w:rsid w:val="00C30749"/>
    <w:rsid w:val="00C30BB7"/>
    <w:rsid w:val="00C3175E"/>
    <w:rsid w:val="00C32832"/>
    <w:rsid w:val="00C34789"/>
    <w:rsid w:val="00C3522A"/>
    <w:rsid w:val="00C3705A"/>
    <w:rsid w:val="00C602BF"/>
    <w:rsid w:val="00C72370"/>
    <w:rsid w:val="00C8736B"/>
    <w:rsid w:val="00CB61F0"/>
    <w:rsid w:val="00CF2B42"/>
    <w:rsid w:val="00CF45F3"/>
    <w:rsid w:val="00CF476E"/>
    <w:rsid w:val="00CF6306"/>
    <w:rsid w:val="00CF6FBF"/>
    <w:rsid w:val="00CF7D26"/>
    <w:rsid w:val="00D20D24"/>
    <w:rsid w:val="00D22CF8"/>
    <w:rsid w:val="00D24F55"/>
    <w:rsid w:val="00D33AD3"/>
    <w:rsid w:val="00D437A9"/>
    <w:rsid w:val="00D43877"/>
    <w:rsid w:val="00D52446"/>
    <w:rsid w:val="00D56070"/>
    <w:rsid w:val="00D61C1E"/>
    <w:rsid w:val="00D64B68"/>
    <w:rsid w:val="00D745DB"/>
    <w:rsid w:val="00D808E2"/>
    <w:rsid w:val="00D83EE2"/>
    <w:rsid w:val="00D856C5"/>
    <w:rsid w:val="00D91C0D"/>
    <w:rsid w:val="00DA0A23"/>
    <w:rsid w:val="00DA1BED"/>
    <w:rsid w:val="00DB2405"/>
    <w:rsid w:val="00DC12AA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E781A"/>
    <w:rsid w:val="00EF5882"/>
    <w:rsid w:val="00EF60EA"/>
    <w:rsid w:val="00F117D0"/>
    <w:rsid w:val="00F2247D"/>
    <w:rsid w:val="00F374C5"/>
    <w:rsid w:val="00F4148A"/>
    <w:rsid w:val="00F73017"/>
    <w:rsid w:val="00F82152"/>
    <w:rsid w:val="00F86102"/>
    <w:rsid w:val="00F90FF3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7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7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7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7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7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7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145</TotalTime>
  <Pages>2</Pages>
  <Words>441</Words>
  <Characters>2517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2014-12-12T09:08:00Z</cp:lastPrinted>
  <dcterms:created xsi:type="dcterms:W3CDTF">2014-11-12T06:48:00Z</dcterms:created>
  <dcterms:modified xsi:type="dcterms:W3CDTF">2016-10-17T15:01:00Z</dcterms:modified>
</cp:coreProperties>
</file>