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AD4" w:rsidRPr="00C3705A" w:rsidRDefault="003C5AD4" w:rsidP="00A46631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C5AD4" w:rsidRPr="00B73C78" w:rsidRDefault="003C5AD4" w:rsidP="00A46631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3C5AD4" w:rsidRDefault="003C5AD4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C5AD4" w:rsidRDefault="003C5AD4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Старотитаровском сельском </w:t>
      </w:r>
    </w:p>
    <w:p w:rsidR="003C5AD4" w:rsidRDefault="003C5AD4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поселении Темрюкского района на  2017 год </w:t>
      </w:r>
    </w:p>
    <w:p w:rsidR="003C5AD4" w:rsidRDefault="003C5AD4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3C5AD4" w:rsidRDefault="003C5AD4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C5AD4" w:rsidRPr="00AA03A8" w:rsidRDefault="003C5AD4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AD4" w:rsidRPr="00AA03A8" w:rsidRDefault="003C5AD4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F061B3">
        <w:rPr>
          <w:rFonts w:ascii="Times New Roman" w:hAnsi="Times New Roman"/>
          <w:b/>
          <w:sz w:val="28"/>
          <w:szCs w:val="28"/>
        </w:rPr>
        <w:t>«Поддержка и развитие малого и среднего предпринимательства»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 на 2017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C5AD4" w:rsidRPr="00ED639C" w:rsidRDefault="003C5AD4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3C5AD4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AD4" w:rsidRPr="00525A13" w:rsidRDefault="003C5AD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3C5AD4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AD4" w:rsidRPr="00525A13" w:rsidRDefault="003C5AD4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3C5AD4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AD4" w:rsidRPr="00525A13" w:rsidRDefault="003C5AD4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C5AD4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704E08" w:rsidRDefault="003C5AD4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C5AD4" w:rsidRPr="00D66E15" w:rsidRDefault="003C5AD4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707E6C">
              <w:rPr>
                <w:rFonts w:ascii="Times New Roman" w:hAnsi="Times New Roman"/>
                <w:b/>
              </w:rPr>
              <w:t>«</w:t>
            </w:r>
            <w:r w:rsidRPr="00F061B3">
              <w:rPr>
                <w:rFonts w:ascii="Times New Roman" w:hAnsi="Times New Roman"/>
                <w:b/>
              </w:rPr>
              <w:t>Поддержка и развитие малого и среднего предпринимательства»</w:t>
            </w:r>
            <w:r w:rsidRPr="008A3907">
              <w:rPr>
                <w:rFonts w:ascii="Times New Roman" w:hAnsi="Times New Roman"/>
                <w:b/>
              </w:rPr>
              <w:t xml:space="preserve"> в Старотитаровском сельском   поселении Темрюкского района на 2015 год</w:t>
            </w:r>
          </w:p>
        </w:tc>
      </w:tr>
      <w:tr w:rsidR="003C5AD4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Default="003C5AD4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AB0A6B" w:rsidRDefault="003C5AD4" w:rsidP="00707E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 xml:space="preserve">увеличении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Старотитаровском 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B73C78" w:rsidRDefault="003C5AD4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AD4" w:rsidRPr="00B73C78" w:rsidRDefault="003C5AD4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bookmarkEnd w:id="0"/>
    </w:tbl>
    <w:p w:rsidR="003C5AD4" w:rsidRDefault="003C5AD4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Т.И. Опарина</w:t>
      </w: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Н.Л. Иващенко</w:t>
      </w:r>
    </w:p>
    <w:p w:rsidR="003C5AD4" w:rsidRPr="00481C03" w:rsidRDefault="003C5AD4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3C5AD4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AD4" w:rsidRDefault="003C5AD4">
      <w:r>
        <w:separator/>
      </w:r>
    </w:p>
  </w:endnote>
  <w:endnote w:type="continuationSeparator" w:id="0">
    <w:p w:rsidR="003C5AD4" w:rsidRDefault="003C5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AD4" w:rsidRDefault="003C5AD4">
      <w:r>
        <w:separator/>
      </w:r>
    </w:p>
  </w:footnote>
  <w:footnote w:type="continuationSeparator" w:id="0">
    <w:p w:rsidR="003C5AD4" w:rsidRDefault="003C5A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AD4" w:rsidRDefault="003C5AD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C5AD4" w:rsidRDefault="003C5A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75617"/>
    <w:rsid w:val="003815A6"/>
    <w:rsid w:val="003832F3"/>
    <w:rsid w:val="003B2794"/>
    <w:rsid w:val="003C5AD4"/>
    <w:rsid w:val="003D3FFF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D7DBE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5F413B"/>
    <w:rsid w:val="00615189"/>
    <w:rsid w:val="00624DB5"/>
    <w:rsid w:val="00631173"/>
    <w:rsid w:val="006442B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4E4A"/>
    <w:rsid w:val="0076500A"/>
    <w:rsid w:val="007769A7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47029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5CFA"/>
    <w:rsid w:val="009561E5"/>
    <w:rsid w:val="00957A20"/>
    <w:rsid w:val="00981ABD"/>
    <w:rsid w:val="00987B0F"/>
    <w:rsid w:val="009B3CD3"/>
    <w:rsid w:val="009C04CB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46631"/>
    <w:rsid w:val="00A64653"/>
    <w:rsid w:val="00A646A6"/>
    <w:rsid w:val="00A87FA6"/>
    <w:rsid w:val="00AA03A8"/>
    <w:rsid w:val="00AB0A6B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5331C"/>
    <w:rsid w:val="00C602BF"/>
    <w:rsid w:val="00C726C7"/>
    <w:rsid w:val="00C90703"/>
    <w:rsid w:val="00C934CE"/>
    <w:rsid w:val="00CB296B"/>
    <w:rsid w:val="00CB4542"/>
    <w:rsid w:val="00CB61F0"/>
    <w:rsid w:val="00CD22B3"/>
    <w:rsid w:val="00CF17B8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01A6F"/>
    <w:rsid w:val="00E14AD4"/>
    <w:rsid w:val="00E159BA"/>
    <w:rsid w:val="00E26412"/>
    <w:rsid w:val="00E34530"/>
    <w:rsid w:val="00E420C1"/>
    <w:rsid w:val="00E43EB1"/>
    <w:rsid w:val="00E82D20"/>
    <w:rsid w:val="00E86F36"/>
    <w:rsid w:val="00EA7C72"/>
    <w:rsid w:val="00EB5F4B"/>
    <w:rsid w:val="00EC3760"/>
    <w:rsid w:val="00ED639C"/>
    <w:rsid w:val="00ED6B33"/>
    <w:rsid w:val="00EE372C"/>
    <w:rsid w:val="00F031F6"/>
    <w:rsid w:val="00F061B3"/>
    <w:rsid w:val="00F27F5A"/>
    <w:rsid w:val="00F374C5"/>
    <w:rsid w:val="00F4148A"/>
    <w:rsid w:val="00F62AD5"/>
    <w:rsid w:val="00F71EEE"/>
    <w:rsid w:val="00FA18FF"/>
    <w:rsid w:val="00FA62FA"/>
    <w:rsid w:val="00FA6A7A"/>
    <w:rsid w:val="00FB270B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9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9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39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39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39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182</Words>
  <Characters>1041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2014-12-09T12:10:00Z</cp:lastPrinted>
  <dcterms:created xsi:type="dcterms:W3CDTF">2014-11-12T06:42:00Z</dcterms:created>
  <dcterms:modified xsi:type="dcterms:W3CDTF">2016-10-14T05:50:00Z</dcterms:modified>
</cp:coreProperties>
</file>