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81" w:rsidRPr="00C3705A" w:rsidRDefault="00A80C81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80C81" w:rsidRPr="00B73C78" w:rsidRDefault="00A80C81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A80C81" w:rsidRDefault="00A80C81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A80C81" w:rsidRDefault="00A80C81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 на 2017 год</w:t>
      </w:r>
    </w:p>
    <w:p w:rsidR="00A80C81" w:rsidRDefault="00A80C8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80C81" w:rsidRPr="00AA03A8" w:rsidRDefault="00A80C8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C81" w:rsidRPr="00AA03A8" w:rsidRDefault="00A80C81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80C81" w:rsidRPr="00ED639C" w:rsidRDefault="00A80C81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A80C81" w:rsidRPr="0026258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A80C81" w:rsidRPr="0026258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</w:p>
        </w:tc>
      </w:tr>
      <w:tr w:rsidR="00A80C81" w:rsidRPr="0026258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481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80C81" w:rsidRPr="00262583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A80C81" w:rsidRPr="00262583" w:rsidRDefault="00A80C81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инвалидов» в Старотитаровском сельском   поселении Темрюкского района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80C81" w:rsidRPr="0026258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8315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C81" w:rsidRPr="0026258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1E60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1E60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строительство 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пандуса в здании детской библиотеки Старотитаровского сельского поселения Темрюкского района».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1E60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1E60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C81" w:rsidRPr="0026258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981ABD">
            <w:pPr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- обустройство пеших дорожек, прилегающих к зданию администрации, согласно требованиям условий для беспрепятственного доступа инвалидов к объектам инфраструктуры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A80C81" w:rsidRDefault="00A80C8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80C81" w:rsidRDefault="00A80C8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80C81" w:rsidRDefault="00A80C8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80C81" w:rsidRDefault="00A80C81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80C81" w:rsidRDefault="00A80C81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80C81" w:rsidRDefault="00A80C81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Т.И. Опарина</w:t>
      </w:r>
    </w:p>
    <w:sectPr w:rsidR="00A80C81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C81" w:rsidRDefault="00A80C81">
      <w:r>
        <w:separator/>
      </w:r>
    </w:p>
  </w:endnote>
  <w:endnote w:type="continuationSeparator" w:id="0">
    <w:p w:rsidR="00A80C81" w:rsidRDefault="00A80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C81" w:rsidRDefault="00A80C81">
      <w:r>
        <w:separator/>
      </w:r>
    </w:p>
  </w:footnote>
  <w:footnote w:type="continuationSeparator" w:id="0">
    <w:p w:rsidR="00A80C81" w:rsidRDefault="00A80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C81" w:rsidRDefault="00A80C8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80C81" w:rsidRDefault="00A80C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09D9"/>
    <w:rsid w:val="003D7EFE"/>
    <w:rsid w:val="003E0EDA"/>
    <w:rsid w:val="003E553F"/>
    <w:rsid w:val="003F61B9"/>
    <w:rsid w:val="00402439"/>
    <w:rsid w:val="00413351"/>
    <w:rsid w:val="00416657"/>
    <w:rsid w:val="00434466"/>
    <w:rsid w:val="0043595F"/>
    <w:rsid w:val="00436953"/>
    <w:rsid w:val="004432C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1CE1"/>
    <w:rsid w:val="00615189"/>
    <w:rsid w:val="00620363"/>
    <w:rsid w:val="00624DB5"/>
    <w:rsid w:val="00654BFA"/>
    <w:rsid w:val="00656CCF"/>
    <w:rsid w:val="00657BA3"/>
    <w:rsid w:val="00665D47"/>
    <w:rsid w:val="00677AB3"/>
    <w:rsid w:val="006A722B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4194"/>
    <w:rsid w:val="007C03F1"/>
    <w:rsid w:val="007E17AC"/>
    <w:rsid w:val="008011C8"/>
    <w:rsid w:val="008078F2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80C81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BF6D9E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532F2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36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6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36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36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36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6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210</Words>
  <Characters>1200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2016-10-03T10:53:00Z</cp:lastPrinted>
  <dcterms:created xsi:type="dcterms:W3CDTF">2014-11-12T06:42:00Z</dcterms:created>
  <dcterms:modified xsi:type="dcterms:W3CDTF">2016-10-03T10:53:00Z</dcterms:modified>
</cp:coreProperties>
</file>