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02" w:rsidRPr="00C3705A" w:rsidRDefault="00654402" w:rsidP="0081523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54402" w:rsidRPr="00B73C78" w:rsidRDefault="00654402" w:rsidP="0081523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наследия (памятников истории и культуры)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местного значения, расположенных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территории   Старотитаровского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654402" w:rsidRPr="00402293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402293">
        <w:rPr>
          <w:rFonts w:ascii="Times New Roman" w:hAnsi="Times New Roman"/>
          <w:sz w:val="28"/>
          <w:szCs w:val="28"/>
        </w:rPr>
        <w:t xml:space="preserve"> год</w:t>
      </w:r>
    </w:p>
    <w:p w:rsidR="00654402" w:rsidRDefault="0065440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54402" w:rsidRPr="00AA03A8" w:rsidRDefault="0065440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402" w:rsidRDefault="00654402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654402" w:rsidRPr="00AA03A8" w:rsidRDefault="00654402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1DB2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631DB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54402" w:rsidRPr="00ED639C" w:rsidRDefault="00654402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900"/>
        <w:gridCol w:w="1440"/>
      </w:tblGrid>
      <w:tr w:rsidR="00654402" w:rsidRPr="00525A13" w:rsidTr="0081523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Pr="00525A13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654402" w:rsidRPr="00525A13" w:rsidTr="0081523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Pr="00525A13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654402" w:rsidRPr="00525A13" w:rsidTr="0081523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Pr="00525A13" w:rsidRDefault="0065440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54402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704E08" w:rsidRDefault="0065440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54402" w:rsidRPr="00301483" w:rsidRDefault="00654402" w:rsidP="00301483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</w:rPr>
              <w:t>7</w:t>
            </w:r>
            <w:r w:rsidRPr="00301483">
              <w:rPr>
                <w:rFonts w:ascii="Times New Roman" w:hAnsi="Times New Roman"/>
                <w:b/>
              </w:rPr>
              <w:t xml:space="preserve"> год</w:t>
            </w:r>
          </w:p>
          <w:p w:rsidR="00654402" w:rsidRPr="00D66E15" w:rsidRDefault="00654402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54402" w:rsidRPr="00525A13" w:rsidTr="0081523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Default="00654402" w:rsidP="003014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51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косметический ремонт и ремонт памятников истории и культуры, мест захоронений</w:t>
            </w:r>
          </w:p>
          <w:p w:rsidR="00654402" w:rsidRPr="00831510" w:rsidRDefault="00654402" w:rsidP="008315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B73C78" w:rsidRDefault="0065440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Pr="00B73C78" w:rsidRDefault="0065440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654402" w:rsidRPr="00525A13" w:rsidTr="0081523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Default="0065440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831510" w:rsidRDefault="00654402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82973">
              <w:rPr>
                <w:rFonts w:ascii="Times New Roman" w:hAnsi="Times New Roman"/>
                <w:sz w:val="28"/>
                <w:szCs w:val="28"/>
              </w:rPr>
              <w:t xml:space="preserve"> количество оформленной землеустроительной документации под объектами культурного наследия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Default="0065440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Default="0065440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bookmarkEnd w:id="0"/>
    </w:tbl>
    <w:p w:rsidR="00654402" w:rsidRDefault="0065440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815230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654402" w:rsidRDefault="00654402" w:rsidP="00815230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654402" w:rsidRDefault="00654402" w:rsidP="00815230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Н.Л. Иващенко</w:t>
      </w:r>
    </w:p>
    <w:p w:rsidR="00654402" w:rsidRDefault="00654402" w:rsidP="00815230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654402" w:rsidRPr="000C753B" w:rsidRDefault="00654402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654402" w:rsidRDefault="0065440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654402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402" w:rsidRDefault="00654402">
      <w:r>
        <w:separator/>
      </w:r>
    </w:p>
  </w:endnote>
  <w:endnote w:type="continuationSeparator" w:id="0">
    <w:p w:rsidR="00654402" w:rsidRDefault="00654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402" w:rsidRDefault="00654402">
      <w:r>
        <w:separator/>
      </w:r>
    </w:p>
  </w:footnote>
  <w:footnote w:type="continuationSeparator" w:id="0">
    <w:p w:rsidR="00654402" w:rsidRDefault="00654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402" w:rsidRDefault="0065440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54402" w:rsidRDefault="006544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753B"/>
    <w:rsid w:val="000D4DBF"/>
    <w:rsid w:val="000E625F"/>
    <w:rsid w:val="000E75E6"/>
    <w:rsid w:val="001047A9"/>
    <w:rsid w:val="00105934"/>
    <w:rsid w:val="00112F6D"/>
    <w:rsid w:val="00115531"/>
    <w:rsid w:val="00117AE8"/>
    <w:rsid w:val="001239B0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09D9"/>
    <w:rsid w:val="003D7EFE"/>
    <w:rsid w:val="003E0EDA"/>
    <w:rsid w:val="003E553F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1CE1"/>
    <w:rsid w:val="00615189"/>
    <w:rsid w:val="00620363"/>
    <w:rsid w:val="00624DB5"/>
    <w:rsid w:val="00631DB2"/>
    <w:rsid w:val="00654402"/>
    <w:rsid w:val="00654BFA"/>
    <w:rsid w:val="00656CCF"/>
    <w:rsid w:val="00657BA3"/>
    <w:rsid w:val="00665D47"/>
    <w:rsid w:val="00677AB3"/>
    <w:rsid w:val="006B6AAD"/>
    <w:rsid w:val="006C0876"/>
    <w:rsid w:val="007020E4"/>
    <w:rsid w:val="00703C6F"/>
    <w:rsid w:val="00704E08"/>
    <w:rsid w:val="00754E4A"/>
    <w:rsid w:val="007769A7"/>
    <w:rsid w:val="00791DE4"/>
    <w:rsid w:val="007927BB"/>
    <w:rsid w:val="007A6384"/>
    <w:rsid w:val="007A6E4C"/>
    <w:rsid w:val="007B4194"/>
    <w:rsid w:val="007C03F1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82973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64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64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64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280</Words>
  <Characters>1601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2015-02-11T10:58:00Z</cp:lastPrinted>
  <dcterms:created xsi:type="dcterms:W3CDTF">2014-11-12T06:42:00Z</dcterms:created>
  <dcterms:modified xsi:type="dcterms:W3CDTF">2016-10-17T12:56:00Z</dcterms:modified>
</cp:coreProperties>
</file>