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28C" w:rsidRPr="00006649" w:rsidRDefault="0093228C" w:rsidP="00CC0361">
      <w:pPr>
        <w:spacing w:after="0" w:line="240" w:lineRule="auto"/>
        <w:ind w:left="10206"/>
        <w:jc w:val="center"/>
        <w:rPr>
          <w:rFonts w:ascii="Times New Roman" w:hAnsi="Times New Roman"/>
          <w:sz w:val="28"/>
          <w:szCs w:val="28"/>
        </w:rPr>
      </w:pPr>
      <w:r w:rsidRPr="00006649">
        <w:rPr>
          <w:rFonts w:ascii="Times New Roman" w:hAnsi="Times New Roman"/>
          <w:sz w:val="28"/>
          <w:szCs w:val="28"/>
        </w:rPr>
        <w:t>УТВЕРЖДЕН</w:t>
      </w:r>
    </w:p>
    <w:p w:rsidR="0093228C" w:rsidRPr="00006649" w:rsidRDefault="0093228C" w:rsidP="00CC0361">
      <w:pPr>
        <w:spacing w:after="0" w:line="240" w:lineRule="auto"/>
        <w:ind w:left="10206"/>
        <w:jc w:val="center"/>
        <w:rPr>
          <w:rFonts w:ascii="Times New Roman" w:hAnsi="Times New Roman"/>
          <w:sz w:val="28"/>
          <w:szCs w:val="28"/>
        </w:rPr>
      </w:pPr>
      <w:r w:rsidRPr="00006649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93228C" w:rsidRPr="00006649" w:rsidRDefault="0093228C" w:rsidP="00CC0361">
      <w:pPr>
        <w:spacing w:after="0" w:line="240" w:lineRule="auto"/>
        <w:ind w:left="1020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Старотитаровского сельского поселения </w:t>
      </w:r>
    </w:p>
    <w:p w:rsidR="0093228C" w:rsidRDefault="0093228C" w:rsidP="00CC0361">
      <w:pPr>
        <w:spacing w:after="0" w:line="240" w:lineRule="auto"/>
        <w:ind w:left="10206"/>
        <w:jc w:val="center"/>
        <w:rPr>
          <w:rFonts w:ascii="Times New Roman" w:hAnsi="Times New Roman"/>
          <w:sz w:val="28"/>
          <w:szCs w:val="28"/>
        </w:rPr>
      </w:pPr>
      <w:r w:rsidRPr="00006649">
        <w:rPr>
          <w:rFonts w:ascii="Times New Roman" w:hAnsi="Times New Roman"/>
          <w:sz w:val="28"/>
          <w:szCs w:val="28"/>
        </w:rPr>
        <w:t>Темрюкск</w:t>
      </w:r>
      <w:r>
        <w:rPr>
          <w:rFonts w:ascii="Times New Roman" w:hAnsi="Times New Roman"/>
          <w:sz w:val="28"/>
          <w:szCs w:val="28"/>
        </w:rPr>
        <w:t>ого</w:t>
      </w:r>
      <w:r w:rsidRPr="00006649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а </w:t>
      </w:r>
    </w:p>
    <w:p w:rsidR="0093228C" w:rsidRPr="00006649" w:rsidRDefault="0093228C" w:rsidP="00CC0361">
      <w:pPr>
        <w:spacing w:after="0" w:line="240" w:lineRule="auto"/>
        <w:ind w:left="1020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от «____» ______________2014 г. </w:t>
      </w:r>
    </w:p>
    <w:p w:rsidR="0093228C" w:rsidRDefault="0093228C" w:rsidP="00CC036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664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</w:t>
      </w:r>
    </w:p>
    <w:p w:rsidR="0093228C" w:rsidRPr="00006649" w:rsidRDefault="0093228C" w:rsidP="00CC036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664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3228C" w:rsidRPr="00006649" w:rsidRDefault="0093228C" w:rsidP="00CC03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06649">
        <w:rPr>
          <w:rFonts w:ascii="Times New Roman" w:hAnsi="Times New Roman"/>
          <w:sz w:val="28"/>
          <w:szCs w:val="28"/>
        </w:rPr>
        <w:t>ПЛАН</w:t>
      </w:r>
    </w:p>
    <w:p w:rsidR="0093228C" w:rsidRPr="00006649" w:rsidRDefault="0093228C" w:rsidP="00CC03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317D9">
        <w:rPr>
          <w:rFonts w:ascii="Times New Roman" w:hAnsi="Times New Roman"/>
          <w:sz w:val="28"/>
          <w:szCs w:val="28"/>
        </w:rPr>
        <w:t xml:space="preserve">мероприятий («дорожная карта») «Изменения в отрасли «Культура, искусство и кинематография»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поселения Темрюкского </w:t>
      </w:r>
      <w:r w:rsidRPr="00B317D9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B317D9">
        <w:rPr>
          <w:rFonts w:ascii="Times New Roman" w:hAnsi="Times New Roman"/>
          <w:sz w:val="28"/>
          <w:szCs w:val="28"/>
        </w:rPr>
        <w:t>, направленные на повышение эффективности и качества услуг</w:t>
      </w:r>
      <w:r>
        <w:rPr>
          <w:rFonts w:ascii="Times New Roman" w:hAnsi="Times New Roman"/>
          <w:sz w:val="28"/>
          <w:szCs w:val="28"/>
        </w:rPr>
        <w:t xml:space="preserve"> библиотечного и  культурно-досугового обслуживания</w:t>
      </w:r>
    </w:p>
    <w:p w:rsidR="0093228C" w:rsidRPr="00006649" w:rsidRDefault="0093228C" w:rsidP="00CC03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228C" w:rsidRPr="00006649" w:rsidRDefault="0093228C" w:rsidP="00CC03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006649">
        <w:rPr>
          <w:rFonts w:ascii="Times New Roman" w:hAnsi="Times New Roman"/>
          <w:sz w:val="28"/>
          <w:szCs w:val="28"/>
        </w:rPr>
        <w:t>I. Цели разработки «дорожной карты»</w:t>
      </w:r>
    </w:p>
    <w:p w:rsidR="0093228C" w:rsidRPr="00006649" w:rsidRDefault="0093228C" w:rsidP="00CC03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3228C" w:rsidRPr="00006649" w:rsidRDefault="0093228C" w:rsidP="00CC0361">
      <w:pPr>
        <w:tabs>
          <w:tab w:val="left" w:pos="851"/>
        </w:tabs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006649">
        <w:rPr>
          <w:rFonts w:ascii="Times New Roman" w:hAnsi="Times New Roman"/>
          <w:sz w:val="28"/>
          <w:szCs w:val="28"/>
        </w:rPr>
        <w:t xml:space="preserve">     Целями реализации плана мероприятий («дорожной карты») «Изменения в отраслях социальной сферы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поселения Темрюкского </w:t>
      </w:r>
      <w:r w:rsidRPr="00006649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006649">
        <w:rPr>
          <w:rFonts w:ascii="Times New Roman" w:hAnsi="Times New Roman"/>
          <w:sz w:val="28"/>
          <w:szCs w:val="28"/>
        </w:rPr>
        <w:t>, направленные на повышение эффективности сферы культуры» (далее – «дорожная карта») являются:</w:t>
      </w:r>
    </w:p>
    <w:p w:rsidR="0093228C" w:rsidRPr="00006649" w:rsidRDefault="0093228C" w:rsidP="00CC0361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6649">
        <w:rPr>
          <w:rFonts w:ascii="Times New Roman" w:hAnsi="Times New Roman"/>
          <w:sz w:val="28"/>
          <w:szCs w:val="28"/>
        </w:rPr>
        <w:t xml:space="preserve">           1)  повышение эффективности муниципальных услуг в сфере культуры;</w:t>
      </w:r>
    </w:p>
    <w:p w:rsidR="0093228C" w:rsidRPr="00006649" w:rsidRDefault="0093228C" w:rsidP="00CC0361">
      <w:pPr>
        <w:tabs>
          <w:tab w:val="left" w:pos="851"/>
        </w:tabs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006649">
        <w:rPr>
          <w:rFonts w:ascii="Times New Roman" w:hAnsi="Times New Roman"/>
          <w:sz w:val="28"/>
          <w:szCs w:val="28"/>
        </w:rPr>
        <w:t xml:space="preserve">    2) установление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6649">
        <w:rPr>
          <w:rFonts w:ascii="Times New Roman" w:hAnsi="Times New Roman"/>
          <w:sz w:val="28"/>
          <w:szCs w:val="28"/>
        </w:rPr>
        <w:t xml:space="preserve"> механизмов зависимости уровня  оплаты труда работников учрежде</w:t>
      </w:r>
      <w:r>
        <w:rPr>
          <w:rFonts w:ascii="Times New Roman" w:hAnsi="Times New Roman"/>
          <w:sz w:val="28"/>
          <w:szCs w:val="28"/>
        </w:rPr>
        <w:t xml:space="preserve">ний культуры от количества           </w:t>
      </w:r>
      <w:r w:rsidRPr="00006649">
        <w:rPr>
          <w:rFonts w:ascii="Times New Roman" w:hAnsi="Times New Roman"/>
          <w:sz w:val="28"/>
          <w:szCs w:val="28"/>
        </w:rPr>
        <w:t xml:space="preserve"> и  качества предоставляемых населению муниципальных услуг;</w:t>
      </w:r>
    </w:p>
    <w:p w:rsidR="0093228C" w:rsidRPr="00006649" w:rsidRDefault="0093228C" w:rsidP="00CC0361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006649">
        <w:rPr>
          <w:rFonts w:ascii="Times New Roman" w:hAnsi="Times New Roman"/>
          <w:sz w:val="28"/>
          <w:szCs w:val="28"/>
        </w:rPr>
        <w:t xml:space="preserve">    3) развитие и сохранение кадрового потенциала учреждений культуры;</w:t>
      </w:r>
    </w:p>
    <w:p w:rsidR="0093228C" w:rsidRPr="00006649" w:rsidRDefault="0093228C" w:rsidP="00CC0361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006649">
        <w:rPr>
          <w:rFonts w:ascii="Times New Roman" w:hAnsi="Times New Roman"/>
          <w:sz w:val="28"/>
          <w:szCs w:val="28"/>
        </w:rPr>
        <w:t xml:space="preserve">    4) повышение престижности и привлекательности профессий в сфере культуры;</w:t>
      </w:r>
    </w:p>
    <w:p w:rsidR="0093228C" w:rsidRPr="00006649" w:rsidRDefault="0093228C" w:rsidP="00CC0361">
      <w:pPr>
        <w:tabs>
          <w:tab w:val="left" w:pos="851"/>
        </w:tabs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006649">
        <w:rPr>
          <w:rFonts w:ascii="Times New Roman" w:hAnsi="Times New Roman"/>
          <w:sz w:val="28"/>
          <w:szCs w:val="28"/>
        </w:rPr>
        <w:t xml:space="preserve">    5) сохранение культурного и исторического наследия народов Кубани и </w:t>
      </w:r>
      <w:r>
        <w:rPr>
          <w:rFonts w:ascii="Times New Roman" w:hAnsi="Times New Roman"/>
          <w:sz w:val="28"/>
          <w:szCs w:val="28"/>
        </w:rPr>
        <w:t>Тамани</w:t>
      </w:r>
      <w:r w:rsidRPr="00006649">
        <w:rPr>
          <w:rFonts w:ascii="Times New Roman" w:hAnsi="Times New Roman"/>
          <w:sz w:val="28"/>
          <w:szCs w:val="28"/>
        </w:rPr>
        <w:t>, обеспечение доступа граждан к культурным ценностям и участию в культурной жизни, реализация творческого потенциала нации;</w:t>
      </w:r>
    </w:p>
    <w:p w:rsidR="0093228C" w:rsidRPr="00006649" w:rsidRDefault="0093228C" w:rsidP="00CC0361">
      <w:pPr>
        <w:tabs>
          <w:tab w:val="left" w:pos="851"/>
        </w:tabs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006649">
        <w:rPr>
          <w:rFonts w:ascii="Times New Roman" w:hAnsi="Times New Roman"/>
          <w:sz w:val="28"/>
          <w:szCs w:val="28"/>
        </w:rPr>
        <w:t xml:space="preserve">    6) создание благоприятных условий для устойчивого развития сферы культуры.</w:t>
      </w:r>
    </w:p>
    <w:p w:rsidR="0093228C" w:rsidRPr="00006649" w:rsidRDefault="0093228C" w:rsidP="00CC0361">
      <w:pPr>
        <w:tabs>
          <w:tab w:val="left" w:pos="851"/>
        </w:tabs>
        <w:spacing w:after="0" w:line="240" w:lineRule="auto"/>
        <w:ind w:firstLine="510"/>
        <w:jc w:val="both"/>
        <w:rPr>
          <w:rFonts w:ascii="Times New Roman" w:hAnsi="Times New Roman"/>
          <w:i/>
          <w:sz w:val="28"/>
          <w:szCs w:val="28"/>
        </w:rPr>
      </w:pPr>
      <w:r w:rsidRPr="00006649">
        <w:rPr>
          <w:rFonts w:ascii="Times New Roman" w:hAnsi="Times New Roman"/>
          <w:i/>
          <w:sz w:val="28"/>
          <w:szCs w:val="28"/>
        </w:rPr>
        <w:t xml:space="preserve"> </w:t>
      </w:r>
    </w:p>
    <w:p w:rsidR="0093228C" w:rsidRDefault="0093228C" w:rsidP="00CC03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228C" w:rsidRDefault="0093228C" w:rsidP="00CC03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228C" w:rsidRPr="00006649" w:rsidRDefault="0093228C" w:rsidP="00CC03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06649">
        <w:rPr>
          <w:rFonts w:ascii="Times New Roman" w:hAnsi="Times New Roman"/>
          <w:sz w:val="28"/>
          <w:szCs w:val="28"/>
        </w:rPr>
        <w:t>II. Проведение структурных реформ в сфере культуры</w:t>
      </w:r>
    </w:p>
    <w:p w:rsidR="0093228C" w:rsidRPr="00006649" w:rsidRDefault="0093228C" w:rsidP="00CC0361">
      <w:pPr>
        <w:tabs>
          <w:tab w:val="left" w:pos="85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06649">
        <w:rPr>
          <w:rFonts w:ascii="Times New Roman" w:hAnsi="Times New Roman"/>
          <w:sz w:val="28"/>
          <w:szCs w:val="28"/>
        </w:rPr>
        <w:br/>
        <w:t xml:space="preserve">     В рамках структурных реформ предусматривается:</w:t>
      </w:r>
    </w:p>
    <w:p w:rsidR="0093228C" w:rsidRPr="00006649" w:rsidRDefault="0093228C" w:rsidP="00CC0361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855"/>
        <w:jc w:val="both"/>
        <w:rPr>
          <w:rFonts w:ascii="Times New Roman" w:hAnsi="Times New Roman"/>
          <w:sz w:val="28"/>
          <w:szCs w:val="28"/>
        </w:rPr>
      </w:pPr>
      <w:r w:rsidRPr="00006649">
        <w:rPr>
          <w:rFonts w:ascii="Times New Roman" w:hAnsi="Times New Roman"/>
          <w:sz w:val="28"/>
          <w:szCs w:val="28"/>
        </w:rPr>
        <w:t>повышение качества и расширение спектра муниципальных услуг в сфере культуры;</w:t>
      </w:r>
    </w:p>
    <w:p w:rsidR="0093228C" w:rsidRPr="00006649" w:rsidRDefault="0093228C" w:rsidP="00CC0361">
      <w:pPr>
        <w:tabs>
          <w:tab w:val="left" w:pos="851"/>
        </w:tabs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006649">
        <w:rPr>
          <w:rFonts w:ascii="Times New Roman" w:hAnsi="Times New Roman"/>
          <w:sz w:val="28"/>
          <w:szCs w:val="28"/>
        </w:rPr>
        <w:t xml:space="preserve">     2) увеличение доступности к культурному продукту путем информатизации отрасли (создание                      электронных баз библиотек</w:t>
      </w:r>
      <w:r>
        <w:rPr>
          <w:rFonts w:ascii="Times New Roman" w:hAnsi="Times New Roman"/>
          <w:sz w:val="28"/>
          <w:szCs w:val="28"/>
        </w:rPr>
        <w:t>).</w:t>
      </w:r>
    </w:p>
    <w:p w:rsidR="0093228C" w:rsidRPr="00006649" w:rsidRDefault="0093228C" w:rsidP="00CC0361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3</w:t>
      </w:r>
      <w:r w:rsidRPr="00006649">
        <w:rPr>
          <w:rFonts w:ascii="Times New Roman" w:hAnsi="Times New Roman"/>
          <w:sz w:val="28"/>
          <w:szCs w:val="28"/>
        </w:rPr>
        <w:t xml:space="preserve">) создание условий для творческой самореализации жителей </w:t>
      </w:r>
      <w:r>
        <w:rPr>
          <w:rFonts w:ascii="Times New Roman" w:hAnsi="Times New Roman"/>
          <w:sz w:val="28"/>
          <w:szCs w:val="28"/>
        </w:rPr>
        <w:t xml:space="preserve">  Старотитаровского сельского поселения Темрюкского района</w:t>
      </w:r>
      <w:r w:rsidRPr="00006649">
        <w:rPr>
          <w:rFonts w:ascii="Times New Roman" w:hAnsi="Times New Roman"/>
          <w:sz w:val="28"/>
          <w:szCs w:val="28"/>
        </w:rPr>
        <w:t>;</w:t>
      </w:r>
    </w:p>
    <w:p w:rsidR="0093228C" w:rsidRPr="00006649" w:rsidRDefault="0093228C" w:rsidP="00CC0361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</w:t>
      </w:r>
      <w:r w:rsidRPr="00006649">
        <w:rPr>
          <w:rFonts w:ascii="Times New Roman" w:hAnsi="Times New Roman"/>
          <w:sz w:val="28"/>
          <w:szCs w:val="28"/>
        </w:rPr>
        <w:t xml:space="preserve">) вовлечение населения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 w:rsidRPr="00006649">
        <w:rPr>
          <w:rFonts w:ascii="Times New Roman" w:hAnsi="Times New Roman"/>
          <w:sz w:val="28"/>
          <w:szCs w:val="28"/>
        </w:rPr>
        <w:t xml:space="preserve"> в создание и продвижение культурного продукта;</w:t>
      </w:r>
    </w:p>
    <w:p w:rsidR="0093228C" w:rsidRPr="00006649" w:rsidRDefault="0093228C" w:rsidP="00CC0361">
      <w:pPr>
        <w:tabs>
          <w:tab w:val="left" w:pos="851"/>
        </w:tabs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5</w:t>
      </w:r>
      <w:r w:rsidRPr="00006649">
        <w:rPr>
          <w:rFonts w:ascii="Times New Roman" w:hAnsi="Times New Roman"/>
          <w:sz w:val="28"/>
          <w:szCs w:val="28"/>
        </w:rPr>
        <w:t xml:space="preserve">) участие сферы культуры в формировании комфортной среды жизнедеятельности </w:t>
      </w:r>
      <w:r>
        <w:rPr>
          <w:rFonts w:ascii="Times New Roman" w:hAnsi="Times New Roman"/>
          <w:sz w:val="28"/>
          <w:szCs w:val="28"/>
        </w:rPr>
        <w:t>ст. Старотитаровской Темрюкского</w:t>
      </w:r>
      <w:r w:rsidRPr="00006649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006649">
        <w:rPr>
          <w:rFonts w:ascii="Times New Roman" w:hAnsi="Times New Roman"/>
          <w:sz w:val="28"/>
          <w:szCs w:val="28"/>
        </w:rPr>
        <w:t>;</w:t>
      </w:r>
    </w:p>
    <w:p w:rsidR="0093228C" w:rsidRDefault="0093228C" w:rsidP="00CC0361">
      <w:pPr>
        <w:tabs>
          <w:tab w:val="left" w:pos="851"/>
        </w:tabs>
        <w:spacing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  6</w:t>
      </w:r>
      <w:r w:rsidRPr="00006649">
        <w:rPr>
          <w:rFonts w:ascii="Times New Roman" w:hAnsi="Times New Roman"/>
          <w:iCs/>
          <w:sz w:val="28"/>
          <w:szCs w:val="28"/>
        </w:rPr>
        <w:t>) увеличение интеграции культуры и искусства Краснодарского края в российское и мировое культурное пространство, п</w:t>
      </w:r>
      <w:r w:rsidRPr="00006649">
        <w:rPr>
          <w:rFonts w:ascii="Times New Roman" w:hAnsi="Times New Roman"/>
          <w:sz w:val="28"/>
          <w:szCs w:val="28"/>
        </w:rPr>
        <w:t>опуляризация территории Кубани</w:t>
      </w:r>
      <w:r>
        <w:rPr>
          <w:rFonts w:ascii="Times New Roman" w:hAnsi="Times New Roman"/>
          <w:sz w:val="28"/>
          <w:szCs w:val="28"/>
        </w:rPr>
        <w:t xml:space="preserve"> и Тамани </w:t>
      </w:r>
      <w:r w:rsidRPr="00006649">
        <w:rPr>
          <w:rFonts w:ascii="Times New Roman" w:hAnsi="Times New Roman"/>
          <w:sz w:val="28"/>
          <w:szCs w:val="28"/>
        </w:rPr>
        <w:t xml:space="preserve"> во внутреннем и внешнем культурно-туристическом пространстве.</w:t>
      </w:r>
    </w:p>
    <w:p w:rsidR="0093228C" w:rsidRPr="00006649" w:rsidRDefault="0093228C" w:rsidP="00CC03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006649">
        <w:rPr>
          <w:rFonts w:ascii="Times New Roman" w:hAnsi="Times New Roman"/>
          <w:sz w:val="28"/>
          <w:szCs w:val="28"/>
        </w:rPr>
        <w:t>III. Целевые показатели (индикаторы) развития сферы культуры и меры, обеспечивающие их достижение</w:t>
      </w:r>
    </w:p>
    <w:p w:rsidR="0093228C" w:rsidRPr="00006649" w:rsidRDefault="0093228C" w:rsidP="00CC036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93228C" w:rsidRPr="00006649" w:rsidRDefault="0093228C" w:rsidP="00CC036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06649">
        <w:rPr>
          <w:rFonts w:ascii="Times New Roman" w:hAnsi="Times New Roman"/>
          <w:sz w:val="28"/>
          <w:szCs w:val="28"/>
        </w:rPr>
        <w:t>1. С ростом эффективности и качества оказываемых услуг будут достигнуты следующие целевые показатели (индикаторы):</w:t>
      </w:r>
    </w:p>
    <w:p w:rsidR="0093228C" w:rsidRDefault="0093228C" w:rsidP="00CC036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06649">
        <w:rPr>
          <w:rFonts w:ascii="Times New Roman" w:hAnsi="Times New Roman"/>
          <w:sz w:val="28"/>
          <w:szCs w:val="28"/>
        </w:rPr>
        <w:t>1) увеличение количества библиографических записей в электронных каталогах муниципальных библиотек</w:t>
      </w:r>
      <w:r>
        <w:rPr>
          <w:rFonts w:ascii="Times New Roman" w:hAnsi="Times New Roman"/>
          <w:sz w:val="28"/>
          <w:szCs w:val="28"/>
        </w:rPr>
        <w:t xml:space="preserve"> Старотитаровского сельского поселения </w:t>
      </w:r>
      <w:r w:rsidRPr="000066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Темрюкского</w:t>
      </w:r>
      <w:r w:rsidRPr="00006649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006649">
        <w:rPr>
          <w:rFonts w:ascii="Times New Roman" w:hAnsi="Times New Roman"/>
          <w:sz w:val="28"/>
          <w:szCs w:val="28"/>
        </w:rPr>
        <w:t xml:space="preserve"> (по сравнению с предыдущим годом)</w:t>
      </w:r>
      <w:r>
        <w:rPr>
          <w:rFonts w:ascii="Times New Roman" w:hAnsi="Times New Roman"/>
          <w:sz w:val="28"/>
          <w:szCs w:val="28"/>
        </w:rPr>
        <w:t xml:space="preserve"> (процентов)</w:t>
      </w:r>
      <w:r w:rsidRPr="00006649">
        <w:rPr>
          <w:rFonts w:ascii="Times New Roman" w:hAnsi="Times New Roman"/>
          <w:sz w:val="28"/>
          <w:szCs w:val="28"/>
        </w:rPr>
        <w:t>:</w:t>
      </w:r>
    </w:p>
    <w:p w:rsidR="0093228C" w:rsidRPr="00006649" w:rsidRDefault="0093228C" w:rsidP="00CC036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W w:w="17031" w:type="dxa"/>
        <w:tblInd w:w="108" w:type="dxa"/>
        <w:tblLayout w:type="fixed"/>
        <w:tblLook w:val="0000"/>
      </w:tblPr>
      <w:tblGrid>
        <w:gridCol w:w="2410"/>
        <w:gridCol w:w="2552"/>
        <w:gridCol w:w="2551"/>
        <w:gridCol w:w="2410"/>
        <w:gridCol w:w="2268"/>
        <w:gridCol w:w="2410"/>
        <w:gridCol w:w="2430"/>
      </w:tblGrid>
      <w:tr w:rsidR="0093228C" w:rsidRPr="00006649" w:rsidTr="007D46D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649">
              <w:rPr>
                <w:rFonts w:ascii="Times New Roman" w:hAnsi="Times New Roman"/>
                <w:sz w:val="28"/>
                <w:szCs w:val="28"/>
              </w:rPr>
              <w:t>2013 год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649">
              <w:rPr>
                <w:rFonts w:ascii="Times New Roman" w:hAnsi="Times New Roman"/>
                <w:sz w:val="28"/>
                <w:szCs w:val="28"/>
              </w:rPr>
              <w:t>2014 год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649">
              <w:rPr>
                <w:rFonts w:ascii="Times New Roman" w:hAnsi="Times New Roman"/>
                <w:sz w:val="28"/>
                <w:szCs w:val="28"/>
              </w:rPr>
              <w:t>2015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649">
              <w:rPr>
                <w:rFonts w:ascii="Times New Roman" w:hAnsi="Times New Roman"/>
                <w:sz w:val="28"/>
                <w:szCs w:val="28"/>
              </w:rPr>
              <w:t>2016 год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649">
              <w:rPr>
                <w:rFonts w:ascii="Times New Roman" w:hAnsi="Times New Roman"/>
                <w:sz w:val="28"/>
                <w:szCs w:val="28"/>
              </w:rPr>
              <w:t>2017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649">
              <w:rPr>
                <w:rFonts w:ascii="Times New Roman" w:hAnsi="Times New Roman"/>
                <w:sz w:val="28"/>
                <w:szCs w:val="28"/>
              </w:rPr>
              <w:t>2018 год</w:t>
            </w:r>
          </w:p>
        </w:tc>
        <w:tc>
          <w:tcPr>
            <w:tcW w:w="243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228C" w:rsidRPr="00006649" w:rsidTr="007D46D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2,4</w:t>
            </w:r>
          </w:p>
        </w:tc>
        <w:tc>
          <w:tcPr>
            <w:tcW w:w="243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93228C" w:rsidRDefault="0093228C" w:rsidP="007D46DB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</w:tbl>
    <w:p w:rsidR="0093228C" w:rsidRPr="00006649" w:rsidRDefault="0093228C" w:rsidP="00CC03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228C" w:rsidRDefault="0093228C" w:rsidP="00CC036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3228C" w:rsidRPr="00006649" w:rsidRDefault="0093228C" w:rsidP="00CC036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06649">
        <w:rPr>
          <w:rFonts w:ascii="Times New Roman" w:hAnsi="Times New Roman"/>
          <w:sz w:val="28"/>
          <w:szCs w:val="28"/>
        </w:rPr>
        <w:t xml:space="preserve">2) увеличение числа участников клубных формирований </w:t>
      </w:r>
      <w:r>
        <w:rPr>
          <w:rFonts w:ascii="Times New Roman" w:hAnsi="Times New Roman"/>
          <w:sz w:val="28"/>
          <w:szCs w:val="28"/>
        </w:rPr>
        <w:t xml:space="preserve"> Муниципального Бюджетного Учреждения  «Культурно социальный цент»</w:t>
      </w:r>
      <w:r w:rsidRPr="000066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поселения  Темрюкского района </w:t>
      </w:r>
      <w:r w:rsidRPr="00006649">
        <w:rPr>
          <w:rFonts w:ascii="Times New Roman" w:hAnsi="Times New Roman"/>
          <w:sz w:val="28"/>
          <w:szCs w:val="28"/>
        </w:rPr>
        <w:t xml:space="preserve"> (по сравнению с предыдущим годом)</w:t>
      </w:r>
      <w:r>
        <w:rPr>
          <w:rFonts w:ascii="Times New Roman" w:hAnsi="Times New Roman"/>
          <w:sz w:val="28"/>
          <w:szCs w:val="28"/>
        </w:rPr>
        <w:t xml:space="preserve"> (процентов)</w:t>
      </w:r>
      <w:r w:rsidRPr="00006649">
        <w:rPr>
          <w:rFonts w:ascii="Times New Roman" w:hAnsi="Times New Roman"/>
          <w:sz w:val="28"/>
          <w:szCs w:val="28"/>
        </w:rPr>
        <w:t>:</w:t>
      </w:r>
    </w:p>
    <w:tbl>
      <w:tblPr>
        <w:tblW w:w="17031" w:type="dxa"/>
        <w:tblInd w:w="108" w:type="dxa"/>
        <w:tblLayout w:type="fixed"/>
        <w:tblLook w:val="0000"/>
      </w:tblPr>
      <w:tblGrid>
        <w:gridCol w:w="2410"/>
        <w:gridCol w:w="2552"/>
        <w:gridCol w:w="2551"/>
        <w:gridCol w:w="2410"/>
        <w:gridCol w:w="2268"/>
        <w:gridCol w:w="2410"/>
        <w:gridCol w:w="2430"/>
      </w:tblGrid>
      <w:tr w:rsidR="0093228C" w:rsidRPr="00006649" w:rsidTr="007D46D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649">
              <w:rPr>
                <w:rFonts w:ascii="Times New Roman" w:hAnsi="Times New Roman"/>
                <w:sz w:val="28"/>
                <w:szCs w:val="28"/>
              </w:rPr>
              <w:t>2013 год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649">
              <w:rPr>
                <w:rFonts w:ascii="Times New Roman" w:hAnsi="Times New Roman"/>
                <w:sz w:val="28"/>
                <w:szCs w:val="28"/>
              </w:rPr>
              <w:t>2014 год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649">
              <w:rPr>
                <w:rFonts w:ascii="Times New Roman" w:hAnsi="Times New Roman"/>
                <w:sz w:val="28"/>
                <w:szCs w:val="28"/>
              </w:rPr>
              <w:t>2015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649">
              <w:rPr>
                <w:rFonts w:ascii="Times New Roman" w:hAnsi="Times New Roman"/>
                <w:sz w:val="28"/>
                <w:szCs w:val="28"/>
              </w:rPr>
              <w:t>2016 год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649">
              <w:rPr>
                <w:rFonts w:ascii="Times New Roman" w:hAnsi="Times New Roman"/>
                <w:sz w:val="28"/>
                <w:szCs w:val="28"/>
              </w:rPr>
              <w:t>2017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649">
              <w:rPr>
                <w:rFonts w:ascii="Times New Roman" w:hAnsi="Times New Roman"/>
                <w:sz w:val="28"/>
                <w:szCs w:val="28"/>
              </w:rPr>
              <w:t>2018 год</w:t>
            </w:r>
          </w:p>
        </w:tc>
        <w:tc>
          <w:tcPr>
            <w:tcW w:w="243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228C" w:rsidRPr="00006649" w:rsidTr="007D46D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2,5</w:t>
            </w:r>
          </w:p>
        </w:tc>
        <w:tc>
          <w:tcPr>
            <w:tcW w:w="243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93228C" w:rsidRDefault="0093228C" w:rsidP="007D46DB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</w:tbl>
    <w:p w:rsidR="0093228C" w:rsidRDefault="0093228C" w:rsidP="00CC036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3228C" w:rsidRDefault="0093228C" w:rsidP="00CC036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3228C" w:rsidRPr="00006649" w:rsidRDefault="0093228C" w:rsidP="00CC036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06649">
        <w:rPr>
          <w:rFonts w:ascii="Times New Roman" w:hAnsi="Times New Roman"/>
          <w:sz w:val="28"/>
          <w:szCs w:val="28"/>
        </w:rPr>
        <w:t>) повышение уровня удовлетворенности населения</w:t>
      </w:r>
      <w:r>
        <w:rPr>
          <w:rFonts w:ascii="Times New Roman" w:hAnsi="Times New Roman"/>
          <w:sz w:val="28"/>
          <w:szCs w:val="28"/>
        </w:rPr>
        <w:t xml:space="preserve"> Старотитаровского сельского поселения </w:t>
      </w:r>
      <w:r w:rsidRPr="000066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Темрюкского</w:t>
      </w:r>
      <w:r w:rsidRPr="00006649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006649">
        <w:rPr>
          <w:rFonts w:ascii="Times New Roman" w:hAnsi="Times New Roman"/>
          <w:sz w:val="28"/>
          <w:szCs w:val="28"/>
        </w:rPr>
        <w:t xml:space="preserve"> качеством предоставления муниципальных услуг в сфере культуры (процентов):</w:t>
      </w:r>
    </w:p>
    <w:tbl>
      <w:tblPr>
        <w:tblW w:w="17031" w:type="dxa"/>
        <w:tblInd w:w="108" w:type="dxa"/>
        <w:tblLayout w:type="fixed"/>
        <w:tblLook w:val="0000"/>
      </w:tblPr>
      <w:tblGrid>
        <w:gridCol w:w="2410"/>
        <w:gridCol w:w="2552"/>
        <w:gridCol w:w="2551"/>
        <w:gridCol w:w="2410"/>
        <w:gridCol w:w="2268"/>
        <w:gridCol w:w="2420"/>
        <w:gridCol w:w="2420"/>
      </w:tblGrid>
      <w:tr w:rsidR="0093228C" w:rsidRPr="00006649" w:rsidTr="007D46D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649">
              <w:rPr>
                <w:rFonts w:ascii="Times New Roman" w:hAnsi="Times New Roman"/>
                <w:sz w:val="28"/>
                <w:szCs w:val="28"/>
              </w:rPr>
              <w:t>2013 год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649">
              <w:rPr>
                <w:rFonts w:ascii="Times New Roman" w:hAnsi="Times New Roman"/>
                <w:sz w:val="28"/>
                <w:szCs w:val="28"/>
              </w:rPr>
              <w:t>2014 год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649">
              <w:rPr>
                <w:rFonts w:ascii="Times New Roman" w:hAnsi="Times New Roman"/>
                <w:sz w:val="28"/>
                <w:szCs w:val="28"/>
              </w:rPr>
              <w:t>2015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649">
              <w:rPr>
                <w:rFonts w:ascii="Times New Roman" w:hAnsi="Times New Roman"/>
                <w:sz w:val="28"/>
                <w:szCs w:val="28"/>
              </w:rPr>
              <w:t>2016 год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649">
              <w:rPr>
                <w:rFonts w:ascii="Times New Roman" w:hAnsi="Times New Roman"/>
                <w:sz w:val="28"/>
                <w:szCs w:val="28"/>
              </w:rPr>
              <w:t>2017 год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649">
              <w:rPr>
                <w:rFonts w:ascii="Times New Roman" w:hAnsi="Times New Roman"/>
                <w:sz w:val="28"/>
                <w:szCs w:val="28"/>
              </w:rPr>
              <w:t>2018 год</w:t>
            </w:r>
          </w:p>
        </w:tc>
        <w:tc>
          <w:tcPr>
            <w:tcW w:w="242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228C" w:rsidRPr="00006649" w:rsidTr="007D46D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649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649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649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649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649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649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242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</w:tbl>
    <w:p w:rsidR="0093228C" w:rsidRDefault="0093228C" w:rsidP="00CC036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3228C" w:rsidRPr="00006649" w:rsidRDefault="0093228C" w:rsidP="00CC036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006649">
        <w:rPr>
          <w:rFonts w:ascii="Times New Roman" w:hAnsi="Times New Roman"/>
          <w:sz w:val="28"/>
          <w:szCs w:val="28"/>
        </w:rPr>
        <w:t>) увеличение доли общедоступных библиотек, подключенных к сети «Интернет», в общем количестве муниципальных библиотек</w:t>
      </w:r>
      <w:r>
        <w:rPr>
          <w:rFonts w:ascii="Times New Roman" w:hAnsi="Times New Roman"/>
          <w:sz w:val="28"/>
          <w:szCs w:val="28"/>
        </w:rPr>
        <w:t xml:space="preserve"> Старотитаровского сельского поселения </w:t>
      </w:r>
      <w:r w:rsidRPr="000066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Темрюкского </w:t>
      </w:r>
      <w:r w:rsidRPr="00006649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006649">
        <w:rPr>
          <w:rFonts w:ascii="Times New Roman" w:hAnsi="Times New Roman"/>
          <w:sz w:val="28"/>
          <w:szCs w:val="28"/>
        </w:rPr>
        <w:t xml:space="preserve"> (процентов):</w:t>
      </w:r>
    </w:p>
    <w:tbl>
      <w:tblPr>
        <w:tblW w:w="17031" w:type="dxa"/>
        <w:tblInd w:w="108" w:type="dxa"/>
        <w:tblLayout w:type="fixed"/>
        <w:tblLook w:val="0000"/>
      </w:tblPr>
      <w:tblGrid>
        <w:gridCol w:w="2410"/>
        <w:gridCol w:w="2552"/>
        <w:gridCol w:w="2551"/>
        <w:gridCol w:w="2410"/>
        <w:gridCol w:w="2268"/>
        <w:gridCol w:w="2420"/>
        <w:gridCol w:w="2420"/>
      </w:tblGrid>
      <w:tr w:rsidR="0093228C" w:rsidRPr="00006649" w:rsidTr="007D46D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649">
              <w:rPr>
                <w:rFonts w:ascii="Times New Roman" w:hAnsi="Times New Roman"/>
                <w:sz w:val="28"/>
                <w:szCs w:val="28"/>
              </w:rPr>
              <w:t>2013 год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649">
              <w:rPr>
                <w:rFonts w:ascii="Times New Roman" w:hAnsi="Times New Roman"/>
                <w:sz w:val="28"/>
                <w:szCs w:val="28"/>
              </w:rPr>
              <w:t>2014 год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649">
              <w:rPr>
                <w:rFonts w:ascii="Times New Roman" w:hAnsi="Times New Roman"/>
                <w:sz w:val="28"/>
                <w:szCs w:val="28"/>
              </w:rPr>
              <w:t>2015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649">
              <w:rPr>
                <w:rFonts w:ascii="Times New Roman" w:hAnsi="Times New Roman"/>
                <w:sz w:val="28"/>
                <w:szCs w:val="28"/>
              </w:rPr>
              <w:t>2016 год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649">
              <w:rPr>
                <w:rFonts w:ascii="Times New Roman" w:hAnsi="Times New Roman"/>
                <w:sz w:val="28"/>
                <w:szCs w:val="28"/>
              </w:rPr>
              <w:t>2017 год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649">
              <w:rPr>
                <w:rFonts w:ascii="Times New Roman" w:hAnsi="Times New Roman"/>
                <w:sz w:val="28"/>
                <w:szCs w:val="28"/>
              </w:rPr>
              <w:t>2018 год</w:t>
            </w:r>
          </w:p>
        </w:tc>
        <w:tc>
          <w:tcPr>
            <w:tcW w:w="242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228C" w:rsidRPr="00006649" w:rsidTr="007D46D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42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93228C" w:rsidRDefault="0093228C" w:rsidP="007D46DB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</w:tbl>
    <w:p w:rsidR="0093228C" w:rsidRPr="00006649" w:rsidRDefault="0093228C" w:rsidP="00CC0361">
      <w:pPr>
        <w:pStyle w:val="NormalWeb"/>
        <w:spacing w:before="0" w:beforeAutospacing="0" w:after="0"/>
        <w:rPr>
          <w:i/>
          <w:sz w:val="28"/>
          <w:szCs w:val="28"/>
        </w:rPr>
      </w:pPr>
      <w:r w:rsidRPr="00006649">
        <w:rPr>
          <w:sz w:val="28"/>
          <w:szCs w:val="28"/>
        </w:rPr>
        <w:t xml:space="preserve"> </w:t>
      </w:r>
      <w:r w:rsidRPr="00006649">
        <w:rPr>
          <w:i/>
          <w:sz w:val="28"/>
          <w:szCs w:val="28"/>
        </w:rPr>
        <w:t xml:space="preserve"> </w:t>
      </w:r>
      <w:r w:rsidRPr="00006649">
        <w:rPr>
          <w:i/>
          <w:sz w:val="28"/>
          <w:szCs w:val="28"/>
        </w:rPr>
        <w:tab/>
      </w:r>
    </w:p>
    <w:p w:rsidR="0093228C" w:rsidRPr="00006649" w:rsidRDefault="0093228C" w:rsidP="00CC036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3228C" w:rsidRPr="00006649" w:rsidRDefault="0093228C" w:rsidP="00CC036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06649">
        <w:rPr>
          <w:rFonts w:ascii="Times New Roman" w:hAnsi="Times New Roman"/>
          <w:sz w:val="28"/>
          <w:szCs w:val="28"/>
        </w:rPr>
        <w:t>) увеличение доли детей, привлекаемых к участию в творческих меро</w:t>
      </w:r>
      <w:r>
        <w:rPr>
          <w:rFonts w:ascii="Times New Roman" w:hAnsi="Times New Roman"/>
          <w:sz w:val="28"/>
          <w:szCs w:val="28"/>
        </w:rPr>
        <w:t>приятиях, в общем числе детей:</w:t>
      </w:r>
    </w:p>
    <w:tbl>
      <w:tblPr>
        <w:tblW w:w="17031" w:type="dxa"/>
        <w:tblInd w:w="108" w:type="dxa"/>
        <w:tblLayout w:type="fixed"/>
        <w:tblLook w:val="0000"/>
      </w:tblPr>
      <w:tblGrid>
        <w:gridCol w:w="2410"/>
        <w:gridCol w:w="2552"/>
        <w:gridCol w:w="2551"/>
        <w:gridCol w:w="2410"/>
        <w:gridCol w:w="2268"/>
        <w:gridCol w:w="2420"/>
        <w:gridCol w:w="2420"/>
      </w:tblGrid>
      <w:tr w:rsidR="0093228C" w:rsidRPr="00006649" w:rsidTr="007D46D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649">
              <w:rPr>
                <w:rFonts w:ascii="Times New Roman" w:hAnsi="Times New Roman"/>
                <w:sz w:val="28"/>
                <w:szCs w:val="28"/>
              </w:rPr>
              <w:t>2013 год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649">
              <w:rPr>
                <w:rFonts w:ascii="Times New Roman" w:hAnsi="Times New Roman"/>
                <w:sz w:val="28"/>
                <w:szCs w:val="28"/>
              </w:rPr>
              <w:t>2014 год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649">
              <w:rPr>
                <w:rFonts w:ascii="Times New Roman" w:hAnsi="Times New Roman"/>
                <w:sz w:val="28"/>
                <w:szCs w:val="28"/>
              </w:rPr>
              <w:t>2015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649">
              <w:rPr>
                <w:rFonts w:ascii="Times New Roman" w:hAnsi="Times New Roman"/>
                <w:sz w:val="28"/>
                <w:szCs w:val="28"/>
              </w:rPr>
              <w:t>2016 год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649">
              <w:rPr>
                <w:rFonts w:ascii="Times New Roman" w:hAnsi="Times New Roman"/>
                <w:sz w:val="28"/>
                <w:szCs w:val="28"/>
              </w:rPr>
              <w:t>2017 год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649">
              <w:rPr>
                <w:rFonts w:ascii="Times New Roman" w:hAnsi="Times New Roman"/>
                <w:sz w:val="28"/>
                <w:szCs w:val="28"/>
              </w:rPr>
              <w:t>2018 год</w:t>
            </w:r>
          </w:p>
        </w:tc>
        <w:tc>
          <w:tcPr>
            <w:tcW w:w="242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228C" w:rsidRPr="00006649" w:rsidTr="007D46D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242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93228C" w:rsidRDefault="0093228C" w:rsidP="007D46DB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93228C" w:rsidRPr="00006649" w:rsidRDefault="0093228C" w:rsidP="00CC036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3228C" w:rsidRPr="00006649" w:rsidRDefault="0093228C" w:rsidP="00CC036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06649">
        <w:rPr>
          <w:rFonts w:ascii="Times New Roman" w:hAnsi="Times New Roman"/>
          <w:sz w:val="28"/>
          <w:szCs w:val="28"/>
        </w:rPr>
        <w:t>2. Мерами, обеспечивающими достижение целевых показателей (индикаторов) развития сферы культуры, являются:</w:t>
      </w:r>
    </w:p>
    <w:p w:rsidR="0093228C" w:rsidRPr="00006649" w:rsidRDefault="0093228C" w:rsidP="00CC0361">
      <w:pPr>
        <w:tabs>
          <w:tab w:val="left" w:pos="851"/>
        </w:tabs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006649">
        <w:rPr>
          <w:rFonts w:ascii="Times New Roman" w:hAnsi="Times New Roman"/>
          <w:sz w:val="28"/>
          <w:szCs w:val="28"/>
        </w:rPr>
        <w:t xml:space="preserve">     1) создание механизма стимулирования работников учреждений культуры, оказывающих услуги различной сложности, включающего установление более высокого уровня заработной платы, обеспечение выполнения требований к качеству оказания услуг, прозрачное формирование оплаты труда, внедрение современных норм труда, направленных на повышение качества оказания муниципальных услуг;</w:t>
      </w:r>
    </w:p>
    <w:p w:rsidR="0093228C" w:rsidRPr="00006649" w:rsidRDefault="0093228C" w:rsidP="00CC036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06649">
        <w:rPr>
          <w:rFonts w:ascii="Times New Roman" w:hAnsi="Times New Roman"/>
          <w:sz w:val="28"/>
          <w:szCs w:val="28"/>
        </w:rPr>
        <w:t xml:space="preserve">2) поэтапный рост оплаты труда работников учреждений культуры, достижение целевых показателей                                          по доведению уровня оплаты труда (средней заработной платы) работников учреждений культуры до средней заработной платы по региону в соответствии с Указом Президента Российской Федерации от 7 мая  2012 года № 597                     «О мероприятиях по реализации государственной социальной политики»; </w:t>
      </w:r>
    </w:p>
    <w:p w:rsidR="0093228C" w:rsidRPr="00006649" w:rsidRDefault="0093228C" w:rsidP="00CC036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06649">
        <w:rPr>
          <w:rFonts w:ascii="Times New Roman" w:hAnsi="Times New Roman"/>
          <w:sz w:val="28"/>
          <w:szCs w:val="28"/>
        </w:rPr>
        <w:t>3) обновление квалификационных требований к работникам, переобучение, повышение квалификации, приток квалифицированных кадров, сохранение и развитие кадрового потенциала работников сферы культуры;</w:t>
      </w:r>
    </w:p>
    <w:p w:rsidR="0093228C" w:rsidRPr="00006649" w:rsidRDefault="0093228C" w:rsidP="00CC036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06649">
        <w:rPr>
          <w:rFonts w:ascii="Times New Roman" w:hAnsi="Times New Roman"/>
          <w:sz w:val="28"/>
          <w:szCs w:val="28"/>
        </w:rPr>
        <w:t xml:space="preserve">4) оптимизация ресурсов и реорганизация неэффективных </w:t>
      </w:r>
      <w:r>
        <w:rPr>
          <w:rFonts w:ascii="Times New Roman" w:hAnsi="Times New Roman"/>
          <w:sz w:val="28"/>
          <w:szCs w:val="28"/>
        </w:rPr>
        <w:t xml:space="preserve"> клубных формирований</w:t>
      </w:r>
    </w:p>
    <w:p w:rsidR="0093228C" w:rsidRPr="00006649" w:rsidRDefault="0093228C" w:rsidP="00CC03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228C" w:rsidRPr="00006649" w:rsidRDefault="0093228C" w:rsidP="00CC03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06649">
        <w:rPr>
          <w:rFonts w:ascii="Times New Roman" w:hAnsi="Times New Roman"/>
          <w:sz w:val="28"/>
          <w:szCs w:val="28"/>
        </w:rPr>
        <w:t>IV. Мероприятия по совершенствованию оплаты труда работников учреждений культуры</w:t>
      </w:r>
    </w:p>
    <w:p w:rsidR="0093228C" w:rsidRPr="00006649" w:rsidRDefault="0093228C" w:rsidP="00CC0361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</w:p>
    <w:p w:rsidR="0093228C" w:rsidRPr="00006649" w:rsidRDefault="0093228C" w:rsidP="00CC036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06649">
        <w:rPr>
          <w:rFonts w:ascii="Times New Roman" w:hAnsi="Times New Roman"/>
          <w:sz w:val="28"/>
          <w:szCs w:val="28"/>
        </w:rPr>
        <w:t xml:space="preserve">1. Разработка и проведение мероприятий по совершенствованию оплаты труда работников учреждений культуры осуществляются с учетом мероприятий Плана по выполнению поручений и достижению целевых показателей социально-экономического развития, установленных отдельными указами Президента Российской Федерации,                         на территории Краснодарского края, утвержденного распоряжением главы администрации (губернатора) Краснодарского края  от 29 ноября 2012 года № 1136-р «О мерах по реализации отдельных указов Президента Российской Федерации от 7 мая 2012 года на территории Краснодарского края». </w:t>
      </w:r>
    </w:p>
    <w:p w:rsidR="0093228C" w:rsidRPr="00006649" w:rsidRDefault="0093228C" w:rsidP="00CC036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06649">
        <w:rPr>
          <w:rFonts w:ascii="Times New Roman" w:hAnsi="Times New Roman"/>
          <w:sz w:val="28"/>
          <w:szCs w:val="28"/>
        </w:rPr>
        <w:t>Учитывая специфику деятельности учреждений культуры, при планировании размеров средств, направляемых                 на повышение заработной платы работников</w:t>
      </w:r>
      <w:r>
        <w:rPr>
          <w:rFonts w:ascii="Times New Roman" w:hAnsi="Times New Roman"/>
          <w:sz w:val="28"/>
          <w:szCs w:val="28"/>
        </w:rPr>
        <w:t xml:space="preserve"> библиотек (сельской и детской), и Дома культуры</w:t>
      </w:r>
      <w:r w:rsidRPr="00006649">
        <w:rPr>
          <w:rFonts w:ascii="Times New Roman" w:hAnsi="Times New Roman"/>
          <w:sz w:val="28"/>
          <w:szCs w:val="28"/>
        </w:rPr>
        <w:t>. При этом объемы финансирования должны соотноситься с выполнением этими учреждениями показателей эффективности и достижением целевых показателей (индикаторов).</w:t>
      </w:r>
    </w:p>
    <w:p w:rsidR="0093228C" w:rsidRPr="00006649" w:rsidRDefault="0093228C" w:rsidP="00CC036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06649">
        <w:rPr>
          <w:rFonts w:ascii="Times New Roman" w:hAnsi="Times New Roman"/>
          <w:sz w:val="28"/>
          <w:szCs w:val="28"/>
        </w:rPr>
        <w:t xml:space="preserve">2. Показателями (индикаторами), характеризующими эффективность мероприятий по совершенствованию оплаты труда работников </w:t>
      </w:r>
      <w:r>
        <w:rPr>
          <w:rFonts w:ascii="Times New Roman" w:hAnsi="Times New Roman"/>
          <w:sz w:val="28"/>
          <w:szCs w:val="28"/>
        </w:rPr>
        <w:t>МБУ «Старотитаровский КСЦ»</w:t>
      </w:r>
      <w:r w:rsidRPr="00006649">
        <w:rPr>
          <w:rFonts w:ascii="Times New Roman" w:hAnsi="Times New Roman"/>
          <w:sz w:val="28"/>
          <w:szCs w:val="28"/>
        </w:rPr>
        <w:t>, являются:</w:t>
      </w:r>
    </w:p>
    <w:p w:rsidR="0093228C" w:rsidRPr="00006649" w:rsidRDefault="0093228C" w:rsidP="00CC036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06649">
        <w:rPr>
          <w:rFonts w:ascii="Times New Roman" w:hAnsi="Times New Roman"/>
          <w:sz w:val="28"/>
          <w:szCs w:val="28"/>
        </w:rPr>
        <w:t xml:space="preserve">динамика </w:t>
      </w:r>
      <w:r>
        <w:rPr>
          <w:rFonts w:ascii="Times New Roman" w:hAnsi="Times New Roman"/>
          <w:sz w:val="28"/>
          <w:szCs w:val="28"/>
        </w:rPr>
        <w:t>темпов роста</w:t>
      </w:r>
      <w:r w:rsidRPr="00006649">
        <w:rPr>
          <w:rFonts w:ascii="Times New Roman" w:hAnsi="Times New Roman"/>
          <w:sz w:val="28"/>
          <w:szCs w:val="28"/>
        </w:rPr>
        <w:t xml:space="preserve"> средней заработной платы работников муниципальных учреждений культуры, повышение оплаты труда которых предусмотрено Указом Президента Российской Федерации от 7 мая 2012 года № 597 «О мероприятиях по реализации государственной социальной политики»:</w:t>
      </w:r>
    </w:p>
    <w:tbl>
      <w:tblPr>
        <w:tblW w:w="17271" w:type="dxa"/>
        <w:tblInd w:w="-5" w:type="dxa"/>
        <w:tblLayout w:type="fixed"/>
        <w:tblLook w:val="0000"/>
      </w:tblPr>
      <w:tblGrid>
        <w:gridCol w:w="2464"/>
        <w:gridCol w:w="2464"/>
        <w:gridCol w:w="2464"/>
        <w:gridCol w:w="2464"/>
        <w:gridCol w:w="2465"/>
        <w:gridCol w:w="2475"/>
        <w:gridCol w:w="2475"/>
      </w:tblGrid>
      <w:tr w:rsidR="0093228C" w:rsidRPr="00006649" w:rsidTr="007D46DB"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649">
              <w:rPr>
                <w:rFonts w:ascii="Times New Roman" w:hAnsi="Times New Roman"/>
                <w:sz w:val="28"/>
                <w:szCs w:val="28"/>
              </w:rPr>
              <w:t>2013 год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649">
              <w:rPr>
                <w:rFonts w:ascii="Times New Roman" w:hAnsi="Times New Roman"/>
                <w:sz w:val="28"/>
                <w:szCs w:val="28"/>
              </w:rPr>
              <w:t>2014 год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649">
              <w:rPr>
                <w:rFonts w:ascii="Times New Roman" w:hAnsi="Times New Roman"/>
                <w:sz w:val="28"/>
                <w:szCs w:val="28"/>
              </w:rPr>
              <w:t>2015 год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649">
              <w:rPr>
                <w:rFonts w:ascii="Times New Roman" w:hAnsi="Times New Roman"/>
                <w:sz w:val="28"/>
                <w:szCs w:val="28"/>
              </w:rPr>
              <w:t>2016 год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649">
              <w:rPr>
                <w:rFonts w:ascii="Times New Roman" w:hAnsi="Times New Roman"/>
                <w:sz w:val="28"/>
                <w:szCs w:val="28"/>
              </w:rPr>
              <w:t>2017 год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649">
              <w:rPr>
                <w:rFonts w:ascii="Times New Roman" w:hAnsi="Times New Roman"/>
                <w:sz w:val="28"/>
                <w:szCs w:val="28"/>
              </w:rPr>
              <w:t>2018 год</w:t>
            </w:r>
          </w:p>
        </w:tc>
        <w:tc>
          <w:tcPr>
            <w:tcW w:w="247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228C" w:rsidRPr="00006649" w:rsidTr="007D46DB"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tabs>
                <w:tab w:val="left" w:pos="851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649">
              <w:rPr>
                <w:rFonts w:ascii="Times New Roman" w:hAnsi="Times New Roman"/>
                <w:sz w:val="28"/>
                <w:szCs w:val="28"/>
              </w:rPr>
              <w:t>116,4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tabs>
                <w:tab w:val="left" w:pos="851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119,2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tabs>
                <w:tab w:val="left" w:pos="851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126</w:t>
            </w:r>
            <w:r w:rsidRPr="00006649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tabs>
                <w:tab w:val="left" w:pos="851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</w:t>
            </w:r>
            <w:r w:rsidRPr="00006649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tabs>
                <w:tab w:val="left" w:pos="851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</w:t>
            </w:r>
            <w:r w:rsidRPr="00006649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28C" w:rsidRPr="00006649" w:rsidRDefault="0093228C" w:rsidP="007D46DB">
            <w:pPr>
              <w:tabs>
                <w:tab w:val="left" w:pos="851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121</w:t>
            </w:r>
            <w:r w:rsidRPr="00006649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47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93228C" w:rsidRPr="00006649" w:rsidRDefault="0093228C" w:rsidP="007D46DB">
            <w:pPr>
              <w:tabs>
                <w:tab w:val="left" w:pos="851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93228C" w:rsidRPr="00006649" w:rsidRDefault="0093228C" w:rsidP="00CC03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228C" w:rsidRPr="00006649" w:rsidRDefault="0093228C" w:rsidP="00CC03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06649">
        <w:rPr>
          <w:rFonts w:ascii="Times New Roman" w:hAnsi="Times New Roman"/>
          <w:sz w:val="28"/>
          <w:szCs w:val="28"/>
        </w:rPr>
        <w:t xml:space="preserve">V. Основные мероприятия </w:t>
      </w:r>
      <w:r>
        <w:rPr>
          <w:rFonts w:ascii="Times New Roman" w:hAnsi="Times New Roman"/>
          <w:sz w:val="28"/>
          <w:szCs w:val="28"/>
        </w:rPr>
        <w:t>администрации Старотитаровского сельского поселения Темрюкского района</w:t>
      </w:r>
      <w:r w:rsidRPr="00006649">
        <w:rPr>
          <w:rFonts w:ascii="Times New Roman" w:hAnsi="Times New Roman"/>
          <w:sz w:val="28"/>
          <w:szCs w:val="28"/>
        </w:rPr>
        <w:t>, направленные на повышение эффективности  и качества предоставляемых услуг в сфере культуры, связанные с переходом на эффективный контракт</w:t>
      </w:r>
    </w:p>
    <w:tbl>
      <w:tblPr>
        <w:tblW w:w="0" w:type="auto"/>
        <w:tblInd w:w="108" w:type="dxa"/>
        <w:tblLook w:val="0000"/>
      </w:tblPr>
      <w:tblGrid>
        <w:gridCol w:w="8049"/>
        <w:gridCol w:w="2224"/>
        <w:gridCol w:w="4405"/>
      </w:tblGrid>
      <w:tr w:rsidR="0093228C" w:rsidRPr="00006649" w:rsidTr="007D46DB">
        <w:trPr>
          <w:trHeight w:val="3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228C" w:rsidRPr="00006649" w:rsidRDefault="0093228C" w:rsidP="007D46DB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93228C" w:rsidRPr="00006649" w:rsidTr="007D46DB">
        <w:trPr>
          <w:trHeight w:val="1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228C" w:rsidRPr="00E8446F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228C" w:rsidRPr="00E8446F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4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228C" w:rsidRPr="00E8446F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46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3228C" w:rsidRPr="00006649" w:rsidTr="007D46DB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28C" w:rsidRPr="00865DED" w:rsidRDefault="0093228C" w:rsidP="007D46DB">
            <w:pPr>
              <w:numPr>
                <w:ilvl w:val="0"/>
                <w:numId w:val="2"/>
              </w:numPr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46F">
              <w:rPr>
                <w:rFonts w:ascii="Times New Roman" w:hAnsi="Times New Roman"/>
                <w:sz w:val="24"/>
                <w:szCs w:val="24"/>
              </w:rPr>
              <w:t>Совершенствование системы оплаты труда</w:t>
            </w:r>
          </w:p>
        </w:tc>
      </w:tr>
      <w:tr w:rsidR="0093228C" w:rsidRPr="00006649" w:rsidTr="007D46D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627BD5">
            <w:pPr>
              <w:snapToGrid w:val="0"/>
              <w:spacing w:after="0" w:line="240" w:lineRule="auto"/>
              <w:rPr>
                <w:rFonts w:ascii="Times New Roman" w:hAnsi="Times New Roman"/>
                <w:spacing w:val="-8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kern w:val="1"/>
                <w:sz w:val="24"/>
                <w:szCs w:val="24"/>
              </w:rPr>
              <w:t xml:space="preserve">1.1 Разработка показателей эффективности деятельности руководителей и работников МБУ «Старотитаровский КСЦ»  с учетом методических рекомендаций управления культуры администрации муниципального образования Темрюкский район.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DB7C2B" w:rsidRDefault="0093228C" w:rsidP="00DB7C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>1 квартал 2014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28C" w:rsidRPr="00006649" w:rsidRDefault="0093228C" w:rsidP="007D4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МБУ «Старотитаровский КСЦ»</w:t>
            </w:r>
          </w:p>
        </w:tc>
      </w:tr>
      <w:tr w:rsidR="0093228C" w:rsidRPr="00006649" w:rsidTr="007D46D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DB7C2B">
            <w:pPr>
              <w:snapToGrid w:val="0"/>
              <w:spacing w:after="0" w:line="240" w:lineRule="auto"/>
              <w:rPr>
                <w:rFonts w:ascii="Times New Roman" w:hAnsi="Times New Roman"/>
                <w:spacing w:val="-8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kern w:val="1"/>
                <w:sz w:val="24"/>
                <w:szCs w:val="24"/>
              </w:rPr>
              <w:t xml:space="preserve">1.2 Внедрение разработанных показателей эффективности деятельности МБУ «Старотитаровский КСЦ», руководителей и основных категорий работников, в том числе в связи с использованием для дифференциации заработной платы специалистов.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28C" w:rsidRPr="00006649" w:rsidRDefault="0093228C" w:rsidP="007D4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МБУ «Старотитаровский КСЦ»</w:t>
            </w:r>
          </w:p>
        </w:tc>
      </w:tr>
      <w:tr w:rsidR="0093228C" w:rsidRPr="00006649" w:rsidTr="007D46D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rPr>
                <w:rFonts w:ascii="Times New Roman" w:hAnsi="Times New Roman"/>
                <w:spacing w:val="-8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kern w:val="1"/>
                <w:sz w:val="24"/>
                <w:szCs w:val="24"/>
              </w:rPr>
              <w:t xml:space="preserve">1.3. Установление показателей эффективности деятельности работников МБУ «Старотитаровский КСЦ» по основным категориям работников с учетом методических рекомендаций Управления культуры администрации муниципального образования Темрюкский район.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 2014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28C" w:rsidRPr="00006649" w:rsidRDefault="0093228C" w:rsidP="00B778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МБУ «Старотитаровский КСЦ»</w:t>
            </w:r>
          </w:p>
        </w:tc>
      </w:tr>
      <w:tr w:rsidR="0093228C" w:rsidRPr="00006649" w:rsidTr="007D46DB">
        <w:trPr>
          <w:trHeight w:val="5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C50291" w:rsidRDefault="0093228C" w:rsidP="00C502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1.4.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C50291">
              <w:rPr>
                <w:rFonts w:ascii="Times New Roman" w:hAnsi="Times New Roman"/>
                <w:sz w:val="24"/>
                <w:szCs w:val="24"/>
              </w:rPr>
              <w:t>остановление главы администрации Старотитаровского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№ 97  от «29» апреля 2014</w:t>
            </w:r>
            <w:r w:rsidRPr="00C50291">
              <w:rPr>
                <w:rFonts w:ascii="Times New Roman" w:hAnsi="Times New Roman"/>
                <w:sz w:val="24"/>
                <w:szCs w:val="24"/>
              </w:rPr>
              <w:t xml:space="preserve"> г. «О введении отраслевой оплаты труда работников муниципального бюджетного учреждения «Старотитаровкий культурно-социальный центр» Старотитаровского сельского поселения Темрюкского района»»в части совершенствования системы оплаты труда работников государственных учреждений культуры и достижения показателей повышения оплаты труда в соответствии с Указом Президента Российской Федерации от 7 мая 2012 года № 597 «О меропр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иятиях  </w:t>
            </w:r>
            <w:r w:rsidRPr="00C50291">
              <w:rPr>
                <w:rFonts w:ascii="Times New Roman" w:hAnsi="Times New Roman"/>
                <w:sz w:val="24"/>
                <w:szCs w:val="24"/>
              </w:rPr>
              <w:t xml:space="preserve"> по реализации государственной социальной политики»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006649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кварталы 2014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28C" w:rsidRPr="00006649" w:rsidRDefault="0093228C" w:rsidP="009655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финансового отдела администрации Старотитаровского сельского поселения Темрюкского района</w:t>
            </w:r>
          </w:p>
        </w:tc>
      </w:tr>
      <w:tr w:rsidR="0093228C" w:rsidRPr="00006649" w:rsidTr="007D46DB">
        <w:trPr>
          <w:trHeight w:val="13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228C" w:rsidRPr="00E8446F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228C" w:rsidRPr="00E8446F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4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228C" w:rsidRPr="00E8446F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46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3228C" w:rsidRPr="00006649" w:rsidTr="007D46DB">
        <w:trPr>
          <w:trHeight w:val="127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Default="0093228C" w:rsidP="007D46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</w:rPr>
              <w:t xml:space="preserve">1.5.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>несени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 xml:space="preserve"> изменений в муниципальные нормативные правовые акты в части совершенствования систем оплаты труда работников муниципальных учреждений культуры и достижения показателей повышения оплаты труда в соответствии с Указом Президента Российской Федерации от 7 мая 2012 года № 597  «О мероприятиях по реализации государственной социальной политики»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учетом 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 xml:space="preserve">  рекомендаций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Управление культуры администрации 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>муниципального образования Темрюкский район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3228C" w:rsidRDefault="0093228C" w:rsidP="007D46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228C" w:rsidRPr="00006649" w:rsidRDefault="0093228C" w:rsidP="007D46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28C" w:rsidRPr="00006649" w:rsidRDefault="0093228C" w:rsidP="00F85C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финансового отдела администрации Старотитаровского сельского поселения Темрюкского района</w:t>
            </w:r>
          </w:p>
        </w:tc>
      </w:tr>
      <w:tr w:rsidR="0093228C" w:rsidRPr="00006649" w:rsidTr="007D46D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Default="0093228C" w:rsidP="007D46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</w:rPr>
              <w:t xml:space="preserve">1.6. Проведение мероприятий по формированию независимой системы оценки качества работы  </w:t>
            </w:r>
            <w:r>
              <w:rPr>
                <w:rFonts w:ascii="Times New Roman" w:hAnsi="Times New Roman"/>
                <w:sz w:val="24"/>
                <w:szCs w:val="24"/>
              </w:rPr>
              <w:t>МБУ «Старотитаровский КСЦ»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>, оказывающ</w:t>
            </w:r>
            <w:r>
              <w:rPr>
                <w:rFonts w:ascii="Times New Roman" w:hAnsi="Times New Roman"/>
                <w:sz w:val="24"/>
                <w:szCs w:val="24"/>
              </w:rPr>
              <w:t>его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 xml:space="preserve"> муниципальные услуги</w:t>
            </w:r>
          </w:p>
          <w:p w:rsidR="0093228C" w:rsidRPr="00006649" w:rsidRDefault="0093228C" w:rsidP="007D46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28C" w:rsidRPr="00006649" w:rsidRDefault="0093228C" w:rsidP="009655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Старотитаровского сельского поселения Темрюкского района, администрация МБУ «Старотитаровский КСЦ»</w:t>
            </w:r>
          </w:p>
        </w:tc>
      </w:tr>
      <w:tr w:rsidR="0093228C" w:rsidRPr="00006649" w:rsidTr="007D46DB">
        <w:trPr>
          <w:trHeight w:val="107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965596">
            <w:pPr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</w:rPr>
              <w:t xml:space="preserve">1.7. 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Р</w:t>
            </w:r>
            <w:r w:rsidRPr="00006649">
              <w:rPr>
                <w:rFonts w:ascii="Times New Roman" w:hAnsi="Times New Roman"/>
                <w:kern w:val="1"/>
                <w:sz w:val="24"/>
                <w:szCs w:val="24"/>
              </w:rPr>
              <w:t>азработк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а</w:t>
            </w:r>
            <w:r w:rsidRPr="00006649">
              <w:rPr>
                <w:rFonts w:ascii="Times New Roman" w:hAnsi="Times New Roman"/>
                <w:kern w:val="1"/>
                <w:sz w:val="24"/>
                <w:szCs w:val="24"/>
              </w:rPr>
              <w:t xml:space="preserve"> систем нормирования труда в 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 xml:space="preserve">МБУ «Старотитаровский КСЦ» с учетом </w:t>
            </w:r>
            <w:r w:rsidRPr="00006649">
              <w:rPr>
                <w:rFonts w:ascii="Times New Roman" w:hAnsi="Times New Roman"/>
                <w:kern w:val="1"/>
                <w:sz w:val="24"/>
                <w:szCs w:val="24"/>
              </w:rPr>
              <w:t>типовых отраслевых норм труда и методических рекомендаций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>правлени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>культуры администрации муниципального образования Темрюкский район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</w:rPr>
              <w:t>2013 – 2018 годы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28C" w:rsidRPr="00006649" w:rsidRDefault="0093228C" w:rsidP="007D4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Финансовый отдел администрации Старотитаровского сельского поселения, администрация МБУ «Старотитаровский КСЦ»</w:t>
            </w:r>
          </w:p>
        </w:tc>
      </w:tr>
      <w:tr w:rsidR="0093228C" w:rsidRPr="00006649" w:rsidTr="007D46DB">
        <w:trPr>
          <w:trHeight w:val="383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228C" w:rsidRPr="00006649" w:rsidRDefault="0093228C" w:rsidP="007D46DB">
            <w:pPr>
              <w:numPr>
                <w:ilvl w:val="0"/>
                <w:numId w:val="2"/>
              </w:numPr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</w:rPr>
              <w:t xml:space="preserve">Создание прозрачного механизма оплаты труда руководителей государственных (муниципальных) учреждений культуры </w:t>
            </w:r>
          </w:p>
          <w:p w:rsidR="0093228C" w:rsidRPr="00006649" w:rsidRDefault="0093228C" w:rsidP="007D46DB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228C" w:rsidRPr="00006649" w:rsidTr="007D46D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F71C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>оздани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 xml:space="preserve"> прозрачного механизма оплаты труда руководителей учреждений  и представлени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>руководителями учреждений сведений о доходах, об имуществе и обязательствах имущественного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соответствии с разъяснениями 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>по изменениям, внесенным в отдельные законодательные акты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 xml:space="preserve"> квартал </w:t>
            </w:r>
          </w:p>
          <w:p w:rsidR="0093228C" w:rsidRPr="00006649" w:rsidRDefault="0093228C" w:rsidP="007D4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28C" w:rsidRPr="00006649" w:rsidRDefault="0093228C" w:rsidP="009D6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Старотитаровского сельского поселения Темрюкского района, администрация МБУ «Старотитаровский КСЦ»</w:t>
            </w:r>
          </w:p>
        </w:tc>
      </w:tr>
      <w:tr w:rsidR="0093228C" w:rsidRPr="00006649" w:rsidTr="007D46D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F71CD9">
            <w:pPr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</w:rPr>
              <w:t xml:space="preserve">2.2.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Заключение типового трудового договора </w:t>
            </w:r>
            <w:r w:rsidRPr="00006649">
              <w:rPr>
                <w:rFonts w:ascii="Times New Roman" w:hAnsi="Times New Roman"/>
                <w:kern w:val="1"/>
                <w:sz w:val="24"/>
                <w:szCs w:val="24"/>
              </w:rPr>
              <w:t>с руководителями учреждений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 xml:space="preserve"> по типовой форме в соответствии с </w:t>
            </w:r>
            <w:r w:rsidRPr="00006649">
              <w:rPr>
                <w:rFonts w:ascii="Times New Roman" w:hAnsi="Times New Roman"/>
                <w:kern w:val="1"/>
                <w:sz w:val="24"/>
                <w:szCs w:val="24"/>
              </w:rPr>
              <w:t>методически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 xml:space="preserve">ми </w:t>
            </w:r>
            <w:r w:rsidRPr="00006649">
              <w:rPr>
                <w:rFonts w:ascii="Times New Roman" w:hAnsi="Times New Roman"/>
                <w:kern w:val="1"/>
                <w:sz w:val="24"/>
                <w:szCs w:val="24"/>
              </w:rPr>
              <w:t>рекомендаци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 xml:space="preserve">ями </w:t>
            </w:r>
            <w:r w:rsidRPr="00006649">
              <w:rPr>
                <w:rFonts w:ascii="Times New Roman" w:hAnsi="Times New Roman"/>
                <w:kern w:val="1"/>
                <w:sz w:val="24"/>
                <w:szCs w:val="24"/>
              </w:rPr>
              <w:t xml:space="preserve"> по их заполнению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 xml:space="preserve"> управления 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>культуры администрации муниципального образования Темрюкский район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5C3D0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 xml:space="preserve"> квартал </w:t>
            </w:r>
          </w:p>
          <w:p w:rsidR="0093228C" w:rsidRPr="00006649" w:rsidRDefault="0093228C" w:rsidP="005C3D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28C" w:rsidRPr="00006649" w:rsidRDefault="0093228C" w:rsidP="00F71C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</w:tr>
      <w:tr w:rsidR="0093228C" w:rsidRPr="00006649" w:rsidTr="007D46D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E8446F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28C" w:rsidRPr="00006649" w:rsidRDefault="0093228C" w:rsidP="007D4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3228C" w:rsidRPr="00006649" w:rsidTr="007D46D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F71C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</w:rPr>
              <w:t xml:space="preserve">2.3.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Предоставление </w:t>
            </w:r>
            <w:r w:rsidRPr="00006649">
              <w:rPr>
                <w:rFonts w:ascii="Times New Roman" w:hAnsi="Times New Roman"/>
                <w:kern w:val="1"/>
                <w:sz w:val="24"/>
                <w:szCs w:val="24"/>
              </w:rPr>
              <w:t xml:space="preserve">сведений о доходах, 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>об имуществе и обязательствах имущественного характера граждан, претендующих на замещение должностей руководителя муниципального учреждения, а также граждан, замещающих указанные должности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соответствии с порядком, направленным управлением культуры 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>администрации муниципального образования Темрюкский район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03731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 xml:space="preserve"> квартал </w:t>
            </w:r>
          </w:p>
          <w:p w:rsidR="0093228C" w:rsidRPr="00006649" w:rsidRDefault="0093228C" w:rsidP="000373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28C" w:rsidRPr="00006649" w:rsidRDefault="0093228C" w:rsidP="001415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Старотитаровского сельского поселения Темрюкского района, администрация МБУ «Старотитаровский КСЦ»</w:t>
            </w:r>
          </w:p>
        </w:tc>
      </w:tr>
      <w:tr w:rsidR="0093228C" w:rsidRPr="00006649" w:rsidTr="007D46D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C3400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</w:rPr>
              <w:t xml:space="preserve">2.4.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r w:rsidRPr="00006649">
              <w:rPr>
                <w:rFonts w:ascii="Times New Roman" w:hAnsi="Times New Roman"/>
                <w:kern w:val="1"/>
                <w:sz w:val="24"/>
                <w:szCs w:val="24"/>
              </w:rPr>
              <w:t xml:space="preserve">достоверности и полноты сведений о доходах, 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>об имуществе и обязательствах имущественного характера, представляемых гражданами, претендующими на замещение должностей руководителя муниципального учреждения, а также гражданами, замещающими указанные должности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порядке, направленном у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>правление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 xml:space="preserve"> культуры администрации муниципального образования Темрюкский район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квартал 2014 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28C" w:rsidRPr="00006649" w:rsidRDefault="0093228C" w:rsidP="002A3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Старотитаровского сельского поселения Темрюкского района, администрация МБУ «Старотитаровский КСЦ»</w:t>
            </w:r>
          </w:p>
        </w:tc>
      </w:tr>
      <w:tr w:rsidR="0093228C" w:rsidRPr="00006649" w:rsidTr="007D46DB">
        <w:trPr>
          <w:trHeight w:val="7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C3400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</w:rPr>
              <w:t xml:space="preserve">2.5. Проведение работы по заключению трудовых договоров 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работниками МБУ «Старотитаровский КСЦ» 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>в соответствии с типовой формой договора, разработанной Министерством труда и Министерством культуры Российской Федерации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</w:rPr>
              <w:t>2013 – 2018 годы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28C" w:rsidRPr="00006649" w:rsidRDefault="0093228C" w:rsidP="004A3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МБУ «Старотитаровский КСЦ»</w:t>
            </w:r>
          </w:p>
        </w:tc>
      </w:tr>
      <w:tr w:rsidR="0093228C" w:rsidRPr="00006649" w:rsidTr="007D46DB">
        <w:trPr>
          <w:trHeight w:val="508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228C" w:rsidRPr="00006649" w:rsidRDefault="0093228C" w:rsidP="007D46DB">
            <w:pPr>
              <w:numPr>
                <w:ilvl w:val="0"/>
                <w:numId w:val="2"/>
              </w:numPr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</w:rPr>
              <w:t xml:space="preserve"> Развитие ка</w:t>
            </w:r>
            <w:r>
              <w:rPr>
                <w:rFonts w:ascii="Times New Roman" w:hAnsi="Times New Roman"/>
                <w:sz w:val="24"/>
                <w:szCs w:val="24"/>
              </w:rPr>
              <w:t>дрового потенциала МБУ «Старотитаровский КСЦ»</w:t>
            </w:r>
          </w:p>
          <w:p w:rsidR="0093228C" w:rsidRPr="00006649" w:rsidRDefault="0093228C" w:rsidP="007D46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28C" w:rsidRPr="00006649" w:rsidTr="007D46D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ED4C9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</w:rPr>
              <w:t>3.1. Подготовка изменени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 xml:space="preserve"> (актуализаци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 xml:space="preserve">) квалификационных требований к работникам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МБУ «Старотитаровский КСЦ» 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 xml:space="preserve"> и внедрением профессиональных стандартов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учетом разъяснений управления культуры 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>администрации муниципального образования Темрюкский район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</w:rPr>
              <w:t>2013 – 2014 годы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28C" w:rsidRPr="00006649" w:rsidRDefault="0093228C" w:rsidP="00ED4C9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МБУ «Старотитаровский КСЦ»</w:t>
            </w:r>
          </w:p>
        </w:tc>
      </w:tr>
      <w:tr w:rsidR="0093228C" w:rsidRPr="00006649" w:rsidTr="007D46D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9F03A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</w:rPr>
              <w:t xml:space="preserve">3.2. Проведение мероприятий по повышению квалификации и переподготовке работников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МБУ «Старотитаровский КСЦ» 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 xml:space="preserve"> с целью обеспечения соответствия работников современным квалификационным требованиям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</w:rPr>
              <w:t>2013 – 2018 годы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28C" w:rsidRPr="00006649" w:rsidRDefault="0093228C" w:rsidP="007D46D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МБУ «Старотитаровский КСЦ»</w:t>
            </w:r>
          </w:p>
        </w:tc>
      </w:tr>
      <w:tr w:rsidR="0093228C" w:rsidRPr="00006649" w:rsidTr="007D46D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F03975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</w:rPr>
              <w:t xml:space="preserve">3.3.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Оформление </w:t>
            </w:r>
            <w:r w:rsidRPr="00006649">
              <w:rPr>
                <w:rFonts w:ascii="Times New Roman" w:hAnsi="Times New Roman"/>
                <w:kern w:val="1"/>
                <w:sz w:val="24"/>
                <w:szCs w:val="24"/>
              </w:rPr>
              <w:t>трудовых отношений с работниками учреждений при переходе на «эффективный контракт»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 xml:space="preserve"> в порядке, направленном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>правление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 xml:space="preserve"> культуры администрации муниципального образования Темрюкский район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 соответствие с предложенными разъяснениями.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F039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 xml:space="preserve">  квартал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2014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28C" w:rsidRPr="00006649" w:rsidRDefault="0093228C" w:rsidP="005F64D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МБУ «Старотитаровский КСЦ»</w:t>
            </w:r>
          </w:p>
        </w:tc>
      </w:tr>
      <w:tr w:rsidR="0093228C" w:rsidRPr="00006649" w:rsidTr="007D46D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E8446F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28C" w:rsidRPr="00006649" w:rsidRDefault="0093228C" w:rsidP="007D4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3228C" w:rsidRPr="00006649" w:rsidTr="007D46D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295DD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</w:rPr>
              <w:t xml:space="preserve">3.4.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Заключение 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>дополнительных соглашений                 к трудовым договорам (новых трудовых договоров) с работниками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МБУ «Старотитаровский КСЦ», 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 xml:space="preserve">оказывающими государственные услуги, в связи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>с введением «эффективного контракта»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28C" w:rsidRPr="00006649" w:rsidRDefault="0093228C" w:rsidP="007C0E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МБУ «Старотитаровский КСЦ»</w:t>
            </w:r>
          </w:p>
        </w:tc>
      </w:tr>
      <w:tr w:rsidR="0093228C" w:rsidRPr="00006649" w:rsidTr="007D46D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295DD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</w:rPr>
              <w:t>3.5. Подготовка информаций в Управление культуры администрации муниципального образования Темрюкский район об итогах внедрения «эффективного контракта»</w:t>
            </w:r>
            <w:r w:rsidRPr="00006649">
              <w:rPr>
                <w:rFonts w:ascii="Times New Roman" w:hAnsi="Times New Roman"/>
                <w:kern w:val="1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 xml:space="preserve">МБУ «Старотитаровский КСЦ».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28C" w:rsidRPr="00006649" w:rsidRDefault="0093228C" w:rsidP="005875B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МБУ «Старотитаровский КСЦ»</w:t>
            </w:r>
          </w:p>
        </w:tc>
      </w:tr>
      <w:tr w:rsidR="0093228C" w:rsidRPr="00006649" w:rsidTr="007D46D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</w:rPr>
              <w:t xml:space="preserve">3.6. Разработка предложений по базовым окладам по профессиональным квалификационным группам работников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МБУ «Старотитаровский КСЦ»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2013-2018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28C" w:rsidRPr="00006649" w:rsidRDefault="0093228C" w:rsidP="007D46D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Старотитаровского сельского поселения Темрюкского района, администрация МБУ «Старотитаровский КСЦ»</w:t>
            </w:r>
          </w:p>
        </w:tc>
      </w:tr>
      <w:tr w:rsidR="0093228C" w:rsidRPr="00006649" w:rsidTr="007D46DB">
        <w:trPr>
          <w:trHeight w:val="481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228C" w:rsidRDefault="0093228C" w:rsidP="007D46DB">
            <w:pPr>
              <w:numPr>
                <w:ilvl w:val="0"/>
                <w:numId w:val="2"/>
              </w:numPr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</w:rPr>
              <w:t xml:space="preserve">Достижение целевых показателей повышения средней заработной платы работников учреждений культуры </w:t>
            </w:r>
          </w:p>
          <w:p w:rsidR="0093228C" w:rsidRPr="00006649" w:rsidRDefault="0093228C" w:rsidP="007D46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28C" w:rsidRPr="00006649" w:rsidTr="007D46D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294B0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</w:rPr>
              <w:t xml:space="preserve">4.1.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Взаимодействие с 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>комисси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 xml:space="preserve"> по мониторингу достижения целевых показателей  социально-экономического развития и выполнению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 xml:space="preserve">поручений отдельных указов Президента Российской Федерации на территории Краснодарского края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28C" w:rsidRPr="00006649" w:rsidRDefault="0093228C" w:rsidP="007D4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Старотитаровского сельского поселения Темрюкского района, администрация МБУ «Старотитаровский КСЦ»</w:t>
            </w:r>
          </w:p>
        </w:tc>
      </w:tr>
      <w:tr w:rsidR="0093228C" w:rsidRPr="00006649" w:rsidTr="007D46D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</w:rPr>
              <w:t>4.2. Уточнение объемов расходов бюджетов всех уровней на повышение заработной платы работников учреждений культуры в соответствии с Указом Президента Российской Федерации от 7 мая 2012 года № 597 «О мероприятиях по реализации государственной социальной политики» с учетом возможного привлечения не менее одной трети средств, получаемых за счет реорганизации неэффективных учреждений, а также средств от приносящей доход деятельности учреждений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</w:rPr>
              <w:t>2013 – 2018 годы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28C" w:rsidRPr="00006649" w:rsidRDefault="0093228C" w:rsidP="007D4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Старотитаровского сельского поселения Темрюкского района, администрация МБУ «Старотитаровский КСЦ»</w:t>
            </w:r>
          </w:p>
        </w:tc>
      </w:tr>
      <w:tr w:rsidR="0093228C" w:rsidRPr="00006649" w:rsidTr="007D46D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294B0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</w:rPr>
              <w:t xml:space="preserve">4.3. </w:t>
            </w:r>
            <w:r>
              <w:rPr>
                <w:rFonts w:ascii="Times New Roman" w:hAnsi="Times New Roman"/>
                <w:sz w:val="24"/>
                <w:szCs w:val="24"/>
              </w:rPr>
              <w:t>Предоставление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 xml:space="preserve"> отчетности о показателях заработной платы работников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МБУ «Старотитаровский КСЦ» 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 xml:space="preserve"> в соответствии с утвержденным Росстатом федеральным статистическим наблюдением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</w:rPr>
              <w:t>2013 – 2018 годы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28C" w:rsidRPr="00006649" w:rsidRDefault="0093228C" w:rsidP="00D639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Старотитаровского сельского поселения Темрюкского района, администрация МБУ «Старотитаровский КСЦ»</w:t>
            </w:r>
          </w:p>
        </w:tc>
      </w:tr>
      <w:tr w:rsidR="0093228C" w:rsidRPr="00006649" w:rsidTr="007D46D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3228C" w:rsidRPr="00006649" w:rsidTr="007D46D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294B0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</w:rPr>
              <w:t xml:space="preserve">4.4. </w:t>
            </w:r>
            <w:r>
              <w:rPr>
                <w:rFonts w:ascii="Times New Roman" w:hAnsi="Times New Roman"/>
                <w:sz w:val="24"/>
                <w:szCs w:val="24"/>
              </w:rPr>
              <w:t>Предоставление данных для проведения м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>ониторинг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 xml:space="preserve"> реализации мероприятий по повышению оплаты труда работников </w:t>
            </w:r>
            <w:r>
              <w:rPr>
                <w:rFonts w:ascii="Times New Roman" w:hAnsi="Times New Roman"/>
                <w:sz w:val="24"/>
                <w:szCs w:val="24"/>
              </w:rPr>
              <w:t>МБУ «Старотитаровский КСЦ»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 xml:space="preserve"> в 2012 – 2018 годах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</w:rPr>
              <w:t>15 января, 15 июля 2013 – 2018 годов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28C" w:rsidRPr="00006649" w:rsidRDefault="0093228C" w:rsidP="003A5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Старотитаровского сельского поселения Темрюкского района, администрация МБУ «Старотитаровский КСЦ»</w:t>
            </w:r>
          </w:p>
        </w:tc>
      </w:tr>
      <w:tr w:rsidR="0093228C" w:rsidRPr="00006649" w:rsidTr="007D46D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294B0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</w:rPr>
              <w:t xml:space="preserve">4.5. </w:t>
            </w:r>
            <w:r>
              <w:rPr>
                <w:rFonts w:ascii="Times New Roman" w:hAnsi="Times New Roman"/>
                <w:sz w:val="24"/>
                <w:szCs w:val="24"/>
              </w:rPr>
              <w:t>Предоставление данных для проведения м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>ониторинг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 xml:space="preserve"> выполнения мероприятий, направленных на повышение оплаты труда работников </w:t>
            </w:r>
            <w:r>
              <w:rPr>
                <w:rFonts w:ascii="Times New Roman" w:hAnsi="Times New Roman"/>
                <w:sz w:val="24"/>
                <w:szCs w:val="24"/>
              </w:rPr>
              <w:t>МБУ «Старотитаровский КСЦ»  2013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 xml:space="preserve"> – 2018 годах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 января,            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>15 июля              2013 – 2018 годов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28C" w:rsidRPr="00006649" w:rsidRDefault="0093228C" w:rsidP="00EE6A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Старотитаровского сельского поселения Темрюкского района, администрация МБУ «Старотитаровский КСЦ»</w:t>
            </w:r>
          </w:p>
        </w:tc>
      </w:tr>
      <w:tr w:rsidR="0093228C" w:rsidRPr="00006649" w:rsidTr="007D46D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2E71C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</w:rPr>
              <w:t xml:space="preserve">4.6. Информационное сопровождение программы поэтапного повышения заработной платы работников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МБУ «Старотитаровский КСЦ» - 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>проведение разъяснительной работы в трудов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 xml:space="preserve"> коллектив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>семинар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ах, проводимых управлением культуры администрации Темрюкского района,  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 xml:space="preserve"> и други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 xml:space="preserve"> мероприятия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</w:rPr>
              <w:t>2013 – 2018 годы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28C" w:rsidRPr="00006649" w:rsidRDefault="0093228C" w:rsidP="007D4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МБУ «Старотитаровский КСЦ»</w:t>
            </w:r>
          </w:p>
        </w:tc>
      </w:tr>
      <w:tr w:rsidR="0093228C" w:rsidRPr="00006649" w:rsidTr="007D46DB">
        <w:trPr>
          <w:trHeight w:val="6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2E71C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</w:rPr>
              <w:t xml:space="preserve">4.7. </w:t>
            </w:r>
            <w:r>
              <w:rPr>
                <w:rFonts w:ascii="Times New Roman" w:hAnsi="Times New Roman"/>
                <w:sz w:val="24"/>
                <w:szCs w:val="24"/>
              </w:rPr>
              <w:t>Предоставление данных для п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>одготовк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 xml:space="preserve"> информации в министерство экономики Краснодарского края о реализации мероприятий по увеличению реальной заработной платы  работников </w:t>
            </w:r>
            <w:r>
              <w:rPr>
                <w:rFonts w:ascii="Times New Roman" w:hAnsi="Times New Roman"/>
                <w:sz w:val="24"/>
                <w:szCs w:val="24"/>
              </w:rPr>
              <w:t>МБУ «Старотитаровский КСЦ»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</w:rPr>
              <w:t>2013 – 2018 годы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28C" w:rsidRPr="00006649" w:rsidRDefault="0093228C" w:rsidP="00CB79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Старотитаровского сельского поселения Темрюкского района, администрация МБУ «Старотитаровский КСЦ»</w:t>
            </w:r>
          </w:p>
        </w:tc>
      </w:tr>
      <w:tr w:rsidR="0093228C" w:rsidRPr="00006649" w:rsidTr="007D46DB">
        <w:trPr>
          <w:trHeight w:val="134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2E71C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</w:rPr>
              <w:t xml:space="preserve">4.8. </w:t>
            </w:r>
            <w:r>
              <w:rPr>
                <w:rFonts w:ascii="Times New Roman" w:hAnsi="Times New Roman"/>
                <w:sz w:val="24"/>
                <w:szCs w:val="24"/>
              </w:rPr>
              <w:t>Предоставление данных для п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>одготовк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 xml:space="preserve"> информации в Министерство труда и социального развития и Министерство культуры Российской Федерации о результатах повышения оплаты труда работников </w:t>
            </w:r>
            <w:r>
              <w:rPr>
                <w:rFonts w:ascii="Times New Roman" w:hAnsi="Times New Roman"/>
                <w:sz w:val="24"/>
                <w:szCs w:val="24"/>
              </w:rPr>
              <w:t>МБУ «Старотитаровский КСЦ»</w:t>
            </w:r>
            <w:r w:rsidRPr="000066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28C" w:rsidRPr="00006649" w:rsidRDefault="0093228C" w:rsidP="007D46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</w:rPr>
              <w:t>май</w:t>
            </w:r>
          </w:p>
          <w:p w:rsidR="0093228C" w:rsidRPr="00006649" w:rsidRDefault="0093228C" w:rsidP="007D4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649">
              <w:rPr>
                <w:rFonts w:ascii="Times New Roman" w:hAnsi="Times New Roman"/>
                <w:sz w:val="24"/>
                <w:szCs w:val="24"/>
              </w:rPr>
              <w:t>2017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28C" w:rsidRPr="00006649" w:rsidRDefault="0093228C" w:rsidP="00295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Старотитаровского сельского поселения Темрюкского района, администрация МБУ «Старотитаровский КСЦ»</w:t>
            </w:r>
          </w:p>
        </w:tc>
      </w:tr>
    </w:tbl>
    <w:p w:rsidR="0093228C" w:rsidRPr="00006649" w:rsidRDefault="0093228C" w:rsidP="00CC0361">
      <w:pPr>
        <w:spacing w:line="240" w:lineRule="auto"/>
        <w:ind w:hanging="993"/>
        <w:jc w:val="both"/>
        <w:rPr>
          <w:rFonts w:ascii="Times New Roman" w:hAnsi="Times New Roman"/>
          <w:sz w:val="28"/>
          <w:szCs w:val="28"/>
        </w:rPr>
      </w:pPr>
      <w:r w:rsidRPr="00006649">
        <w:rPr>
          <w:rFonts w:ascii="Times New Roman" w:hAnsi="Times New Roman"/>
          <w:sz w:val="28"/>
          <w:szCs w:val="28"/>
        </w:rPr>
        <w:t xml:space="preserve">           </w:t>
      </w:r>
    </w:p>
    <w:p w:rsidR="0093228C" w:rsidRDefault="0093228C" w:rsidP="00CC0361">
      <w:pPr>
        <w:rPr>
          <w:rFonts w:ascii="Times New Roman" w:hAnsi="Times New Roman"/>
          <w:sz w:val="28"/>
          <w:szCs w:val="28"/>
        </w:rPr>
      </w:pPr>
    </w:p>
    <w:p w:rsidR="0093228C" w:rsidRDefault="0093228C" w:rsidP="00CC0361">
      <w:r>
        <w:rPr>
          <w:rFonts w:ascii="Times New Roman" w:hAnsi="Times New Roman"/>
          <w:sz w:val="28"/>
          <w:szCs w:val="28"/>
        </w:rPr>
        <w:t xml:space="preserve">Директор  МБУ «Старотитаровский КСЦ»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Т.М.Егорова</w:t>
      </w:r>
    </w:p>
    <w:p w:rsidR="0093228C" w:rsidRDefault="0093228C" w:rsidP="001E007B"/>
    <w:p w:rsidR="0093228C" w:rsidRPr="001E007B" w:rsidRDefault="0093228C" w:rsidP="001E007B">
      <w:pPr>
        <w:ind w:firstLine="708"/>
      </w:pPr>
    </w:p>
    <w:sectPr w:rsidR="0093228C" w:rsidRPr="001E007B" w:rsidSect="00CC03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215" w:hanging="360"/>
      </w:pPr>
      <w:rPr>
        <w:rFonts w:cs="Times New Roman"/>
        <w:i w:val="0"/>
      </w:rPr>
    </w:lvl>
  </w:abstractNum>
  <w:abstractNum w:abstractNumId="1">
    <w:nsid w:val="00000002"/>
    <w:multiLevelType w:val="multilevel"/>
    <w:tmpl w:val="00000002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0361"/>
    <w:rsid w:val="0000123C"/>
    <w:rsid w:val="00001377"/>
    <w:rsid w:val="00001379"/>
    <w:rsid w:val="00001451"/>
    <w:rsid w:val="00001A59"/>
    <w:rsid w:val="00002AB1"/>
    <w:rsid w:val="00002C44"/>
    <w:rsid w:val="00002F27"/>
    <w:rsid w:val="000034FB"/>
    <w:rsid w:val="00003662"/>
    <w:rsid w:val="00003702"/>
    <w:rsid w:val="000037C8"/>
    <w:rsid w:val="00003958"/>
    <w:rsid w:val="00003CF9"/>
    <w:rsid w:val="00003D65"/>
    <w:rsid w:val="00003DC1"/>
    <w:rsid w:val="00003F7C"/>
    <w:rsid w:val="00004297"/>
    <w:rsid w:val="00004B35"/>
    <w:rsid w:val="00005734"/>
    <w:rsid w:val="00005894"/>
    <w:rsid w:val="00005B1F"/>
    <w:rsid w:val="00005EC5"/>
    <w:rsid w:val="000063D8"/>
    <w:rsid w:val="00006649"/>
    <w:rsid w:val="00006828"/>
    <w:rsid w:val="00006A27"/>
    <w:rsid w:val="00006B4A"/>
    <w:rsid w:val="00007422"/>
    <w:rsid w:val="00007608"/>
    <w:rsid w:val="000079A5"/>
    <w:rsid w:val="000079A7"/>
    <w:rsid w:val="000102FC"/>
    <w:rsid w:val="00010390"/>
    <w:rsid w:val="00010549"/>
    <w:rsid w:val="0001079A"/>
    <w:rsid w:val="00010CCD"/>
    <w:rsid w:val="00011477"/>
    <w:rsid w:val="00011A72"/>
    <w:rsid w:val="00011BA2"/>
    <w:rsid w:val="00012D1E"/>
    <w:rsid w:val="00012E02"/>
    <w:rsid w:val="000130E7"/>
    <w:rsid w:val="00013110"/>
    <w:rsid w:val="0001341E"/>
    <w:rsid w:val="00013924"/>
    <w:rsid w:val="00013BB7"/>
    <w:rsid w:val="00013D77"/>
    <w:rsid w:val="00013E77"/>
    <w:rsid w:val="000142D8"/>
    <w:rsid w:val="00014940"/>
    <w:rsid w:val="00014A3C"/>
    <w:rsid w:val="00015B66"/>
    <w:rsid w:val="00015C7A"/>
    <w:rsid w:val="00015F13"/>
    <w:rsid w:val="000162A2"/>
    <w:rsid w:val="00016430"/>
    <w:rsid w:val="00016AE6"/>
    <w:rsid w:val="000173C0"/>
    <w:rsid w:val="00017698"/>
    <w:rsid w:val="00017AC5"/>
    <w:rsid w:val="00017BC2"/>
    <w:rsid w:val="00017EB3"/>
    <w:rsid w:val="000206F2"/>
    <w:rsid w:val="0002082E"/>
    <w:rsid w:val="0002144C"/>
    <w:rsid w:val="00021D93"/>
    <w:rsid w:val="0002222F"/>
    <w:rsid w:val="00022322"/>
    <w:rsid w:val="00022F2D"/>
    <w:rsid w:val="00022F69"/>
    <w:rsid w:val="00023D57"/>
    <w:rsid w:val="0002407C"/>
    <w:rsid w:val="00024242"/>
    <w:rsid w:val="000244AA"/>
    <w:rsid w:val="00024876"/>
    <w:rsid w:val="00025041"/>
    <w:rsid w:val="00025496"/>
    <w:rsid w:val="000257DD"/>
    <w:rsid w:val="00026893"/>
    <w:rsid w:val="00026EE9"/>
    <w:rsid w:val="0002795D"/>
    <w:rsid w:val="00030AEC"/>
    <w:rsid w:val="00031088"/>
    <w:rsid w:val="00031376"/>
    <w:rsid w:val="0003144C"/>
    <w:rsid w:val="000315D4"/>
    <w:rsid w:val="00031940"/>
    <w:rsid w:val="00031A68"/>
    <w:rsid w:val="0003239D"/>
    <w:rsid w:val="0003254F"/>
    <w:rsid w:val="000329BC"/>
    <w:rsid w:val="00032B63"/>
    <w:rsid w:val="00033506"/>
    <w:rsid w:val="0003355C"/>
    <w:rsid w:val="00033834"/>
    <w:rsid w:val="00033984"/>
    <w:rsid w:val="00033B39"/>
    <w:rsid w:val="00034246"/>
    <w:rsid w:val="0003427D"/>
    <w:rsid w:val="000343BE"/>
    <w:rsid w:val="00034867"/>
    <w:rsid w:val="00034D03"/>
    <w:rsid w:val="00034DF6"/>
    <w:rsid w:val="00034F12"/>
    <w:rsid w:val="000354F8"/>
    <w:rsid w:val="00036448"/>
    <w:rsid w:val="00036547"/>
    <w:rsid w:val="00036A11"/>
    <w:rsid w:val="00036DBB"/>
    <w:rsid w:val="0003700E"/>
    <w:rsid w:val="0003731E"/>
    <w:rsid w:val="000374A8"/>
    <w:rsid w:val="000376C4"/>
    <w:rsid w:val="00037A14"/>
    <w:rsid w:val="00037A64"/>
    <w:rsid w:val="00040026"/>
    <w:rsid w:val="0004008E"/>
    <w:rsid w:val="00040137"/>
    <w:rsid w:val="0004029C"/>
    <w:rsid w:val="000406A6"/>
    <w:rsid w:val="00040729"/>
    <w:rsid w:val="00040B81"/>
    <w:rsid w:val="00040C2D"/>
    <w:rsid w:val="00040E99"/>
    <w:rsid w:val="00041015"/>
    <w:rsid w:val="0004102D"/>
    <w:rsid w:val="000413AD"/>
    <w:rsid w:val="000414EA"/>
    <w:rsid w:val="00041E25"/>
    <w:rsid w:val="0004268A"/>
    <w:rsid w:val="0004289D"/>
    <w:rsid w:val="00042C55"/>
    <w:rsid w:val="00042C67"/>
    <w:rsid w:val="00042E5E"/>
    <w:rsid w:val="0004304B"/>
    <w:rsid w:val="00043162"/>
    <w:rsid w:val="00043490"/>
    <w:rsid w:val="00043850"/>
    <w:rsid w:val="00043C1D"/>
    <w:rsid w:val="00043CAE"/>
    <w:rsid w:val="00044090"/>
    <w:rsid w:val="000448D8"/>
    <w:rsid w:val="00045189"/>
    <w:rsid w:val="0004576E"/>
    <w:rsid w:val="00045C91"/>
    <w:rsid w:val="00045E05"/>
    <w:rsid w:val="00045F13"/>
    <w:rsid w:val="0004664F"/>
    <w:rsid w:val="00046AE6"/>
    <w:rsid w:val="00046F21"/>
    <w:rsid w:val="0004760C"/>
    <w:rsid w:val="00047868"/>
    <w:rsid w:val="000478C2"/>
    <w:rsid w:val="00047B0A"/>
    <w:rsid w:val="00050BA7"/>
    <w:rsid w:val="00050F83"/>
    <w:rsid w:val="0005127D"/>
    <w:rsid w:val="0005135F"/>
    <w:rsid w:val="000519F1"/>
    <w:rsid w:val="00051C54"/>
    <w:rsid w:val="00052001"/>
    <w:rsid w:val="0005215A"/>
    <w:rsid w:val="00052224"/>
    <w:rsid w:val="0005245D"/>
    <w:rsid w:val="000528BD"/>
    <w:rsid w:val="00052D36"/>
    <w:rsid w:val="00052EE1"/>
    <w:rsid w:val="00053521"/>
    <w:rsid w:val="00053BC6"/>
    <w:rsid w:val="000542B7"/>
    <w:rsid w:val="00054740"/>
    <w:rsid w:val="00054B6B"/>
    <w:rsid w:val="00054B91"/>
    <w:rsid w:val="00054BB7"/>
    <w:rsid w:val="00054C0B"/>
    <w:rsid w:val="000551DE"/>
    <w:rsid w:val="00055553"/>
    <w:rsid w:val="00055E71"/>
    <w:rsid w:val="00055F3B"/>
    <w:rsid w:val="000560B6"/>
    <w:rsid w:val="00056263"/>
    <w:rsid w:val="00056361"/>
    <w:rsid w:val="000564B9"/>
    <w:rsid w:val="00056FFF"/>
    <w:rsid w:val="00057710"/>
    <w:rsid w:val="0006037B"/>
    <w:rsid w:val="0006040E"/>
    <w:rsid w:val="000604D8"/>
    <w:rsid w:val="000611D0"/>
    <w:rsid w:val="000613E2"/>
    <w:rsid w:val="00061F65"/>
    <w:rsid w:val="00062746"/>
    <w:rsid w:val="0006312F"/>
    <w:rsid w:val="0006326B"/>
    <w:rsid w:val="00063693"/>
    <w:rsid w:val="00064556"/>
    <w:rsid w:val="00065249"/>
    <w:rsid w:val="00065313"/>
    <w:rsid w:val="00065CBC"/>
    <w:rsid w:val="000661C5"/>
    <w:rsid w:val="000665CC"/>
    <w:rsid w:val="00066DE8"/>
    <w:rsid w:val="0006703A"/>
    <w:rsid w:val="000677B6"/>
    <w:rsid w:val="0006781E"/>
    <w:rsid w:val="00067A7C"/>
    <w:rsid w:val="00067DDE"/>
    <w:rsid w:val="00067DF7"/>
    <w:rsid w:val="00070872"/>
    <w:rsid w:val="00070AEC"/>
    <w:rsid w:val="00071006"/>
    <w:rsid w:val="000713FD"/>
    <w:rsid w:val="00072B74"/>
    <w:rsid w:val="00072C0F"/>
    <w:rsid w:val="0007356D"/>
    <w:rsid w:val="000739A5"/>
    <w:rsid w:val="00073E9D"/>
    <w:rsid w:val="00074649"/>
    <w:rsid w:val="0007486A"/>
    <w:rsid w:val="00075056"/>
    <w:rsid w:val="00075656"/>
    <w:rsid w:val="0007573B"/>
    <w:rsid w:val="00075833"/>
    <w:rsid w:val="00075CEF"/>
    <w:rsid w:val="000762EC"/>
    <w:rsid w:val="000768FF"/>
    <w:rsid w:val="00076936"/>
    <w:rsid w:val="00076DD9"/>
    <w:rsid w:val="00077445"/>
    <w:rsid w:val="00077C63"/>
    <w:rsid w:val="00077E27"/>
    <w:rsid w:val="00080305"/>
    <w:rsid w:val="0008033E"/>
    <w:rsid w:val="0008043E"/>
    <w:rsid w:val="00080A92"/>
    <w:rsid w:val="00080A99"/>
    <w:rsid w:val="00080C0D"/>
    <w:rsid w:val="00080C98"/>
    <w:rsid w:val="00080D22"/>
    <w:rsid w:val="00080F1E"/>
    <w:rsid w:val="0008107D"/>
    <w:rsid w:val="000811C5"/>
    <w:rsid w:val="0008140C"/>
    <w:rsid w:val="00081765"/>
    <w:rsid w:val="000818DE"/>
    <w:rsid w:val="00081A2B"/>
    <w:rsid w:val="000821D0"/>
    <w:rsid w:val="00083171"/>
    <w:rsid w:val="00083264"/>
    <w:rsid w:val="0008362F"/>
    <w:rsid w:val="000836F1"/>
    <w:rsid w:val="00083CB8"/>
    <w:rsid w:val="00083E33"/>
    <w:rsid w:val="00083E43"/>
    <w:rsid w:val="0008453D"/>
    <w:rsid w:val="00084574"/>
    <w:rsid w:val="0008476E"/>
    <w:rsid w:val="0008480A"/>
    <w:rsid w:val="00084B3F"/>
    <w:rsid w:val="00084BF0"/>
    <w:rsid w:val="00084DC1"/>
    <w:rsid w:val="00084F9E"/>
    <w:rsid w:val="00085175"/>
    <w:rsid w:val="000851BF"/>
    <w:rsid w:val="0008592D"/>
    <w:rsid w:val="00085AB7"/>
    <w:rsid w:val="00085B86"/>
    <w:rsid w:val="00085F28"/>
    <w:rsid w:val="000865C1"/>
    <w:rsid w:val="00086896"/>
    <w:rsid w:val="0008691D"/>
    <w:rsid w:val="00087096"/>
    <w:rsid w:val="00090199"/>
    <w:rsid w:val="00090244"/>
    <w:rsid w:val="00090A03"/>
    <w:rsid w:val="00090B62"/>
    <w:rsid w:val="00090D3A"/>
    <w:rsid w:val="00090DBC"/>
    <w:rsid w:val="00090E24"/>
    <w:rsid w:val="00090E8C"/>
    <w:rsid w:val="00091C8E"/>
    <w:rsid w:val="00091DB2"/>
    <w:rsid w:val="000924C6"/>
    <w:rsid w:val="0009279D"/>
    <w:rsid w:val="00092BA6"/>
    <w:rsid w:val="00093060"/>
    <w:rsid w:val="00093249"/>
    <w:rsid w:val="00093282"/>
    <w:rsid w:val="00093396"/>
    <w:rsid w:val="0009361A"/>
    <w:rsid w:val="000938B6"/>
    <w:rsid w:val="00093B29"/>
    <w:rsid w:val="00093BCC"/>
    <w:rsid w:val="00093BD9"/>
    <w:rsid w:val="000940F6"/>
    <w:rsid w:val="00094B6D"/>
    <w:rsid w:val="00094C8B"/>
    <w:rsid w:val="000955B5"/>
    <w:rsid w:val="00095610"/>
    <w:rsid w:val="00095AB5"/>
    <w:rsid w:val="00095BAD"/>
    <w:rsid w:val="00095D00"/>
    <w:rsid w:val="00095E3A"/>
    <w:rsid w:val="00095F09"/>
    <w:rsid w:val="00096672"/>
    <w:rsid w:val="00096B22"/>
    <w:rsid w:val="00096D1D"/>
    <w:rsid w:val="0009757B"/>
    <w:rsid w:val="0009796F"/>
    <w:rsid w:val="00097AC2"/>
    <w:rsid w:val="00097B9E"/>
    <w:rsid w:val="00097BBF"/>
    <w:rsid w:val="00097E7C"/>
    <w:rsid w:val="000A044A"/>
    <w:rsid w:val="000A076C"/>
    <w:rsid w:val="000A07E2"/>
    <w:rsid w:val="000A094A"/>
    <w:rsid w:val="000A0B97"/>
    <w:rsid w:val="000A1375"/>
    <w:rsid w:val="000A1840"/>
    <w:rsid w:val="000A1EA6"/>
    <w:rsid w:val="000A2730"/>
    <w:rsid w:val="000A30A2"/>
    <w:rsid w:val="000A4BE3"/>
    <w:rsid w:val="000A52DD"/>
    <w:rsid w:val="000A5B69"/>
    <w:rsid w:val="000A5B6B"/>
    <w:rsid w:val="000A6A5A"/>
    <w:rsid w:val="000A6DB8"/>
    <w:rsid w:val="000A6EB3"/>
    <w:rsid w:val="000A7343"/>
    <w:rsid w:val="000A7417"/>
    <w:rsid w:val="000A7634"/>
    <w:rsid w:val="000A7978"/>
    <w:rsid w:val="000A7D26"/>
    <w:rsid w:val="000B03A8"/>
    <w:rsid w:val="000B04FB"/>
    <w:rsid w:val="000B0559"/>
    <w:rsid w:val="000B077D"/>
    <w:rsid w:val="000B08A2"/>
    <w:rsid w:val="000B09DD"/>
    <w:rsid w:val="000B0ADC"/>
    <w:rsid w:val="000B0C7A"/>
    <w:rsid w:val="000B10A6"/>
    <w:rsid w:val="000B1178"/>
    <w:rsid w:val="000B1324"/>
    <w:rsid w:val="000B1C9C"/>
    <w:rsid w:val="000B1D8E"/>
    <w:rsid w:val="000B2469"/>
    <w:rsid w:val="000B2916"/>
    <w:rsid w:val="000B2DA6"/>
    <w:rsid w:val="000B305A"/>
    <w:rsid w:val="000B3136"/>
    <w:rsid w:val="000B3379"/>
    <w:rsid w:val="000B394E"/>
    <w:rsid w:val="000B43E4"/>
    <w:rsid w:val="000B4465"/>
    <w:rsid w:val="000B4C19"/>
    <w:rsid w:val="000B4E52"/>
    <w:rsid w:val="000B4F3E"/>
    <w:rsid w:val="000B5260"/>
    <w:rsid w:val="000B5E62"/>
    <w:rsid w:val="000B5F4D"/>
    <w:rsid w:val="000B6358"/>
    <w:rsid w:val="000B64DD"/>
    <w:rsid w:val="000B6FE1"/>
    <w:rsid w:val="000B70E7"/>
    <w:rsid w:val="000B7685"/>
    <w:rsid w:val="000B78D0"/>
    <w:rsid w:val="000B7EF1"/>
    <w:rsid w:val="000C0210"/>
    <w:rsid w:val="000C055C"/>
    <w:rsid w:val="000C0825"/>
    <w:rsid w:val="000C11DA"/>
    <w:rsid w:val="000C1418"/>
    <w:rsid w:val="000C1D30"/>
    <w:rsid w:val="000C1F81"/>
    <w:rsid w:val="000C214C"/>
    <w:rsid w:val="000C27E1"/>
    <w:rsid w:val="000C2A16"/>
    <w:rsid w:val="000C2A9E"/>
    <w:rsid w:val="000C2E25"/>
    <w:rsid w:val="000C2ED5"/>
    <w:rsid w:val="000C2F92"/>
    <w:rsid w:val="000C300F"/>
    <w:rsid w:val="000C3873"/>
    <w:rsid w:val="000C47D3"/>
    <w:rsid w:val="000C4970"/>
    <w:rsid w:val="000C49AE"/>
    <w:rsid w:val="000C550D"/>
    <w:rsid w:val="000C5548"/>
    <w:rsid w:val="000C5667"/>
    <w:rsid w:val="000C5A8A"/>
    <w:rsid w:val="000C675C"/>
    <w:rsid w:val="000C7091"/>
    <w:rsid w:val="000C73CF"/>
    <w:rsid w:val="000C76D1"/>
    <w:rsid w:val="000C7884"/>
    <w:rsid w:val="000D00BE"/>
    <w:rsid w:val="000D0151"/>
    <w:rsid w:val="000D01B9"/>
    <w:rsid w:val="000D027E"/>
    <w:rsid w:val="000D0319"/>
    <w:rsid w:val="000D04F9"/>
    <w:rsid w:val="000D07AA"/>
    <w:rsid w:val="000D0939"/>
    <w:rsid w:val="000D0D89"/>
    <w:rsid w:val="000D0F20"/>
    <w:rsid w:val="000D0FAB"/>
    <w:rsid w:val="000D11F5"/>
    <w:rsid w:val="000D13DE"/>
    <w:rsid w:val="000D1FBA"/>
    <w:rsid w:val="000D29B6"/>
    <w:rsid w:val="000D2E63"/>
    <w:rsid w:val="000D310A"/>
    <w:rsid w:val="000D3413"/>
    <w:rsid w:val="000D3828"/>
    <w:rsid w:val="000D3AB7"/>
    <w:rsid w:val="000D3BE3"/>
    <w:rsid w:val="000D3BF6"/>
    <w:rsid w:val="000D484C"/>
    <w:rsid w:val="000D49DD"/>
    <w:rsid w:val="000D4AA0"/>
    <w:rsid w:val="000D4C87"/>
    <w:rsid w:val="000D5307"/>
    <w:rsid w:val="000D5575"/>
    <w:rsid w:val="000D58EC"/>
    <w:rsid w:val="000D596C"/>
    <w:rsid w:val="000D66D0"/>
    <w:rsid w:val="000D6A2F"/>
    <w:rsid w:val="000D6D82"/>
    <w:rsid w:val="000D719C"/>
    <w:rsid w:val="000D7C74"/>
    <w:rsid w:val="000D7E02"/>
    <w:rsid w:val="000E0131"/>
    <w:rsid w:val="000E0222"/>
    <w:rsid w:val="000E034B"/>
    <w:rsid w:val="000E0518"/>
    <w:rsid w:val="000E07BF"/>
    <w:rsid w:val="000E09DF"/>
    <w:rsid w:val="000E0CF1"/>
    <w:rsid w:val="000E0D5C"/>
    <w:rsid w:val="000E141E"/>
    <w:rsid w:val="000E1510"/>
    <w:rsid w:val="000E17D1"/>
    <w:rsid w:val="000E1F94"/>
    <w:rsid w:val="000E2162"/>
    <w:rsid w:val="000E2354"/>
    <w:rsid w:val="000E265E"/>
    <w:rsid w:val="000E276E"/>
    <w:rsid w:val="000E283E"/>
    <w:rsid w:val="000E29C7"/>
    <w:rsid w:val="000E29EE"/>
    <w:rsid w:val="000E2FAB"/>
    <w:rsid w:val="000E3370"/>
    <w:rsid w:val="000E3E94"/>
    <w:rsid w:val="000E3EE8"/>
    <w:rsid w:val="000E40B6"/>
    <w:rsid w:val="000E4B45"/>
    <w:rsid w:val="000E4D0E"/>
    <w:rsid w:val="000E4E8C"/>
    <w:rsid w:val="000E57DB"/>
    <w:rsid w:val="000E5C01"/>
    <w:rsid w:val="000E5D6E"/>
    <w:rsid w:val="000E5F8A"/>
    <w:rsid w:val="000E612B"/>
    <w:rsid w:val="000E614A"/>
    <w:rsid w:val="000E616B"/>
    <w:rsid w:val="000E658C"/>
    <w:rsid w:val="000E6973"/>
    <w:rsid w:val="000E7054"/>
    <w:rsid w:val="000E776A"/>
    <w:rsid w:val="000E7D52"/>
    <w:rsid w:val="000F043F"/>
    <w:rsid w:val="000F0581"/>
    <w:rsid w:val="000F06BC"/>
    <w:rsid w:val="000F0E2A"/>
    <w:rsid w:val="000F16E0"/>
    <w:rsid w:val="000F1AF3"/>
    <w:rsid w:val="000F1B9A"/>
    <w:rsid w:val="000F1DE7"/>
    <w:rsid w:val="000F28EA"/>
    <w:rsid w:val="000F326F"/>
    <w:rsid w:val="000F3A86"/>
    <w:rsid w:val="000F3E18"/>
    <w:rsid w:val="000F3E1E"/>
    <w:rsid w:val="000F42C1"/>
    <w:rsid w:val="000F4F4A"/>
    <w:rsid w:val="000F5478"/>
    <w:rsid w:val="000F5A4E"/>
    <w:rsid w:val="000F5B2F"/>
    <w:rsid w:val="000F5FFF"/>
    <w:rsid w:val="000F6024"/>
    <w:rsid w:val="000F61FB"/>
    <w:rsid w:val="000F62A9"/>
    <w:rsid w:val="000F6367"/>
    <w:rsid w:val="000F662D"/>
    <w:rsid w:val="000F6643"/>
    <w:rsid w:val="000F6A0E"/>
    <w:rsid w:val="000F6E0E"/>
    <w:rsid w:val="000F76A8"/>
    <w:rsid w:val="000F7729"/>
    <w:rsid w:val="000F7751"/>
    <w:rsid w:val="000F7D62"/>
    <w:rsid w:val="000F7F20"/>
    <w:rsid w:val="0010063B"/>
    <w:rsid w:val="001010D5"/>
    <w:rsid w:val="00101132"/>
    <w:rsid w:val="0010129D"/>
    <w:rsid w:val="00101625"/>
    <w:rsid w:val="001018A4"/>
    <w:rsid w:val="00101D16"/>
    <w:rsid w:val="00101E8E"/>
    <w:rsid w:val="001020FF"/>
    <w:rsid w:val="00102453"/>
    <w:rsid w:val="001027AC"/>
    <w:rsid w:val="001029E6"/>
    <w:rsid w:val="00103170"/>
    <w:rsid w:val="00103FDE"/>
    <w:rsid w:val="00104027"/>
    <w:rsid w:val="0010411B"/>
    <w:rsid w:val="001043A0"/>
    <w:rsid w:val="00104585"/>
    <w:rsid w:val="0010474F"/>
    <w:rsid w:val="00104B75"/>
    <w:rsid w:val="00104B94"/>
    <w:rsid w:val="00104DFC"/>
    <w:rsid w:val="00105EB9"/>
    <w:rsid w:val="001064EA"/>
    <w:rsid w:val="0010656E"/>
    <w:rsid w:val="0010682A"/>
    <w:rsid w:val="0010710A"/>
    <w:rsid w:val="00107756"/>
    <w:rsid w:val="00107AAD"/>
    <w:rsid w:val="00107B27"/>
    <w:rsid w:val="0011036F"/>
    <w:rsid w:val="001104C1"/>
    <w:rsid w:val="00110634"/>
    <w:rsid w:val="00111160"/>
    <w:rsid w:val="00111749"/>
    <w:rsid w:val="00111B49"/>
    <w:rsid w:val="00111BBF"/>
    <w:rsid w:val="0011209F"/>
    <w:rsid w:val="0011262D"/>
    <w:rsid w:val="00112A43"/>
    <w:rsid w:val="00112DB6"/>
    <w:rsid w:val="0011324B"/>
    <w:rsid w:val="00113357"/>
    <w:rsid w:val="0011354B"/>
    <w:rsid w:val="00113A70"/>
    <w:rsid w:val="001143B6"/>
    <w:rsid w:val="00114457"/>
    <w:rsid w:val="00114542"/>
    <w:rsid w:val="00114606"/>
    <w:rsid w:val="001146AF"/>
    <w:rsid w:val="00114B61"/>
    <w:rsid w:val="00114E88"/>
    <w:rsid w:val="00114F0B"/>
    <w:rsid w:val="0011506F"/>
    <w:rsid w:val="00115271"/>
    <w:rsid w:val="0011536D"/>
    <w:rsid w:val="001156C6"/>
    <w:rsid w:val="001156D9"/>
    <w:rsid w:val="0011582B"/>
    <w:rsid w:val="001160E5"/>
    <w:rsid w:val="00116650"/>
    <w:rsid w:val="001202BC"/>
    <w:rsid w:val="001206BB"/>
    <w:rsid w:val="0012081A"/>
    <w:rsid w:val="00121275"/>
    <w:rsid w:val="00121483"/>
    <w:rsid w:val="0012156B"/>
    <w:rsid w:val="00121854"/>
    <w:rsid w:val="00121ECF"/>
    <w:rsid w:val="001223D8"/>
    <w:rsid w:val="00122970"/>
    <w:rsid w:val="001229D3"/>
    <w:rsid w:val="00122C45"/>
    <w:rsid w:val="00122F01"/>
    <w:rsid w:val="00123339"/>
    <w:rsid w:val="00123F62"/>
    <w:rsid w:val="00123FAB"/>
    <w:rsid w:val="001242D7"/>
    <w:rsid w:val="001246D4"/>
    <w:rsid w:val="00124CF2"/>
    <w:rsid w:val="00124E61"/>
    <w:rsid w:val="0012529F"/>
    <w:rsid w:val="00125832"/>
    <w:rsid w:val="00125949"/>
    <w:rsid w:val="00125CD8"/>
    <w:rsid w:val="00125E4F"/>
    <w:rsid w:val="00126285"/>
    <w:rsid w:val="00126868"/>
    <w:rsid w:val="00126ACF"/>
    <w:rsid w:val="00126C25"/>
    <w:rsid w:val="00127A93"/>
    <w:rsid w:val="00127C2D"/>
    <w:rsid w:val="00127E28"/>
    <w:rsid w:val="001302E8"/>
    <w:rsid w:val="0013031F"/>
    <w:rsid w:val="001304E6"/>
    <w:rsid w:val="001304E7"/>
    <w:rsid w:val="00131674"/>
    <w:rsid w:val="0013190F"/>
    <w:rsid w:val="00131E85"/>
    <w:rsid w:val="00131F35"/>
    <w:rsid w:val="0013237C"/>
    <w:rsid w:val="0013266B"/>
    <w:rsid w:val="00132E8F"/>
    <w:rsid w:val="00132F06"/>
    <w:rsid w:val="0013305D"/>
    <w:rsid w:val="00133A65"/>
    <w:rsid w:val="00133ADB"/>
    <w:rsid w:val="00133CF0"/>
    <w:rsid w:val="001340F0"/>
    <w:rsid w:val="00134242"/>
    <w:rsid w:val="001343E8"/>
    <w:rsid w:val="001344E9"/>
    <w:rsid w:val="0013466C"/>
    <w:rsid w:val="0013475F"/>
    <w:rsid w:val="001347A7"/>
    <w:rsid w:val="001350E9"/>
    <w:rsid w:val="001353B2"/>
    <w:rsid w:val="00135446"/>
    <w:rsid w:val="00135C6C"/>
    <w:rsid w:val="00135E57"/>
    <w:rsid w:val="001367AB"/>
    <w:rsid w:val="001369D7"/>
    <w:rsid w:val="00136A04"/>
    <w:rsid w:val="00136CB0"/>
    <w:rsid w:val="001372FF"/>
    <w:rsid w:val="0013797C"/>
    <w:rsid w:val="001379E5"/>
    <w:rsid w:val="00137F7C"/>
    <w:rsid w:val="00140BFE"/>
    <w:rsid w:val="00140C69"/>
    <w:rsid w:val="0014118A"/>
    <w:rsid w:val="001415B7"/>
    <w:rsid w:val="0014258A"/>
    <w:rsid w:val="0014330D"/>
    <w:rsid w:val="001437FA"/>
    <w:rsid w:val="00143D62"/>
    <w:rsid w:val="00143DC7"/>
    <w:rsid w:val="00143F75"/>
    <w:rsid w:val="0014402A"/>
    <w:rsid w:val="001452A4"/>
    <w:rsid w:val="00145741"/>
    <w:rsid w:val="001458A5"/>
    <w:rsid w:val="00145950"/>
    <w:rsid w:val="00145DD7"/>
    <w:rsid w:val="0014613C"/>
    <w:rsid w:val="00146433"/>
    <w:rsid w:val="0014658F"/>
    <w:rsid w:val="001467FF"/>
    <w:rsid w:val="00146977"/>
    <w:rsid w:val="00146A49"/>
    <w:rsid w:val="00146D36"/>
    <w:rsid w:val="001471BC"/>
    <w:rsid w:val="00147674"/>
    <w:rsid w:val="00150B83"/>
    <w:rsid w:val="00151560"/>
    <w:rsid w:val="00151A40"/>
    <w:rsid w:val="00151A4F"/>
    <w:rsid w:val="0015213A"/>
    <w:rsid w:val="0015219B"/>
    <w:rsid w:val="001521C6"/>
    <w:rsid w:val="001522E5"/>
    <w:rsid w:val="00152D15"/>
    <w:rsid w:val="00152F7B"/>
    <w:rsid w:val="0015353F"/>
    <w:rsid w:val="00153867"/>
    <w:rsid w:val="00153A72"/>
    <w:rsid w:val="001541A0"/>
    <w:rsid w:val="00154A8F"/>
    <w:rsid w:val="00154F57"/>
    <w:rsid w:val="0015500D"/>
    <w:rsid w:val="00155E67"/>
    <w:rsid w:val="00155F42"/>
    <w:rsid w:val="00155F56"/>
    <w:rsid w:val="001560F2"/>
    <w:rsid w:val="0015684B"/>
    <w:rsid w:val="00156ADE"/>
    <w:rsid w:val="0015704F"/>
    <w:rsid w:val="00157723"/>
    <w:rsid w:val="001578CC"/>
    <w:rsid w:val="001579C0"/>
    <w:rsid w:val="00157A49"/>
    <w:rsid w:val="00157AFD"/>
    <w:rsid w:val="00157E27"/>
    <w:rsid w:val="0016014A"/>
    <w:rsid w:val="00160B3D"/>
    <w:rsid w:val="00161AC5"/>
    <w:rsid w:val="00161CBC"/>
    <w:rsid w:val="00161EE4"/>
    <w:rsid w:val="0016224E"/>
    <w:rsid w:val="001624DB"/>
    <w:rsid w:val="00162616"/>
    <w:rsid w:val="0016263E"/>
    <w:rsid w:val="0016267D"/>
    <w:rsid w:val="001626FD"/>
    <w:rsid w:val="00162858"/>
    <w:rsid w:val="00162D04"/>
    <w:rsid w:val="00163718"/>
    <w:rsid w:val="00163C25"/>
    <w:rsid w:val="00163E3E"/>
    <w:rsid w:val="0016416B"/>
    <w:rsid w:val="0016440A"/>
    <w:rsid w:val="00164988"/>
    <w:rsid w:val="001649E7"/>
    <w:rsid w:val="0016593B"/>
    <w:rsid w:val="00165DE1"/>
    <w:rsid w:val="00165F77"/>
    <w:rsid w:val="00166314"/>
    <w:rsid w:val="00166A45"/>
    <w:rsid w:val="00166CA1"/>
    <w:rsid w:val="001670FB"/>
    <w:rsid w:val="00167A79"/>
    <w:rsid w:val="00167FF0"/>
    <w:rsid w:val="00170681"/>
    <w:rsid w:val="001706DD"/>
    <w:rsid w:val="0017072A"/>
    <w:rsid w:val="00170A48"/>
    <w:rsid w:val="00170FE5"/>
    <w:rsid w:val="001710E2"/>
    <w:rsid w:val="0017163F"/>
    <w:rsid w:val="00171777"/>
    <w:rsid w:val="00171C5F"/>
    <w:rsid w:val="00172A14"/>
    <w:rsid w:val="00172CFD"/>
    <w:rsid w:val="00172EDA"/>
    <w:rsid w:val="001732F6"/>
    <w:rsid w:val="0017357F"/>
    <w:rsid w:val="001736B5"/>
    <w:rsid w:val="001739AA"/>
    <w:rsid w:val="00173CCC"/>
    <w:rsid w:val="00174CF8"/>
    <w:rsid w:val="00174DA9"/>
    <w:rsid w:val="001753E5"/>
    <w:rsid w:val="001755EF"/>
    <w:rsid w:val="0017586B"/>
    <w:rsid w:val="00175922"/>
    <w:rsid w:val="00175964"/>
    <w:rsid w:val="00175AA0"/>
    <w:rsid w:val="00175D6F"/>
    <w:rsid w:val="00175FCA"/>
    <w:rsid w:val="00176675"/>
    <w:rsid w:val="001769F5"/>
    <w:rsid w:val="001770BD"/>
    <w:rsid w:val="001773D2"/>
    <w:rsid w:val="001800BF"/>
    <w:rsid w:val="001800CD"/>
    <w:rsid w:val="0018088D"/>
    <w:rsid w:val="00180A84"/>
    <w:rsid w:val="00180B11"/>
    <w:rsid w:val="00180B6A"/>
    <w:rsid w:val="00181524"/>
    <w:rsid w:val="00181906"/>
    <w:rsid w:val="00181974"/>
    <w:rsid w:val="00181D95"/>
    <w:rsid w:val="00182135"/>
    <w:rsid w:val="00182AC4"/>
    <w:rsid w:val="00182AFC"/>
    <w:rsid w:val="00182C4E"/>
    <w:rsid w:val="00182E8E"/>
    <w:rsid w:val="00182F90"/>
    <w:rsid w:val="00183A92"/>
    <w:rsid w:val="00183AEA"/>
    <w:rsid w:val="00183AFC"/>
    <w:rsid w:val="001842A1"/>
    <w:rsid w:val="0018453C"/>
    <w:rsid w:val="00184BDF"/>
    <w:rsid w:val="0018503B"/>
    <w:rsid w:val="00185218"/>
    <w:rsid w:val="00185475"/>
    <w:rsid w:val="001856D2"/>
    <w:rsid w:val="00185A4C"/>
    <w:rsid w:val="00185B3D"/>
    <w:rsid w:val="00185EE7"/>
    <w:rsid w:val="00186380"/>
    <w:rsid w:val="00186BB4"/>
    <w:rsid w:val="00186BD9"/>
    <w:rsid w:val="001872E4"/>
    <w:rsid w:val="001901CF"/>
    <w:rsid w:val="00190333"/>
    <w:rsid w:val="00190D0C"/>
    <w:rsid w:val="0019157F"/>
    <w:rsid w:val="00191720"/>
    <w:rsid w:val="0019174E"/>
    <w:rsid w:val="00191826"/>
    <w:rsid w:val="00191CCE"/>
    <w:rsid w:val="00192026"/>
    <w:rsid w:val="001920DE"/>
    <w:rsid w:val="00192B8F"/>
    <w:rsid w:val="00192BB7"/>
    <w:rsid w:val="00192CE6"/>
    <w:rsid w:val="00192DDE"/>
    <w:rsid w:val="00193848"/>
    <w:rsid w:val="00193B63"/>
    <w:rsid w:val="00193B93"/>
    <w:rsid w:val="00193CCA"/>
    <w:rsid w:val="00194017"/>
    <w:rsid w:val="001940D4"/>
    <w:rsid w:val="001940EC"/>
    <w:rsid w:val="00194365"/>
    <w:rsid w:val="00194B45"/>
    <w:rsid w:val="00194D89"/>
    <w:rsid w:val="00194FCA"/>
    <w:rsid w:val="0019500F"/>
    <w:rsid w:val="00195116"/>
    <w:rsid w:val="00195532"/>
    <w:rsid w:val="0019585D"/>
    <w:rsid w:val="00195A0C"/>
    <w:rsid w:val="00196103"/>
    <w:rsid w:val="00196398"/>
    <w:rsid w:val="00196724"/>
    <w:rsid w:val="00196A05"/>
    <w:rsid w:val="00197814"/>
    <w:rsid w:val="00197A37"/>
    <w:rsid w:val="00197CA1"/>
    <w:rsid w:val="00197DE5"/>
    <w:rsid w:val="001A0460"/>
    <w:rsid w:val="001A062B"/>
    <w:rsid w:val="001A069A"/>
    <w:rsid w:val="001A0C12"/>
    <w:rsid w:val="001A0E3F"/>
    <w:rsid w:val="001A1121"/>
    <w:rsid w:val="001A1393"/>
    <w:rsid w:val="001A164A"/>
    <w:rsid w:val="001A1762"/>
    <w:rsid w:val="001A2035"/>
    <w:rsid w:val="001A2481"/>
    <w:rsid w:val="001A2923"/>
    <w:rsid w:val="001A2DA7"/>
    <w:rsid w:val="001A2E96"/>
    <w:rsid w:val="001A3514"/>
    <w:rsid w:val="001A3E89"/>
    <w:rsid w:val="001A4562"/>
    <w:rsid w:val="001A45D1"/>
    <w:rsid w:val="001A47CA"/>
    <w:rsid w:val="001A48B9"/>
    <w:rsid w:val="001A48E4"/>
    <w:rsid w:val="001A4D8C"/>
    <w:rsid w:val="001A50A3"/>
    <w:rsid w:val="001A5298"/>
    <w:rsid w:val="001A58B3"/>
    <w:rsid w:val="001A5EBD"/>
    <w:rsid w:val="001A5FD1"/>
    <w:rsid w:val="001A604F"/>
    <w:rsid w:val="001A6230"/>
    <w:rsid w:val="001A65D0"/>
    <w:rsid w:val="001A69E4"/>
    <w:rsid w:val="001A69F8"/>
    <w:rsid w:val="001A6C76"/>
    <w:rsid w:val="001A6E22"/>
    <w:rsid w:val="001A72FA"/>
    <w:rsid w:val="001A7525"/>
    <w:rsid w:val="001A776D"/>
    <w:rsid w:val="001A7E6A"/>
    <w:rsid w:val="001B0279"/>
    <w:rsid w:val="001B039E"/>
    <w:rsid w:val="001B07E9"/>
    <w:rsid w:val="001B104B"/>
    <w:rsid w:val="001B132E"/>
    <w:rsid w:val="001B1435"/>
    <w:rsid w:val="001B1782"/>
    <w:rsid w:val="001B1992"/>
    <w:rsid w:val="001B1A7F"/>
    <w:rsid w:val="001B1AD2"/>
    <w:rsid w:val="001B1F5F"/>
    <w:rsid w:val="001B20FC"/>
    <w:rsid w:val="001B2111"/>
    <w:rsid w:val="001B2133"/>
    <w:rsid w:val="001B2460"/>
    <w:rsid w:val="001B2638"/>
    <w:rsid w:val="001B2ADC"/>
    <w:rsid w:val="001B2C75"/>
    <w:rsid w:val="001B2D56"/>
    <w:rsid w:val="001B2E7E"/>
    <w:rsid w:val="001B3086"/>
    <w:rsid w:val="001B3396"/>
    <w:rsid w:val="001B355B"/>
    <w:rsid w:val="001B3764"/>
    <w:rsid w:val="001B38E4"/>
    <w:rsid w:val="001B3902"/>
    <w:rsid w:val="001B39F9"/>
    <w:rsid w:val="001B4690"/>
    <w:rsid w:val="001B4C94"/>
    <w:rsid w:val="001B4FDC"/>
    <w:rsid w:val="001B5CD8"/>
    <w:rsid w:val="001B5D19"/>
    <w:rsid w:val="001B69C9"/>
    <w:rsid w:val="001B6C93"/>
    <w:rsid w:val="001B6DC7"/>
    <w:rsid w:val="001B6F41"/>
    <w:rsid w:val="001B70A6"/>
    <w:rsid w:val="001B749E"/>
    <w:rsid w:val="001B765C"/>
    <w:rsid w:val="001B7920"/>
    <w:rsid w:val="001C034C"/>
    <w:rsid w:val="001C08D9"/>
    <w:rsid w:val="001C0A2E"/>
    <w:rsid w:val="001C0CD2"/>
    <w:rsid w:val="001C161F"/>
    <w:rsid w:val="001C2470"/>
    <w:rsid w:val="001C27F4"/>
    <w:rsid w:val="001C2F61"/>
    <w:rsid w:val="001C375D"/>
    <w:rsid w:val="001C3E80"/>
    <w:rsid w:val="001C4014"/>
    <w:rsid w:val="001C4779"/>
    <w:rsid w:val="001C4863"/>
    <w:rsid w:val="001C4F3E"/>
    <w:rsid w:val="001C58AF"/>
    <w:rsid w:val="001C5A8D"/>
    <w:rsid w:val="001C630A"/>
    <w:rsid w:val="001C6676"/>
    <w:rsid w:val="001C6E6E"/>
    <w:rsid w:val="001C7021"/>
    <w:rsid w:val="001C70C3"/>
    <w:rsid w:val="001C74D2"/>
    <w:rsid w:val="001C7A1B"/>
    <w:rsid w:val="001C7A64"/>
    <w:rsid w:val="001C7E67"/>
    <w:rsid w:val="001D02C4"/>
    <w:rsid w:val="001D038A"/>
    <w:rsid w:val="001D06C6"/>
    <w:rsid w:val="001D06C9"/>
    <w:rsid w:val="001D0779"/>
    <w:rsid w:val="001D0A97"/>
    <w:rsid w:val="001D1256"/>
    <w:rsid w:val="001D149C"/>
    <w:rsid w:val="001D1598"/>
    <w:rsid w:val="001D15BF"/>
    <w:rsid w:val="001D1A93"/>
    <w:rsid w:val="001D1C96"/>
    <w:rsid w:val="001D2634"/>
    <w:rsid w:val="001D344C"/>
    <w:rsid w:val="001D35E6"/>
    <w:rsid w:val="001D37B7"/>
    <w:rsid w:val="001D3934"/>
    <w:rsid w:val="001D3A7B"/>
    <w:rsid w:val="001D3D31"/>
    <w:rsid w:val="001D3D93"/>
    <w:rsid w:val="001D43B4"/>
    <w:rsid w:val="001D444F"/>
    <w:rsid w:val="001D4975"/>
    <w:rsid w:val="001D4A9A"/>
    <w:rsid w:val="001D4B32"/>
    <w:rsid w:val="001D5076"/>
    <w:rsid w:val="001D52ED"/>
    <w:rsid w:val="001D5313"/>
    <w:rsid w:val="001D5A07"/>
    <w:rsid w:val="001D5B7E"/>
    <w:rsid w:val="001D5F2D"/>
    <w:rsid w:val="001D668A"/>
    <w:rsid w:val="001D69D8"/>
    <w:rsid w:val="001D6B9A"/>
    <w:rsid w:val="001D7437"/>
    <w:rsid w:val="001D7702"/>
    <w:rsid w:val="001D7A65"/>
    <w:rsid w:val="001D7C8B"/>
    <w:rsid w:val="001E007B"/>
    <w:rsid w:val="001E0551"/>
    <w:rsid w:val="001E0771"/>
    <w:rsid w:val="001E0D66"/>
    <w:rsid w:val="001E12AF"/>
    <w:rsid w:val="001E1EC4"/>
    <w:rsid w:val="001E22B8"/>
    <w:rsid w:val="001E2C5E"/>
    <w:rsid w:val="001E2CBC"/>
    <w:rsid w:val="001E2E2D"/>
    <w:rsid w:val="001E309E"/>
    <w:rsid w:val="001E31B4"/>
    <w:rsid w:val="001E34B5"/>
    <w:rsid w:val="001E3553"/>
    <w:rsid w:val="001E35BB"/>
    <w:rsid w:val="001E3675"/>
    <w:rsid w:val="001E37A0"/>
    <w:rsid w:val="001E3DBB"/>
    <w:rsid w:val="001E3EB8"/>
    <w:rsid w:val="001E48B9"/>
    <w:rsid w:val="001E4929"/>
    <w:rsid w:val="001E49DA"/>
    <w:rsid w:val="001E4DE3"/>
    <w:rsid w:val="001E54B9"/>
    <w:rsid w:val="001E5834"/>
    <w:rsid w:val="001E5B77"/>
    <w:rsid w:val="001E5C0F"/>
    <w:rsid w:val="001E5D8C"/>
    <w:rsid w:val="001E68A0"/>
    <w:rsid w:val="001E6DCE"/>
    <w:rsid w:val="001F03AC"/>
    <w:rsid w:val="001F03EF"/>
    <w:rsid w:val="001F06FE"/>
    <w:rsid w:val="001F08E7"/>
    <w:rsid w:val="001F0D19"/>
    <w:rsid w:val="001F0DDE"/>
    <w:rsid w:val="001F11E5"/>
    <w:rsid w:val="001F184E"/>
    <w:rsid w:val="001F1C41"/>
    <w:rsid w:val="001F20B1"/>
    <w:rsid w:val="001F23EC"/>
    <w:rsid w:val="001F2573"/>
    <w:rsid w:val="001F2935"/>
    <w:rsid w:val="001F2A31"/>
    <w:rsid w:val="001F2D00"/>
    <w:rsid w:val="001F2F95"/>
    <w:rsid w:val="001F321E"/>
    <w:rsid w:val="001F34B7"/>
    <w:rsid w:val="001F373B"/>
    <w:rsid w:val="001F39E6"/>
    <w:rsid w:val="001F39F7"/>
    <w:rsid w:val="001F3C12"/>
    <w:rsid w:val="001F3D2C"/>
    <w:rsid w:val="001F3FA9"/>
    <w:rsid w:val="001F409B"/>
    <w:rsid w:val="001F4AE2"/>
    <w:rsid w:val="001F591D"/>
    <w:rsid w:val="001F5E6C"/>
    <w:rsid w:val="001F6558"/>
    <w:rsid w:val="001F65DC"/>
    <w:rsid w:val="001F690E"/>
    <w:rsid w:val="001F6AA4"/>
    <w:rsid w:val="001F6D07"/>
    <w:rsid w:val="001F6D11"/>
    <w:rsid w:val="001F7872"/>
    <w:rsid w:val="001F7A79"/>
    <w:rsid w:val="001F7C41"/>
    <w:rsid w:val="002007AE"/>
    <w:rsid w:val="00200B95"/>
    <w:rsid w:val="00200E5F"/>
    <w:rsid w:val="0020121A"/>
    <w:rsid w:val="00201270"/>
    <w:rsid w:val="002013EC"/>
    <w:rsid w:val="002016CA"/>
    <w:rsid w:val="002016E9"/>
    <w:rsid w:val="00201710"/>
    <w:rsid w:val="00201963"/>
    <w:rsid w:val="00202253"/>
    <w:rsid w:val="00202622"/>
    <w:rsid w:val="00203145"/>
    <w:rsid w:val="002034BE"/>
    <w:rsid w:val="0020378F"/>
    <w:rsid w:val="00203C5D"/>
    <w:rsid w:val="002040D0"/>
    <w:rsid w:val="002041CA"/>
    <w:rsid w:val="002042A4"/>
    <w:rsid w:val="0020431B"/>
    <w:rsid w:val="0020460C"/>
    <w:rsid w:val="00204A81"/>
    <w:rsid w:val="00204BFD"/>
    <w:rsid w:val="00204E20"/>
    <w:rsid w:val="0020550A"/>
    <w:rsid w:val="00205DE2"/>
    <w:rsid w:val="0020652C"/>
    <w:rsid w:val="002065A4"/>
    <w:rsid w:val="002069FB"/>
    <w:rsid w:val="00206D1B"/>
    <w:rsid w:val="00206ECF"/>
    <w:rsid w:val="0020713C"/>
    <w:rsid w:val="0020757D"/>
    <w:rsid w:val="00207660"/>
    <w:rsid w:val="00207A1B"/>
    <w:rsid w:val="00207E33"/>
    <w:rsid w:val="00207EC6"/>
    <w:rsid w:val="00210056"/>
    <w:rsid w:val="00210069"/>
    <w:rsid w:val="002101A9"/>
    <w:rsid w:val="00210456"/>
    <w:rsid w:val="002105C0"/>
    <w:rsid w:val="00210B80"/>
    <w:rsid w:val="00210CC7"/>
    <w:rsid w:val="00210D8F"/>
    <w:rsid w:val="00210DE1"/>
    <w:rsid w:val="00210F8A"/>
    <w:rsid w:val="0021111D"/>
    <w:rsid w:val="0021125E"/>
    <w:rsid w:val="0021128C"/>
    <w:rsid w:val="002115F2"/>
    <w:rsid w:val="00211C87"/>
    <w:rsid w:val="002124EC"/>
    <w:rsid w:val="00212950"/>
    <w:rsid w:val="00212AFB"/>
    <w:rsid w:val="0021356C"/>
    <w:rsid w:val="002135B9"/>
    <w:rsid w:val="00213753"/>
    <w:rsid w:val="00213907"/>
    <w:rsid w:val="002139E0"/>
    <w:rsid w:val="00213AA2"/>
    <w:rsid w:val="00213E8F"/>
    <w:rsid w:val="00213EDD"/>
    <w:rsid w:val="00214973"/>
    <w:rsid w:val="00214B10"/>
    <w:rsid w:val="00214B6F"/>
    <w:rsid w:val="00214C09"/>
    <w:rsid w:val="00215015"/>
    <w:rsid w:val="002150E1"/>
    <w:rsid w:val="00215900"/>
    <w:rsid w:val="00215D09"/>
    <w:rsid w:val="00216C88"/>
    <w:rsid w:val="0021729E"/>
    <w:rsid w:val="002174BF"/>
    <w:rsid w:val="00217C66"/>
    <w:rsid w:val="00220E7D"/>
    <w:rsid w:val="0022102A"/>
    <w:rsid w:val="00221426"/>
    <w:rsid w:val="002215C5"/>
    <w:rsid w:val="00221753"/>
    <w:rsid w:val="00221C34"/>
    <w:rsid w:val="00221EDB"/>
    <w:rsid w:val="00221FF8"/>
    <w:rsid w:val="00222126"/>
    <w:rsid w:val="00222205"/>
    <w:rsid w:val="002226E6"/>
    <w:rsid w:val="00222705"/>
    <w:rsid w:val="002227D0"/>
    <w:rsid w:val="00222CA4"/>
    <w:rsid w:val="0022302E"/>
    <w:rsid w:val="00223C6D"/>
    <w:rsid w:val="00223F8E"/>
    <w:rsid w:val="00224036"/>
    <w:rsid w:val="0022481B"/>
    <w:rsid w:val="002252A1"/>
    <w:rsid w:val="002262F4"/>
    <w:rsid w:val="002264DB"/>
    <w:rsid w:val="002265AA"/>
    <w:rsid w:val="00226FE7"/>
    <w:rsid w:val="0022785C"/>
    <w:rsid w:val="002279BE"/>
    <w:rsid w:val="00227A3E"/>
    <w:rsid w:val="002301F5"/>
    <w:rsid w:val="00230453"/>
    <w:rsid w:val="00230530"/>
    <w:rsid w:val="00230BC2"/>
    <w:rsid w:val="00230C30"/>
    <w:rsid w:val="002310BC"/>
    <w:rsid w:val="002312DA"/>
    <w:rsid w:val="002321C1"/>
    <w:rsid w:val="0023232E"/>
    <w:rsid w:val="002331B6"/>
    <w:rsid w:val="00233CF0"/>
    <w:rsid w:val="00233EAA"/>
    <w:rsid w:val="00234105"/>
    <w:rsid w:val="00234876"/>
    <w:rsid w:val="002349DF"/>
    <w:rsid w:val="00234D9D"/>
    <w:rsid w:val="0023515C"/>
    <w:rsid w:val="002358E5"/>
    <w:rsid w:val="00236170"/>
    <w:rsid w:val="00236577"/>
    <w:rsid w:val="00236892"/>
    <w:rsid w:val="00237237"/>
    <w:rsid w:val="00237389"/>
    <w:rsid w:val="0023769B"/>
    <w:rsid w:val="00237B19"/>
    <w:rsid w:val="00237BFC"/>
    <w:rsid w:val="00237E0D"/>
    <w:rsid w:val="00240292"/>
    <w:rsid w:val="002402EA"/>
    <w:rsid w:val="0024037E"/>
    <w:rsid w:val="00240488"/>
    <w:rsid w:val="002409B3"/>
    <w:rsid w:val="00240C45"/>
    <w:rsid w:val="0024213B"/>
    <w:rsid w:val="0024218B"/>
    <w:rsid w:val="0024221F"/>
    <w:rsid w:val="002428AE"/>
    <w:rsid w:val="00242976"/>
    <w:rsid w:val="002429E8"/>
    <w:rsid w:val="0024390C"/>
    <w:rsid w:val="00243B31"/>
    <w:rsid w:val="00243B97"/>
    <w:rsid w:val="00243BB4"/>
    <w:rsid w:val="00244130"/>
    <w:rsid w:val="00244174"/>
    <w:rsid w:val="00244DC4"/>
    <w:rsid w:val="00245702"/>
    <w:rsid w:val="002461A6"/>
    <w:rsid w:val="002467A6"/>
    <w:rsid w:val="00246AB9"/>
    <w:rsid w:val="00246B83"/>
    <w:rsid w:val="00246FCC"/>
    <w:rsid w:val="002473EF"/>
    <w:rsid w:val="002477F9"/>
    <w:rsid w:val="00247A11"/>
    <w:rsid w:val="00247DB8"/>
    <w:rsid w:val="00247DFE"/>
    <w:rsid w:val="00247E8E"/>
    <w:rsid w:val="00247ED5"/>
    <w:rsid w:val="002503A6"/>
    <w:rsid w:val="002505C3"/>
    <w:rsid w:val="002506F6"/>
    <w:rsid w:val="002509D2"/>
    <w:rsid w:val="002512D3"/>
    <w:rsid w:val="00251640"/>
    <w:rsid w:val="0025181F"/>
    <w:rsid w:val="0025249A"/>
    <w:rsid w:val="00252B3F"/>
    <w:rsid w:val="00252BEA"/>
    <w:rsid w:val="00252ECD"/>
    <w:rsid w:val="00253B3A"/>
    <w:rsid w:val="00253E72"/>
    <w:rsid w:val="00254D01"/>
    <w:rsid w:val="00254F28"/>
    <w:rsid w:val="00254F3A"/>
    <w:rsid w:val="00255028"/>
    <w:rsid w:val="00255773"/>
    <w:rsid w:val="002564AB"/>
    <w:rsid w:val="00256594"/>
    <w:rsid w:val="0025678E"/>
    <w:rsid w:val="00256907"/>
    <w:rsid w:val="00256C14"/>
    <w:rsid w:val="00256C40"/>
    <w:rsid w:val="00256CDC"/>
    <w:rsid w:val="00256F8E"/>
    <w:rsid w:val="0025750B"/>
    <w:rsid w:val="00257B79"/>
    <w:rsid w:val="002601B5"/>
    <w:rsid w:val="0026045A"/>
    <w:rsid w:val="00260A1A"/>
    <w:rsid w:val="00260AE8"/>
    <w:rsid w:val="00260DC2"/>
    <w:rsid w:val="002610B5"/>
    <w:rsid w:val="002610BA"/>
    <w:rsid w:val="00261392"/>
    <w:rsid w:val="002613B9"/>
    <w:rsid w:val="002616C4"/>
    <w:rsid w:val="002617D4"/>
    <w:rsid w:val="00261AA3"/>
    <w:rsid w:val="00261B46"/>
    <w:rsid w:val="00262057"/>
    <w:rsid w:val="002632A1"/>
    <w:rsid w:val="002635A8"/>
    <w:rsid w:val="00263648"/>
    <w:rsid w:val="00263A96"/>
    <w:rsid w:val="00263BF9"/>
    <w:rsid w:val="00264438"/>
    <w:rsid w:val="002644CB"/>
    <w:rsid w:val="002656AC"/>
    <w:rsid w:val="002658F7"/>
    <w:rsid w:val="00265911"/>
    <w:rsid w:val="00265943"/>
    <w:rsid w:val="00265BC1"/>
    <w:rsid w:val="00265F5E"/>
    <w:rsid w:val="00266715"/>
    <w:rsid w:val="00266914"/>
    <w:rsid w:val="00266F20"/>
    <w:rsid w:val="00267632"/>
    <w:rsid w:val="00267687"/>
    <w:rsid w:val="00267885"/>
    <w:rsid w:val="00267C04"/>
    <w:rsid w:val="00267C31"/>
    <w:rsid w:val="00267D21"/>
    <w:rsid w:val="00267F43"/>
    <w:rsid w:val="002702E4"/>
    <w:rsid w:val="002703D5"/>
    <w:rsid w:val="0027088C"/>
    <w:rsid w:val="00270B05"/>
    <w:rsid w:val="00270F77"/>
    <w:rsid w:val="002713E3"/>
    <w:rsid w:val="00271B1C"/>
    <w:rsid w:val="00271BDA"/>
    <w:rsid w:val="002720EC"/>
    <w:rsid w:val="00272286"/>
    <w:rsid w:val="002723E1"/>
    <w:rsid w:val="00272852"/>
    <w:rsid w:val="002729D6"/>
    <w:rsid w:val="002731C5"/>
    <w:rsid w:val="00273318"/>
    <w:rsid w:val="00273387"/>
    <w:rsid w:val="00273B28"/>
    <w:rsid w:val="00273B4C"/>
    <w:rsid w:val="00273C55"/>
    <w:rsid w:val="00273C5F"/>
    <w:rsid w:val="00274052"/>
    <w:rsid w:val="00274183"/>
    <w:rsid w:val="002742AC"/>
    <w:rsid w:val="0027464A"/>
    <w:rsid w:val="00274EE5"/>
    <w:rsid w:val="00274F0A"/>
    <w:rsid w:val="0027530E"/>
    <w:rsid w:val="00275514"/>
    <w:rsid w:val="0027553C"/>
    <w:rsid w:val="002759F6"/>
    <w:rsid w:val="002760F8"/>
    <w:rsid w:val="0027667B"/>
    <w:rsid w:val="0027709D"/>
    <w:rsid w:val="0027738C"/>
    <w:rsid w:val="002773FF"/>
    <w:rsid w:val="00277AEC"/>
    <w:rsid w:val="00277B3A"/>
    <w:rsid w:val="002802B2"/>
    <w:rsid w:val="00280CD7"/>
    <w:rsid w:val="00281099"/>
    <w:rsid w:val="00281292"/>
    <w:rsid w:val="002815A0"/>
    <w:rsid w:val="00281BAF"/>
    <w:rsid w:val="00282014"/>
    <w:rsid w:val="00282122"/>
    <w:rsid w:val="002821D3"/>
    <w:rsid w:val="0028267B"/>
    <w:rsid w:val="002827B3"/>
    <w:rsid w:val="002828B4"/>
    <w:rsid w:val="002829E5"/>
    <w:rsid w:val="00282A8E"/>
    <w:rsid w:val="002833D0"/>
    <w:rsid w:val="0028389C"/>
    <w:rsid w:val="00283C12"/>
    <w:rsid w:val="00283D3B"/>
    <w:rsid w:val="0028495A"/>
    <w:rsid w:val="00284FFD"/>
    <w:rsid w:val="00285026"/>
    <w:rsid w:val="002853D0"/>
    <w:rsid w:val="002858E1"/>
    <w:rsid w:val="00286033"/>
    <w:rsid w:val="0028655A"/>
    <w:rsid w:val="00286DD0"/>
    <w:rsid w:val="00286FAB"/>
    <w:rsid w:val="00287343"/>
    <w:rsid w:val="002879B3"/>
    <w:rsid w:val="00287BD3"/>
    <w:rsid w:val="00287C14"/>
    <w:rsid w:val="002907E4"/>
    <w:rsid w:val="002909F6"/>
    <w:rsid w:val="00290BA5"/>
    <w:rsid w:val="00290DEF"/>
    <w:rsid w:val="002910DE"/>
    <w:rsid w:val="002913AC"/>
    <w:rsid w:val="00291458"/>
    <w:rsid w:val="00291DC9"/>
    <w:rsid w:val="00292239"/>
    <w:rsid w:val="002922C1"/>
    <w:rsid w:val="00292376"/>
    <w:rsid w:val="00292857"/>
    <w:rsid w:val="00292B0B"/>
    <w:rsid w:val="00292DF5"/>
    <w:rsid w:val="002933F8"/>
    <w:rsid w:val="0029359B"/>
    <w:rsid w:val="00293918"/>
    <w:rsid w:val="00293F98"/>
    <w:rsid w:val="00294350"/>
    <w:rsid w:val="00294385"/>
    <w:rsid w:val="0029448A"/>
    <w:rsid w:val="0029449F"/>
    <w:rsid w:val="002948E8"/>
    <w:rsid w:val="00294A25"/>
    <w:rsid w:val="00294B0D"/>
    <w:rsid w:val="0029518A"/>
    <w:rsid w:val="0029546F"/>
    <w:rsid w:val="00295900"/>
    <w:rsid w:val="00295903"/>
    <w:rsid w:val="00295DBE"/>
    <w:rsid w:val="00295DD4"/>
    <w:rsid w:val="002963DC"/>
    <w:rsid w:val="002965D9"/>
    <w:rsid w:val="00296636"/>
    <w:rsid w:val="0029675E"/>
    <w:rsid w:val="002967EF"/>
    <w:rsid w:val="0029685A"/>
    <w:rsid w:val="00297290"/>
    <w:rsid w:val="002976D9"/>
    <w:rsid w:val="00297CDD"/>
    <w:rsid w:val="00297D37"/>
    <w:rsid w:val="002A0168"/>
    <w:rsid w:val="002A017F"/>
    <w:rsid w:val="002A0588"/>
    <w:rsid w:val="002A06E4"/>
    <w:rsid w:val="002A0942"/>
    <w:rsid w:val="002A0FD1"/>
    <w:rsid w:val="002A1023"/>
    <w:rsid w:val="002A1AAD"/>
    <w:rsid w:val="002A3263"/>
    <w:rsid w:val="002A344B"/>
    <w:rsid w:val="002A3970"/>
    <w:rsid w:val="002A3C71"/>
    <w:rsid w:val="002A42FC"/>
    <w:rsid w:val="002A482C"/>
    <w:rsid w:val="002A4AE0"/>
    <w:rsid w:val="002A4F1B"/>
    <w:rsid w:val="002A543A"/>
    <w:rsid w:val="002A55C6"/>
    <w:rsid w:val="002A5AF4"/>
    <w:rsid w:val="002A5EE4"/>
    <w:rsid w:val="002A68C5"/>
    <w:rsid w:val="002A6E97"/>
    <w:rsid w:val="002A7305"/>
    <w:rsid w:val="002A77AF"/>
    <w:rsid w:val="002A7C2F"/>
    <w:rsid w:val="002A7EF3"/>
    <w:rsid w:val="002B01AC"/>
    <w:rsid w:val="002B0520"/>
    <w:rsid w:val="002B08D2"/>
    <w:rsid w:val="002B0A30"/>
    <w:rsid w:val="002B0C56"/>
    <w:rsid w:val="002B0D42"/>
    <w:rsid w:val="002B0DA2"/>
    <w:rsid w:val="002B0ED9"/>
    <w:rsid w:val="002B163F"/>
    <w:rsid w:val="002B1B57"/>
    <w:rsid w:val="002B1D41"/>
    <w:rsid w:val="002B22AA"/>
    <w:rsid w:val="002B23F6"/>
    <w:rsid w:val="002B2728"/>
    <w:rsid w:val="002B33D8"/>
    <w:rsid w:val="002B3E34"/>
    <w:rsid w:val="002B4148"/>
    <w:rsid w:val="002B4447"/>
    <w:rsid w:val="002B44B1"/>
    <w:rsid w:val="002B4DC0"/>
    <w:rsid w:val="002B5505"/>
    <w:rsid w:val="002B5E9F"/>
    <w:rsid w:val="002B5F5F"/>
    <w:rsid w:val="002B6580"/>
    <w:rsid w:val="002B65D9"/>
    <w:rsid w:val="002B6630"/>
    <w:rsid w:val="002B6877"/>
    <w:rsid w:val="002B71A9"/>
    <w:rsid w:val="002C011D"/>
    <w:rsid w:val="002C0474"/>
    <w:rsid w:val="002C047D"/>
    <w:rsid w:val="002C0669"/>
    <w:rsid w:val="002C07DC"/>
    <w:rsid w:val="002C0E60"/>
    <w:rsid w:val="002C0FF2"/>
    <w:rsid w:val="002C1784"/>
    <w:rsid w:val="002C17C3"/>
    <w:rsid w:val="002C1990"/>
    <w:rsid w:val="002C1D51"/>
    <w:rsid w:val="002C1E7B"/>
    <w:rsid w:val="002C1F16"/>
    <w:rsid w:val="002C2729"/>
    <w:rsid w:val="002C2959"/>
    <w:rsid w:val="002C30F3"/>
    <w:rsid w:val="002C345F"/>
    <w:rsid w:val="002C361C"/>
    <w:rsid w:val="002C41D2"/>
    <w:rsid w:val="002C45B9"/>
    <w:rsid w:val="002C4E9E"/>
    <w:rsid w:val="002C51F7"/>
    <w:rsid w:val="002C530F"/>
    <w:rsid w:val="002C5491"/>
    <w:rsid w:val="002C5700"/>
    <w:rsid w:val="002C5E38"/>
    <w:rsid w:val="002C60E1"/>
    <w:rsid w:val="002C616F"/>
    <w:rsid w:val="002C66E2"/>
    <w:rsid w:val="002C6DB1"/>
    <w:rsid w:val="002C79F9"/>
    <w:rsid w:val="002C7AE4"/>
    <w:rsid w:val="002C7C14"/>
    <w:rsid w:val="002C7E55"/>
    <w:rsid w:val="002C7EBD"/>
    <w:rsid w:val="002D081C"/>
    <w:rsid w:val="002D08D5"/>
    <w:rsid w:val="002D1107"/>
    <w:rsid w:val="002D15A0"/>
    <w:rsid w:val="002D196A"/>
    <w:rsid w:val="002D1BDC"/>
    <w:rsid w:val="002D1E09"/>
    <w:rsid w:val="002D20C3"/>
    <w:rsid w:val="002D22B9"/>
    <w:rsid w:val="002D25E7"/>
    <w:rsid w:val="002D26E6"/>
    <w:rsid w:val="002D2D82"/>
    <w:rsid w:val="002D2DB3"/>
    <w:rsid w:val="002D2F8D"/>
    <w:rsid w:val="002D3584"/>
    <w:rsid w:val="002D37FC"/>
    <w:rsid w:val="002D4085"/>
    <w:rsid w:val="002D4574"/>
    <w:rsid w:val="002D4759"/>
    <w:rsid w:val="002D48CE"/>
    <w:rsid w:val="002D4917"/>
    <w:rsid w:val="002D4AB8"/>
    <w:rsid w:val="002D4BD9"/>
    <w:rsid w:val="002D4FC7"/>
    <w:rsid w:val="002D5298"/>
    <w:rsid w:val="002D66BB"/>
    <w:rsid w:val="002D6A27"/>
    <w:rsid w:val="002D6D03"/>
    <w:rsid w:val="002D6FED"/>
    <w:rsid w:val="002D70AF"/>
    <w:rsid w:val="002D7529"/>
    <w:rsid w:val="002D7E80"/>
    <w:rsid w:val="002D7ED8"/>
    <w:rsid w:val="002D7FD8"/>
    <w:rsid w:val="002E00DE"/>
    <w:rsid w:val="002E0755"/>
    <w:rsid w:val="002E0C05"/>
    <w:rsid w:val="002E0CD2"/>
    <w:rsid w:val="002E0DA1"/>
    <w:rsid w:val="002E106A"/>
    <w:rsid w:val="002E13DA"/>
    <w:rsid w:val="002E1B7A"/>
    <w:rsid w:val="002E1BC5"/>
    <w:rsid w:val="002E21D2"/>
    <w:rsid w:val="002E2571"/>
    <w:rsid w:val="002E2918"/>
    <w:rsid w:val="002E2D56"/>
    <w:rsid w:val="002E3B75"/>
    <w:rsid w:val="002E3D48"/>
    <w:rsid w:val="002E3F6D"/>
    <w:rsid w:val="002E403C"/>
    <w:rsid w:val="002E4FCC"/>
    <w:rsid w:val="002E5077"/>
    <w:rsid w:val="002E50A7"/>
    <w:rsid w:val="002E55D1"/>
    <w:rsid w:val="002E57BA"/>
    <w:rsid w:val="002E57C0"/>
    <w:rsid w:val="002E5FBA"/>
    <w:rsid w:val="002E6444"/>
    <w:rsid w:val="002E667E"/>
    <w:rsid w:val="002E71C6"/>
    <w:rsid w:val="002E72AB"/>
    <w:rsid w:val="002E72D0"/>
    <w:rsid w:val="002E7C91"/>
    <w:rsid w:val="002F0048"/>
    <w:rsid w:val="002F0AF6"/>
    <w:rsid w:val="002F0DDB"/>
    <w:rsid w:val="002F1527"/>
    <w:rsid w:val="002F19D9"/>
    <w:rsid w:val="002F2096"/>
    <w:rsid w:val="002F2355"/>
    <w:rsid w:val="002F244C"/>
    <w:rsid w:val="002F27CC"/>
    <w:rsid w:val="002F3679"/>
    <w:rsid w:val="002F391B"/>
    <w:rsid w:val="002F395F"/>
    <w:rsid w:val="002F3EE9"/>
    <w:rsid w:val="002F3FC4"/>
    <w:rsid w:val="002F3FF3"/>
    <w:rsid w:val="002F410A"/>
    <w:rsid w:val="002F440A"/>
    <w:rsid w:val="002F4DF2"/>
    <w:rsid w:val="002F4EFA"/>
    <w:rsid w:val="002F4F93"/>
    <w:rsid w:val="002F542C"/>
    <w:rsid w:val="002F5596"/>
    <w:rsid w:val="002F567A"/>
    <w:rsid w:val="002F65DC"/>
    <w:rsid w:val="002F6818"/>
    <w:rsid w:val="002F6855"/>
    <w:rsid w:val="002F6AFC"/>
    <w:rsid w:val="002F6B0B"/>
    <w:rsid w:val="002F76A2"/>
    <w:rsid w:val="002F7C82"/>
    <w:rsid w:val="002F7D44"/>
    <w:rsid w:val="00300140"/>
    <w:rsid w:val="00300154"/>
    <w:rsid w:val="00300167"/>
    <w:rsid w:val="00300477"/>
    <w:rsid w:val="003008E3"/>
    <w:rsid w:val="00300A05"/>
    <w:rsid w:val="00300F56"/>
    <w:rsid w:val="00301048"/>
    <w:rsid w:val="0030114E"/>
    <w:rsid w:val="0030175D"/>
    <w:rsid w:val="003019AC"/>
    <w:rsid w:val="0030269F"/>
    <w:rsid w:val="00302A87"/>
    <w:rsid w:val="00302BE8"/>
    <w:rsid w:val="00302BF4"/>
    <w:rsid w:val="00302C21"/>
    <w:rsid w:val="00302F67"/>
    <w:rsid w:val="003038C0"/>
    <w:rsid w:val="003039DC"/>
    <w:rsid w:val="00303A2B"/>
    <w:rsid w:val="00303C11"/>
    <w:rsid w:val="003042C3"/>
    <w:rsid w:val="0030455F"/>
    <w:rsid w:val="003060BA"/>
    <w:rsid w:val="0030699E"/>
    <w:rsid w:val="00306C4B"/>
    <w:rsid w:val="00306CAB"/>
    <w:rsid w:val="00307831"/>
    <w:rsid w:val="00307D05"/>
    <w:rsid w:val="003103EF"/>
    <w:rsid w:val="003105DB"/>
    <w:rsid w:val="0031067C"/>
    <w:rsid w:val="00310AFA"/>
    <w:rsid w:val="00310B3C"/>
    <w:rsid w:val="003113F6"/>
    <w:rsid w:val="00311592"/>
    <w:rsid w:val="00311F33"/>
    <w:rsid w:val="00311FAF"/>
    <w:rsid w:val="0031234E"/>
    <w:rsid w:val="0031235C"/>
    <w:rsid w:val="0031238A"/>
    <w:rsid w:val="00312538"/>
    <w:rsid w:val="00312725"/>
    <w:rsid w:val="00312990"/>
    <w:rsid w:val="00312B97"/>
    <w:rsid w:val="00313693"/>
    <w:rsid w:val="003137D5"/>
    <w:rsid w:val="0031381E"/>
    <w:rsid w:val="0031382F"/>
    <w:rsid w:val="003138A6"/>
    <w:rsid w:val="0031390E"/>
    <w:rsid w:val="00314160"/>
    <w:rsid w:val="00314684"/>
    <w:rsid w:val="003155D0"/>
    <w:rsid w:val="003156E8"/>
    <w:rsid w:val="0031571C"/>
    <w:rsid w:val="00315E53"/>
    <w:rsid w:val="0031655B"/>
    <w:rsid w:val="00317B84"/>
    <w:rsid w:val="00320166"/>
    <w:rsid w:val="00320467"/>
    <w:rsid w:val="00320A66"/>
    <w:rsid w:val="00320B3C"/>
    <w:rsid w:val="00320C80"/>
    <w:rsid w:val="003214EF"/>
    <w:rsid w:val="00321621"/>
    <w:rsid w:val="00321DD4"/>
    <w:rsid w:val="00321F60"/>
    <w:rsid w:val="00322073"/>
    <w:rsid w:val="0032224E"/>
    <w:rsid w:val="00322719"/>
    <w:rsid w:val="00322A03"/>
    <w:rsid w:val="00322D10"/>
    <w:rsid w:val="00323712"/>
    <w:rsid w:val="003243AB"/>
    <w:rsid w:val="0032455E"/>
    <w:rsid w:val="00324597"/>
    <w:rsid w:val="00324ED2"/>
    <w:rsid w:val="003251E5"/>
    <w:rsid w:val="00325600"/>
    <w:rsid w:val="00325CAA"/>
    <w:rsid w:val="00325D87"/>
    <w:rsid w:val="003262F3"/>
    <w:rsid w:val="003263A3"/>
    <w:rsid w:val="00326671"/>
    <w:rsid w:val="003266EB"/>
    <w:rsid w:val="00326799"/>
    <w:rsid w:val="00326B52"/>
    <w:rsid w:val="0032706D"/>
    <w:rsid w:val="00330397"/>
    <w:rsid w:val="0033065C"/>
    <w:rsid w:val="00330C0D"/>
    <w:rsid w:val="00331039"/>
    <w:rsid w:val="00331288"/>
    <w:rsid w:val="0033171D"/>
    <w:rsid w:val="00331B63"/>
    <w:rsid w:val="003322D3"/>
    <w:rsid w:val="003329A3"/>
    <w:rsid w:val="00332B29"/>
    <w:rsid w:val="003342FF"/>
    <w:rsid w:val="00334694"/>
    <w:rsid w:val="00334B2C"/>
    <w:rsid w:val="00334ED2"/>
    <w:rsid w:val="00334F01"/>
    <w:rsid w:val="003351B7"/>
    <w:rsid w:val="0033614E"/>
    <w:rsid w:val="00336E6D"/>
    <w:rsid w:val="00336FAC"/>
    <w:rsid w:val="0033746A"/>
    <w:rsid w:val="00337525"/>
    <w:rsid w:val="0033756A"/>
    <w:rsid w:val="0033758F"/>
    <w:rsid w:val="003376C3"/>
    <w:rsid w:val="00337833"/>
    <w:rsid w:val="003378DD"/>
    <w:rsid w:val="003379A3"/>
    <w:rsid w:val="003379E8"/>
    <w:rsid w:val="003403DE"/>
    <w:rsid w:val="00340535"/>
    <w:rsid w:val="00340C7C"/>
    <w:rsid w:val="00340D95"/>
    <w:rsid w:val="00341346"/>
    <w:rsid w:val="003413E4"/>
    <w:rsid w:val="0034167F"/>
    <w:rsid w:val="003417FD"/>
    <w:rsid w:val="00342798"/>
    <w:rsid w:val="003427C4"/>
    <w:rsid w:val="00343204"/>
    <w:rsid w:val="00343688"/>
    <w:rsid w:val="0034379D"/>
    <w:rsid w:val="003439BF"/>
    <w:rsid w:val="00343E3C"/>
    <w:rsid w:val="00343F86"/>
    <w:rsid w:val="00344051"/>
    <w:rsid w:val="00344477"/>
    <w:rsid w:val="003445C0"/>
    <w:rsid w:val="003449AB"/>
    <w:rsid w:val="00344AC0"/>
    <w:rsid w:val="00344B62"/>
    <w:rsid w:val="00345491"/>
    <w:rsid w:val="003457C5"/>
    <w:rsid w:val="00345A3C"/>
    <w:rsid w:val="00345F7E"/>
    <w:rsid w:val="00346121"/>
    <w:rsid w:val="00346444"/>
    <w:rsid w:val="00346582"/>
    <w:rsid w:val="00346EB9"/>
    <w:rsid w:val="00347937"/>
    <w:rsid w:val="00347C97"/>
    <w:rsid w:val="00350151"/>
    <w:rsid w:val="003505B9"/>
    <w:rsid w:val="00350CA7"/>
    <w:rsid w:val="00350E18"/>
    <w:rsid w:val="00351217"/>
    <w:rsid w:val="00351657"/>
    <w:rsid w:val="003516F6"/>
    <w:rsid w:val="0035198B"/>
    <w:rsid w:val="00351A40"/>
    <w:rsid w:val="00351C4A"/>
    <w:rsid w:val="00351EC8"/>
    <w:rsid w:val="00352390"/>
    <w:rsid w:val="0035240E"/>
    <w:rsid w:val="0035245F"/>
    <w:rsid w:val="003524C0"/>
    <w:rsid w:val="00352859"/>
    <w:rsid w:val="00352D48"/>
    <w:rsid w:val="00352EBB"/>
    <w:rsid w:val="003531B2"/>
    <w:rsid w:val="00354006"/>
    <w:rsid w:val="00354208"/>
    <w:rsid w:val="0035445E"/>
    <w:rsid w:val="00354BC7"/>
    <w:rsid w:val="00355499"/>
    <w:rsid w:val="0035579B"/>
    <w:rsid w:val="00355B48"/>
    <w:rsid w:val="00355FF3"/>
    <w:rsid w:val="00356062"/>
    <w:rsid w:val="003562C8"/>
    <w:rsid w:val="003569D6"/>
    <w:rsid w:val="00357578"/>
    <w:rsid w:val="0035799E"/>
    <w:rsid w:val="00357E32"/>
    <w:rsid w:val="0036003B"/>
    <w:rsid w:val="003616C2"/>
    <w:rsid w:val="003618F8"/>
    <w:rsid w:val="00362611"/>
    <w:rsid w:val="0036263D"/>
    <w:rsid w:val="00362876"/>
    <w:rsid w:val="00362892"/>
    <w:rsid w:val="00362DF9"/>
    <w:rsid w:val="003630D9"/>
    <w:rsid w:val="00363391"/>
    <w:rsid w:val="00363660"/>
    <w:rsid w:val="003639BF"/>
    <w:rsid w:val="00363A96"/>
    <w:rsid w:val="00363D1E"/>
    <w:rsid w:val="00364277"/>
    <w:rsid w:val="003648B1"/>
    <w:rsid w:val="00364E21"/>
    <w:rsid w:val="0036537F"/>
    <w:rsid w:val="003656A3"/>
    <w:rsid w:val="0036593D"/>
    <w:rsid w:val="003661CF"/>
    <w:rsid w:val="00366ADA"/>
    <w:rsid w:val="00367011"/>
    <w:rsid w:val="003672C3"/>
    <w:rsid w:val="003701B5"/>
    <w:rsid w:val="003702A0"/>
    <w:rsid w:val="0037072F"/>
    <w:rsid w:val="00370A25"/>
    <w:rsid w:val="00370FE7"/>
    <w:rsid w:val="003713ED"/>
    <w:rsid w:val="00371D58"/>
    <w:rsid w:val="00372548"/>
    <w:rsid w:val="003728A4"/>
    <w:rsid w:val="00373353"/>
    <w:rsid w:val="0037352F"/>
    <w:rsid w:val="00374039"/>
    <w:rsid w:val="0037454F"/>
    <w:rsid w:val="003746CD"/>
    <w:rsid w:val="00374B25"/>
    <w:rsid w:val="00374B9F"/>
    <w:rsid w:val="003751D0"/>
    <w:rsid w:val="00375DE6"/>
    <w:rsid w:val="00376CEB"/>
    <w:rsid w:val="003772FB"/>
    <w:rsid w:val="003775DE"/>
    <w:rsid w:val="003776BA"/>
    <w:rsid w:val="003778BE"/>
    <w:rsid w:val="00377ACE"/>
    <w:rsid w:val="00380155"/>
    <w:rsid w:val="00380A16"/>
    <w:rsid w:val="00381190"/>
    <w:rsid w:val="003811A3"/>
    <w:rsid w:val="003811FA"/>
    <w:rsid w:val="003812C8"/>
    <w:rsid w:val="0038175B"/>
    <w:rsid w:val="00381843"/>
    <w:rsid w:val="0038217C"/>
    <w:rsid w:val="0038244F"/>
    <w:rsid w:val="00382B28"/>
    <w:rsid w:val="00382B5C"/>
    <w:rsid w:val="00382E55"/>
    <w:rsid w:val="00383812"/>
    <w:rsid w:val="003839D0"/>
    <w:rsid w:val="00383FE9"/>
    <w:rsid w:val="003841DA"/>
    <w:rsid w:val="00384693"/>
    <w:rsid w:val="003849A4"/>
    <w:rsid w:val="00384D0C"/>
    <w:rsid w:val="00385A7F"/>
    <w:rsid w:val="00385AB9"/>
    <w:rsid w:val="00385E3A"/>
    <w:rsid w:val="00385FB3"/>
    <w:rsid w:val="003867CF"/>
    <w:rsid w:val="00386BC9"/>
    <w:rsid w:val="003875F9"/>
    <w:rsid w:val="00387B9A"/>
    <w:rsid w:val="00387BE0"/>
    <w:rsid w:val="00387D57"/>
    <w:rsid w:val="00387D9D"/>
    <w:rsid w:val="003903A4"/>
    <w:rsid w:val="0039090E"/>
    <w:rsid w:val="0039101B"/>
    <w:rsid w:val="00391CAC"/>
    <w:rsid w:val="00392235"/>
    <w:rsid w:val="00392490"/>
    <w:rsid w:val="0039279A"/>
    <w:rsid w:val="00392982"/>
    <w:rsid w:val="00392A4D"/>
    <w:rsid w:val="00392B7C"/>
    <w:rsid w:val="00392DCE"/>
    <w:rsid w:val="00392E7A"/>
    <w:rsid w:val="00393067"/>
    <w:rsid w:val="003931FE"/>
    <w:rsid w:val="00393CC6"/>
    <w:rsid w:val="00393CEC"/>
    <w:rsid w:val="00393F23"/>
    <w:rsid w:val="00393F7D"/>
    <w:rsid w:val="003949FD"/>
    <w:rsid w:val="0039518C"/>
    <w:rsid w:val="00396566"/>
    <w:rsid w:val="00396C8E"/>
    <w:rsid w:val="00396CF1"/>
    <w:rsid w:val="00396FE9"/>
    <w:rsid w:val="00397272"/>
    <w:rsid w:val="003973BA"/>
    <w:rsid w:val="003973FF"/>
    <w:rsid w:val="00397996"/>
    <w:rsid w:val="00397D48"/>
    <w:rsid w:val="00397EA0"/>
    <w:rsid w:val="003A0440"/>
    <w:rsid w:val="003A060E"/>
    <w:rsid w:val="003A1895"/>
    <w:rsid w:val="003A1977"/>
    <w:rsid w:val="003A1AB1"/>
    <w:rsid w:val="003A1C2D"/>
    <w:rsid w:val="003A1C9D"/>
    <w:rsid w:val="003A22D7"/>
    <w:rsid w:val="003A295C"/>
    <w:rsid w:val="003A2DB9"/>
    <w:rsid w:val="003A2E12"/>
    <w:rsid w:val="003A2E53"/>
    <w:rsid w:val="003A3233"/>
    <w:rsid w:val="003A32ED"/>
    <w:rsid w:val="003A34C7"/>
    <w:rsid w:val="003A354C"/>
    <w:rsid w:val="003A3EB8"/>
    <w:rsid w:val="003A3EF5"/>
    <w:rsid w:val="003A3EFC"/>
    <w:rsid w:val="003A410C"/>
    <w:rsid w:val="003A4118"/>
    <w:rsid w:val="003A43B4"/>
    <w:rsid w:val="003A43EA"/>
    <w:rsid w:val="003A464C"/>
    <w:rsid w:val="003A4978"/>
    <w:rsid w:val="003A4B37"/>
    <w:rsid w:val="003A4CDC"/>
    <w:rsid w:val="003A4E63"/>
    <w:rsid w:val="003A50EE"/>
    <w:rsid w:val="003A514C"/>
    <w:rsid w:val="003A5536"/>
    <w:rsid w:val="003A5F33"/>
    <w:rsid w:val="003A7097"/>
    <w:rsid w:val="003A764C"/>
    <w:rsid w:val="003A7AA4"/>
    <w:rsid w:val="003A7D67"/>
    <w:rsid w:val="003B008F"/>
    <w:rsid w:val="003B0199"/>
    <w:rsid w:val="003B01D8"/>
    <w:rsid w:val="003B0464"/>
    <w:rsid w:val="003B1298"/>
    <w:rsid w:val="003B1483"/>
    <w:rsid w:val="003B181E"/>
    <w:rsid w:val="003B1C74"/>
    <w:rsid w:val="003B1DBE"/>
    <w:rsid w:val="003B20FF"/>
    <w:rsid w:val="003B29E3"/>
    <w:rsid w:val="003B3431"/>
    <w:rsid w:val="003B3585"/>
    <w:rsid w:val="003B35F2"/>
    <w:rsid w:val="003B3792"/>
    <w:rsid w:val="003B3C14"/>
    <w:rsid w:val="003B47EC"/>
    <w:rsid w:val="003B4FF6"/>
    <w:rsid w:val="003B54C1"/>
    <w:rsid w:val="003B5E2A"/>
    <w:rsid w:val="003B5EDE"/>
    <w:rsid w:val="003B634C"/>
    <w:rsid w:val="003B66FE"/>
    <w:rsid w:val="003B6D38"/>
    <w:rsid w:val="003B78F8"/>
    <w:rsid w:val="003B7921"/>
    <w:rsid w:val="003B79D7"/>
    <w:rsid w:val="003B7AA7"/>
    <w:rsid w:val="003B7AF1"/>
    <w:rsid w:val="003B7B56"/>
    <w:rsid w:val="003B7C43"/>
    <w:rsid w:val="003C04BD"/>
    <w:rsid w:val="003C0872"/>
    <w:rsid w:val="003C0D18"/>
    <w:rsid w:val="003C0D74"/>
    <w:rsid w:val="003C0E45"/>
    <w:rsid w:val="003C1250"/>
    <w:rsid w:val="003C164E"/>
    <w:rsid w:val="003C1A26"/>
    <w:rsid w:val="003C243D"/>
    <w:rsid w:val="003C2727"/>
    <w:rsid w:val="003C2DA9"/>
    <w:rsid w:val="003C2DBC"/>
    <w:rsid w:val="003C3277"/>
    <w:rsid w:val="003C3712"/>
    <w:rsid w:val="003C3C28"/>
    <w:rsid w:val="003C3DF2"/>
    <w:rsid w:val="003C3E4F"/>
    <w:rsid w:val="003C4057"/>
    <w:rsid w:val="003C40B3"/>
    <w:rsid w:val="003C493E"/>
    <w:rsid w:val="003C4A06"/>
    <w:rsid w:val="003C4C3C"/>
    <w:rsid w:val="003C5947"/>
    <w:rsid w:val="003C5F49"/>
    <w:rsid w:val="003C647C"/>
    <w:rsid w:val="003C67F7"/>
    <w:rsid w:val="003C69EB"/>
    <w:rsid w:val="003C6B71"/>
    <w:rsid w:val="003C6DE2"/>
    <w:rsid w:val="003C745A"/>
    <w:rsid w:val="003C752D"/>
    <w:rsid w:val="003C7B37"/>
    <w:rsid w:val="003C7B74"/>
    <w:rsid w:val="003D1066"/>
    <w:rsid w:val="003D19B9"/>
    <w:rsid w:val="003D1AB0"/>
    <w:rsid w:val="003D1FA9"/>
    <w:rsid w:val="003D2144"/>
    <w:rsid w:val="003D2149"/>
    <w:rsid w:val="003D2263"/>
    <w:rsid w:val="003D2617"/>
    <w:rsid w:val="003D2620"/>
    <w:rsid w:val="003D27EE"/>
    <w:rsid w:val="003D294C"/>
    <w:rsid w:val="003D4126"/>
    <w:rsid w:val="003D459C"/>
    <w:rsid w:val="003D4657"/>
    <w:rsid w:val="003D4B8C"/>
    <w:rsid w:val="003D4D37"/>
    <w:rsid w:val="003D5339"/>
    <w:rsid w:val="003D5444"/>
    <w:rsid w:val="003D6446"/>
    <w:rsid w:val="003D6875"/>
    <w:rsid w:val="003D6ACA"/>
    <w:rsid w:val="003D7623"/>
    <w:rsid w:val="003D7A90"/>
    <w:rsid w:val="003D7BD3"/>
    <w:rsid w:val="003D7CFA"/>
    <w:rsid w:val="003E01D7"/>
    <w:rsid w:val="003E02F0"/>
    <w:rsid w:val="003E0BD9"/>
    <w:rsid w:val="003E15D0"/>
    <w:rsid w:val="003E1A2A"/>
    <w:rsid w:val="003E26E7"/>
    <w:rsid w:val="003E27E3"/>
    <w:rsid w:val="003E339F"/>
    <w:rsid w:val="003E3510"/>
    <w:rsid w:val="003E36C7"/>
    <w:rsid w:val="003E3AFA"/>
    <w:rsid w:val="003E3C93"/>
    <w:rsid w:val="003E3D82"/>
    <w:rsid w:val="003E3DE0"/>
    <w:rsid w:val="003E3FB5"/>
    <w:rsid w:val="003E472D"/>
    <w:rsid w:val="003E5257"/>
    <w:rsid w:val="003E5461"/>
    <w:rsid w:val="003E5C4D"/>
    <w:rsid w:val="003E610D"/>
    <w:rsid w:val="003E61C2"/>
    <w:rsid w:val="003E699F"/>
    <w:rsid w:val="003E6FF2"/>
    <w:rsid w:val="003E7524"/>
    <w:rsid w:val="003E75C7"/>
    <w:rsid w:val="003E75CD"/>
    <w:rsid w:val="003E7A0D"/>
    <w:rsid w:val="003E7B14"/>
    <w:rsid w:val="003E7E1E"/>
    <w:rsid w:val="003F00AE"/>
    <w:rsid w:val="003F017F"/>
    <w:rsid w:val="003F01FA"/>
    <w:rsid w:val="003F0306"/>
    <w:rsid w:val="003F03E0"/>
    <w:rsid w:val="003F03E8"/>
    <w:rsid w:val="003F05F9"/>
    <w:rsid w:val="003F0777"/>
    <w:rsid w:val="003F0AA2"/>
    <w:rsid w:val="003F0D55"/>
    <w:rsid w:val="003F1604"/>
    <w:rsid w:val="003F17DF"/>
    <w:rsid w:val="003F1FF8"/>
    <w:rsid w:val="003F2A92"/>
    <w:rsid w:val="003F2CA6"/>
    <w:rsid w:val="003F32B7"/>
    <w:rsid w:val="003F3682"/>
    <w:rsid w:val="003F3CD8"/>
    <w:rsid w:val="003F3DCB"/>
    <w:rsid w:val="003F4125"/>
    <w:rsid w:val="003F428A"/>
    <w:rsid w:val="003F493A"/>
    <w:rsid w:val="003F4A15"/>
    <w:rsid w:val="003F4D9C"/>
    <w:rsid w:val="003F508C"/>
    <w:rsid w:val="003F5536"/>
    <w:rsid w:val="003F5824"/>
    <w:rsid w:val="003F604F"/>
    <w:rsid w:val="003F628C"/>
    <w:rsid w:val="003F6646"/>
    <w:rsid w:val="003F67CA"/>
    <w:rsid w:val="003F6FBF"/>
    <w:rsid w:val="003F7087"/>
    <w:rsid w:val="003F74BF"/>
    <w:rsid w:val="003F7AC9"/>
    <w:rsid w:val="004006AF"/>
    <w:rsid w:val="00400974"/>
    <w:rsid w:val="0040167C"/>
    <w:rsid w:val="00401886"/>
    <w:rsid w:val="00401A5A"/>
    <w:rsid w:val="00401D37"/>
    <w:rsid w:val="0040276F"/>
    <w:rsid w:val="00402B07"/>
    <w:rsid w:val="00402E38"/>
    <w:rsid w:val="00402F28"/>
    <w:rsid w:val="0040322B"/>
    <w:rsid w:val="0040329E"/>
    <w:rsid w:val="00403600"/>
    <w:rsid w:val="00403678"/>
    <w:rsid w:val="00403A04"/>
    <w:rsid w:val="00403F1F"/>
    <w:rsid w:val="00404062"/>
    <w:rsid w:val="0040428A"/>
    <w:rsid w:val="004049ED"/>
    <w:rsid w:val="00404C0A"/>
    <w:rsid w:val="00405670"/>
    <w:rsid w:val="00405BD5"/>
    <w:rsid w:val="00406002"/>
    <w:rsid w:val="00406078"/>
    <w:rsid w:val="004060E2"/>
    <w:rsid w:val="004061DE"/>
    <w:rsid w:val="0040741D"/>
    <w:rsid w:val="0040745F"/>
    <w:rsid w:val="0040799F"/>
    <w:rsid w:val="004100A7"/>
    <w:rsid w:val="004102E3"/>
    <w:rsid w:val="0041040B"/>
    <w:rsid w:val="00410657"/>
    <w:rsid w:val="004106E3"/>
    <w:rsid w:val="00410AD1"/>
    <w:rsid w:val="00410BDF"/>
    <w:rsid w:val="00410CDB"/>
    <w:rsid w:val="00411463"/>
    <w:rsid w:val="0041281A"/>
    <w:rsid w:val="004128E6"/>
    <w:rsid w:val="00412B06"/>
    <w:rsid w:val="004133CD"/>
    <w:rsid w:val="00413452"/>
    <w:rsid w:val="0041396C"/>
    <w:rsid w:val="00414511"/>
    <w:rsid w:val="00414DC5"/>
    <w:rsid w:val="0041515D"/>
    <w:rsid w:val="00415486"/>
    <w:rsid w:val="0041577C"/>
    <w:rsid w:val="00415944"/>
    <w:rsid w:val="00415DDE"/>
    <w:rsid w:val="00415F9B"/>
    <w:rsid w:val="00416134"/>
    <w:rsid w:val="00416DDD"/>
    <w:rsid w:val="0041747F"/>
    <w:rsid w:val="00417612"/>
    <w:rsid w:val="004177FE"/>
    <w:rsid w:val="00417BC9"/>
    <w:rsid w:val="00417BFB"/>
    <w:rsid w:val="0042003E"/>
    <w:rsid w:val="00420825"/>
    <w:rsid w:val="004208D6"/>
    <w:rsid w:val="00420D0E"/>
    <w:rsid w:val="00420D8E"/>
    <w:rsid w:val="00421010"/>
    <w:rsid w:val="00421081"/>
    <w:rsid w:val="00421394"/>
    <w:rsid w:val="0042143C"/>
    <w:rsid w:val="0042161E"/>
    <w:rsid w:val="00421EB4"/>
    <w:rsid w:val="00422025"/>
    <w:rsid w:val="0042288D"/>
    <w:rsid w:val="00422B43"/>
    <w:rsid w:val="00422D2B"/>
    <w:rsid w:val="00422D30"/>
    <w:rsid w:val="0042309C"/>
    <w:rsid w:val="00423ACD"/>
    <w:rsid w:val="00423ACE"/>
    <w:rsid w:val="00423AE8"/>
    <w:rsid w:val="00423B34"/>
    <w:rsid w:val="00424C06"/>
    <w:rsid w:val="00424E61"/>
    <w:rsid w:val="00425478"/>
    <w:rsid w:val="004254A2"/>
    <w:rsid w:val="004255FD"/>
    <w:rsid w:val="00426101"/>
    <w:rsid w:val="0042665D"/>
    <w:rsid w:val="00426911"/>
    <w:rsid w:val="00426981"/>
    <w:rsid w:val="004272B7"/>
    <w:rsid w:val="00427443"/>
    <w:rsid w:val="00427546"/>
    <w:rsid w:val="004275BC"/>
    <w:rsid w:val="004275FA"/>
    <w:rsid w:val="004279A4"/>
    <w:rsid w:val="00430514"/>
    <w:rsid w:val="0043053A"/>
    <w:rsid w:val="00430C19"/>
    <w:rsid w:val="00430EAF"/>
    <w:rsid w:val="00430EBE"/>
    <w:rsid w:val="00431243"/>
    <w:rsid w:val="0043160E"/>
    <w:rsid w:val="00431E45"/>
    <w:rsid w:val="00432089"/>
    <w:rsid w:val="00432099"/>
    <w:rsid w:val="004326AC"/>
    <w:rsid w:val="00432840"/>
    <w:rsid w:val="0043293A"/>
    <w:rsid w:val="00432F56"/>
    <w:rsid w:val="004334B5"/>
    <w:rsid w:val="00434317"/>
    <w:rsid w:val="00434338"/>
    <w:rsid w:val="004343AD"/>
    <w:rsid w:val="004343D8"/>
    <w:rsid w:val="004349C5"/>
    <w:rsid w:val="004349D0"/>
    <w:rsid w:val="00434BF2"/>
    <w:rsid w:val="00434C9F"/>
    <w:rsid w:val="00435605"/>
    <w:rsid w:val="004356FD"/>
    <w:rsid w:val="00435D40"/>
    <w:rsid w:val="004360FB"/>
    <w:rsid w:val="00436689"/>
    <w:rsid w:val="00436B1F"/>
    <w:rsid w:val="00436F7F"/>
    <w:rsid w:val="004372E5"/>
    <w:rsid w:val="004377D7"/>
    <w:rsid w:val="0043786F"/>
    <w:rsid w:val="0044018C"/>
    <w:rsid w:val="00440283"/>
    <w:rsid w:val="00440E95"/>
    <w:rsid w:val="004410C3"/>
    <w:rsid w:val="00441132"/>
    <w:rsid w:val="0044132E"/>
    <w:rsid w:val="00441655"/>
    <w:rsid w:val="0044170C"/>
    <w:rsid w:val="004418D6"/>
    <w:rsid w:val="00441908"/>
    <w:rsid w:val="00441B53"/>
    <w:rsid w:val="00441EA1"/>
    <w:rsid w:val="0044292C"/>
    <w:rsid w:val="00442A35"/>
    <w:rsid w:val="00442C6A"/>
    <w:rsid w:val="00443170"/>
    <w:rsid w:val="0044319F"/>
    <w:rsid w:val="00443360"/>
    <w:rsid w:val="004434F2"/>
    <w:rsid w:val="00443973"/>
    <w:rsid w:val="004445E3"/>
    <w:rsid w:val="00444959"/>
    <w:rsid w:val="00444B25"/>
    <w:rsid w:val="004455E1"/>
    <w:rsid w:val="004459B9"/>
    <w:rsid w:val="00445FC8"/>
    <w:rsid w:val="00446023"/>
    <w:rsid w:val="0044603E"/>
    <w:rsid w:val="004463E0"/>
    <w:rsid w:val="004464C7"/>
    <w:rsid w:val="00446744"/>
    <w:rsid w:val="004469F8"/>
    <w:rsid w:val="00446A24"/>
    <w:rsid w:val="004477B5"/>
    <w:rsid w:val="00447CF6"/>
    <w:rsid w:val="004503B0"/>
    <w:rsid w:val="00450664"/>
    <w:rsid w:val="00450929"/>
    <w:rsid w:val="00450B31"/>
    <w:rsid w:val="00451162"/>
    <w:rsid w:val="004511B8"/>
    <w:rsid w:val="004514CD"/>
    <w:rsid w:val="004518C0"/>
    <w:rsid w:val="0045209D"/>
    <w:rsid w:val="004532B1"/>
    <w:rsid w:val="0045358C"/>
    <w:rsid w:val="00453642"/>
    <w:rsid w:val="004536D6"/>
    <w:rsid w:val="00453E66"/>
    <w:rsid w:val="00454F9A"/>
    <w:rsid w:val="00455064"/>
    <w:rsid w:val="0045537C"/>
    <w:rsid w:val="00455507"/>
    <w:rsid w:val="0045563C"/>
    <w:rsid w:val="004557F0"/>
    <w:rsid w:val="0045635C"/>
    <w:rsid w:val="0045647E"/>
    <w:rsid w:val="00456693"/>
    <w:rsid w:val="00456C4D"/>
    <w:rsid w:val="004574E8"/>
    <w:rsid w:val="004575FB"/>
    <w:rsid w:val="00460864"/>
    <w:rsid w:val="00460D0C"/>
    <w:rsid w:val="0046110B"/>
    <w:rsid w:val="00461117"/>
    <w:rsid w:val="004617E4"/>
    <w:rsid w:val="00461D59"/>
    <w:rsid w:val="00462332"/>
    <w:rsid w:val="00463C92"/>
    <w:rsid w:val="00463E52"/>
    <w:rsid w:val="004641D0"/>
    <w:rsid w:val="00464638"/>
    <w:rsid w:val="004648AC"/>
    <w:rsid w:val="004648B2"/>
    <w:rsid w:val="00464978"/>
    <w:rsid w:val="00464E61"/>
    <w:rsid w:val="00465270"/>
    <w:rsid w:val="00465357"/>
    <w:rsid w:val="00465366"/>
    <w:rsid w:val="004655E2"/>
    <w:rsid w:val="00465C52"/>
    <w:rsid w:val="00466628"/>
    <w:rsid w:val="00466696"/>
    <w:rsid w:val="0046677F"/>
    <w:rsid w:val="00466A97"/>
    <w:rsid w:val="00466AA3"/>
    <w:rsid w:val="00466ACE"/>
    <w:rsid w:val="00466B1D"/>
    <w:rsid w:val="00466EAA"/>
    <w:rsid w:val="00466F35"/>
    <w:rsid w:val="00470384"/>
    <w:rsid w:val="004703B4"/>
    <w:rsid w:val="00470AF9"/>
    <w:rsid w:val="00470EF8"/>
    <w:rsid w:val="00470F07"/>
    <w:rsid w:val="00471C5D"/>
    <w:rsid w:val="00471CC7"/>
    <w:rsid w:val="0047208E"/>
    <w:rsid w:val="00472181"/>
    <w:rsid w:val="00472989"/>
    <w:rsid w:val="00473083"/>
    <w:rsid w:val="004735A4"/>
    <w:rsid w:val="004736B4"/>
    <w:rsid w:val="0047385D"/>
    <w:rsid w:val="00473932"/>
    <w:rsid w:val="00473B87"/>
    <w:rsid w:val="00473E5C"/>
    <w:rsid w:val="00473F5B"/>
    <w:rsid w:val="00473FB5"/>
    <w:rsid w:val="0047416A"/>
    <w:rsid w:val="0047476C"/>
    <w:rsid w:val="00474B6E"/>
    <w:rsid w:val="00474C66"/>
    <w:rsid w:val="00475212"/>
    <w:rsid w:val="00475290"/>
    <w:rsid w:val="00475615"/>
    <w:rsid w:val="0047565F"/>
    <w:rsid w:val="00475B0D"/>
    <w:rsid w:val="00475E0F"/>
    <w:rsid w:val="004760EB"/>
    <w:rsid w:val="00476C28"/>
    <w:rsid w:val="00476FE5"/>
    <w:rsid w:val="004772FC"/>
    <w:rsid w:val="004773C2"/>
    <w:rsid w:val="00477A56"/>
    <w:rsid w:val="00477E20"/>
    <w:rsid w:val="004812B2"/>
    <w:rsid w:val="00481379"/>
    <w:rsid w:val="004813F6"/>
    <w:rsid w:val="004815E8"/>
    <w:rsid w:val="00481810"/>
    <w:rsid w:val="00481C28"/>
    <w:rsid w:val="00481D53"/>
    <w:rsid w:val="00481F1F"/>
    <w:rsid w:val="00482100"/>
    <w:rsid w:val="004825F3"/>
    <w:rsid w:val="00482747"/>
    <w:rsid w:val="004829E4"/>
    <w:rsid w:val="00482BCF"/>
    <w:rsid w:val="00482DB2"/>
    <w:rsid w:val="00482FC5"/>
    <w:rsid w:val="00483646"/>
    <w:rsid w:val="004837CC"/>
    <w:rsid w:val="00483A4A"/>
    <w:rsid w:val="00483ADD"/>
    <w:rsid w:val="00483DF3"/>
    <w:rsid w:val="00484381"/>
    <w:rsid w:val="0048478D"/>
    <w:rsid w:val="00484E7B"/>
    <w:rsid w:val="004857FF"/>
    <w:rsid w:val="00485879"/>
    <w:rsid w:val="00485C23"/>
    <w:rsid w:val="00485FFF"/>
    <w:rsid w:val="00486162"/>
    <w:rsid w:val="00486235"/>
    <w:rsid w:val="00486584"/>
    <w:rsid w:val="00486927"/>
    <w:rsid w:val="00486D12"/>
    <w:rsid w:val="00487462"/>
    <w:rsid w:val="004877FD"/>
    <w:rsid w:val="00487829"/>
    <w:rsid w:val="00487CE4"/>
    <w:rsid w:val="00487D94"/>
    <w:rsid w:val="004901B5"/>
    <w:rsid w:val="00490401"/>
    <w:rsid w:val="0049051F"/>
    <w:rsid w:val="0049092D"/>
    <w:rsid w:val="00490B4B"/>
    <w:rsid w:val="0049111B"/>
    <w:rsid w:val="00491E27"/>
    <w:rsid w:val="00492069"/>
    <w:rsid w:val="00493124"/>
    <w:rsid w:val="00493BEE"/>
    <w:rsid w:val="00494160"/>
    <w:rsid w:val="0049466D"/>
    <w:rsid w:val="00494DF3"/>
    <w:rsid w:val="00494ED8"/>
    <w:rsid w:val="004951CE"/>
    <w:rsid w:val="0049620B"/>
    <w:rsid w:val="00496642"/>
    <w:rsid w:val="00496778"/>
    <w:rsid w:val="00496969"/>
    <w:rsid w:val="00496AB9"/>
    <w:rsid w:val="00496B73"/>
    <w:rsid w:val="00496C3E"/>
    <w:rsid w:val="00496C52"/>
    <w:rsid w:val="004971AB"/>
    <w:rsid w:val="004972E6"/>
    <w:rsid w:val="0049734C"/>
    <w:rsid w:val="00497661"/>
    <w:rsid w:val="00497865"/>
    <w:rsid w:val="00497B24"/>
    <w:rsid w:val="00497D54"/>
    <w:rsid w:val="004A073B"/>
    <w:rsid w:val="004A0947"/>
    <w:rsid w:val="004A0D11"/>
    <w:rsid w:val="004A0D88"/>
    <w:rsid w:val="004A1105"/>
    <w:rsid w:val="004A151A"/>
    <w:rsid w:val="004A151E"/>
    <w:rsid w:val="004A1585"/>
    <w:rsid w:val="004A15E6"/>
    <w:rsid w:val="004A1958"/>
    <w:rsid w:val="004A19D6"/>
    <w:rsid w:val="004A1E11"/>
    <w:rsid w:val="004A1F0F"/>
    <w:rsid w:val="004A22B5"/>
    <w:rsid w:val="004A29E9"/>
    <w:rsid w:val="004A353E"/>
    <w:rsid w:val="004A3739"/>
    <w:rsid w:val="004A3874"/>
    <w:rsid w:val="004A3D8E"/>
    <w:rsid w:val="004A4798"/>
    <w:rsid w:val="004A4963"/>
    <w:rsid w:val="004A4C70"/>
    <w:rsid w:val="004A4EEB"/>
    <w:rsid w:val="004A50C9"/>
    <w:rsid w:val="004A5265"/>
    <w:rsid w:val="004A53F6"/>
    <w:rsid w:val="004A5703"/>
    <w:rsid w:val="004A602C"/>
    <w:rsid w:val="004A6282"/>
    <w:rsid w:val="004A6A0A"/>
    <w:rsid w:val="004A6A78"/>
    <w:rsid w:val="004A703E"/>
    <w:rsid w:val="004A732F"/>
    <w:rsid w:val="004A748B"/>
    <w:rsid w:val="004A77B9"/>
    <w:rsid w:val="004A7879"/>
    <w:rsid w:val="004B0C32"/>
    <w:rsid w:val="004B0DC7"/>
    <w:rsid w:val="004B1A4B"/>
    <w:rsid w:val="004B1D1B"/>
    <w:rsid w:val="004B1D35"/>
    <w:rsid w:val="004B20EA"/>
    <w:rsid w:val="004B2232"/>
    <w:rsid w:val="004B2980"/>
    <w:rsid w:val="004B2DF0"/>
    <w:rsid w:val="004B3D84"/>
    <w:rsid w:val="004B3F52"/>
    <w:rsid w:val="004B4253"/>
    <w:rsid w:val="004B4302"/>
    <w:rsid w:val="004B4EB8"/>
    <w:rsid w:val="004B5431"/>
    <w:rsid w:val="004B5540"/>
    <w:rsid w:val="004B5A7C"/>
    <w:rsid w:val="004B5C73"/>
    <w:rsid w:val="004B66A5"/>
    <w:rsid w:val="004B68AF"/>
    <w:rsid w:val="004C02CC"/>
    <w:rsid w:val="004C0777"/>
    <w:rsid w:val="004C0BC4"/>
    <w:rsid w:val="004C1309"/>
    <w:rsid w:val="004C17B3"/>
    <w:rsid w:val="004C193D"/>
    <w:rsid w:val="004C1B36"/>
    <w:rsid w:val="004C2224"/>
    <w:rsid w:val="004C22D7"/>
    <w:rsid w:val="004C2B97"/>
    <w:rsid w:val="004C31BF"/>
    <w:rsid w:val="004C3245"/>
    <w:rsid w:val="004C3872"/>
    <w:rsid w:val="004C3B2F"/>
    <w:rsid w:val="004C3B46"/>
    <w:rsid w:val="004C42DA"/>
    <w:rsid w:val="004C433A"/>
    <w:rsid w:val="004C4E11"/>
    <w:rsid w:val="004C5574"/>
    <w:rsid w:val="004C5F5C"/>
    <w:rsid w:val="004C6173"/>
    <w:rsid w:val="004C6A97"/>
    <w:rsid w:val="004C6DA0"/>
    <w:rsid w:val="004C6DD9"/>
    <w:rsid w:val="004C6E30"/>
    <w:rsid w:val="004C7EBF"/>
    <w:rsid w:val="004D0049"/>
    <w:rsid w:val="004D0198"/>
    <w:rsid w:val="004D028E"/>
    <w:rsid w:val="004D0728"/>
    <w:rsid w:val="004D0BCD"/>
    <w:rsid w:val="004D0F87"/>
    <w:rsid w:val="004D11FC"/>
    <w:rsid w:val="004D13CD"/>
    <w:rsid w:val="004D140A"/>
    <w:rsid w:val="004D1E5A"/>
    <w:rsid w:val="004D2067"/>
    <w:rsid w:val="004D22C2"/>
    <w:rsid w:val="004D23CE"/>
    <w:rsid w:val="004D2C6D"/>
    <w:rsid w:val="004D301E"/>
    <w:rsid w:val="004D32A2"/>
    <w:rsid w:val="004D35A7"/>
    <w:rsid w:val="004D3685"/>
    <w:rsid w:val="004D374B"/>
    <w:rsid w:val="004D3856"/>
    <w:rsid w:val="004D3FDB"/>
    <w:rsid w:val="004D44F3"/>
    <w:rsid w:val="004D4647"/>
    <w:rsid w:val="004D4B12"/>
    <w:rsid w:val="004D4CAC"/>
    <w:rsid w:val="004D4D91"/>
    <w:rsid w:val="004D4EE0"/>
    <w:rsid w:val="004D4FE7"/>
    <w:rsid w:val="004D4FE9"/>
    <w:rsid w:val="004D54C9"/>
    <w:rsid w:val="004D59C4"/>
    <w:rsid w:val="004D5C17"/>
    <w:rsid w:val="004D688B"/>
    <w:rsid w:val="004D6D55"/>
    <w:rsid w:val="004D6E51"/>
    <w:rsid w:val="004D7732"/>
    <w:rsid w:val="004D784C"/>
    <w:rsid w:val="004D7952"/>
    <w:rsid w:val="004E0283"/>
    <w:rsid w:val="004E04C0"/>
    <w:rsid w:val="004E06AE"/>
    <w:rsid w:val="004E0BC1"/>
    <w:rsid w:val="004E0F31"/>
    <w:rsid w:val="004E1E80"/>
    <w:rsid w:val="004E26F5"/>
    <w:rsid w:val="004E301C"/>
    <w:rsid w:val="004E326E"/>
    <w:rsid w:val="004E32CC"/>
    <w:rsid w:val="004E37E8"/>
    <w:rsid w:val="004E3D18"/>
    <w:rsid w:val="004E4050"/>
    <w:rsid w:val="004E41C6"/>
    <w:rsid w:val="004E4B8C"/>
    <w:rsid w:val="004E4BF6"/>
    <w:rsid w:val="004E4DC1"/>
    <w:rsid w:val="004E4E82"/>
    <w:rsid w:val="004E5BD2"/>
    <w:rsid w:val="004E5BF0"/>
    <w:rsid w:val="004E5C7D"/>
    <w:rsid w:val="004E60E4"/>
    <w:rsid w:val="004E6579"/>
    <w:rsid w:val="004E65F4"/>
    <w:rsid w:val="004E66A3"/>
    <w:rsid w:val="004E6B15"/>
    <w:rsid w:val="004E70AD"/>
    <w:rsid w:val="004E77B8"/>
    <w:rsid w:val="004E784F"/>
    <w:rsid w:val="004F0822"/>
    <w:rsid w:val="004F0AD4"/>
    <w:rsid w:val="004F0D40"/>
    <w:rsid w:val="004F17A7"/>
    <w:rsid w:val="004F18D9"/>
    <w:rsid w:val="004F1935"/>
    <w:rsid w:val="004F24BD"/>
    <w:rsid w:val="004F2605"/>
    <w:rsid w:val="004F2908"/>
    <w:rsid w:val="004F2A2F"/>
    <w:rsid w:val="004F2E49"/>
    <w:rsid w:val="004F2FE2"/>
    <w:rsid w:val="004F32C6"/>
    <w:rsid w:val="004F37B5"/>
    <w:rsid w:val="004F3A58"/>
    <w:rsid w:val="004F3B78"/>
    <w:rsid w:val="004F3CAF"/>
    <w:rsid w:val="004F3E33"/>
    <w:rsid w:val="004F3FE9"/>
    <w:rsid w:val="004F4A08"/>
    <w:rsid w:val="004F4B63"/>
    <w:rsid w:val="004F4F92"/>
    <w:rsid w:val="004F5383"/>
    <w:rsid w:val="004F5410"/>
    <w:rsid w:val="004F5B16"/>
    <w:rsid w:val="004F5BD1"/>
    <w:rsid w:val="004F5E88"/>
    <w:rsid w:val="004F5EC9"/>
    <w:rsid w:val="004F61A7"/>
    <w:rsid w:val="004F6D25"/>
    <w:rsid w:val="004F7571"/>
    <w:rsid w:val="004F7617"/>
    <w:rsid w:val="004F772A"/>
    <w:rsid w:val="004F7AC9"/>
    <w:rsid w:val="004F7CE1"/>
    <w:rsid w:val="004F7D79"/>
    <w:rsid w:val="005014A4"/>
    <w:rsid w:val="00501674"/>
    <w:rsid w:val="00501872"/>
    <w:rsid w:val="005018ED"/>
    <w:rsid w:val="00501F65"/>
    <w:rsid w:val="005025C4"/>
    <w:rsid w:val="005032D6"/>
    <w:rsid w:val="0050344C"/>
    <w:rsid w:val="005035C2"/>
    <w:rsid w:val="00503800"/>
    <w:rsid w:val="00503820"/>
    <w:rsid w:val="0050385C"/>
    <w:rsid w:val="00503B05"/>
    <w:rsid w:val="00503C37"/>
    <w:rsid w:val="00503F1F"/>
    <w:rsid w:val="0050437D"/>
    <w:rsid w:val="00504554"/>
    <w:rsid w:val="005049F0"/>
    <w:rsid w:val="00504CD7"/>
    <w:rsid w:val="00504E2E"/>
    <w:rsid w:val="00505124"/>
    <w:rsid w:val="005051D0"/>
    <w:rsid w:val="005052F2"/>
    <w:rsid w:val="0050553F"/>
    <w:rsid w:val="00505798"/>
    <w:rsid w:val="00505862"/>
    <w:rsid w:val="00505CEB"/>
    <w:rsid w:val="00505D3C"/>
    <w:rsid w:val="00505DE4"/>
    <w:rsid w:val="005064D0"/>
    <w:rsid w:val="00506C01"/>
    <w:rsid w:val="00506C27"/>
    <w:rsid w:val="00506EB1"/>
    <w:rsid w:val="00507C5D"/>
    <w:rsid w:val="005110FB"/>
    <w:rsid w:val="0051155C"/>
    <w:rsid w:val="005119D4"/>
    <w:rsid w:val="00511F8B"/>
    <w:rsid w:val="00512014"/>
    <w:rsid w:val="0051209D"/>
    <w:rsid w:val="0051245F"/>
    <w:rsid w:val="00512C18"/>
    <w:rsid w:val="00513A09"/>
    <w:rsid w:val="00513AB4"/>
    <w:rsid w:val="00513B03"/>
    <w:rsid w:val="00513C81"/>
    <w:rsid w:val="00513DC1"/>
    <w:rsid w:val="005141A5"/>
    <w:rsid w:val="005141D4"/>
    <w:rsid w:val="005143D3"/>
    <w:rsid w:val="00514BBA"/>
    <w:rsid w:val="00515309"/>
    <w:rsid w:val="00515EBA"/>
    <w:rsid w:val="00516256"/>
    <w:rsid w:val="00516339"/>
    <w:rsid w:val="0051686B"/>
    <w:rsid w:val="0052021D"/>
    <w:rsid w:val="005205AA"/>
    <w:rsid w:val="005208FC"/>
    <w:rsid w:val="00520AF3"/>
    <w:rsid w:val="0052104A"/>
    <w:rsid w:val="005211A4"/>
    <w:rsid w:val="0052130D"/>
    <w:rsid w:val="00521318"/>
    <w:rsid w:val="00521491"/>
    <w:rsid w:val="00521742"/>
    <w:rsid w:val="0052179D"/>
    <w:rsid w:val="00521CA4"/>
    <w:rsid w:val="00522031"/>
    <w:rsid w:val="0052269A"/>
    <w:rsid w:val="00522905"/>
    <w:rsid w:val="00522AD1"/>
    <w:rsid w:val="00522B45"/>
    <w:rsid w:val="00522D21"/>
    <w:rsid w:val="005233B0"/>
    <w:rsid w:val="0052371A"/>
    <w:rsid w:val="00523CCF"/>
    <w:rsid w:val="005240B3"/>
    <w:rsid w:val="00524A55"/>
    <w:rsid w:val="00525336"/>
    <w:rsid w:val="005253B8"/>
    <w:rsid w:val="00525AA4"/>
    <w:rsid w:val="00525D06"/>
    <w:rsid w:val="00525F5E"/>
    <w:rsid w:val="00526466"/>
    <w:rsid w:val="00527D4B"/>
    <w:rsid w:val="00527D78"/>
    <w:rsid w:val="0053051C"/>
    <w:rsid w:val="00531080"/>
    <w:rsid w:val="005311E9"/>
    <w:rsid w:val="005311F2"/>
    <w:rsid w:val="0053135C"/>
    <w:rsid w:val="005317C8"/>
    <w:rsid w:val="00531828"/>
    <w:rsid w:val="00531A32"/>
    <w:rsid w:val="00531C5E"/>
    <w:rsid w:val="00531D89"/>
    <w:rsid w:val="0053245E"/>
    <w:rsid w:val="005328CA"/>
    <w:rsid w:val="00532973"/>
    <w:rsid w:val="00532A66"/>
    <w:rsid w:val="00532E17"/>
    <w:rsid w:val="005335C9"/>
    <w:rsid w:val="00533F71"/>
    <w:rsid w:val="00534614"/>
    <w:rsid w:val="00534728"/>
    <w:rsid w:val="005347DB"/>
    <w:rsid w:val="00534C0B"/>
    <w:rsid w:val="00534F39"/>
    <w:rsid w:val="0053517B"/>
    <w:rsid w:val="0053556B"/>
    <w:rsid w:val="005359A1"/>
    <w:rsid w:val="00535ED7"/>
    <w:rsid w:val="0053612D"/>
    <w:rsid w:val="005364BD"/>
    <w:rsid w:val="00536FA4"/>
    <w:rsid w:val="00537335"/>
    <w:rsid w:val="00537E67"/>
    <w:rsid w:val="00540CCE"/>
    <w:rsid w:val="00540FC5"/>
    <w:rsid w:val="00541487"/>
    <w:rsid w:val="005416CB"/>
    <w:rsid w:val="00541B48"/>
    <w:rsid w:val="0054284A"/>
    <w:rsid w:val="00542982"/>
    <w:rsid w:val="00542BA5"/>
    <w:rsid w:val="00542DFF"/>
    <w:rsid w:val="00542F0F"/>
    <w:rsid w:val="00542FBA"/>
    <w:rsid w:val="00543263"/>
    <w:rsid w:val="00543329"/>
    <w:rsid w:val="00543AD9"/>
    <w:rsid w:val="00543AE9"/>
    <w:rsid w:val="00544597"/>
    <w:rsid w:val="0054490E"/>
    <w:rsid w:val="00544C91"/>
    <w:rsid w:val="00545477"/>
    <w:rsid w:val="00545601"/>
    <w:rsid w:val="0054587C"/>
    <w:rsid w:val="00545C73"/>
    <w:rsid w:val="00545F1F"/>
    <w:rsid w:val="00545FD1"/>
    <w:rsid w:val="00545FF6"/>
    <w:rsid w:val="00546011"/>
    <w:rsid w:val="005464D2"/>
    <w:rsid w:val="00546836"/>
    <w:rsid w:val="0054696E"/>
    <w:rsid w:val="005476CE"/>
    <w:rsid w:val="00547CA2"/>
    <w:rsid w:val="00547CD0"/>
    <w:rsid w:val="005509EF"/>
    <w:rsid w:val="00550AE9"/>
    <w:rsid w:val="0055105F"/>
    <w:rsid w:val="005510F8"/>
    <w:rsid w:val="0055120F"/>
    <w:rsid w:val="00551B62"/>
    <w:rsid w:val="00551C77"/>
    <w:rsid w:val="00551C81"/>
    <w:rsid w:val="00551CBA"/>
    <w:rsid w:val="00551CEF"/>
    <w:rsid w:val="005521A8"/>
    <w:rsid w:val="005521C9"/>
    <w:rsid w:val="00552BA0"/>
    <w:rsid w:val="0055302B"/>
    <w:rsid w:val="005533D5"/>
    <w:rsid w:val="00553A26"/>
    <w:rsid w:val="00553E0D"/>
    <w:rsid w:val="0055428C"/>
    <w:rsid w:val="0055448B"/>
    <w:rsid w:val="005545F1"/>
    <w:rsid w:val="00554C6C"/>
    <w:rsid w:val="00554FB1"/>
    <w:rsid w:val="0055554A"/>
    <w:rsid w:val="0055577A"/>
    <w:rsid w:val="005557E5"/>
    <w:rsid w:val="0055584A"/>
    <w:rsid w:val="005561F6"/>
    <w:rsid w:val="005562E1"/>
    <w:rsid w:val="00556634"/>
    <w:rsid w:val="005567B7"/>
    <w:rsid w:val="00556820"/>
    <w:rsid w:val="00556A2D"/>
    <w:rsid w:val="00556A77"/>
    <w:rsid w:val="00556C07"/>
    <w:rsid w:val="0055759A"/>
    <w:rsid w:val="00557B0D"/>
    <w:rsid w:val="00557E99"/>
    <w:rsid w:val="005600C3"/>
    <w:rsid w:val="00560673"/>
    <w:rsid w:val="005607B3"/>
    <w:rsid w:val="005608C5"/>
    <w:rsid w:val="00560A15"/>
    <w:rsid w:val="00560B13"/>
    <w:rsid w:val="00560C4F"/>
    <w:rsid w:val="00561746"/>
    <w:rsid w:val="005617C1"/>
    <w:rsid w:val="005619F6"/>
    <w:rsid w:val="00561C16"/>
    <w:rsid w:val="00561EA0"/>
    <w:rsid w:val="00562056"/>
    <w:rsid w:val="005620DC"/>
    <w:rsid w:val="0056290F"/>
    <w:rsid w:val="00562D39"/>
    <w:rsid w:val="00562F97"/>
    <w:rsid w:val="00563C49"/>
    <w:rsid w:val="00563F9F"/>
    <w:rsid w:val="00564818"/>
    <w:rsid w:val="0056481A"/>
    <w:rsid w:val="00565018"/>
    <w:rsid w:val="00565456"/>
    <w:rsid w:val="0056556B"/>
    <w:rsid w:val="005655CF"/>
    <w:rsid w:val="005659D4"/>
    <w:rsid w:val="005659EC"/>
    <w:rsid w:val="00565A5F"/>
    <w:rsid w:val="00565F88"/>
    <w:rsid w:val="00565FF2"/>
    <w:rsid w:val="005663A8"/>
    <w:rsid w:val="005664B3"/>
    <w:rsid w:val="005668BC"/>
    <w:rsid w:val="00566C29"/>
    <w:rsid w:val="0056796C"/>
    <w:rsid w:val="00567A5C"/>
    <w:rsid w:val="00567D21"/>
    <w:rsid w:val="0057057E"/>
    <w:rsid w:val="005711AD"/>
    <w:rsid w:val="00571472"/>
    <w:rsid w:val="00571F2F"/>
    <w:rsid w:val="00572078"/>
    <w:rsid w:val="005722C9"/>
    <w:rsid w:val="00572310"/>
    <w:rsid w:val="00572793"/>
    <w:rsid w:val="00572B0D"/>
    <w:rsid w:val="00572B18"/>
    <w:rsid w:val="00572F01"/>
    <w:rsid w:val="00573134"/>
    <w:rsid w:val="00573137"/>
    <w:rsid w:val="005731F4"/>
    <w:rsid w:val="00573350"/>
    <w:rsid w:val="005734AE"/>
    <w:rsid w:val="00573D95"/>
    <w:rsid w:val="00573ED3"/>
    <w:rsid w:val="005740E3"/>
    <w:rsid w:val="005740FD"/>
    <w:rsid w:val="00574403"/>
    <w:rsid w:val="00574D3C"/>
    <w:rsid w:val="00574FE2"/>
    <w:rsid w:val="00575555"/>
    <w:rsid w:val="00575E45"/>
    <w:rsid w:val="00576360"/>
    <w:rsid w:val="005765C6"/>
    <w:rsid w:val="0057668F"/>
    <w:rsid w:val="00576DAE"/>
    <w:rsid w:val="00577463"/>
    <w:rsid w:val="00577A2E"/>
    <w:rsid w:val="00577A44"/>
    <w:rsid w:val="00577C43"/>
    <w:rsid w:val="00580318"/>
    <w:rsid w:val="00580712"/>
    <w:rsid w:val="0058099B"/>
    <w:rsid w:val="00580F08"/>
    <w:rsid w:val="00581076"/>
    <w:rsid w:val="0058113E"/>
    <w:rsid w:val="00581863"/>
    <w:rsid w:val="00582312"/>
    <w:rsid w:val="00582514"/>
    <w:rsid w:val="00582F36"/>
    <w:rsid w:val="005833A8"/>
    <w:rsid w:val="00583422"/>
    <w:rsid w:val="00583582"/>
    <w:rsid w:val="00583603"/>
    <w:rsid w:val="0058393B"/>
    <w:rsid w:val="00584FA2"/>
    <w:rsid w:val="00585291"/>
    <w:rsid w:val="0058569F"/>
    <w:rsid w:val="00585831"/>
    <w:rsid w:val="00585931"/>
    <w:rsid w:val="00585BF6"/>
    <w:rsid w:val="00586040"/>
    <w:rsid w:val="00586093"/>
    <w:rsid w:val="005860CB"/>
    <w:rsid w:val="00586193"/>
    <w:rsid w:val="0058621D"/>
    <w:rsid w:val="005868B4"/>
    <w:rsid w:val="005875B5"/>
    <w:rsid w:val="0058799D"/>
    <w:rsid w:val="0059085C"/>
    <w:rsid w:val="00590C8F"/>
    <w:rsid w:val="00590FE0"/>
    <w:rsid w:val="005912B1"/>
    <w:rsid w:val="005912FE"/>
    <w:rsid w:val="00591357"/>
    <w:rsid w:val="00591A12"/>
    <w:rsid w:val="00591A52"/>
    <w:rsid w:val="00592150"/>
    <w:rsid w:val="0059224D"/>
    <w:rsid w:val="00592973"/>
    <w:rsid w:val="00592C33"/>
    <w:rsid w:val="00592D44"/>
    <w:rsid w:val="00592E54"/>
    <w:rsid w:val="00592F81"/>
    <w:rsid w:val="005931A9"/>
    <w:rsid w:val="005935CF"/>
    <w:rsid w:val="00593BAC"/>
    <w:rsid w:val="0059476F"/>
    <w:rsid w:val="005948B6"/>
    <w:rsid w:val="00594D50"/>
    <w:rsid w:val="00594DED"/>
    <w:rsid w:val="005952E3"/>
    <w:rsid w:val="00595317"/>
    <w:rsid w:val="00595511"/>
    <w:rsid w:val="00595C9E"/>
    <w:rsid w:val="00595CED"/>
    <w:rsid w:val="005962E0"/>
    <w:rsid w:val="005963D8"/>
    <w:rsid w:val="00596DD9"/>
    <w:rsid w:val="00596F1B"/>
    <w:rsid w:val="005975E2"/>
    <w:rsid w:val="005A0A53"/>
    <w:rsid w:val="005A0C47"/>
    <w:rsid w:val="005A16EB"/>
    <w:rsid w:val="005A194E"/>
    <w:rsid w:val="005A1B02"/>
    <w:rsid w:val="005A1D68"/>
    <w:rsid w:val="005A1E80"/>
    <w:rsid w:val="005A1F20"/>
    <w:rsid w:val="005A2189"/>
    <w:rsid w:val="005A225B"/>
    <w:rsid w:val="005A25AF"/>
    <w:rsid w:val="005A2A43"/>
    <w:rsid w:val="005A2B8B"/>
    <w:rsid w:val="005A2C9A"/>
    <w:rsid w:val="005A3334"/>
    <w:rsid w:val="005A3346"/>
    <w:rsid w:val="005A3AE9"/>
    <w:rsid w:val="005A3AFB"/>
    <w:rsid w:val="005A4109"/>
    <w:rsid w:val="005A4276"/>
    <w:rsid w:val="005A47AF"/>
    <w:rsid w:val="005A49AB"/>
    <w:rsid w:val="005A4FEC"/>
    <w:rsid w:val="005A5440"/>
    <w:rsid w:val="005A5715"/>
    <w:rsid w:val="005A5D78"/>
    <w:rsid w:val="005A601B"/>
    <w:rsid w:val="005A6383"/>
    <w:rsid w:val="005A6AB4"/>
    <w:rsid w:val="005A6F0A"/>
    <w:rsid w:val="005A6FA0"/>
    <w:rsid w:val="005A7855"/>
    <w:rsid w:val="005A79A1"/>
    <w:rsid w:val="005A7C3C"/>
    <w:rsid w:val="005A7E4B"/>
    <w:rsid w:val="005B0551"/>
    <w:rsid w:val="005B0927"/>
    <w:rsid w:val="005B0CC9"/>
    <w:rsid w:val="005B113F"/>
    <w:rsid w:val="005B1882"/>
    <w:rsid w:val="005B1DAA"/>
    <w:rsid w:val="005B1FB4"/>
    <w:rsid w:val="005B258B"/>
    <w:rsid w:val="005B2A63"/>
    <w:rsid w:val="005B2A69"/>
    <w:rsid w:val="005B2DFA"/>
    <w:rsid w:val="005B3173"/>
    <w:rsid w:val="005B45EA"/>
    <w:rsid w:val="005B47E2"/>
    <w:rsid w:val="005B5039"/>
    <w:rsid w:val="005B56F3"/>
    <w:rsid w:val="005B57F2"/>
    <w:rsid w:val="005B5EFD"/>
    <w:rsid w:val="005B6523"/>
    <w:rsid w:val="005B6FC5"/>
    <w:rsid w:val="005B743D"/>
    <w:rsid w:val="005B7586"/>
    <w:rsid w:val="005B7C45"/>
    <w:rsid w:val="005C0350"/>
    <w:rsid w:val="005C03FA"/>
    <w:rsid w:val="005C0640"/>
    <w:rsid w:val="005C0641"/>
    <w:rsid w:val="005C06CC"/>
    <w:rsid w:val="005C0B22"/>
    <w:rsid w:val="005C0C08"/>
    <w:rsid w:val="005C1066"/>
    <w:rsid w:val="005C1102"/>
    <w:rsid w:val="005C16AB"/>
    <w:rsid w:val="005C1804"/>
    <w:rsid w:val="005C193F"/>
    <w:rsid w:val="005C1943"/>
    <w:rsid w:val="005C1A9A"/>
    <w:rsid w:val="005C1CBA"/>
    <w:rsid w:val="005C1FEC"/>
    <w:rsid w:val="005C2950"/>
    <w:rsid w:val="005C2E88"/>
    <w:rsid w:val="005C2F6C"/>
    <w:rsid w:val="005C35DA"/>
    <w:rsid w:val="005C3675"/>
    <w:rsid w:val="005C38E1"/>
    <w:rsid w:val="005C3D0D"/>
    <w:rsid w:val="005C4BBB"/>
    <w:rsid w:val="005C5AC3"/>
    <w:rsid w:val="005C61ED"/>
    <w:rsid w:val="005C6334"/>
    <w:rsid w:val="005C6CD6"/>
    <w:rsid w:val="005C6D5A"/>
    <w:rsid w:val="005C793A"/>
    <w:rsid w:val="005C7A99"/>
    <w:rsid w:val="005C7FF7"/>
    <w:rsid w:val="005D04F5"/>
    <w:rsid w:val="005D0568"/>
    <w:rsid w:val="005D09B6"/>
    <w:rsid w:val="005D0CE8"/>
    <w:rsid w:val="005D0D1C"/>
    <w:rsid w:val="005D0D5D"/>
    <w:rsid w:val="005D0DCF"/>
    <w:rsid w:val="005D0E4C"/>
    <w:rsid w:val="005D148C"/>
    <w:rsid w:val="005D149A"/>
    <w:rsid w:val="005D1C1A"/>
    <w:rsid w:val="005D2072"/>
    <w:rsid w:val="005D22A7"/>
    <w:rsid w:val="005D27A4"/>
    <w:rsid w:val="005D29BC"/>
    <w:rsid w:val="005D2E1D"/>
    <w:rsid w:val="005D34C3"/>
    <w:rsid w:val="005D3BCE"/>
    <w:rsid w:val="005D411A"/>
    <w:rsid w:val="005D4392"/>
    <w:rsid w:val="005D43F7"/>
    <w:rsid w:val="005D4735"/>
    <w:rsid w:val="005D4895"/>
    <w:rsid w:val="005D5455"/>
    <w:rsid w:val="005D54EB"/>
    <w:rsid w:val="005D57D1"/>
    <w:rsid w:val="005D5B81"/>
    <w:rsid w:val="005D5F70"/>
    <w:rsid w:val="005D6427"/>
    <w:rsid w:val="005D667D"/>
    <w:rsid w:val="005D66F7"/>
    <w:rsid w:val="005D72D5"/>
    <w:rsid w:val="005D7350"/>
    <w:rsid w:val="005D764F"/>
    <w:rsid w:val="005D7BDF"/>
    <w:rsid w:val="005E04FF"/>
    <w:rsid w:val="005E080B"/>
    <w:rsid w:val="005E08D4"/>
    <w:rsid w:val="005E0BCE"/>
    <w:rsid w:val="005E0C57"/>
    <w:rsid w:val="005E125E"/>
    <w:rsid w:val="005E1335"/>
    <w:rsid w:val="005E17F4"/>
    <w:rsid w:val="005E1AC7"/>
    <w:rsid w:val="005E202E"/>
    <w:rsid w:val="005E20CD"/>
    <w:rsid w:val="005E2224"/>
    <w:rsid w:val="005E2448"/>
    <w:rsid w:val="005E26D7"/>
    <w:rsid w:val="005E27E8"/>
    <w:rsid w:val="005E2EB0"/>
    <w:rsid w:val="005E37CD"/>
    <w:rsid w:val="005E434F"/>
    <w:rsid w:val="005E43F3"/>
    <w:rsid w:val="005E4467"/>
    <w:rsid w:val="005E450A"/>
    <w:rsid w:val="005E462E"/>
    <w:rsid w:val="005E4CB2"/>
    <w:rsid w:val="005E4D7B"/>
    <w:rsid w:val="005E5594"/>
    <w:rsid w:val="005E5734"/>
    <w:rsid w:val="005E58D4"/>
    <w:rsid w:val="005E5DE2"/>
    <w:rsid w:val="005E638A"/>
    <w:rsid w:val="005E6448"/>
    <w:rsid w:val="005E6684"/>
    <w:rsid w:val="005E66BA"/>
    <w:rsid w:val="005E67AB"/>
    <w:rsid w:val="005E7176"/>
    <w:rsid w:val="005E7356"/>
    <w:rsid w:val="005E75AF"/>
    <w:rsid w:val="005E7697"/>
    <w:rsid w:val="005E7E2C"/>
    <w:rsid w:val="005F02A8"/>
    <w:rsid w:val="005F03C8"/>
    <w:rsid w:val="005F040E"/>
    <w:rsid w:val="005F092C"/>
    <w:rsid w:val="005F1194"/>
    <w:rsid w:val="005F18B5"/>
    <w:rsid w:val="005F18BD"/>
    <w:rsid w:val="005F18D0"/>
    <w:rsid w:val="005F1B15"/>
    <w:rsid w:val="005F1CC9"/>
    <w:rsid w:val="005F1F2C"/>
    <w:rsid w:val="005F2155"/>
    <w:rsid w:val="005F2480"/>
    <w:rsid w:val="005F2B5A"/>
    <w:rsid w:val="005F36CB"/>
    <w:rsid w:val="005F3AE0"/>
    <w:rsid w:val="005F3AF5"/>
    <w:rsid w:val="005F3E7F"/>
    <w:rsid w:val="005F4145"/>
    <w:rsid w:val="005F46F3"/>
    <w:rsid w:val="005F49F1"/>
    <w:rsid w:val="005F4A52"/>
    <w:rsid w:val="005F4ACA"/>
    <w:rsid w:val="005F4C0D"/>
    <w:rsid w:val="005F4D9E"/>
    <w:rsid w:val="005F4F9B"/>
    <w:rsid w:val="005F58F9"/>
    <w:rsid w:val="005F59F8"/>
    <w:rsid w:val="005F5D59"/>
    <w:rsid w:val="005F64DE"/>
    <w:rsid w:val="005F6EC2"/>
    <w:rsid w:val="005F7687"/>
    <w:rsid w:val="005F7DC6"/>
    <w:rsid w:val="00600249"/>
    <w:rsid w:val="00600428"/>
    <w:rsid w:val="00600557"/>
    <w:rsid w:val="006008F9"/>
    <w:rsid w:val="006009CE"/>
    <w:rsid w:val="00600EC6"/>
    <w:rsid w:val="006013FB"/>
    <w:rsid w:val="00601C79"/>
    <w:rsid w:val="0060242F"/>
    <w:rsid w:val="00602430"/>
    <w:rsid w:val="0060261F"/>
    <w:rsid w:val="00602CFD"/>
    <w:rsid w:val="00602DBB"/>
    <w:rsid w:val="006031D8"/>
    <w:rsid w:val="00603799"/>
    <w:rsid w:val="0060387F"/>
    <w:rsid w:val="006039C2"/>
    <w:rsid w:val="00603BB7"/>
    <w:rsid w:val="00604169"/>
    <w:rsid w:val="00604736"/>
    <w:rsid w:val="006048F7"/>
    <w:rsid w:val="00604B2F"/>
    <w:rsid w:val="00604B38"/>
    <w:rsid w:val="00605B1A"/>
    <w:rsid w:val="00605EA9"/>
    <w:rsid w:val="006064EF"/>
    <w:rsid w:val="00606744"/>
    <w:rsid w:val="0060676D"/>
    <w:rsid w:val="0060681F"/>
    <w:rsid w:val="00606C13"/>
    <w:rsid w:val="00606FAD"/>
    <w:rsid w:val="00607743"/>
    <w:rsid w:val="00607847"/>
    <w:rsid w:val="006079EB"/>
    <w:rsid w:val="00607E36"/>
    <w:rsid w:val="00607F9A"/>
    <w:rsid w:val="006101C8"/>
    <w:rsid w:val="006103C8"/>
    <w:rsid w:val="00610BEC"/>
    <w:rsid w:val="0061196E"/>
    <w:rsid w:val="00611B4B"/>
    <w:rsid w:val="00611C10"/>
    <w:rsid w:val="00611CC1"/>
    <w:rsid w:val="00612067"/>
    <w:rsid w:val="00612117"/>
    <w:rsid w:val="006122EB"/>
    <w:rsid w:val="00612366"/>
    <w:rsid w:val="00612C40"/>
    <w:rsid w:val="0061315F"/>
    <w:rsid w:val="006131FA"/>
    <w:rsid w:val="0061355B"/>
    <w:rsid w:val="00614412"/>
    <w:rsid w:val="00614BEF"/>
    <w:rsid w:val="00615759"/>
    <w:rsid w:val="00615A7B"/>
    <w:rsid w:val="00615B20"/>
    <w:rsid w:val="00615FEB"/>
    <w:rsid w:val="006164B8"/>
    <w:rsid w:val="0061662F"/>
    <w:rsid w:val="00616912"/>
    <w:rsid w:val="00616924"/>
    <w:rsid w:val="0061698D"/>
    <w:rsid w:val="0061708A"/>
    <w:rsid w:val="006177A7"/>
    <w:rsid w:val="00617B48"/>
    <w:rsid w:val="006208CD"/>
    <w:rsid w:val="00620C63"/>
    <w:rsid w:val="00621AF2"/>
    <w:rsid w:val="00622227"/>
    <w:rsid w:val="0062296F"/>
    <w:rsid w:val="006232EA"/>
    <w:rsid w:val="00623B8E"/>
    <w:rsid w:val="00623C57"/>
    <w:rsid w:val="00623E66"/>
    <w:rsid w:val="00623FCF"/>
    <w:rsid w:val="00624524"/>
    <w:rsid w:val="0062506A"/>
    <w:rsid w:val="006264C7"/>
    <w:rsid w:val="0062669E"/>
    <w:rsid w:val="00626902"/>
    <w:rsid w:val="006269B4"/>
    <w:rsid w:val="00626B3B"/>
    <w:rsid w:val="00626EBC"/>
    <w:rsid w:val="00627BD5"/>
    <w:rsid w:val="00627CE8"/>
    <w:rsid w:val="00627D30"/>
    <w:rsid w:val="00627E4D"/>
    <w:rsid w:val="00630A9C"/>
    <w:rsid w:val="00630BAF"/>
    <w:rsid w:val="00630C21"/>
    <w:rsid w:val="00630EE9"/>
    <w:rsid w:val="006312EF"/>
    <w:rsid w:val="00631802"/>
    <w:rsid w:val="00631B52"/>
    <w:rsid w:val="00631C2B"/>
    <w:rsid w:val="0063202B"/>
    <w:rsid w:val="0063259B"/>
    <w:rsid w:val="0063316E"/>
    <w:rsid w:val="0063363B"/>
    <w:rsid w:val="00633710"/>
    <w:rsid w:val="0063371A"/>
    <w:rsid w:val="00634019"/>
    <w:rsid w:val="00634167"/>
    <w:rsid w:val="00634524"/>
    <w:rsid w:val="00634575"/>
    <w:rsid w:val="006345F1"/>
    <w:rsid w:val="00634BC0"/>
    <w:rsid w:val="00635069"/>
    <w:rsid w:val="006350FE"/>
    <w:rsid w:val="006352FD"/>
    <w:rsid w:val="00635E38"/>
    <w:rsid w:val="0063613D"/>
    <w:rsid w:val="0063643C"/>
    <w:rsid w:val="00636736"/>
    <w:rsid w:val="00636A70"/>
    <w:rsid w:val="00637195"/>
    <w:rsid w:val="006374E4"/>
    <w:rsid w:val="00637693"/>
    <w:rsid w:val="00637BB4"/>
    <w:rsid w:val="00637F68"/>
    <w:rsid w:val="00640762"/>
    <w:rsid w:val="006409E7"/>
    <w:rsid w:val="00641042"/>
    <w:rsid w:val="0064198E"/>
    <w:rsid w:val="00641A93"/>
    <w:rsid w:val="00641E6D"/>
    <w:rsid w:val="00642779"/>
    <w:rsid w:val="00642AF4"/>
    <w:rsid w:val="00642EFB"/>
    <w:rsid w:val="00642FA6"/>
    <w:rsid w:val="00643833"/>
    <w:rsid w:val="006438FC"/>
    <w:rsid w:val="00643BF7"/>
    <w:rsid w:val="00643D2B"/>
    <w:rsid w:val="006445E2"/>
    <w:rsid w:val="00644B89"/>
    <w:rsid w:val="00644D55"/>
    <w:rsid w:val="00645297"/>
    <w:rsid w:val="006453B3"/>
    <w:rsid w:val="00645C01"/>
    <w:rsid w:val="006465BD"/>
    <w:rsid w:val="00646692"/>
    <w:rsid w:val="00646BD6"/>
    <w:rsid w:val="00647459"/>
    <w:rsid w:val="0064758D"/>
    <w:rsid w:val="0064770E"/>
    <w:rsid w:val="00647DD1"/>
    <w:rsid w:val="00647F21"/>
    <w:rsid w:val="00650366"/>
    <w:rsid w:val="00650514"/>
    <w:rsid w:val="00650577"/>
    <w:rsid w:val="00650C9A"/>
    <w:rsid w:val="006510E3"/>
    <w:rsid w:val="006517F0"/>
    <w:rsid w:val="00651A3B"/>
    <w:rsid w:val="00651A98"/>
    <w:rsid w:val="00651FE4"/>
    <w:rsid w:val="00652254"/>
    <w:rsid w:val="00652CF0"/>
    <w:rsid w:val="00652E35"/>
    <w:rsid w:val="00653447"/>
    <w:rsid w:val="00653742"/>
    <w:rsid w:val="006537D0"/>
    <w:rsid w:val="00653AF6"/>
    <w:rsid w:val="00653B7A"/>
    <w:rsid w:val="00653D92"/>
    <w:rsid w:val="00653F07"/>
    <w:rsid w:val="006540DC"/>
    <w:rsid w:val="00654B05"/>
    <w:rsid w:val="00654B8B"/>
    <w:rsid w:val="00655067"/>
    <w:rsid w:val="006557AC"/>
    <w:rsid w:val="00655D05"/>
    <w:rsid w:val="00655FA0"/>
    <w:rsid w:val="00656C96"/>
    <w:rsid w:val="00656D37"/>
    <w:rsid w:val="00656FFC"/>
    <w:rsid w:val="0065796B"/>
    <w:rsid w:val="00657EC5"/>
    <w:rsid w:val="0066065F"/>
    <w:rsid w:val="00660827"/>
    <w:rsid w:val="006615F3"/>
    <w:rsid w:val="006617DE"/>
    <w:rsid w:val="00661F93"/>
    <w:rsid w:val="006635D5"/>
    <w:rsid w:val="00663A99"/>
    <w:rsid w:val="00663BF1"/>
    <w:rsid w:val="00663DD6"/>
    <w:rsid w:val="00664079"/>
    <w:rsid w:val="00664364"/>
    <w:rsid w:val="006643C5"/>
    <w:rsid w:val="00664C34"/>
    <w:rsid w:val="00664EBC"/>
    <w:rsid w:val="00665554"/>
    <w:rsid w:val="006655BB"/>
    <w:rsid w:val="00665761"/>
    <w:rsid w:val="00665C3F"/>
    <w:rsid w:val="00665D72"/>
    <w:rsid w:val="006661AD"/>
    <w:rsid w:val="0066641E"/>
    <w:rsid w:val="00666460"/>
    <w:rsid w:val="00666845"/>
    <w:rsid w:val="006672B4"/>
    <w:rsid w:val="006673AA"/>
    <w:rsid w:val="0066744C"/>
    <w:rsid w:val="00667937"/>
    <w:rsid w:val="00667AA6"/>
    <w:rsid w:val="00667CC5"/>
    <w:rsid w:val="00670157"/>
    <w:rsid w:val="006703A6"/>
    <w:rsid w:val="00670E70"/>
    <w:rsid w:val="00671068"/>
    <w:rsid w:val="0067148A"/>
    <w:rsid w:val="0067156B"/>
    <w:rsid w:val="00671614"/>
    <w:rsid w:val="00671F34"/>
    <w:rsid w:val="0067264D"/>
    <w:rsid w:val="00672661"/>
    <w:rsid w:val="0067268D"/>
    <w:rsid w:val="006727BC"/>
    <w:rsid w:val="00672860"/>
    <w:rsid w:val="006728AF"/>
    <w:rsid w:val="00672A53"/>
    <w:rsid w:val="00672E7F"/>
    <w:rsid w:val="00672F72"/>
    <w:rsid w:val="00672FC1"/>
    <w:rsid w:val="00673310"/>
    <w:rsid w:val="00673636"/>
    <w:rsid w:val="006739D9"/>
    <w:rsid w:val="00673A5F"/>
    <w:rsid w:val="00673F09"/>
    <w:rsid w:val="00674388"/>
    <w:rsid w:val="0067459A"/>
    <w:rsid w:val="00674780"/>
    <w:rsid w:val="00674CAB"/>
    <w:rsid w:val="00674D59"/>
    <w:rsid w:val="00675282"/>
    <w:rsid w:val="006752EA"/>
    <w:rsid w:val="00675A58"/>
    <w:rsid w:val="006762AA"/>
    <w:rsid w:val="00676684"/>
    <w:rsid w:val="00676810"/>
    <w:rsid w:val="0068030C"/>
    <w:rsid w:val="00680417"/>
    <w:rsid w:val="00680457"/>
    <w:rsid w:val="0068183F"/>
    <w:rsid w:val="006819AA"/>
    <w:rsid w:val="006819CE"/>
    <w:rsid w:val="006823DF"/>
    <w:rsid w:val="00682596"/>
    <w:rsid w:val="006826B5"/>
    <w:rsid w:val="00682911"/>
    <w:rsid w:val="00682975"/>
    <w:rsid w:val="00682A15"/>
    <w:rsid w:val="00682E77"/>
    <w:rsid w:val="00683436"/>
    <w:rsid w:val="0068367B"/>
    <w:rsid w:val="006838E5"/>
    <w:rsid w:val="00683AE6"/>
    <w:rsid w:val="00683AF7"/>
    <w:rsid w:val="00683B0B"/>
    <w:rsid w:val="00683D93"/>
    <w:rsid w:val="00683E21"/>
    <w:rsid w:val="00684048"/>
    <w:rsid w:val="00684550"/>
    <w:rsid w:val="006845F5"/>
    <w:rsid w:val="0068479E"/>
    <w:rsid w:val="00684B67"/>
    <w:rsid w:val="00684DA7"/>
    <w:rsid w:val="00684EC8"/>
    <w:rsid w:val="00685394"/>
    <w:rsid w:val="00685498"/>
    <w:rsid w:val="006854B8"/>
    <w:rsid w:val="00685602"/>
    <w:rsid w:val="00685AB4"/>
    <w:rsid w:val="00685D67"/>
    <w:rsid w:val="0068645D"/>
    <w:rsid w:val="0068695D"/>
    <w:rsid w:val="00686A53"/>
    <w:rsid w:val="0068737C"/>
    <w:rsid w:val="00687637"/>
    <w:rsid w:val="006877ED"/>
    <w:rsid w:val="00687908"/>
    <w:rsid w:val="00687B01"/>
    <w:rsid w:val="00687C87"/>
    <w:rsid w:val="00690081"/>
    <w:rsid w:val="006903FF"/>
    <w:rsid w:val="006907EC"/>
    <w:rsid w:val="00690AA6"/>
    <w:rsid w:val="00691562"/>
    <w:rsid w:val="00691623"/>
    <w:rsid w:val="006918D4"/>
    <w:rsid w:val="00691F8D"/>
    <w:rsid w:val="006922EB"/>
    <w:rsid w:val="00692493"/>
    <w:rsid w:val="006927ED"/>
    <w:rsid w:val="00692D20"/>
    <w:rsid w:val="00692F9C"/>
    <w:rsid w:val="00693348"/>
    <w:rsid w:val="00693709"/>
    <w:rsid w:val="0069375E"/>
    <w:rsid w:val="00693996"/>
    <w:rsid w:val="00693C8F"/>
    <w:rsid w:val="0069430F"/>
    <w:rsid w:val="00694539"/>
    <w:rsid w:val="00694A1E"/>
    <w:rsid w:val="00694AE0"/>
    <w:rsid w:val="00694DE2"/>
    <w:rsid w:val="00694F36"/>
    <w:rsid w:val="006950D4"/>
    <w:rsid w:val="006950EC"/>
    <w:rsid w:val="00695186"/>
    <w:rsid w:val="00695816"/>
    <w:rsid w:val="00695D8F"/>
    <w:rsid w:val="00695F2C"/>
    <w:rsid w:val="006962B7"/>
    <w:rsid w:val="00696796"/>
    <w:rsid w:val="00696AD7"/>
    <w:rsid w:val="006973DC"/>
    <w:rsid w:val="00697595"/>
    <w:rsid w:val="00697E52"/>
    <w:rsid w:val="006A0626"/>
    <w:rsid w:val="006A0A54"/>
    <w:rsid w:val="006A0B3E"/>
    <w:rsid w:val="006A1086"/>
    <w:rsid w:val="006A12EF"/>
    <w:rsid w:val="006A1367"/>
    <w:rsid w:val="006A145B"/>
    <w:rsid w:val="006A145F"/>
    <w:rsid w:val="006A15FE"/>
    <w:rsid w:val="006A1911"/>
    <w:rsid w:val="006A1A4B"/>
    <w:rsid w:val="006A1DCA"/>
    <w:rsid w:val="006A2174"/>
    <w:rsid w:val="006A2553"/>
    <w:rsid w:val="006A2DE8"/>
    <w:rsid w:val="006A2E43"/>
    <w:rsid w:val="006A31D9"/>
    <w:rsid w:val="006A3323"/>
    <w:rsid w:val="006A3569"/>
    <w:rsid w:val="006A374F"/>
    <w:rsid w:val="006A39A6"/>
    <w:rsid w:val="006A3B6D"/>
    <w:rsid w:val="006A3C79"/>
    <w:rsid w:val="006A3EC0"/>
    <w:rsid w:val="006A43D5"/>
    <w:rsid w:val="006A467A"/>
    <w:rsid w:val="006A58B7"/>
    <w:rsid w:val="006A5963"/>
    <w:rsid w:val="006A5C0B"/>
    <w:rsid w:val="006A5D63"/>
    <w:rsid w:val="006A6063"/>
    <w:rsid w:val="006A6521"/>
    <w:rsid w:val="006A65A4"/>
    <w:rsid w:val="006A6871"/>
    <w:rsid w:val="006A69ED"/>
    <w:rsid w:val="006A6B2B"/>
    <w:rsid w:val="006A6C36"/>
    <w:rsid w:val="006A6E24"/>
    <w:rsid w:val="006A7785"/>
    <w:rsid w:val="006A7807"/>
    <w:rsid w:val="006A7839"/>
    <w:rsid w:val="006A7BB1"/>
    <w:rsid w:val="006B018D"/>
    <w:rsid w:val="006B03AD"/>
    <w:rsid w:val="006B069C"/>
    <w:rsid w:val="006B06D7"/>
    <w:rsid w:val="006B08A5"/>
    <w:rsid w:val="006B09FE"/>
    <w:rsid w:val="006B0AA4"/>
    <w:rsid w:val="006B0C24"/>
    <w:rsid w:val="006B0FED"/>
    <w:rsid w:val="006B118A"/>
    <w:rsid w:val="006B16AE"/>
    <w:rsid w:val="006B18EE"/>
    <w:rsid w:val="006B19BA"/>
    <w:rsid w:val="006B19BF"/>
    <w:rsid w:val="006B1BD7"/>
    <w:rsid w:val="006B22D0"/>
    <w:rsid w:val="006B2447"/>
    <w:rsid w:val="006B2555"/>
    <w:rsid w:val="006B2761"/>
    <w:rsid w:val="006B2957"/>
    <w:rsid w:val="006B31F7"/>
    <w:rsid w:val="006B336E"/>
    <w:rsid w:val="006B37B6"/>
    <w:rsid w:val="006B3D80"/>
    <w:rsid w:val="006B4211"/>
    <w:rsid w:val="006B428A"/>
    <w:rsid w:val="006B4369"/>
    <w:rsid w:val="006B45B3"/>
    <w:rsid w:val="006B4679"/>
    <w:rsid w:val="006B49DF"/>
    <w:rsid w:val="006B4A05"/>
    <w:rsid w:val="006B4AF7"/>
    <w:rsid w:val="006B4D5B"/>
    <w:rsid w:val="006B4E4C"/>
    <w:rsid w:val="006B4F45"/>
    <w:rsid w:val="006B50AB"/>
    <w:rsid w:val="006B548E"/>
    <w:rsid w:val="006B55BF"/>
    <w:rsid w:val="006B57C1"/>
    <w:rsid w:val="006B6429"/>
    <w:rsid w:val="006B6659"/>
    <w:rsid w:val="006B6EDD"/>
    <w:rsid w:val="006B70AF"/>
    <w:rsid w:val="006B7E71"/>
    <w:rsid w:val="006C043B"/>
    <w:rsid w:val="006C0A1D"/>
    <w:rsid w:val="006C0C6A"/>
    <w:rsid w:val="006C0D69"/>
    <w:rsid w:val="006C1162"/>
    <w:rsid w:val="006C11A8"/>
    <w:rsid w:val="006C1227"/>
    <w:rsid w:val="006C133C"/>
    <w:rsid w:val="006C168E"/>
    <w:rsid w:val="006C17AC"/>
    <w:rsid w:val="006C22D4"/>
    <w:rsid w:val="006C2504"/>
    <w:rsid w:val="006C2AB3"/>
    <w:rsid w:val="006C2C35"/>
    <w:rsid w:val="006C2C62"/>
    <w:rsid w:val="006C2FEC"/>
    <w:rsid w:val="006C33C0"/>
    <w:rsid w:val="006C3456"/>
    <w:rsid w:val="006C352A"/>
    <w:rsid w:val="006C3AE4"/>
    <w:rsid w:val="006C4166"/>
    <w:rsid w:val="006C4F7D"/>
    <w:rsid w:val="006C551B"/>
    <w:rsid w:val="006C58CF"/>
    <w:rsid w:val="006C5A8B"/>
    <w:rsid w:val="006C5AE0"/>
    <w:rsid w:val="006C61CA"/>
    <w:rsid w:val="006C635A"/>
    <w:rsid w:val="006C65F4"/>
    <w:rsid w:val="006C6C0F"/>
    <w:rsid w:val="006C7102"/>
    <w:rsid w:val="006C72EE"/>
    <w:rsid w:val="006C7933"/>
    <w:rsid w:val="006C79D7"/>
    <w:rsid w:val="006C7B60"/>
    <w:rsid w:val="006C7D17"/>
    <w:rsid w:val="006D02CA"/>
    <w:rsid w:val="006D0B02"/>
    <w:rsid w:val="006D10F6"/>
    <w:rsid w:val="006D1CB2"/>
    <w:rsid w:val="006D2591"/>
    <w:rsid w:val="006D26C5"/>
    <w:rsid w:val="006D2BB7"/>
    <w:rsid w:val="006D2CC7"/>
    <w:rsid w:val="006D3151"/>
    <w:rsid w:val="006D3F13"/>
    <w:rsid w:val="006D4320"/>
    <w:rsid w:val="006D4520"/>
    <w:rsid w:val="006D485D"/>
    <w:rsid w:val="006D4B08"/>
    <w:rsid w:val="006D4CCF"/>
    <w:rsid w:val="006D549F"/>
    <w:rsid w:val="006D56DF"/>
    <w:rsid w:val="006D5A51"/>
    <w:rsid w:val="006D5D10"/>
    <w:rsid w:val="006D6379"/>
    <w:rsid w:val="006D6872"/>
    <w:rsid w:val="006D68E3"/>
    <w:rsid w:val="006D6C24"/>
    <w:rsid w:val="006D7107"/>
    <w:rsid w:val="006D76D0"/>
    <w:rsid w:val="006D7B79"/>
    <w:rsid w:val="006D7C9A"/>
    <w:rsid w:val="006E0018"/>
    <w:rsid w:val="006E0372"/>
    <w:rsid w:val="006E0634"/>
    <w:rsid w:val="006E07CE"/>
    <w:rsid w:val="006E0BBB"/>
    <w:rsid w:val="006E0DD6"/>
    <w:rsid w:val="006E106B"/>
    <w:rsid w:val="006E1431"/>
    <w:rsid w:val="006E1450"/>
    <w:rsid w:val="006E1A4A"/>
    <w:rsid w:val="006E1BB1"/>
    <w:rsid w:val="006E26C2"/>
    <w:rsid w:val="006E26F0"/>
    <w:rsid w:val="006E27D4"/>
    <w:rsid w:val="006E2DE0"/>
    <w:rsid w:val="006E2FAD"/>
    <w:rsid w:val="006E30EA"/>
    <w:rsid w:val="006E327A"/>
    <w:rsid w:val="006E3556"/>
    <w:rsid w:val="006E36BD"/>
    <w:rsid w:val="006E38A4"/>
    <w:rsid w:val="006E3B5C"/>
    <w:rsid w:val="006E5226"/>
    <w:rsid w:val="006E53E2"/>
    <w:rsid w:val="006E5871"/>
    <w:rsid w:val="006E5C83"/>
    <w:rsid w:val="006E5EB5"/>
    <w:rsid w:val="006E6071"/>
    <w:rsid w:val="006E61F8"/>
    <w:rsid w:val="006E6C66"/>
    <w:rsid w:val="006E769D"/>
    <w:rsid w:val="006E7BB7"/>
    <w:rsid w:val="006E7CF4"/>
    <w:rsid w:val="006F020C"/>
    <w:rsid w:val="006F06F4"/>
    <w:rsid w:val="006F0889"/>
    <w:rsid w:val="006F0EDC"/>
    <w:rsid w:val="006F1790"/>
    <w:rsid w:val="006F2280"/>
    <w:rsid w:val="006F22BD"/>
    <w:rsid w:val="006F393B"/>
    <w:rsid w:val="006F3C56"/>
    <w:rsid w:val="006F3D47"/>
    <w:rsid w:val="006F469C"/>
    <w:rsid w:val="006F4765"/>
    <w:rsid w:val="006F4CAC"/>
    <w:rsid w:val="006F5355"/>
    <w:rsid w:val="006F586E"/>
    <w:rsid w:val="006F5BE1"/>
    <w:rsid w:val="006F5F16"/>
    <w:rsid w:val="006F5F51"/>
    <w:rsid w:val="006F647E"/>
    <w:rsid w:val="006F6481"/>
    <w:rsid w:val="006F6536"/>
    <w:rsid w:val="006F6EFC"/>
    <w:rsid w:val="006F7150"/>
    <w:rsid w:val="006F71E9"/>
    <w:rsid w:val="006F737F"/>
    <w:rsid w:val="006F7907"/>
    <w:rsid w:val="006F7D2C"/>
    <w:rsid w:val="006F7DF8"/>
    <w:rsid w:val="007001F0"/>
    <w:rsid w:val="007004C2"/>
    <w:rsid w:val="00700559"/>
    <w:rsid w:val="007009B0"/>
    <w:rsid w:val="007009F4"/>
    <w:rsid w:val="00700AE2"/>
    <w:rsid w:val="00701002"/>
    <w:rsid w:val="007010EB"/>
    <w:rsid w:val="0070127A"/>
    <w:rsid w:val="007015FF"/>
    <w:rsid w:val="007016A8"/>
    <w:rsid w:val="00701927"/>
    <w:rsid w:val="00701AB4"/>
    <w:rsid w:val="00702498"/>
    <w:rsid w:val="007027AE"/>
    <w:rsid w:val="007029A3"/>
    <w:rsid w:val="00702C53"/>
    <w:rsid w:val="00702CCE"/>
    <w:rsid w:val="00702CDF"/>
    <w:rsid w:val="00702EE9"/>
    <w:rsid w:val="00703036"/>
    <w:rsid w:val="0070305E"/>
    <w:rsid w:val="00703A59"/>
    <w:rsid w:val="00704264"/>
    <w:rsid w:val="00704299"/>
    <w:rsid w:val="00704530"/>
    <w:rsid w:val="00704535"/>
    <w:rsid w:val="0070463F"/>
    <w:rsid w:val="007049A3"/>
    <w:rsid w:val="0070505F"/>
    <w:rsid w:val="00705136"/>
    <w:rsid w:val="0070547F"/>
    <w:rsid w:val="00705580"/>
    <w:rsid w:val="00705DB4"/>
    <w:rsid w:val="00706107"/>
    <w:rsid w:val="007061C2"/>
    <w:rsid w:val="007067E7"/>
    <w:rsid w:val="00706C82"/>
    <w:rsid w:val="007070F7"/>
    <w:rsid w:val="00707155"/>
    <w:rsid w:val="0070730C"/>
    <w:rsid w:val="00707349"/>
    <w:rsid w:val="007075C8"/>
    <w:rsid w:val="007079EA"/>
    <w:rsid w:val="007102C5"/>
    <w:rsid w:val="00711C2D"/>
    <w:rsid w:val="00712260"/>
    <w:rsid w:val="007124D8"/>
    <w:rsid w:val="0071261A"/>
    <w:rsid w:val="007131BD"/>
    <w:rsid w:val="00713318"/>
    <w:rsid w:val="00713616"/>
    <w:rsid w:val="0071362B"/>
    <w:rsid w:val="007138D3"/>
    <w:rsid w:val="00713B18"/>
    <w:rsid w:val="00713FF0"/>
    <w:rsid w:val="00713FF3"/>
    <w:rsid w:val="00714174"/>
    <w:rsid w:val="0071443D"/>
    <w:rsid w:val="007148CA"/>
    <w:rsid w:val="00714F02"/>
    <w:rsid w:val="0071560E"/>
    <w:rsid w:val="00715880"/>
    <w:rsid w:val="0071591D"/>
    <w:rsid w:val="00715DCC"/>
    <w:rsid w:val="00715F7C"/>
    <w:rsid w:val="007165B8"/>
    <w:rsid w:val="00716EBB"/>
    <w:rsid w:val="007172C6"/>
    <w:rsid w:val="0071773D"/>
    <w:rsid w:val="007177A6"/>
    <w:rsid w:val="0071796F"/>
    <w:rsid w:val="00720392"/>
    <w:rsid w:val="00720591"/>
    <w:rsid w:val="0072084F"/>
    <w:rsid w:val="007209E4"/>
    <w:rsid w:val="00720BCD"/>
    <w:rsid w:val="0072105B"/>
    <w:rsid w:val="007211EE"/>
    <w:rsid w:val="007212E8"/>
    <w:rsid w:val="0072167B"/>
    <w:rsid w:val="00721C0B"/>
    <w:rsid w:val="00721CFD"/>
    <w:rsid w:val="007221C4"/>
    <w:rsid w:val="0072273E"/>
    <w:rsid w:val="00722A4A"/>
    <w:rsid w:val="00723193"/>
    <w:rsid w:val="0072336E"/>
    <w:rsid w:val="007239D8"/>
    <w:rsid w:val="00723AD6"/>
    <w:rsid w:val="00723D9B"/>
    <w:rsid w:val="00723F10"/>
    <w:rsid w:val="0072504B"/>
    <w:rsid w:val="0072522B"/>
    <w:rsid w:val="007252F6"/>
    <w:rsid w:val="00725DA8"/>
    <w:rsid w:val="00726475"/>
    <w:rsid w:val="007268EA"/>
    <w:rsid w:val="00726DDC"/>
    <w:rsid w:val="007279E3"/>
    <w:rsid w:val="00727AB4"/>
    <w:rsid w:val="00727DFE"/>
    <w:rsid w:val="00727E50"/>
    <w:rsid w:val="007305EB"/>
    <w:rsid w:val="007307C9"/>
    <w:rsid w:val="0073097A"/>
    <w:rsid w:val="00731167"/>
    <w:rsid w:val="00731738"/>
    <w:rsid w:val="00731C80"/>
    <w:rsid w:val="00731CB8"/>
    <w:rsid w:val="007322A0"/>
    <w:rsid w:val="00732741"/>
    <w:rsid w:val="00732765"/>
    <w:rsid w:val="00732923"/>
    <w:rsid w:val="00732BC9"/>
    <w:rsid w:val="00732CB2"/>
    <w:rsid w:val="0073365A"/>
    <w:rsid w:val="00733CEC"/>
    <w:rsid w:val="00733E80"/>
    <w:rsid w:val="007340BF"/>
    <w:rsid w:val="007348A8"/>
    <w:rsid w:val="00734C21"/>
    <w:rsid w:val="00734D27"/>
    <w:rsid w:val="00735183"/>
    <w:rsid w:val="00735594"/>
    <w:rsid w:val="007355E6"/>
    <w:rsid w:val="00735686"/>
    <w:rsid w:val="007356A1"/>
    <w:rsid w:val="007366B6"/>
    <w:rsid w:val="007367E3"/>
    <w:rsid w:val="00736BD4"/>
    <w:rsid w:val="0073716B"/>
    <w:rsid w:val="007371D8"/>
    <w:rsid w:val="00737427"/>
    <w:rsid w:val="00737431"/>
    <w:rsid w:val="007377C0"/>
    <w:rsid w:val="007378C4"/>
    <w:rsid w:val="007379A6"/>
    <w:rsid w:val="00737CEA"/>
    <w:rsid w:val="00740073"/>
    <w:rsid w:val="00740145"/>
    <w:rsid w:val="0074020D"/>
    <w:rsid w:val="0074057E"/>
    <w:rsid w:val="007407E1"/>
    <w:rsid w:val="00740BA9"/>
    <w:rsid w:val="00740CB5"/>
    <w:rsid w:val="00740EB2"/>
    <w:rsid w:val="00740F22"/>
    <w:rsid w:val="007412DB"/>
    <w:rsid w:val="007416D4"/>
    <w:rsid w:val="00741785"/>
    <w:rsid w:val="00741FBA"/>
    <w:rsid w:val="0074200F"/>
    <w:rsid w:val="007420B8"/>
    <w:rsid w:val="00742194"/>
    <w:rsid w:val="0074223D"/>
    <w:rsid w:val="007425DE"/>
    <w:rsid w:val="00742916"/>
    <w:rsid w:val="00742D2B"/>
    <w:rsid w:val="0074347F"/>
    <w:rsid w:val="0074398A"/>
    <w:rsid w:val="00744167"/>
    <w:rsid w:val="007441EC"/>
    <w:rsid w:val="007441F6"/>
    <w:rsid w:val="00744EB4"/>
    <w:rsid w:val="00745082"/>
    <w:rsid w:val="00745298"/>
    <w:rsid w:val="007457FC"/>
    <w:rsid w:val="00745A43"/>
    <w:rsid w:val="00745B50"/>
    <w:rsid w:val="00745C57"/>
    <w:rsid w:val="00745DE0"/>
    <w:rsid w:val="00746487"/>
    <w:rsid w:val="00746B77"/>
    <w:rsid w:val="00746BB1"/>
    <w:rsid w:val="00746FB7"/>
    <w:rsid w:val="0074742F"/>
    <w:rsid w:val="00747818"/>
    <w:rsid w:val="007478AE"/>
    <w:rsid w:val="00747B07"/>
    <w:rsid w:val="00750942"/>
    <w:rsid w:val="00750B51"/>
    <w:rsid w:val="0075146F"/>
    <w:rsid w:val="00751918"/>
    <w:rsid w:val="00751F0C"/>
    <w:rsid w:val="00751F59"/>
    <w:rsid w:val="007525CE"/>
    <w:rsid w:val="007527D9"/>
    <w:rsid w:val="00752D8C"/>
    <w:rsid w:val="0075344A"/>
    <w:rsid w:val="00753BBB"/>
    <w:rsid w:val="007541AF"/>
    <w:rsid w:val="00754552"/>
    <w:rsid w:val="0075475F"/>
    <w:rsid w:val="00754BA7"/>
    <w:rsid w:val="00754F9E"/>
    <w:rsid w:val="007554D6"/>
    <w:rsid w:val="007558B2"/>
    <w:rsid w:val="007558EC"/>
    <w:rsid w:val="0075597E"/>
    <w:rsid w:val="007565EC"/>
    <w:rsid w:val="0075695F"/>
    <w:rsid w:val="00756D09"/>
    <w:rsid w:val="0075772B"/>
    <w:rsid w:val="00757734"/>
    <w:rsid w:val="00757ABE"/>
    <w:rsid w:val="00757B0D"/>
    <w:rsid w:val="00757F9F"/>
    <w:rsid w:val="0076003B"/>
    <w:rsid w:val="007601BF"/>
    <w:rsid w:val="00760205"/>
    <w:rsid w:val="00760473"/>
    <w:rsid w:val="00760843"/>
    <w:rsid w:val="0076089D"/>
    <w:rsid w:val="0076176E"/>
    <w:rsid w:val="0076193E"/>
    <w:rsid w:val="00763118"/>
    <w:rsid w:val="0076393E"/>
    <w:rsid w:val="00763DE8"/>
    <w:rsid w:val="00763E66"/>
    <w:rsid w:val="00763F8D"/>
    <w:rsid w:val="00764035"/>
    <w:rsid w:val="00764695"/>
    <w:rsid w:val="00764B3E"/>
    <w:rsid w:val="00764C84"/>
    <w:rsid w:val="00765427"/>
    <w:rsid w:val="00765E0D"/>
    <w:rsid w:val="00766182"/>
    <w:rsid w:val="00766352"/>
    <w:rsid w:val="007664B1"/>
    <w:rsid w:val="0077078B"/>
    <w:rsid w:val="00770AA2"/>
    <w:rsid w:val="0077114E"/>
    <w:rsid w:val="007713B2"/>
    <w:rsid w:val="0077191A"/>
    <w:rsid w:val="00772451"/>
    <w:rsid w:val="0077262A"/>
    <w:rsid w:val="0077283F"/>
    <w:rsid w:val="0077293C"/>
    <w:rsid w:val="00772A0E"/>
    <w:rsid w:val="00772AB3"/>
    <w:rsid w:val="00772C8A"/>
    <w:rsid w:val="007730FE"/>
    <w:rsid w:val="00773704"/>
    <w:rsid w:val="007737E6"/>
    <w:rsid w:val="00773806"/>
    <w:rsid w:val="00773A49"/>
    <w:rsid w:val="00774022"/>
    <w:rsid w:val="0077502D"/>
    <w:rsid w:val="00775071"/>
    <w:rsid w:val="0077523C"/>
    <w:rsid w:val="007758C5"/>
    <w:rsid w:val="00775B0A"/>
    <w:rsid w:val="007760F8"/>
    <w:rsid w:val="00776549"/>
    <w:rsid w:val="007769D6"/>
    <w:rsid w:val="00776BA8"/>
    <w:rsid w:val="00777260"/>
    <w:rsid w:val="00777468"/>
    <w:rsid w:val="0077771A"/>
    <w:rsid w:val="00777DDF"/>
    <w:rsid w:val="00780830"/>
    <w:rsid w:val="00780975"/>
    <w:rsid w:val="00780B4C"/>
    <w:rsid w:val="00780D93"/>
    <w:rsid w:val="00781251"/>
    <w:rsid w:val="007813F3"/>
    <w:rsid w:val="00781577"/>
    <w:rsid w:val="00781A63"/>
    <w:rsid w:val="00781DAF"/>
    <w:rsid w:val="00781F7C"/>
    <w:rsid w:val="007824EC"/>
    <w:rsid w:val="00782666"/>
    <w:rsid w:val="00783299"/>
    <w:rsid w:val="007834A6"/>
    <w:rsid w:val="00783623"/>
    <w:rsid w:val="00783791"/>
    <w:rsid w:val="007837EE"/>
    <w:rsid w:val="00783891"/>
    <w:rsid w:val="00783BF0"/>
    <w:rsid w:val="00783EC1"/>
    <w:rsid w:val="0078412B"/>
    <w:rsid w:val="007841F3"/>
    <w:rsid w:val="007847F0"/>
    <w:rsid w:val="00784A65"/>
    <w:rsid w:val="00784F2C"/>
    <w:rsid w:val="00784F98"/>
    <w:rsid w:val="007855D0"/>
    <w:rsid w:val="007855E7"/>
    <w:rsid w:val="00785A74"/>
    <w:rsid w:val="00785E96"/>
    <w:rsid w:val="00786428"/>
    <w:rsid w:val="00786D30"/>
    <w:rsid w:val="00786FCE"/>
    <w:rsid w:val="007878E6"/>
    <w:rsid w:val="00787BE5"/>
    <w:rsid w:val="00787CEA"/>
    <w:rsid w:val="007906BB"/>
    <w:rsid w:val="007912E6"/>
    <w:rsid w:val="0079135C"/>
    <w:rsid w:val="0079150A"/>
    <w:rsid w:val="007917E7"/>
    <w:rsid w:val="007918D2"/>
    <w:rsid w:val="00791DF7"/>
    <w:rsid w:val="00791F1D"/>
    <w:rsid w:val="0079202E"/>
    <w:rsid w:val="00792454"/>
    <w:rsid w:val="00792574"/>
    <w:rsid w:val="007925E9"/>
    <w:rsid w:val="00793059"/>
    <w:rsid w:val="007930AA"/>
    <w:rsid w:val="00793267"/>
    <w:rsid w:val="007936F0"/>
    <w:rsid w:val="00793A74"/>
    <w:rsid w:val="00793AEC"/>
    <w:rsid w:val="00793B4C"/>
    <w:rsid w:val="00793E0D"/>
    <w:rsid w:val="00794945"/>
    <w:rsid w:val="00794BA1"/>
    <w:rsid w:val="00794C96"/>
    <w:rsid w:val="00794F69"/>
    <w:rsid w:val="00794FDD"/>
    <w:rsid w:val="007950A4"/>
    <w:rsid w:val="0079518B"/>
    <w:rsid w:val="007951FE"/>
    <w:rsid w:val="00795632"/>
    <w:rsid w:val="0079585A"/>
    <w:rsid w:val="00795896"/>
    <w:rsid w:val="00796D43"/>
    <w:rsid w:val="0079728E"/>
    <w:rsid w:val="0079751B"/>
    <w:rsid w:val="00797787"/>
    <w:rsid w:val="007979B1"/>
    <w:rsid w:val="00797A05"/>
    <w:rsid w:val="00797B06"/>
    <w:rsid w:val="00797C3D"/>
    <w:rsid w:val="00797E9F"/>
    <w:rsid w:val="007A016A"/>
    <w:rsid w:val="007A02D0"/>
    <w:rsid w:val="007A0796"/>
    <w:rsid w:val="007A0DB4"/>
    <w:rsid w:val="007A0EE0"/>
    <w:rsid w:val="007A0EFF"/>
    <w:rsid w:val="007A13F5"/>
    <w:rsid w:val="007A18E0"/>
    <w:rsid w:val="007A1A65"/>
    <w:rsid w:val="007A2046"/>
    <w:rsid w:val="007A24C8"/>
    <w:rsid w:val="007A27DC"/>
    <w:rsid w:val="007A2BE6"/>
    <w:rsid w:val="007A2FE6"/>
    <w:rsid w:val="007A35BF"/>
    <w:rsid w:val="007A3715"/>
    <w:rsid w:val="007A392D"/>
    <w:rsid w:val="007A3C15"/>
    <w:rsid w:val="007A4742"/>
    <w:rsid w:val="007A4AFE"/>
    <w:rsid w:val="007A4EED"/>
    <w:rsid w:val="007A511D"/>
    <w:rsid w:val="007A56EB"/>
    <w:rsid w:val="007A5A13"/>
    <w:rsid w:val="007A5BDB"/>
    <w:rsid w:val="007A5C3F"/>
    <w:rsid w:val="007A624D"/>
    <w:rsid w:val="007A639A"/>
    <w:rsid w:val="007A6CB8"/>
    <w:rsid w:val="007A6E9E"/>
    <w:rsid w:val="007A6EE6"/>
    <w:rsid w:val="007A7705"/>
    <w:rsid w:val="007A7747"/>
    <w:rsid w:val="007A77D4"/>
    <w:rsid w:val="007A7904"/>
    <w:rsid w:val="007A7DAA"/>
    <w:rsid w:val="007B0098"/>
    <w:rsid w:val="007B01FF"/>
    <w:rsid w:val="007B02CA"/>
    <w:rsid w:val="007B05EA"/>
    <w:rsid w:val="007B0CCF"/>
    <w:rsid w:val="007B1453"/>
    <w:rsid w:val="007B167B"/>
    <w:rsid w:val="007B1D24"/>
    <w:rsid w:val="007B1FAB"/>
    <w:rsid w:val="007B2BC6"/>
    <w:rsid w:val="007B2D19"/>
    <w:rsid w:val="007B2D24"/>
    <w:rsid w:val="007B3DBA"/>
    <w:rsid w:val="007B4399"/>
    <w:rsid w:val="007B461E"/>
    <w:rsid w:val="007B50C3"/>
    <w:rsid w:val="007B6013"/>
    <w:rsid w:val="007B681D"/>
    <w:rsid w:val="007B6F2D"/>
    <w:rsid w:val="007B746F"/>
    <w:rsid w:val="007B7646"/>
    <w:rsid w:val="007C00C3"/>
    <w:rsid w:val="007C05C1"/>
    <w:rsid w:val="007C0610"/>
    <w:rsid w:val="007C0A5B"/>
    <w:rsid w:val="007C0E15"/>
    <w:rsid w:val="007C0E37"/>
    <w:rsid w:val="007C109D"/>
    <w:rsid w:val="007C118A"/>
    <w:rsid w:val="007C11C9"/>
    <w:rsid w:val="007C12A7"/>
    <w:rsid w:val="007C1409"/>
    <w:rsid w:val="007C16D8"/>
    <w:rsid w:val="007C18CC"/>
    <w:rsid w:val="007C1BA4"/>
    <w:rsid w:val="007C2247"/>
    <w:rsid w:val="007C24E7"/>
    <w:rsid w:val="007C25B3"/>
    <w:rsid w:val="007C2FEC"/>
    <w:rsid w:val="007C3042"/>
    <w:rsid w:val="007C328C"/>
    <w:rsid w:val="007C3827"/>
    <w:rsid w:val="007C384D"/>
    <w:rsid w:val="007C38DB"/>
    <w:rsid w:val="007C4017"/>
    <w:rsid w:val="007C41D1"/>
    <w:rsid w:val="007C42F8"/>
    <w:rsid w:val="007C4B2D"/>
    <w:rsid w:val="007C4C85"/>
    <w:rsid w:val="007C4E30"/>
    <w:rsid w:val="007C520F"/>
    <w:rsid w:val="007C5667"/>
    <w:rsid w:val="007C5D9C"/>
    <w:rsid w:val="007C5EEB"/>
    <w:rsid w:val="007C5F46"/>
    <w:rsid w:val="007C5FD0"/>
    <w:rsid w:val="007C67FF"/>
    <w:rsid w:val="007C68E2"/>
    <w:rsid w:val="007C6B3A"/>
    <w:rsid w:val="007C6CA5"/>
    <w:rsid w:val="007C6EDC"/>
    <w:rsid w:val="007C71C1"/>
    <w:rsid w:val="007C752F"/>
    <w:rsid w:val="007C7B1E"/>
    <w:rsid w:val="007C7D9E"/>
    <w:rsid w:val="007C7F8B"/>
    <w:rsid w:val="007C7F9E"/>
    <w:rsid w:val="007D0D84"/>
    <w:rsid w:val="007D141F"/>
    <w:rsid w:val="007D16AD"/>
    <w:rsid w:val="007D2209"/>
    <w:rsid w:val="007D2289"/>
    <w:rsid w:val="007D2726"/>
    <w:rsid w:val="007D281C"/>
    <w:rsid w:val="007D3352"/>
    <w:rsid w:val="007D33E5"/>
    <w:rsid w:val="007D35BC"/>
    <w:rsid w:val="007D37E6"/>
    <w:rsid w:val="007D4486"/>
    <w:rsid w:val="007D46DB"/>
    <w:rsid w:val="007D5FEB"/>
    <w:rsid w:val="007D60AD"/>
    <w:rsid w:val="007D60C8"/>
    <w:rsid w:val="007D6264"/>
    <w:rsid w:val="007D72A5"/>
    <w:rsid w:val="007D746F"/>
    <w:rsid w:val="007D7F7C"/>
    <w:rsid w:val="007E0A0E"/>
    <w:rsid w:val="007E0A8D"/>
    <w:rsid w:val="007E14D0"/>
    <w:rsid w:val="007E1649"/>
    <w:rsid w:val="007E2E6D"/>
    <w:rsid w:val="007E2E99"/>
    <w:rsid w:val="007E2E9F"/>
    <w:rsid w:val="007E2F9E"/>
    <w:rsid w:val="007E3A75"/>
    <w:rsid w:val="007E414B"/>
    <w:rsid w:val="007E4565"/>
    <w:rsid w:val="007E4943"/>
    <w:rsid w:val="007E4D03"/>
    <w:rsid w:val="007E507F"/>
    <w:rsid w:val="007E5104"/>
    <w:rsid w:val="007E5707"/>
    <w:rsid w:val="007E5B58"/>
    <w:rsid w:val="007E5C48"/>
    <w:rsid w:val="007E6783"/>
    <w:rsid w:val="007E67B4"/>
    <w:rsid w:val="007E6A12"/>
    <w:rsid w:val="007E6DDA"/>
    <w:rsid w:val="007E70E1"/>
    <w:rsid w:val="007E7422"/>
    <w:rsid w:val="007E75D5"/>
    <w:rsid w:val="007E779C"/>
    <w:rsid w:val="007E7A10"/>
    <w:rsid w:val="007E7ACF"/>
    <w:rsid w:val="007E7C3B"/>
    <w:rsid w:val="007F00A1"/>
    <w:rsid w:val="007F017D"/>
    <w:rsid w:val="007F025B"/>
    <w:rsid w:val="007F029B"/>
    <w:rsid w:val="007F095C"/>
    <w:rsid w:val="007F0DE0"/>
    <w:rsid w:val="007F1069"/>
    <w:rsid w:val="007F10FB"/>
    <w:rsid w:val="007F1615"/>
    <w:rsid w:val="007F1720"/>
    <w:rsid w:val="007F1A7B"/>
    <w:rsid w:val="007F24B9"/>
    <w:rsid w:val="007F290E"/>
    <w:rsid w:val="007F294A"/>
    <w:rsid w:val="007F2A92"/>
    <w:rsid w:val="007F2A99"/>
    <w:rsid w:val="007F32FF"/>
    <w:rsid w:val="007F34A8"/>
    <w:rsid w:val="007F383C"/>
    <w:rsid w:val="007F3D5B"/>
    <w:rsid w:val="007F4080"/>
    <w:rsid w:val="007F41F5"/>
    <w:rsid w:val="007F43E0"/>
    <w:rsid w:val="007F45BC"/>
    <w:rsid w:val="007F4D38"/>
    <w:rsid w:val="007F51FA"/>
    <w:rsid w:val="007F53B7"/>
    <w:rsid w:val="007F55DF"/>
    <w:rsid w:val="007F5B5E"/>
    <w:rsid w:val="007F5DEA"/>
    <w:rsid w:val="007F625C"/>
    <w:rsid w:val="007F688A"/>
    <w:rsid w:val="007F6AA8"/>
    <w:rsid w:val="007F6C04"/>
    <w:rsid w:val="007F6F4A"/>
    <w:rsid w:val="007F7591"/>
    <w:rsid w:val="007F77A6"/>
    <w:rsid w:val="007F7927"/>
    <w:rsid w:val="007F7DD4"/>
    <w:rsid w:val="00800376"/>
    <w:rsid w:val="00800723"/>
    <w:rsid w:val="0080079E"/>
    <w:rsid w:val="00800C28"/>
    <w:rsid w:val="0080196D"/>
    <w:rsid w:val="008024BD"/>
    <w:rsid w:val="0080268C"/>
    <w:rsid w:val="0080283A"/>
    <w:rsid w:val="0080286A"/>
    <w:rsid w:val="00802946"/>
    <w:rsid w:val="00802AF6"/>
    <w:rsid w:val="00802B39"/>
    <w:rsid w:val="00802F9A"/>
    <w:rsid w:val="0080334B"/>
    <w:rsid w:val="00803535"/>
    <w:rsid w:val="00803E73"/>
    <w:rsid w:val="00804440"/>
    <w:rsid w:val="008048D2"/>
    <w:rsid w:val="00804CEE"/>
    <w:rsid w:val="00804FBB"/>
    <w:rsid w:val="00805224"/>
    <w:rsid w:val="008052D4"/>
    <w:rsid w:val="00805772"/>
    <w:rsid w:val="00805D95"/>
    <w:rsid w:val="00805ECA"/>
    <w:rsid w:val="00806073"/>
    <w:rsid w:val="008060B1"/>
    <w:rsid w:val="008060C7"/>
    <w:rsid w:val="008061EB"/>
    <w:rsid w:val="008063B5"/>
    <w:rsid w:val="00806665"/>
    <w:rsid w:val="00806A94"/>
    <w:rsid w:val="00806C47"/>
    <w:rsid w:val="00807A1B"/>
    <w:rsid w:val="00807FD7"/>
    <w:rsid w:val="00810084"/>
    <w:rsid w:val="00810429"/>
    <w:rsid w:val="00810522"/>
    <w:rsid w:val="008105FD"/>
    <w:rsid w:val="008106FC"/>
    <w:rsid w:val="00811301"/>
    <w:rsid w:val="00811947"/>
    <w:rsid w:val="00811B6A"/>
    <w:rsid w:val="00811ECF"/>
    <w:rsid w:val="008120CD"/>
    <w:rsid w:val="008121F2"/>
    <w:rsid w:val="0081283C"/>
    <w:rsid w:val="00812A1C"/>
    <w:rsid w:val="008134CC"/>
    <w:rsid w:val="00813B21"/>
    <w:rsid w:val="00813F47"/>
    <w:rsid w:val="00813F52"/>
    <w:rsid w:val="00814EF4"/>
    <w:rsid w:val="00815044"/>
    <w:rsid w:val="008168AF"/>
    <w:rsid w:val="00816DDB"/>
    <w:rsid w:val="00816E8B"/>
    <w:rsid w:val="00816F5C"/>
    <w:rsid w:val="008178D7"/>
    <w:rsid w:val="00817CBD"/>
    <w:rsid w:val="00817DE8"/>
    <w:rsid w:val="008201F2"/>
    <w:rsid w:val="00820898"/>
    <w:rsid w:val="00821364"/>
    <w:rsid w:val="008213C6"/>
    <w:rsid w:val="00821A51"/>
    <w:rsid w:val="00821CA0"/>
    <w:rsid w:val="008221ED"/>
    <w:rsid w:val="00822519"/>
    <w:rsid w:val="00822759"/>
    <w:rsid w:val="0082286F"/>
    <w:rsid w:val="00822A7A"/>
    <w:rsid w:val="00822D92"/>
    <w:rsid w:val="0082321E"/>
    <w:rsid w:val="0082329D"/>
    <w:rsid w:val="00823338"/>
    <w:rsid w:val="008233CB"/>
    <w:rsid w:val="00823660"/>
    <w:rsid w:val="00823C7E"/>
    <w:rsid w:val="00823CD7"/>
    <w:rsid w:val="008246AF"/>
    <w:rsid w:val="0082541F"/>
    <w:rsid w:val="00825993"/>
    <w:rsid w:val="00825A9A"/>
    <w:rsid w:val="00825D84"/>
    <w:rsid w:val="008261CF"/>
    <w:rsid w:val="0082631E"/>
    <w:rsid w:val="00826A14"/>
    <w:rsid w:val="00826CFA"/>
    <w:rsid w:val="00826E5D"/>
    <w:rsid w:val="0083121D"/>
    <w:rsid w:val="00831CF4"/>
    <w:rsid w:val="00831EE4"/>
    <w:rsid w:val="00831EEF"/>
    <w:rsid w:val="0083211B"/>
    <w:rsid w:val="008325BB"/>
    <w:rsid w:val="00832984"/>
    <w:rsid w:val="00832C32"/>
    <w:rsid w:val="00832EE0"/>
    <w:rsid w:val="00833137"/>
    <w:rsid w:val="00833405"/>
    <w:rsid w:val="00833D2B"/>
    <w:rsid w:val="00834082"/>
    <w:rsid w:val="0083459B"/>
    <w:rsid w:val="00834960"/>
    <w:rsid w:val="00834B27"/>
    <w:rsid w:val="00834EF7"/>
    <w:rsid w:val="00835EAE"/>
    <w:rsid w:val="0083631C"/>
    <w:rsid w:val="00836563"/>
    <w:rsid w:val="00836979"/>
    <w:rsid w:val="00837576"/>
    <w:rsid w:val="008378B7"/>
    <w:rsid w:val="00837EAE"/>
    <w:rsid w:val="008403AE"/>
    <w:rsid w:val="0084054B"/>
    <w:rsid w:val="008406C8"/>
    <w:rsid w:val="00840B22"/>
    <w:rsid w:val="00840C33"/>
    <w:rsid w:val="00840D41"/>
    <w:rsid w:val="00840DC0"/>
    <w:rsid w:val="00840E0C"/>
    <w:rsid w:val="00841135"/>
    <w:rsid w:val="0084157D"/>
    <w:rsid w:val="008415BB"/>
    <w:rsid w:val="00841F74"/>
    <w:rsid w:val="00842167"/>
    <w:rsid w:val="0084219A"/>
    <w:rsid w:val="00842592"/>
    <w:rsid w:val="00843A5E"/>
    <w:rsid w:val="00843C40"/>
    <w:rsid w:val="00843C49"/>
    <w:rsid w:val="0084410A"/>
    <w:rsid w:val="008441CF"/>
    <w:rsid w:val="0084474B"/>
    <w:rsid w:val="00844755"/>
    <w:rsid w:val="00844AB8"/>
    <w:rsid w:val="00844D7F"/>
    <w:rsid w:val="00844F5D"/>
    <w:rsid w:val="00845878"/>
    <w:rsid w:val="008459D8"/>
    <w:rsid w:val="0084621E"/>
    <w:rsid w:val="0084695F"/>
    <w:rsid w:val="00846AF7"/>
    <w:rsid w:val="00846E0F"/>
    <w:rsid w:val="0084762A"/>
    <w:rsid w:val="008500F8"/>
    <w:rsid w:val="00850B5C"/>
    <w:rsid w:val="00850D69"/>
    <w:rsid w:val="0085102A"/>
    <w:rsid w:val="008510B8"/>
    <w:rsid w:val="00851F5A"/>
    <w:rsid w:val="008525CF"/>
    <w:rsid w:val="008525DC"/>
    <w:rsid w:val="00852AE0"/>
    <w:rsid w:val="008531BA"/>
    <w:rsid w:val="008537CB"/>
    <w:rsid w:val="008539CA"/>
    <w:rsid w:val="00853A8C"/>
    <w:rsid w:val="00853BC6"/>
    <w:rsid w:val="00853EA0"/>
    <w:rsid w:val="0085455B"/>
    <w:rsid w:val="0085468C"/>
    <w:rsid w:val="008548F8"/>
    <w:rsid w:val="00854BA7"/>
    <w:rsid w:val="008551CD"/>
    <w:rsid w:val="00855523"/>
    <w:rsid w:val="008559FB"/>
    <w:rsid w:val="008562C5"/>
    <w:rsid w:val="008562D5"/>
    <w:rsid w:val="0085630A"/>
    <w:rsid w:val="008563C5"/>
    <w:rsid w:val="0085645F"/>
    <w:rsid w:val="00856A28"/>
    <w:rsid w:val="00856C36"/>
    <w:rsid w:val="0085738D"/>
    <w:rsid w:val="00857EEF"/>
    <w:rsid w:val="00860549"/>
    <w:rsid w:val="00860890"/>
    <w:rsid w:val="008611DE"/>
    <w:rsid w:val="008617A9"/>
    <w:rsid w:val="0086183E"/>
    <w:rsid w:val="0086190D"/>
    <w:rsid w:val="00861AB7"/>
    <w:rsid w:val="00861C2A"/>
    <w:rsid w:val="00861F5F"/>
    <w:rsid w:val="0086219F"/>
    <w:rsid w:val="00862308"/>
    <w:rsid w:val="0086282B"/>
    <w:rsid w:val="00862895"/>
    <w:rsid w:val="008628DE"/>
    <w:rsid w:val="00862F10"/>
    <w:rsid w:val="00862FD0"/>
    <w:rsid w:val="0086315A"/>
    <w:rsid w:val="00863221"/>
    <w:rsid w:val="0086325B"/>
    <w:rsid w:val="00863B47"/>
    <w:rsid w:val="00863FF0"/>
    <w:rsid w:val="00864136"/>
    <w:rsid w:val="008644CC"/>
    <w:rsid w:val="0086474F"/>
    <w:rsid w:val="00864B1D"/>
    <w:rsid w:val="00864C0F"/>
    <w:rsid w:val="00864CC2"/>
    <w:rsid w:val="00864E08"/>
    <w:rsid w:val="00864E37"/>
    <w:rsid w:val="00864FD2"/>
    <w:rsid w:val="008653B7"/>
    <w:rsid w:val="008655BF"/>
    <w:rsid w:val="00865DED"/>
    <w:rsid w:val="00865EE1"/>
    <w:rsid w:val="00866504"/>
    <w:rsid w:val="00867700"/>
    <w:rsid w:val="00867D49"/>
    <w:rsid w:val="00867E37"/>
    <w:rsid w:val="00870020"/>
    <w:rsid w:val="00870122"/>
    <w:rsid w:val="0087132B"/>
    <w:rsid w:val="00871715"/>
    <w:rsid w:val="008717D9"/>
    <w:rsid w:val="00871888"/>
    <w:rsid w:val="00871CE5"/>
    <w:rsid w:val="00871FD1"/>
    <w:rsid w:val="0087225F"/>
    <w:rsid w:val="008723B9"/>
    <w:rsid w:val="00872D4C"/>
    <w:rsid w:val="00873048"/>
    <w:rsid w:val="0087322B"/>
    <w:rsid w:val="00873B95"/>
    <w:rsid w:val="008740B3"/>
    <w:rsid w:val="0087417C"/>
    <w:rsid w:val="00874334"/>
    <w:rsid w:val="0087509D"/>
    <w:rsid w:val="00875288"/>
    <w:rsid w:val="0087574F"/>
    <w:rsid w:val="008758E0"/>
    <w:rsid w:val="008759C1"/>
    <w:rsid w:val="00875D79"/>
    <w:rsid w:val="00876514"/>
    <w:rsid w:val="00876CC1"/>
    <w:rsid w:val="0087706A"/>
    <w:rsid w:val="00877AD3"/>
    <w:rsid w:val="008800C5"/>
    <w:rsid w:val="00880427"/>
    <w:rsid w:val="00880554"/>
    <w:rsid w:val="0088055B"/>
    <w:rsid w:val="00880950"/>
    <w:rsid w:val="00880C86"/>
    <w:rsid w:val="00880CD1"/>
    <w:rsid w:val="00881097"/>
    <w:rsid w:val="00881435"/>
    <w:rsid w:val="0088157A"/>
    <w:rsid w:val="008821E9"/>
    <w:rsid w:val="0088282E"/>
    <w:rsid w:val="00882DB5"/>
    <w:rsid w:val="008831F7"/>
    <w:rsid w:val="00883977"/>
    <w:rsid w:val="00883EE2"/>
    <w:rsid w:val="008847B6"/>
    <w:rsid w:val="00884A5F"/>
    <w:rsid w:val="00884D44"/>
    <w:rsid w:val="00884FDA"/>
    <w:rsid w:val="008850A0"/>
    <w:rsid w:val="008854D8"/>
    <w:rsid w:val="00885601"/>
    <w:rsid w:val="00885BA0"/>
    <w:rsid w:val="00885BFA"/>
    <w:rsid w:val="00885DC1"/>
    <w:rsid w:val="00885E02"/>
    <w:rsid w:val="00885F3C"/>
    <w:rsid w:val="00885F7F"/>
    <w:rsid w:val="008864CC"/>
    <w:rsid w:val="00886574"/>
    <w:rsid w:val="00886AAE"/>
    <w:rsid w:val="00887478"/>
    <w:rsid w:val="00887803"/>
    <w:rsid w:val="00890541"/>
    <w:rsid w:val="008906FA"/>
    <w:rsid w:val="00890F29"/>
    <w:rsid w:val="00890F42"/>
    <w:rsid w:val="008919C5"/>
    <w:rsid w:val="00891EC2"/>
    <w:rsid w:val="008925C8"/>
    <w:rsid w:val="00892A36"/>
    <w:rsid w:val="00893150"/>
    <w:rsid w:val="0089340B"/>
    <w:rsid w:val="00893448"/>
    <w:rsid w:val="00893473"/>
    <w:rsid w:val="00894AE9"/>
    <w:rsid w:val="00895128"/>
    <w:rsid w:val="00895507"/>
    <w:rsid w:val="00895711"/>
    <w:rsid w:val="00895753"/>
    <w:rsid w:val="00895BDD"/>
    <w:rsid w:val="008961E5"/>
    <w:rsid w:val="008963C4"/>
    <w:rsid w:val="008964F1"/>
    <w:rsid w:val="008964FE"/>
    <w:rsid w:val="00896740"/>
    <w:rsid w:val="008969BD"/>
    <w:rsid w:val="00896FD1"/>
    <w:rsid w:val="0089745C"/>
    <w:rsid w:val="008979DC"/>
    <w:rsid w:val="00897A10"/>
    <w:rsid w:val="008A00CE"/>
    <w:rsid w:val="008A01E0"/>
    <w:rsid w:val="008A03E6"/>
    <w:rsid w:val="008A07D4"/>
    <w:rsid w:val="008A0A25"/>
    <w:rsid w:val="008A0AB8"/>
    <w:rsid w:val="008A0B53"/>
    <w:rsid w:val="008A0C5A"/>
    <w:rsid w:val="008A16CF"/>
    <w:rsid w:val="008A1D00"/>
    <w:rsid w:val="008A2328"/>
    <w:rsid w:val="008A26C9"/>
    <w:rsid w:val="008A2A8E"/>
    <w:rsid w:val="008A2EBC"/>
    <w:rsid w:val="008A3006"/>
    <w:rsid w:val="008A35DE"/>
    <w:rsid w:val="008A39BE"/>
    <w:rsid w:val="008A3CB8"/>
    <w:rsid w:val="008A3E99"/>
    <w:rsid w:val="008A402E"/>
    <w:rsid w:val="008A4824"/>
    <w:rsid w:val="008A4C86"/>
    <w:rsid w:val="008A5ADE"/>
    <w:rsid w:val="008A5DDE"/>
    <w:rsid w:val="008A67E4"/>
    <w:rsid w:val="008A6B0F"/>
    <w:rsid w:val="008A6F08"/>
    <w:rsid w:val="008A7440"/>
    <w:rsid w:val="008A7455"/>
    <w:rsid w:val="008A7DC8"/>
    <w:rsid w:val="008A7ED0"/>
    <w:rsid w:val="008B00E1"/>
    <w:rsid w:val="008B147B"/>
    <w:rsid w:val="008B1624"/>
    <w:rsid w:val="008B195F"/>
    <w:rsid w:val="008B1C43"/>
    <w:rsid w:val="008B1C7A"/>
    <w:rsid w:val="008B1D56"/>
    <w:rsid w:val="008B2169"/>
    <w:rsid w:val="008B21DA"/>
    <w:rsid w:val="008B2758"/>
    <w:rsid w:val="008B28D0"/>
    <w:rsid w:val="008B2B37"/>
    <w:rsid w:val="008B3280"/>
    <w:rsid w:val="008B363D"/>
    <w:rsid w:val="008B382A"/>
    <w:rsid w:val="008B3AF7"/>
    <w:rsid w:val="008B4262"/>
    <w:rsid w:val="008B443C"/>
    <w:rsid w:val="008B4487"/>
    <w:rsid w:val="008B4672"/>
    <w:rsid w:val="008B4BD7"/>
    <w:rsid w:val="008B4DCD"/>
    <w:rsid w:val="008B4E61"/>
    <w:rsid w:val="008B4EE9"/>
    <w:rsid w:val="008B514F"/>
    <w:rsid w:val="008B56E0"/>
    <w:rsid w:val="008B5C9C"/>
    <w:rsid w:val="008B5CFE"/>
    <w:rsid w:val="008B6023"/>
    <w:rsid w:val="008B692E"/>
    <w:rsid w:val="008B6A9D"/>
    <w:rsid w:val="008B71EC"/>
    <w:rsid w:val="008B7A3C"/>
    <w:rsid w:val="008B7F20"/>
    <w:rsid w:val="008C035D"/>
    <w:rsid w:val="008C0848"/>
    <w:rsid w:val="008C091B"/>
    <w:rsid w:val="008C09A2"/>
    <w:rsid w:val="008C0F49"/>
    <w:rsid w:val="008C11B1"/>
    <w:rsid w:val="008C1547"/>
    <w:rsid w:val="008C1573"/>
    <w:rsid w:val="008C15DC"/>
    <w:rsid w:val="008C1D4B"/>
    <w:rsid w:val="008C1E7D"/>
    <w:rsid w:val="008C20A2"/>
    <w:rsid w:val="008C2665"/>
    <w:rsid w:val="008C2D24"/>
    <w:rsid w:val="008C2E4C"/>
    <w:rsid w:val="008C34D7"/>
    <w:rsid w:val="008C3909"/>
    <w:rsid w:val="008C3BDB"/>
    <w:rsid w:val="008C3E67"/>
    <w:rsid w:val="008C3F83"/>
    <w:rsid w:val="008C4397"/>
    <w:rsid w:val="008C474E"/>
    <w:rsid w:val="008C51EB"/>
    <w:rsid w:val="008C64AF"/>
    <w:rsid w:val="008C7051"/>
    <w:rsid w:val="008C73E8"/>
    <w:rsid w:val="008C7E31"/>
    <w:rsid w:val="008C7FAB"/>
    <w:rsid w:val="008D0044"/>
    <w:rsid w:val="008D0261"/>
    <w:rsid w:val="008D03B7"/>
    <w:rsid w:val="008D059F"/>
    <w:rsid w:val="008D108A"/>
    <w:rsid w:val="008D131F"/>
    <w:rsid w:val="008D1929"/>
    <w:rsid w:val="008D205F"/>
    <w:rsid w:val="008D25B4"/>
    <w:rsid w:val="008D29D2"/>
    <w:rsid w:val="008D355E"/>
    <w:rsid w:val="008D51C3"/>
    <w:rsid w:val="008D5265"/>
    <w:rsid w:val="008D5803"/>
    <w:rsid w:val="008D58A5"/>
    <w:rsid w:val="008D6312"/>
    <w:rsid w:val="008D6555"/>
    <w:rsid w:val="008D655D"/>
    <w:rsid w:val="008D6749"/>
    <w:rsid w:val="008D6841"/>
    <w:rsid w:val="008D68AA"/>
    <w:rsid w:val="008D6A07"/>
    <w:rsid w:val="008D6A29"/>
    <w:rsid w:val="008D6B2A"/>
    <w:rsid w:val="008D6FD8"/>
    <w:rsid w:val="008D7734"/>
    <w:rsid w:val="008D799B"/>
    <w:rsid w:val="008D7A9C"/>
    <w:rsid w:val="008D7CF7"/>
    <w:rsid w:val="008D7EBA"/>
    <w:rsid w:val="008D7EC3"/>
    <w:rsid w:val="008E0647"/>
    <w:rsid w:val="008E1EB6"/>
    <w:rsid w:val="008E23E4"/>
    <w:rsid w:val="008E2A8D"/>
    <w:rsid w:val="008E308F"/>
    <w:rsid w:val="008E3247"/>
    <w:rsid w:val="008E3514"/>
    <w:rsid w:val="008E3D1F"/>
    <w:rsid w:val="008E3E12"/>
    <w:rsid w:val="008E3E6E"/>
    <w:rsid w:val="008E40A9"/>
    <w:rsid w:val="008E43E1"/>
    <w:rsid w:val="008E440C"/>
    <w:rsid w:val="008E4C05"/>
    <w:rsid w:val="008E4F71"/>
    <w:rsid w:val="008E50E4"/>
    <w:rsid w:val="008E5241"/>
    <w:rsid w:val="008E56E9"/>
    <w:rsid w:val="008E5919"/>
    <w:rsid w:val="008E597B"/>
    <w:rsid w:val="008E6294"/>
    <w:rsid w:val="008E684E"/>
    <w:rsid w:val="008E6D8F"/>
    <w:rsid w:val="008E73F6"/>
    <w:rsid w:val="008E76C3"/>
    <w:rsid w:val="008E7866"/>
    <w:rsid w:val="008E7C19"/>
    <w:rsid w:val="008E7F53"/>
    <w:rsid w:val="008F0317"/>
    <w:rsid w:val="008F0527"/>
    <w:rsid w:val="008F0734"/>
    <w:rsid w:val="008F0793"/>
    <w:rsid w:val="008F0C7A"/>
    <w:rsid w:val="008F0E01"/>
    <w:rsid w:val="008F0F5C"/>
    <w:rsid w:val="008F1523"/>
    <w:rsid w:val="008F238B"/>
    <w:rsid w:val="008F2B17"/>
    <w:rsid w:val="008F3333"/>
    <w:rsid w:val="008F354A"/>
    <w:rsid w:val="008F38B2"/>
    <w:rsid w:val="008F3EAD"/>
    <w:rsid w:val="008F3F83"/>
    <w:rsid w:val="008F41B7"/>
    <w:rsid w:val="008F42F1"/>
    <w:rsid w:val="008F4743"/>
    <w:rsid w:val="008F5A0F"/>
    <w:rsid w:val="008F5CA0"/>
    <w:rsid w:val="008F5CAC"/>
    <w:rsid w:val="008F639A"/>
    <w:rsid w:val="008F63D6"/>
    <w:rsid w:val="008F65D1"/>
    <w:rsid w:val="008F66BB"/>
    <w:rsid w:val="008F681E"/>
    <w:rsid w:val="008F6CF2"/>
    <w:rsid w:val="008F6D6A"/>
    <w:rsid w:val="008F6E2E"/>
    <w:rsid w:val="008F7190"/>
    <w:rsid w:val="008F71A6"/>
    <w:rsid w:val="008F7259"/>
    <w:rsid w:val="008F74A1"/>
    <w:rsid w:val="008F76EF"/>
    <w:rsid w:val="008F789E"/>
    <w:rsid w:val="00900239"/>
    <w:rsid w:val="00900413"/>
    <w:rsid w:val="0090041A"/>
    <w:rsid w:val="00900750"/>
    <w:rsid w:val="009007D9"/>
    <w:rsid w:val="009008BE"/>
    <w:rsid w:val="00900BD1"/>
    <w:rsid w:val="00900CF1"/>
    <w:rsid w:val="00901A78"/>
    <w:rsid w:val="00901C04"/>
    <w:rsid w:val="00902704"/>
    <w:rsid w:val="00902B01"/>
    <w:rsid w:val="00902B13"/>
    <w:rsid w:val="00902B81"/>
    <w:rsid w:val="00902BB7"/>
    <w:rsid w:val="00902BD0"/>
    <w:rsid w:val="0090316C"/>
    <w:rsid w:val="0090328D"/>
    <w:rsid w:val="009035B0"/>
    <w:rsid w:val="00903A1F"/>
    <w:rsid w:val="00904036"/>
    <w:rsid w:val="00904181"/>
    <w:rsid w:val="00904270"/>
    <w:rsid w:val="009046CA"/>
    <w:rsid w:val="00904C41"/>
    <w:rsid w:val="00904D5F"/>
    <w:rsid w:val="00904F28"/>
    <w:rsid w:val="00905967"/>
    <w:rsid w:val="00905EC8"/>
    <w:rsid w:val="0090603A"/>
    <w:rsid w:val="00906100"/>
    <w:rsid w:val="009066E2"/>
    <w:rsid w:val="009069C3"/>
    <w:rsid w:val="00906BE0"/>
    <w:rsid w:val="00907354"/>
    <w:rsid w:val="009074C7"/>
    <w:rsid w:val="009077B2"/>
    <w:rsid w:val="009077EF"/>
    <w:rsid w:val="009101C4"/>
    <w:rsid w:val="00910317"/>
    <w:rsid w:val="00910457"/>
    <w:rsid w:val="009106B1"/>
    <w:rsid w:val="009117DD"/>
    <w:rsid w:val="00911B1B"/>
    <w:rsid w:val="00912097"/>
    <w:rsid w:val="00912303"/>
    <w:rsid w:val="00912981"/>
    <w:rsid w:val="00912B38"/>
    <w:rsid w:val="00912BFD"/>
    <w:rsid w:val="00913116"/>
    <w:rsid w:val="00913287"/>
    <w:rsid w:val="0091358A"/>
    <w:rsid w:val="00913C24"/>
    <w:rsid w:val="00913C96"/>
    <w:rsid w:val="009140E1"/>
    <w:rsid w:val="00914225"/>
    <w:rsid w:val="0091457A"/>
    <w:rsid w:val="00914B6B"/>
    <w:rsid w:val="00914C0C"/>
    <w:rsid w:val="00914F92"/>
    <w:rsid w:val="00915151"/>
    <w:rsid w:val="009151C8"/>
    <w:rsid w:val="00915B3A"/>
    <w:rsid w:val="00915EF7"/>
    <w:rsid w:val="00917018"/>
    <w:rsid w:val="009170E1"/>
    <w:rsid w:val="00917232"/>
    <w:rsid w:val="00917771"/>
    <w:rsid w:val="00917C61"/>
    <w:rsid w:val="0092021D"/>
    <w:rsid w:val="009203C2"/>
    <w:rsid w:val="0092069B"/>
    <w:rsid w:val="00920925"/>
    <w:rsid w:val="00920965"/>
    <w:rsid w:val="00920FEA"/>
    <w:rsid w:val="0092165B"/>
    <w:rsid w:val="00921BE8"/>
    <w:rsid w:val="00922523"/>
    <w:rsid w:val="00922615"/>
    <w:rsid w:val="009229B3"/>
    <w:rsid w:val="00922DFF"/>
    <w:rsid w:val="00922EB0"/>
    <w:rsid w:val="0092368A"/>
    <w:rsid w:val="0092380E"/>
    <w:rsid w:val="009238BB"/>
    <w:rsid w:val="00923A8F"/>
    <w:rsid w:val="0092432F"/>
    <w:rsid w:val="009247B8"/>
    <w:rsid w:val="00924A67"/>
    <w:rsid w:val="00924BFD"/>
    <w:rsid w:val="00924CCF"/>
    <w:rsid w:val="00925088"/>
    <w:rsid w:val="00925C65"/>
    <w:rsid w:val="00925CD2"/>
    <w:rsid w:val="00925CEB"/>
    <w:rsid w:val="00925D88"/>
    <w:rsid w:val="00925E66"/>
    <w:rsid w:val="00925E68"/>
    <w:rsid w:val="0092637B"/>
    <w:rsid w:val="00926873"/>
    <w:rsid w:val="00926961"/>
    <w:rsid w:val="00926B1C"/>
    <w:rsid w:val="00926BDA"/>
    <w:rsid w:val="00927172"/>
    <w:rsid w:val="009272B5"/>
    <w:rsid w:val="00927C1D"/>
    <w:rsid w:val="00930703"/>
    <w:rsid w:val="00930B92"/>
    <w:rsid w:val="00931352"/>
    <w:rsid w:val="009313BE"/>
    <w:rsid w:val="00931619"/>
    <w:rsid w:val="00931CEB"/>
    <w:rsid w:val="00931E8C"/>
    <w:rsid w:val="00931F82"/>
    <w:rsid w:val="00932097"/>
    <w:rsid w:val="0093227D"/>
    <w:rsid w:val="0093228C"/>
    <w:rsid w:val="0093279C"/>
    <w:rsid w:val="00932A05"/>
    <w:rsid w:val="00933224"/>
    <w:rsid w:val="00933551"/>
    <w:rsid w:val="00933A49"/>
    <w:rsid w:val="00933FD1"/>
    <w:rsid w:val="00934D73"/>
    <w:rsid w:val="00934F6E"/>
    <w:rsid w:val="00935607"/>
    <w:rsid w:val="00935ED6"/>
    <w:rsid w:val="00936C0B"/>
    <w:rsid w:val="00936CC2"/>
    <w:rsid w:val="00936D95"/>
    <w:rsid w:val="00936F34"/>
    <w:rsid w:val="00937216"/>
    <w:rsid w:val="0093776A"/>
    <w:rsid w:val="00937950"/>
    <w:rsid w:val="00937A43"/>
    <w:rsid w:val="00937C1B"/>
    <w:rsid w:val="00937F06"/>
    <w:rsid w:val="009402D9"/>
    <w:rsid w:val="00940429"/>
    <w:rsid w:val="0094091C"/>
    <w:rsid w:val="00940AFE"/>
    <w:rsid w:val="0094155B"/>
    <w:rsid w:val="00941975"/>
    <w:rsid w:val="00941DA7"/>
    <w:rsid w:val="00941DE1"/>
    <w:rsid w:val="00941EC9"/>
    <w:rsid w:val="009425E9"/>
    <w:rsid w:val="00942852"/>
    <w:rsid w:val="009437A4"/>
    <w:rsid w:val="00943E58"/>
    <w:rsid w:val="00943FA6"/>
    <w:rsid w:val="009441B2"/>
    <w:rsid w:val="009441CF"/>
    <w:rsid w:val="009449E4"/>
    <w:rsid w:val="00944B3A"/>
    <w:rsid w:val="00944FA7"/>
    <w:rsid w:val="009454CD"/>
    <w:rsid w:val="00945DA2"/>
    <w:rsid w:val="00945E4F"/>
    <w:rsid w:val="00946575"/>
    <w:rsid w:val="00946AE8"/>
    <w:rsid w:val="00946BFF"/>
    <w:rsid w:val="0094712C"/>
    <w:rsid w:val="0094722E"/>
    <w:rsid w:val="00947857"/>
    <w:rsid w:val="00947983"/>
    <w:rsid w:val="00947AE3"/>
    <w:rsid w:val="00950159"/>
    <w:rsid w:val="009501A2"/>
    <w:rsid w:val="00950298"/>
    <w:rsid w:val="00950E1E"/>
    <w:rsid w:val="00950E7C"/>
    <w:rsid w:val="0095145F"/>
    <w:rsid w:val="00951845"/>
    <w:rsid w:val="00951C92"/>
    <w:rsid w:val="00951E52"/>
    <w:rsid w:val="00952167"/>
    <w:rsid w:val="00952275"/>
    <w:rsid w:val="00952B89"/>
    <w:rsid w:val="00952DBA"/>
    <w:rsid w:val="00952F0F"/>
    <w:rsid w:val="00953331"/>
    <w:rsid w:val="009533B1"/>
    <w:rsid w:val="0095389B"/>
    <w:rsid w:val="00953DA4"/>
    <w:rsid w:val="00954797"/>
    <w:rsid w:val="009550CB"/>
    <w:rsid w:val="009551DD"/>
    <w:rsid w:val="009559AB"/>
    <w:rsid w:val="00955AD1"/>
    <w:rsid w:val="00955AFA"/>
    <w:rsid w:val="009564D1"/>
    <w:rsid w:val="00956634"/>
    <w:rsid w:val="0095673D"/>
    <w:rsid w:val="00956C91"/>
    <w:rsid w:val="00956D0E"/>
    <w:rsid w:val="00957420"/>
    <w:rsid w:val="00957528"/>
    <w:rsid w:val="0095777B"/>
    <w:rsid w:val="00957B1F"/>
    <w:rsid w:val="00957C25"/>
    <w:rsid w:val="00957E5F"/>
    <w:rsid w:val="00957F5A"/>
    <w:rsid w:val="00957FD9"/>
    <w:rsid w:val="0096026C"/>
    <w:rsid w:val="009602E7"/>
    <w:rsid w:val="0096075B"/>
    <w:rsid w:val="00960C25"/>
    <w:rsid w:val="00960E41"/>
    <w:rsid w:val="00960E5C"/>
    <w:rsid w:val="00960F83"/>
    <w:rsid w:val="0096156B"/>
    <w:rsid w:val="009615EC"/>
    <w:rsid w:val="0096179A"/>
    <w:rsid w:val="00961C1C"/>
    <w:rsid w:val="00961ECD"/>
    <w:rsid w:val="00961F98"/>
    <w:rsid w:val="00962C6B"/>
    <w:rsid w:val="00962F20"/>
    <w:rsid w:val="0096368C"/>
    <w:rsid w:val="00963C14"/>
    <w:rsid w:val="00963D6C"/>
    <w:rsid w:val="00963EE6"/>
    <w:rsid w:val="009642CE"/>
    <w:rsid w:val="009644FD"/>
    <w:rsid w:val="009645F0"/>
    <w:rsid w:val="00964894"/>
    <w:rsid w:val="00964BD9"/>
    <w:rsid w:val="00964CDE"/>
    <w:rsid w:val="00964DCE"/>
    <w:rsid w:val="00965596"/>
    <w:rsid w:val="009657E1"/>
    <w:rsid w:val="00965914"/>
    <w:rsid w:val="00965B4E"/>
    <w:rsid w:val="00965CE3"/>
    <w:rsid w:val="00966199"/>
    <w:rsid w:val="009661A9"/>
    <w:rsid w:val="009662EC"/>
    <w:rsid w:val="0096652E"/>
    <w:rsid w:val="0096679C"/>
    <w:rsid w:val="00967042"/>
    <w:rsid w:val="00967479"/>
    <w:rsid w:val="00967696"/>
    <w:rsid w:val="009676FC"/>
    <w:rsid w:val="00967C1D"/>
    <w:rsid w:val="00967C2D"/>
    <w:rsid w:val="009703DF"/>
    <w:rsid w:val="00970714"/>
    <w:rsid w:val="00970A07"/>
    <w:rsid w:val="00970ECF"/>
    <w:rsid w:val="00971350"/>
    <w:rsid w:val="0097168A"/>
    <w:rsid w:val="0097168F"/>
    <w:rsid w:val="0097188F"/>
    <w:rsid w:val="009719C7"/>
    <w:rsid w:val="00971B6A"/>
    <w:rsid w:val="00971B7E"/>
    <w:rsid w:val="00972538"/>
    <w:rsid w:val="0097257F"/>
    <w:rsid w:val="0097271A"/>
    <w:rsid w:val="00972931"/>
    <w:rsid w:val="00973081"/>
    <w:rsid w:val="009737A6"/>
    <w:rsid w:val="00973939"/>
    <w:rsid w:val="00973D0A"/>
    <w:rsid w:val="009741BA"/>
    <w:rsid w:val="00974306"/>
    <w:rsid w:val="00974504"/>
    <w:rsid w:val="00974BA0"/>
    <w:rsid w:val="00974C92"/>
    <w:rsid w:val="0097513E"/>
    <w:rsid w:val="009755CC"/>
    <w:rsid w:val="009758B6"/>
    <w:rsid w:val="00976C86"/>
    <w:rsid w:val="00976C94"/>
    <w:rsid w:val="009776FD"/>
    <w:rsid w:val="00977DB4"/>
    <w:rsid w:val="00977F2A"/>
    <w:rsid w:val="00980121"/>
    <w:rsid w:val="00980153"/>
    <w:rsid w:val="00980175"/>
    <w:rsid w:val="0098065D"/>
    <w:rsid w:val="00980809"/>
    <w:rsid w:val="00980C7F"/>
    <w:rsid w:val="009815DC"/>
    <w:rsid w:val="00981644"/>
    <w:rsid w:val="0098170C"/>
    <w:rsid w:val="0098235E"/>
    <w:rsid w:val="009823EF"/>
    <w:rsid w:val="00982702"/>
    <w:rsid w:val="00982C2A"/>
    <w:rsid w:val="00983478"/>
    <w:rsid w:val="00983B7D"/>
    <w:rsid w:val="00983CC0"/>
    <w:rsid w:val="00983F6B"/>
    <w:rsid w:val="00984433"/>
    <w:rsid w:val="0098465E"/>
    <w:rsid w:val="0098499B"/>
    <w:rsid w:val="00984DBE"/>
    <w:rsid w:val="00984DFC"/>
    <w:rsid w:val="009851E9"/>
    <w:rsid w:val="009856A7"/>
    <w:rsid w:val="00985B75"/>
    <w:rsid w:val="00986117"/>
    <w:rsid w:val="0098636D"/>
    <w:rsid w:val="00986635"/>
    <w:rsid w:val="00986F47"/>
    <w:rsid w:val="009870F6"/>
    <w:rsid w:val="0098714D"/>
    <w:rsid w:val="00987160"/>
    <w:rsid w:val="0098765F"/>
    <w:rsid w:val="009876AF"/>
    <w:rsid w:val="0098775A"/>
    <w:rsid w:val="00987CBE"/>
    <w:rsid w:val="00990030"/>
    <w:rsid w:val="009901D6"/>
    <w:rsid w:val="00990201"/>
    <w:rsid w:val="009908C7"/>
    <w:rsid w:val="0099091E"/>
    <w:rsid w:val="00991068"/>
    <w:rsid w:val="00991088"/>
    <w:rsid w:val="0099109E"/>
    <w:rsid w:val="009916D9"/>
    <w:rsid w:val="0099209B"/>
    <w:rsid w:val="0099227F"/>
    <w:rsid w:val="009922E3"/>
    <w:rsid w:val="009923BD"/>
    <w:rsid w:val="00992564"/>
    <w:rsid w:val="00992889"/>
    <w:rsid w:val="009929F6"/>
    <w:rsid w:val="00992D3C"/>
    <w:rsid w:val="009931B6"/>
    <w:rsid w:val="009933CC"/>
    <w:rsid w:val="009933E5"/>
    <w:rsid w:val="00993DB8"/>
    <w:rsid w:val="00994396"/>
    <w:rsid w:val="00994DFA"/>
    <w:rsid w:val="009950A5"/>
    <w:rsid w:val="009950EA"/>
    <w:rsid w:val="0099526F"/>
    <w:rsid w:val="009952B8"/>
    <w:rsid w:val="00995E90"/>
    <w:rsid w:val="00995FA8"/>
    <w:rsid w:val="0099636D"/>
    <w:rsid w:val="009967F9"/>
    <w:rsid w:val="00996CED"/>
    <w:rsid w:val="00996E54"/>
    <w:rsid w:val="00997001"/>
    <w:rsid w:val="00997828"/>
    <w:rsid w:val="00997BA1"/>
    <w:rsid w:val="00997DF5"/>
    <w:rsid w:val="009A034D"/>
    <w:rsid w:val="009A047F"/>
    <w:rsid w:val="009A0D22"/>
    <w:rsid w:val="009A0DB2"/>
    <w:rsid w:val="009A1339"/>
    <w:rsid w:val="009A18BB"/>
    <w:rsid w:val="009A1A8A"/>
    <w:rsid w:val="009A1D4E"/>
    <w:rsid w:val="009A1E98"/>
    <w:rsid w:val="009A2079"/>
    <w:rsid w:val="009A214D"/>
    <w:rsid w:val="009A28F8"/>
    <w:rsid w:val="009A29C6"/>
    <w:rsid w:val="009A2EE9"/>
    <w:rsid w:val="009A314B"/>
    <w:rsid w:val="009A356F"/>
    <w:rsid w:val="009A35F8"/>
    <w:rsid w:val="009A36EF"/>
    <w:rsid w:val="009A3C64"/>
    <w:rsid w:val="009A3DF6"/>
    <w:rsid w:val="009A3F3F"/>
    <w:rsid w:val="009A41E6"/>
    <w:rsid w:val="009A4580"/>
    <w:rsid w:val="009A46A4"/>
    <w:rsid w:val="009A471B"/>
    <w:rsid w:val="009A49B3"/>
    <w:rsid w:val="009A4B85"/>
    <w:rsid w:val="009A4FCA"/>
    <w:rsid w:val="009A500C"/>
    <w:rsid w:val="009A534E"/>
    <w:rsid w:val="009A54B4"/>
    <w:rsid w:val="009A54C4"/>
    <w:rsid w:val="009A558B"/>
    <w:rsid w:val="009A5745"/>
    <w:rsid w:val="009A58C9"/>
    <w:rsid w:val="009A675C"/>
    <w:rsid w:val="009A6762"/>
    <w:rsid w:val="009A67FA"/>
    <w:rsid w:val="009A67FD"/>
    <w:rsid w:val="009A71A7"/>
    <w:rsid w:val="009A7346"/>
    <w:rsid w:val="009A765B"/>
    <w:rsid w:val="009B0062"/>
    <w:rsid w:val="009B00FD"/>
    <w:rsid w:val="009B01A3"/>
    <w:rsid w:val="009B027E"/>
    <w:rsid w:val="009B03D2"/>
    <w:rsid w:val="009B0698"/>
    <w:rsid w:val="009B079E"/>
    <w:rsid w:val="009B0DD1"/>
    <w:rsid w:val="009B0F50"/>
    <w:rsid w:val="009B121D"/>
    <w:rsid w:val="009B14A9"/>
    <w:rsid w:val="009B1859"/>
    <w:rsid w:val="009B1E1E"/>
    <w:rsid w:val="009B254F"/>
    <w:rsid w:val="009B255C"/>
    <w:rsid w:val="009B3216"/>
    <w:rsid w:val="009B34AE"/>
    <w:rsid w:val="009B3536"/>
    <w:rsid w:val="009B37B5"/>
    <w:rsid w:val="009B3FEB"/>
    <w:rsid w:val="009B448E"/>
    <w:rsid w:val="009B4BE7"/>
    <w:rsid w:val="009B4E3F"/>
    <w:rsid w:val="009B504F"/>
    <w:rsid w:val="009B55E1"/>
    <w:rsid w:val="009B560B"/>
    <w:rsid w:val="009B585C"/>
    <w:rsid w:val="009B5D4F"/>
    <w:rsid w:val="009B5DDA"/>
    <w:rsid w:val="009B6971"/>
    <w:rsid w:val="009B6D4D"/>
    <w:rsid w:val="009B6E30"/>
    <w:rsid w:val="009B6E90"/>
    <w:rsid w:val="009B6F7F"/>
    <w:rsid w:val="009B73B8"/>
    <w:rsid w:val="009B7433"/>
    <w:rsid w:val="009B754D"/>
    <w:rsid w:val="009B763F"/>
    <w:rsid w:val="009B77A4"/>
    <w:rsid w:val="009B7FB7"/>
    <w:rsid w:val="009C00C6"/>
    <w:rsid w:val="009C00F2"/>
    <w:rsid w:val="009C027F"/>
    <w:rsid w:val="009C10B0"/>
    <w:rsid w:val="009C19AA"/>
    <w:rsid w:val="009C1F21"/>
    <w:rsid w:val="009C20E3"/>
    <w:rsid w:val="009C2E02"/>
    <w:rsid w:val="009C3066"/>
    <w:rsid w:val="009C30AC"/>
    <w:rsid w:val="009C3192"/>
    <w:rsid w:val="009C3767"/>
    <w:rsid w:val="009C37EC"/>
    <w:rsid w:val="009C3F48"/>
    <w:rsid w:val="009C4172"/>
    <w:rsid w:val="009C4176"/>
    <w:rsid w:val="009C4AD1"/>
    <w:rsid w:val="009C4C3E"/>
    <w:rsid w:val="009C4CB2"/>
    <w:rsid w:val="009C52B1"/>
    <w:rsid w:val="009C560F"/>
    <w:rsid w:val="009C64B7"/>
    <w:rsid w:val="009C65B0"/>
    <w:rsid w:val="009C65BC"/>
    <w:rsid w:val="009C6C20"/>
    <w:rsid w:val="009C6E5E"/>
    <w:rsid w:val="009C70DC"/>
    <w:rsid w:val="009C71C0"/>
    <w:rsid w:val="009C73FB"/>
    <w:rsid w:val="009C7BB7"/>
    <w:rsid w:val="009D01AB"/>
    <w:rsid w:val="009D1FCD"/>
    <w:rsid w:val="009D2173"/>
    <w:rsid w:val="009D2841"/>
    <w:rsid w:val="009D2CB2"/>
    <w:rsid w:val="009D2D47"/>
    <w:rsid w:val="009D2E0B"/>
    <w:rsid w:val="009D309C"/>
    <w:rsid w:val="009D35B9"/>
    <w:rsid w:val="009D363F"/>
    <w:rsid w:val="009D372C"/>
    <w:rsid w:val="009D3D94"/>
    <w:rsid w:val="009D3F76"/>
    <w:rsid w:val="009D418C"/>
    <w:rsid w:val="009D44DA"/>
    <w:rsid w:val="009D473E"/>
    <w:rsid w:val="009D4825"/>
    <w:rsid w:val="009D4B6C"/>
    <w:rsid w:val="009D4EA6"/>
    <w:rsid w:val="009D5A17"/>
    <w:rsid w:val="009D5DDC"/>
    <w:rsid w:val="009D66E1"/>
    <w:rsid w:val="009D6CCB"/>
    <w:rsid w:val="009D7213"/>
    <w:rsid w:val="009D7834"/>
    <w:rsid w:val="009D783E"/>
    <w:rsid w:val="009D7849"/>
    <w:rsid w:val="009D798A"/>
    <w:rsid w:val="009D7DAB"/>
    <w:rsid w:val="009D7F61"/>
    <w:rsid w:val="009E0594"/>
    <w:rsid w:val="009E083F"/>
    <w:rsid w:val="009E0DFA"/>
    <w:rsid w:val="009E102E"/>
    <w:rsid w:val="009E14F1"/>
    <w:rsid w:val="009E24FA"/>
    <w:rsid w:val="009E2575"/>
    <w:rsid w:val="009E29BE"/>
    <w:rsid w:val="009E2CD7"/>
    <w:rsid w:val="009E2D19"/>
    <w:rsid w:val="009E2DF9"/>
    <w:rsid w:val="009E2E0D"/>
    <w:rsid w:val="009E2F22"/>
    <w:rsid w:val="009E2FE9"/>
    <w:rsid w:val="009E3202"/>
    <w:rsid w:val="009E3245"/>
    <w:rsid w:val="009E33BA"/>
    <w:rsid w:val="009E352E"/>
    <w:rsid w:val="009E398F"/>
    <w:rsid w:val="009E3BA7"/>
    <w:rsid w:val="009E4247"/>
    <w:rsid w:val="009E4F50"/>
    <w:rsid w:val="009E52CE"/>
    <w:rsid w:val="009E5947"/>
    <w:rsid w:val="009E5D37"/>
    <w:rsid w:val="009E614D"/>
    <w:rsid w:val="009E619C"/>
    <w:rsid w:val="009E6674"/>
    <w:rsid w:val="009E6C5D"/>
    <w:rsid w:val="009E6F83"/>
    <w:rsid w:val="009E6FFC"/>
    <w:rsid w:val="009E70D2"/>
    <w:rsid w:val="009E735D"/>
    <w:rsid w:val="009E737F"/>
    <w:rsid w:val="009E7797"/>
    <w:rsid w:val="009E7BDC"/>
    <w:rsid w:val="009E7F90"/>
    <w:rsid w:val="009F03A6"/>
    <w:rsid w:val="009F03C6"/>
    <w:rsid w:val="009F057B"/>
    <w:rsid w:val="009F0A80"/>
    <w:rsid w:val="009F0B17"/>
    <w:rsid w:val="009F0CFD"/>
    <w:rsid w:val="009F0E0B"/>
    <w:rsid w:val="009F1DD3"/>
    <w:rsid w:val="009F1E1A"/>
    <w:rsid w:val="009F1EA2"/>
    <w:rsid w:val="009F2221"/>
    <w:rsid w:val="009F2518"/>
    <w:rsid w:val="009F3FB3"/>
    <w:rsid w:val="009F3FCE"/>
    <w:rsid w:val="009F465F"/>
    <w:rsid w:val="009F4AAC"/>
    <w:rsid w:val="009F4C00"/>
    <w:rsid w:val="009F545B"/>
    <w:rsid w:val="009F5C0D"/>
    <w:rsid w:val="009F5C50"/>
    <w:rsid w:val="009F63CB"/>
    <w:rsid w:val="009F677E"/>
    <w:rsid w:val="009F6858"/>
    <w:rsid w:val="009F6B98"/>
    <w:rsid w:val="009F6C9F"/>
    <w:rsid w:val="009F6FA4"/>
    <w:rsid w:val="009F729A"/>
    <w:rsid w:val="009F72CA"/>
    <w:rsid w:val="009F7560"/>
    <w:rsid w:val="009F7C05"/>
    <w:rsid w:val="009F7CD8"/>
    <w:rsid w:val="00A00242"/>
    <w:rsid w:val="00A00683"/>
    <w:rsid w:val="00A013B6"/>
    <w:rsid w:val="00A01751"/>
    <w:rsid w:val="00A018F1"/>
    <w:rsid w:val="00A01C96"/>
    <w:rsid w:val="00A024A5"/>
    <w:rsid w:val="00A025DF"/>
    <w:rsid w:val="00A026C3"/>
    <w:rsid w:val="00A026CF"/>
    <w:rsid w:val="00A0284F"/>
    <w:rsid w:val="00A02913"/>
    <w:rsid w:val="00A02A07"/>
    <w:rsid w:val="00A03082"/>
    <w:rsid w:val="00A034A1"/>
    <w:rsid w:val="00A03A7F"/>
    <w:rsid w:val="00A03F41"/>
    <w:rsid w:val="00A04422"/>
    <w:rsid w:val="00A0446E"/>
    <w:rsid w:val="00A045FB"/>
    <w:rsid w:val="00A05029"/>
    <w:rsid w:val="00A05542"/>
    <w:rsid w:val="00A0597E"/>
    <w:rsid w:val="00A05AFE"/>
    <w:rsid w:val="00A05E46"/>
    <w:rsid w:val="00A060BB"/>
    <w:rsid w:val="00A06725"/>
    <w:rsid w:val="00A068F6"/>
    <w:rsid w:val="00A06E06"/>
    <w:rsid w:val="00A07455"/>
    <w:rsid w:val="00A074F7"/>
    <w:rsid w:val="00A07B9D"/>
    <w:rsid w:val="00A1010C"/>
    <w:rsid w:val="00A101F0"/>
    <w:rsid w:val="00A10618"/>
    <w:rsid w:val="00A107EE"/>
    <w:rsid w:val="00A10B7F"/>
    <w:rsid w:val="00A10C83"/>
    <w:rsid w:val="00A10E81"/>
    <w:rsid w:val="00A11011"/>
    <w:rsid w:val="00A120E3"/>
    <w:rsid w:val="00A12265"/>
    <w:rsid w:val="00A124C9"/>
    <w:rsid w:val="00A12788"/>
    <w:rsid w:val="00A13049"/>
    <w:rsid w:val="00A132F8"/>
    <w:rsid w:val="00A13424"/>
    <w:rsid w:val="00A1356D"/>
    <w:rsid w:val="00A14138"/>
    <w:rsid w:val="00A143FF"/>
    <w:rsid w:val="00A14446"/>
    <w:rsid w:val="00A144AD"/>
    <w:rsid w:val="00A16659"/>
    <w:rsid w:val="00A16842"/>
    <w:rsid w:val="00A1689D"/>
    <w:rsid w:val="00A16FBB"/>
    <w:rsid w:val="00A17240"/>
    <w:rsid w:val="00A174BD"/>
    <w:rsid w:val="00A17BAC"/>
    <w:rsid w:val="00A17E23"/>
    <w:rsid w:val="00A201D6"/>
    <w:rsid w:val="00A20510"/>
    <w:rsid w:val="00A20639"/>
    <w:rsid w:val="00A2205A"/>
    <w:rsid w:val="00A223E4"/>
    <w:rsid w:val="00A224F6"/>
    <w:rsid w:val="00A225AE"/>
    <w:rsid w:val="00A225B9"/>
    <w:rsid w:val="00A22673"/>
    <w:rsid w:val="00A22B20"/>
    <w:rsid w:val="00A22EC6"/>
    <w:rsid w:val="00A23326"/>
    <w:rsid w:val="00A2374D"/>
    <w:rsid w:val="00A243A6"/>
    <w:rsid w:val="00A247CB"/>
    <w:rsid w:val="00A24A34"/>
    <w:rsid w:val="00A24FC7"/>
    <w:rsid w:val="00A2519A"/>
    <w:rsid w:val="00A25311"/>
    <w:rsid w:val="00A2537C"/>
    <w:rsid w:val="00A2571F"/>
    <w:rsid w:val="00A260CA"/>
    <w:rsid w:val="00A267B3"/>
    <w:rsid w:val="00A2688B"/>
    <w:rsid w:val="00A26B71"/>
    <w:rsid w:val="00A26C48"/>
    <w:rsid w:val="00A27168"/>
    <w:rsid w:val="00A27CC3"/>
    <w:rsid w:val="00A27FBC"/>
    <w:rsid w:val="00A3075C"/>
    <w:rsid w:val="00A309C2"/>
    <w:rsid w:val="00A30C75"/>
    <w:rsid w:val="00A30E6D"/>
    <w:rsid w:val="00A313FB"/>
    <w:rsid w:val="00A31609"/>
    <w:rsid w:val="00A316F0"/>
    <w:rsid w:val="00A31B22"/>
    <w:rsid w:val="00A32E58"/>
    <w:rsid w:val="00A339F8"/>
    <w:rsid w:val="00A33B47"/>
    <w:rsid w:val="00A33C38"/>
    <w:rsid w:val="00A33D65"/>
    <w:rsid w:val="00A33DA9"/>
    <w:rsid w:val="00A33F52"/>
    <w:rsid w:val="00A344C2"/>
    <w:rsid w:val="00A34B26"/>
    <w:rsid w:val="00A34E25"/>
    <w:rsid w:val="00A35075"/>
    <w:rsid w:val="00A355B8"/>
    <w:rsid w:val="00A3578A"/>
    <w:rsid w:val="00A359E0"/>
    <w:rsid w:val="00A35EEF"/>
    <w:rsid w:val="00A36668"/>
    <w:rsid w:val="00A3700E"/>
    <w:rsid w:val="00A371D5"/>
    <w:rsid w:val="00A3739C"/>
    <w:rsid w:val="00A375CF"/>
    <w:rsid w:val="00A37C82"/>
    <w:rsid w:val="00A37DAD"/>
    <w:rsid w:val="00A37FAC"/>
    <w:rsid w:val="00A40797"/>
    <w:rsid w:val="00A409ED"/>
    <w:rsid w:val="00A40E9E"/>
    <w:rsid w:val="00A41294"/>
    <w:rsid w:val="00A41577"/>
    <w:rsid w:val="00A4169B"/>
    <w:rsid w:val="00A4171A"/>
    <w:rsid w:val="00A41B22"/>
    <w:rsid w:val="00A422A0"/>
    <w:rsid w:val="00A42C2D"/>
    <w:rsid w:val="00A42D03"/>
    <w:rsid w:val="00A42D46"/>
    <w:rsid w:val="00A42EE5"/>
    <w:rsid w:val="00A43241"/>
    <w:rsid w:val="00A436DF"/>
    <w:rsid w:val="00A43B33"/>
    <w:rsid w:val="00A43B8F"/>
    <w:rsid w:val="00A44629"/>
    <w:rsid w:val="00A44998"/>
    <w:rsid w:val="00A44C09"/>
    <w:rsid w:val="00A44E3E"/>
    <w:rsid w:val="00A44E87"/>
    <w:rsid w:val="00A450F3"/>
    <w:rsid w:val="00A4549A"/>
    <w:rsid w:val="00A45D11"/>
    <w:rsid w:val="00A45D3D"/>
    <w:rsid w:val="00A45D49"/>
    <w:rsid w:val="00A4610E"/>
    <w:rsid w:val="00A46586"/>
    <w:rsid w:val="00A46FBD"/>
    <w:rsid w:val="00A4701E"/>
    <w:rsid w:val="00A4716D"/>
    <w:rsid w:val="00A471DA"/>
    <w:rsid w:val="00A47734"/>
    <w:rsid w:val="00A47781"/>
    <w:rsid w:val="00A47C1B"/>
    <w:rsid w:val="00A47CDA"/>
    <w:rsid w:val="00A50026"/>
    <w:rsid w:val="00A50061"/>
    <w:rsid w:val="00A50613"/>
    <w:rsid w:val="00A50976"/>
    <w:rsid w:val="00A50B29"/>
    <w:rsid w:val="00A50F07"/>
    <w:rsid w:val="00A511C1"/>
    <w:rsid w:val="00A514A1"/>
    <w:rsid w:val="00A5197C"/>
    <w:rsid w:val="00A51C67"/>
    <w:rsid w:val="00A51D84"/>
    <w:rsid w:val="00A52036"/>
    <w:rsid w:val="00A525E5"/>
    <w:rsid w:val="00A52A3C"/>
    <w:rsid w:val="00A52BDA"/>
    <w:rsid w:val="00A52DE1"/>
    <w:rsid w:val="00A53224"/>
    <w:rsid w:val="00A53A21"/>
    <w:rsid w:val="00A53C4D"/>
    <w:rsid w:val="00A542F4"/>
    <w:rsid w:val="00A543B1"/>
    <w:rsid w:val="00A54AE7"/>
    <w:rsid w:val="00A54AF4"/>
    <w:rsid w:val="00A5565D"/>
    <w:rsid w:val="00A558DD"/>
    <w:rsid w:val="00A558E1"/>
    <w:rsid w:val="00A55A1F"/>
    <w:rsid w:val="00A566DB"/>
    <w:rsid w:val="00A56A92"/>
    <w:rsid w:val="00A57188"/>
    <w:rsid w:val="00A5732F"/>
    <w:rsid w:val="00A576FB"/>
    <w:rsid w:val="00A578FF"/>
    <w:rsid w:val="00A57B56"/>
    <w:rsid w:val="00A57E7F"/>
    <w:rsid w:val="00A6068D"/>
    <w:rsid w:val="00A60715"/>
    <w:rsid w:val="00A60BB6"/>
    <w:rsid w:val="00A610BA"/>
    <w:rsid w:val="00A613EA"/>
    <w:rsid w:val="00A61610"/>
    <w:rsid w:val="00A61AA1"/>
    <w:rsid w:val="00A61C7F"/>
    <w:rsid w:val="00A61E78"/>
    <w:rsid w:val="00A61F53"/>
    <w:rsid w:val="00A62003"/>
    <w:rsid w:val="00A62216"/>
    <w:rsid w:val="00A62221"/>
    <w:rsid w:val="00A628DB"/>
    <w:rsid w:val="00A629D2"/>
    <w:rsid w:val="00A62B20"/>
    <w:rsid w:val="00A6359C"/>
    <w:rsid w:val="00A63748"/>
    <w:rsid w:val="00A638FB"/>
    <w:rsid w:val="00A64098"/>
    <w:rsid w:val="00A646CA"/>
    <w:rsid w:val="00A6495D"/>
    <w:rsid w:val="00A64C4D"/>
    <w:rsid w:val="00A64E91"/>
    <w:rsid w:val="00A653C6"/>
    <w:rsid w:val="00A653DD"/>
    <w:rsid w:val="00A657A4"/>
    <w:rsid w:val="00A65B86"/>
    <w:rsid w:val="00A6657D"/>
    <w:rsid w:val="00A66725"/>
    <w:rsid w:val="00A66CC1"/>
    <w:rsid w:val="00A66DAF"/>
    <w:rsid w:val="00A6712B"/>
    <w:rsid w:val="00A67510"/>
    <w:rsid w:val="00A6785F"/>
    <w:rsid w:val="00A67972"/>
    <w:rsid w:val="00A67B94"/>
    <w:rsid w:val="00A705B7"/>
    <w:rsid w:val="00A7081B"/>
    <w:rsid w:val="00A7151D"/>
    <w:rsid w:val="00A7189C"/>
    <w:rsid w:val="00A72179"/>
    <w:rsid w:val="00A72201"/>
    <w:rsid w:val="00A722BE"/>
    <w:rsid w:val="00A7277D"/>
    <w:rsid w:val="00A72C9D"/>
    <w:rsid w:val="00A7377E"/>
    <w:rsid w:val="00A738B7"/>
    <w:rsid w:val="00A73FD3"/>
    <w:rsid w:val="00A74145"/>
    <w:rsid w:val="00A75355"/>
    <w:rsid w:val="00A7537B"/>
    <w:rsid w:val="00A75A29"/>
    <w:rsid w:val="00A75A5B"/>
    <w:rsid w:val="00A75A5F"/>
    <w:rsid w:val="00A75E86"/>
    <w:rsid w:val="00A75F35"/>
    <w:rsid w:val="00A761C7"/>
    <w:rsid w:val="00A76435"/>
    <w:rsid w:val="00A7651C"/>
    <w:rsid w:val="00A76AD0"/>
    <w:rsid w:val="00A76F57"/>
    <w:rsid w:val="00A80322"/>
    <w:rsid w:val="00A80712"/>
    <w:rsid w:val="00A8094A"/>
    <w:rsid w:val="00A8164F"/>
    <w:rsid w:val="00A81848"/>
    <w:rsid w:val="00A819B6"/>
    <w:rsid w:val="00A81CBC"/>
    <w:rsid w:val="00A81EAD"/>
    <w:rsid w:val="00A822FA"/>
    <w:rsid w:val="00A8341E"/>
    <w:rsid w:val="00A83519"/>
    <w:rsid w:val="00A8357B"/>
    <w:rsid w:val="00A83733"/>
    <w:rsid w:val="00A83758"/>
    <w:rsid w:val="00A83A91"/>
    <w:rsid w:val="00A83B75"/>
    <w:rsid w:val="00A83C2E"/>
    <w:rsid w:val="00A83CA3"/>
    <w:rsid w:val="00A83F1F"/>
    <w:rsid w:val="00A8412D"/>
    <w:rsid w:val="00A84AA3"/>
    <w:rsid w:val="00A84C78"/>
    <w:rsid w:val="00A859C6"/>
    <w:rsid w:val="00A85C41"/>
    <w:rsid w:val="00A86037"/>
    <w:rsid w:val="00A86271"/>
    <w:rsid w:val="00A86587"/>
    <w:rsid w:val="00A86CE9"/>
    <w:rsid w:val="00A87290"/>
    <w:rsid w:val="00A872B4"/>
    <w:rsid w:val="00A875D0"/>
    <w:rsid w:val="00A878B6"/>
    <w:rsid w:val="00A87AC3"/>
    <w:rsid w:val="00A90320"/>
    <w:rsid w:val="00A9050D"/>
    <w:rsid w:val="00A90AC7"/>
    <w:rsid w:val="00A90FB8"/>
    <w:rsid w:val="00A910C0"/>
    <w:rsid w:val="00A91216"/>
    <w:rsid w:val="00A91221"/>
    <w:rsid w:val="00A91412"/>
    <w:rsid w:val="00A914C7"/>
    <w:rsid w:val="00A918D5"/>
    <w:rsid w:val="00A91A21"/>
    <w:rsid w:val="00A91E04"/>
    <w:rsid w:val="00A92049"/>
    <w:rsid w:val="00A921FD"/>
    <w:rsid w:val="00A925A3"/>
    <w:rsid w:val="00A92996"/>
    <w:rsid w:val="00A92AC1"/>
    <w:rsid w:val="00A92EBB"/>
    <w:rsid w:val="00A92ED2"/>
    <w:rsid w:val="00A92FF0"/>
    <w:rsid w:val="00A930C5"/>
    <w:rsid w:val="00A93B99"/>
    <w:rsid w:val="00A93C0E"/>
    <w:rsid w:val="00A9408D"/>
    <w:rsid w:val="00A9475A"/>
    <w:rsid w:val="00A94F00"/>
    <w:rsid w:val="00A950CF"/>
    <w:rsid w:val="00A950DB"/>
    <w:rsid w:val="00A956F5"/>
    <w:rsid w:val="00A95994"/>
    <w:rsid w:val="00A95A0C"/>
    <w:rsid w:val="00A967AB"/>
    <w:rsid w:val="00A96821"/>
    <w:rsid w:val="00A9685B"/>
    <w:rsid w:val="00A96917"/>
    <w:rsid w:val="00A96ECA"/>
    <w:rsid w:val="00A972A2"/>
    <w:rsid w:val="00A972D5"/>
    <w:rsid w:val="00A9749B"/>
    <w:rsid w:val="00AA05F4"/>
    <w:rsid w:val="00AA074E"/>
    <w:rsid w:val="00AA07C3"/>
    <w:rsid w:val="00AA086E"/>
    <w:rsid w:val="00AA0992"/>
    <w:rsid w:val="00AA129C"/>
    <w:rsid w:val="00AA1975"/>
    <w:rsid w:val="00AA1BF4"/>
    <w:rsid w:val="00AA1D68"/>
    <w:rsid w:val="00AA2658"/>
    <w:rsid w:val="00AA2FBD"/>
    <w:rsid w:val="00AA30CC"/>
    <w:rsid w:val="00AA325B"/>
    <w:rsid w:val="00AA3357"/>
    <w:rsid w:val="00AA35DC"/>
    <w:rsid w:val="00AA3A65"/>
    <w:rsid w:val="00AA4595"/>
    <w:rsid w:val="00AA45F1"/>
    <w:rsid w:val="00AA4632"/>
    <w:rsid w:val="00AA47F4"/>
    <w:rsid w:val="00AA497F"/>
    <w:rsid w:val="00AA4E6A"/>
    <w:rsid w:val="00AA56E2"/>
    <w:rsid w:val="00AA61AC"/>
    <w:rsid w:val="00AA69FF"/>
    <w:rsid w:val="00AA70BF"/>
    <w:rsid w:val="00AA70EB"/>
    <w:rsid w:val="00AA73AE"/>
    <w:rsid w:val="00AA7650"/>
    <w:rsid w:val="00AA7B47"/>
    <w:rsid w:val="00AB017C"/>
    <w:rsid w:val="00AB0229"/>
    <w:rsid w:val="00AB0261"/>
    <w:rsid w:val="00AB060B"/>
    <w:rsid w:val="00AB1AF6"/>
    <w:rsid w:val="00AB1C81"/>
    <w:rsid w:val="00AB2561"/>
    <w:rsid w:val="00AB2685"/>
    <w:rsid w:val="00AB272C"/>
    <w:rsid w:val="00AB2BDF"/>
    <w:rsid w:val="00AB2C4B"/>
    <w:rsid w:val="00AB2DD3"/>
    <w:rsid w:val="00AB3080"/>
    <w:rsid w:val="00AB35BE"/>
    <w:rsid w:val="00AB3747"/>
    <w:rsid w:val="00AB3AD9"/>
    <w:rsid w:val="00AB3DC3"/>
    <w:rsid w:val="00AB41D2"/>
    <w:rsid w:val="00AB49D2"/>
    <w:rsid w:val="00AB4B14"/>
    <w:rsid w:val="00AB5500"/>
    <w:rsid w:val="00AB5A91"/>
    <w:rsid w:val="00AB5AC1"/>
    <w:rsid w:val="00AB642B"/>
    <w:rsid w:val="00AB6524"/>
    <w:rsid w:val="00AB686D"/>
    <w:rsid w:val="00AB6C22"/>
    <w:rsid w:val="00AB6D1E"/>
    <w:rsid w:val="00AB79A4"/>
    <w:rsid w:val="00AB7FFD"/>
    <w:rsid w:val="00AC1304"/>
    <w:rsid w:val="00AC1A37"/>
    <w:rsid w:val="00AC2D54"/>
    <w:rsid w:val="00AC2ECA"/>
    <w:rsid w:val="00AC355C"/>
    <w:rsid w:val="00AC423C"/>
    <w:rsid w:val="00AC43B4"/>
    <w:rsid w:val="00AC43FE"/>
    <w:rsid w:val="00AC4902"/>
    <w:rsid w:val="00AC4957"/>
    <w:rsid w:val="00AC52DC"/>
    <w:rsid w:val="00AC5F06"/>
    <w:rsid w:val="00AC617E"/>
    <w:rsid w:val="00AC64E5"/>
    <w:rsid w:val="00AC7D6E"/>
    <w:rsid w:val="00AC7FDC"/>
    <w:rsid w:val="00AD0763"/>
    <w:rsid w:val="00AD07E9"/>
    <w:rsid w:val="00AD0975"/>
    <w:rsid w:val="00AD0B6D"/>
    <w:rsid w:val="00AD0E1A"/>
    <w:rsid w:val="00AD111A"/>
    <w:rsid w:val="00AD1A44"/>
    <w:rsid w:val="00AD1BF9"/>
    <w:rsid w:val="00AD1CF8"/>
    <w:rsid w:val="00AD1DFE"/>
    <w:rsid w:val="00AD1FAF"/>
    <w:rsid w:val="00AD2208"/>
    <w:rsid w:val="00AD2BD2"/>
    <w:rsid w:val="00AD30A0"/>
    <w:rsid w:val="00AD3479"/>
    <w:rsid w:val="00AD3639"/>
    <w:rsid w:val="00AD3AE0"/>
    <w:rsid w:val="00AD42F4"/>
    <w:rsid w:val="00AD4351"/>
    <w:rsid w:val="00AD43C8"/>
    <w:rsid w:val="00AD4977"/>
    <w:rsid w:val="00AD4A6F"/>
    <w:rsid w:val="00AD4DAD"/>
    <w:rsid w:val="00AD59B7"/>
    <w:rsid w:val="00AD59DE"/>
    <w:rsid w:val="00AD5E76"/>
    <w:rsid w:val="00AD6AF1"/>
    <w:rsid w:val="00AD6F8D"/>
    <w:rsid w:val="00AD72F9"/>
    <w:rsid w:val="00AD7306"/>
    <w:rsid w:val="00AD73A2"/>
    <w:rsid w:val="00AD756C"/>
    <w:rsid w:val="00AE0254"/>
    <w:rsid w:val="00AE0399"/>
    <w:rsid w:val="00AE03E4"/>
    <w:rsid w:val="00AE0A55"/>
    <w:rsid w:val="00AE0B92"/>
    <w:rsid w:val="00AE10F1"/>
    <w:rsid w:val="00AE1123"/>
    <w:rsid w:val="00AE158D"/>
    <w:rsid w:val="00AE176A"/>
    <w:rsid w:val="00AE2213"/>
    <w:rsid w:val="00AE23E9"/>
    <w:rsid w:val="00AE293B"/>
    <w:rsid w:val="00AE2BE3"/>
    <w:rsid w:val="00AE2FA4"/>
    <w:rsid w:val="00AE3139"/>
    <w:rsid w:val="00AE3170"/>
    <w:rsid w:val="00AE35AF"/>
    <w:rsid w:val="00AE3AFD"/>
    <w:rsid w:val="00AE3BA9"/>
    <w:rsid w:val="00AE4237"/>
    <w:rsid w:val="00AE443D"/>
    <w:rsid w:val="00AE48E7"/>
    <w:rsid w:val="00AE5361"/>
    <w:rsid w:val="00AE57C3"/>
    <w:rsid w:val="00AE5B43"/>
    <w:rsid w:val="00AE6242"/>
    <w:rsid w:val="00AE6CD0"/>
    <w:rsid w:val="00AE6E9B"/>
    <w:rsid w:val="00AE71B4"/>
    <w:rsid w:val="00AE71C0"/>
    <w:rsid w:val="00AE762D"/>
    <w:rsid w:val="00AE7BA3"/>
    <w:rsid w:val="00AE7FE7"/>
    <w:rsid w:val="00AF0FC1"/>
    <w:rsid w:val="00AF11C5"/>
    <w:rsid w:val="00AF1303"/>
    <w:rsid w:val="00AF13E8"/>
    <w:rsid w:val="00AF1EAE"/>
    <w:rsid w:val="00AF1F06"/>
    <w:rsid w:val="00AF1FC5"/>
    <w:rsid w:val="00AF2A3D"/>
    <w:rsid w:val="00AF3061"/>
    <w:rsid w:val="00AF3320"/>
    <w:rsid w:val="00AF3587"/>
    <w:rsid w:val="00AF36AC"/>
    <w:rsid w:val="00AF3B07"/>
    <w:rsid w:val="00AF3B69"/>
    <w:rsid w:val="00AF3FC2"/>
    <w:rsid w:val="00AF43E7"/>
    <w:rsid w:val="00AF44C3"/>
    <w:rsid w:val="00AF47BA"/>
    <w:rsid w:val="00AF4925"/>
    <w:rsid w:val="00AF496A"/>
    <w:rsid w:val="00AF4B49"/>
    <w:rsid w:val="00AF52AC"/>
    <w:rsid w:val="00AF55F3"/>
    <w:rsid w:val="00AF58A8"/>
    <w:rsid w:val="00AF5BCB"/>
    <w:rsid w:val="00AF5E4A"/>
    <w:rsid w:val="00AF64A7"/>
    <w:rsid w:val="00AF6833"/>
    <w:rsid w:val="00AF68D0"/>
    <w:rsid w:val="00AF71BF"/>
    <w:rsid w:val="00AF7505"/>
    <w:rsid w:val="00AF75E3"/>
    <w:rsid w:val="00AF7B98"/>
    <w:rsid w:val="00AF7BEF"/>
    <w:rsid w:val="00B003A0"/>
    <w:rsid w:val="00B0046E"/>
    <w:rsid w:val="00B007E3"/>
    <w:rsid w:val="00B009E1"/>
    <w:rsid w:val="00B00DD9"/>
    <w:rsid w:val="00B00EB3"/>
    <w:rsid w:val="00B01123"/>
    <w:rsid w:val="00B011F9"/>
    <w:rsid w:val="00B0137C"/>
    <w:rsid w:val="00B02276"/>
    <w:rsid w:val="00B02573"/>
    <w:rsid w:val="00B02BB7"/>
    <w:rsid w:val="00B03540"/>
    <w:rsid w:val="00B0364E"/>
    <w:rsid w:val="00B03781"/>
    <w:rsid w:val="00B0387D"/>
    <w:rsid w:val="00B03C28"/>
    <w:rsid w:val="00B03F1E"/>
    <w:rsid w:val="00B0420E"/>
    <w:rsid w:val="00B04236"/>
    <w:rsid w:val="00B0476C"/>
    <w:rsid w:val="00B048A6"/>
    <w:rsid w:val="00B04941"/>
    <w:rsid w:val="00B049A8"/>
    <w:rsid w:val="00B04B52"/>
    <w:rsid w:val="00B05069"/>
    <w:rsid w:val="00B05330"/>
    <w:rsid w:val="00B055CB"/>
    <w:rsid w:val="00B056C1"/>
    <w:rsid w:val="00B057E9"/>
    <w:rsid w:val="00B05E8F"/>
    <w:rsid w:val="00B064F9"/>
    <w:rsid w:val="00B0662E"/>
    <w:rsid w:val="00B070AE"/>
    <w:rsid w:val="00B07163"/>
    <w:rsid w:val="00B07CB1"/>
    <w:rsid w:val="00B07E74"/>
    <w:rsid w:val="00B102F0"/>
    <w:rsid w:val="00B10635"/>
    <w:rsid w:val="00B10E90"/>
    <w:rsid w:val="00B11492"/>
    <w:rsid w:val="00B11612"/>
    <w:rsid w:val="00B11FC4"/>
    <w:rsid w:val="00B1245D"/>
    <w:rsid w:val="00B124D8"/>
    <w:rsid w:val="00B12C43"/>
    <w:rsid w:val="00B135D2"/>
    <w:rsid w:val="00B13883"/>
    <w:rsid w:val="00B13AB4"/>
    <w:rsid w:val="00B13C2D"/>
    <w:rsid w:val="00B143C2"/>
    <w:rsid w:val="00B1469F"/>
    <w:rsid w:val="00B1487A"/>
    <w:rsid w:val="00B148B7"/>
    <w:rsid w:val="00B148DB"/>
    <w:rsid w:val="00B1493C"/>
    <w:rsid w:val="00B150ED"/>
    <w:rsid w:val="00B1534B"/>
    <w:rsid w:val="00B15388"/>
    <w:rsid w:val="00B1574E"/>
    <w:rsid w:val="00B1577D"/>
    <w:rsid w:val="00B15B74"/>
    <w:rsid w:val="00B166FE"/>
    <w:rsid w:val="00B17296"/>
    <w:rsid w:val="00B17A3E"/>
    <w:rsid w:val="00B17A98"/>
    <w:rsid w:val="00B17D67"/>
    <w:rsid w:val="00B17EE4"/>
    <w:rsid w:val="00B20614"/>
    <w:rsid w:val="00B20D9E"/>
    <w:rsid w:val="00B20EF4"/>
    <w:rsid w:val="00B211A8"/>
    <w:rsid w:val="00B217B5"/>
    <w:rsid w:val="00B21890"/>
    <w:rsid w:val="00B219DC"/>
    <w:rsid w:val="00B21C89"/>
    <w:rsid w:val="00B220DA"/>
    <w:rsid w:val="00B22DE8"/>
    <w:rsid w:val="00B2324A"/>
    <w:rsid w:val="00B2382E"/>
    <w:rsid w:val="00B2404A"/>
    <w:rsid w:val="00B240BC"/>
    <w:rsid w:val="00B24689"/>
    <w:rsid w:val="00B24BB7"/>
    <w:rsid w:val="00B24BEE"/>
    <w:rsid w:val="00B253A7"/>
    <w:rsid w:val="00B25474"/>
    <w:rsid w:val="00B25A7F"/>
    <w:rsid w:val="00B25FAC"/>
    <w:rsid w:val="00B2627A"/>
    <w:rsid w:val="00B26EC7"/>
    <w:rsid w:val="00B2756D"/>
    <w:rsid w:val="00B275D9"/>
    <w:rsid w:val="00B27850"/>
    <w:rsid w:val="00B2787E"/>
    <w:rsid w:val="00B27883"/>
    <w:rsid w:val="00B27DD3"/>
    <w:rsid w:val="00B30036"/>
    <w:rsid w:val="00B30821"/>
    <w:rsid w:val="00B30A5A"/>
    <w:rsid w:val="00B30A93"/>
    <w:rsid w:val="00B314EA"/>
    <w:rsid w:val="00B317D9"/>
    <w:rsid w:val="00B325AE"/>
    <w:rsid w:val="00B3287D"/>
    <w:rsid w:val="00B333C5"/>
    <w:rsid w:val="00B33794"/>
    <w:rsid w:val="00B33B69"/>
    <w:rsid w:val="00B33E1B"/>
    <w:rsid w:val="00B33E4F"/>
    <w:rsid w:val="00B33EBD"/>
    <w:rsid w:val="00B33EC0"/>
    <w:rsid w:val="00B33FBD"/>
    <w:rsid w:val="00B3406B"/>
    <w:rsid w:val="00B3456F"/>
    <w:rsid w:val="00B34CD1"/>
    <w:rsid w:val="00B34DB5"/>
    <w:rsid w:val="00B352FE"/>
    <w:rsid w:val="00B35612"/>
    <w:rsid w:val="00B3569B"/>
    <w:rsid w:val="00B36019"/>
    <w:rsid w:val="00B360E1"/>
    <w:rsid w:val="00B36410"/>
    <w:rsid w:val="00B36666"/>
    <w:rsid w:val="00B366A1"/>
    <w:rsid w:val="00B37251"/>
    <w:rsid w:val="00B37330"/>
    <w:rsid w:val="00B37648"/>
    <w:rsid w:val="00B379AA"/>
    <w:rsid w:val="00B37C4B"/>
    <w:rsid w:val="00B37C5C"/>
    <w:rsid w:val="00B408A0"/>
    <w:rsid w:val="00B409E1"/>
    <w:rsid w:val="00B40CEE"/>
    <w:rsid w:val="00B40D0E"/>
    <w:rsid w:val="00B41091"/>
    <w:rsid w:val="00B4119B"/>
    <w:rsid w:val="00B4158F"/>
    <w:rsid w:val="00B415B0"/>
    <w:rsid w:val="00B418ED"/>
    <w:rsid w:val="00B41D93"/>
    <w:rsid w:val="00B41E14"/>
    <w:rsid w:val="00B42296"/>
    <w:rsid w:val="00B42344"/>
    <w:rsid w:val="00B4270D"/>
    <w:rsid w:val="00B42AE0"/>
    <w:rsid w:val="00B434FE"/>
    <w:rsid w:val="00B435CA"/>
    <w:rsid w:val="00B44177"/>
    <w:rsid w:val="00B44321"/>
    <w:rsid w:val="00B44701"/>
    <w:rsid w:val="00B45A9C"/>
    <w:rsid w:val="00B45CD3"/>
    <w:rsid w:val="00B45E09"/>
    <w:rsid w:val="00B45F3A"/>
    <w:rsid w:val="00B45FD2"/>
    <w:rsid w:val="00B47049"/>
    <w:rsid w:val="00B47062"/>
    <w:rsid w:val="00B470D8"/>
    <w:rsid w:val="00B47157"/>
    <w:rsid w:val="00B47166"/>
    <w:rsid w:val="00B4721D"/>
    <w:rsid w:val="00B474FC"/>
    <w:rsid w:val="00B47F1A"/>
    <w:rsid w:val="00B50224"/>
    <w:rsid w:val="00B504F5"/>
    <w:rsid w:val="00B5055F"/>
    <w:rsid w:val="00B505CA"/>
    <w:rsid w:val="00B506D6"/>
    <w:rsid w:val="00B50968"/>
    <w:rsid w:val="00B50D73"/>
    <w:rsid w:val="00B50DDC"/>
    <w:rsid w:val="00B515C2"/>
    <w:rsid w:val="00B517D1"/>
    <w:rsid w:val="00B51FCD"/>
    <w:rsid w:val="00B52782"/>
    <w:rsid w:val="00B52ABA"/>
    <w:rsid w:val="00B52E01"/>
    <w:rsid w:val="00B53D70"/>
    <w:rsid w:val="00B53EBF"/>
    <w:rsid w:val="00B54339"/>
    <w:rsid w:val="00B54C51"/>
    <w:rsid w:val="00B5510F"/>
    <w:rsid w:val="00B55597"/>
    <w:rsid w:val="00B56603"/>
    <w:rsid w:val="00B56A6D"/>
    <w:rsid w:val="00B56ED6"/>
    <w:rsid w:val="00B57283"/>
    <w:rsid w:val="00B5754B"/>
    <w:rsid w:val="00B576E6"/>
    <w:rsid w:val="00B57897"/>
    <w:rsid w:val="00B57EB2"/>
    <w:rsid w:val="00B57F32"/>
    <w:rsid w:val="00B60140"/>
    <w:rsid w:val="00B60433"/>
    <w:rsid w:val="00B60702"/>
    <w:rsid w:val="00B60E49"/>
    <w:rsid w:val="00B60EEA"/>
    <w:rsid w:val="00B61391"/>
    <w:rsid w:val="00B613AC"/>
    <w:rsid w:val="00B61733"/>
    <w:rsid w:val="00B62605"/>
    <w:rsid w:val="00B6279E"/>
    <w:rsid w:val="00B62DDC"/>
    <w:rsid w:val="00B631A4"/>
    <w:rsid w:val="00B633F1"/>
    <w:rsid w:val="00B63591"/>
    <w:rsid w:val="00B635B0"/>
    <w:rsid w:val="00B6364D"/>
    <w:rsid w:val="00B63849"/>
    <w:rsid w:val="00B641B5"/>
    <w:rsid w:val="00B64E89"/>
    <w:rsid w:val="00B64F78"/>
    <w:rsid w:val="00B6529F"/>
    <w:rsid w:val="00B656D7"/>
    <w:rsid w:val="00B657D5"/>
    <w:rsid w:val="00B65FE6"/>
    <w:rsid w:val="00B66088"/>
    <w:rsid w:val="00B660EF"/>
    <w:rsid w:val="00B661F3"/>
    <w:rsid w:val="00B66B1E"/>
    <w:rsid w:val="00B66E83"/>
    <w:rsid w:val="00B67636"/>
    <w:rsid w:val="00B67720"/>
    <w:rsid w:val="00B67723"/>
    <w:rsid w:val="00B67789"/>
    <w:rsid w:val="00B677F8"/>
    <w:rsid w:val="00B704D5"/>
    <w:rsid w:val="00B707E9"/>
    <w:rsid w:val="00B70FF3"/>
    <w:rsid w:val="00B71734"/>
    <w:rsid w:val="00B71B24"/>
    <w:rsid w:val="00B71BBF"/>
    <w:rsid w:val="00B721AB"/>
    <w:rsid w:val="00B722FA"/>
    <w:rsid w:val="00B72BFD"/>
    <w:rsid w:val="00B72C5C"/>
    <w:rsid w:val="00B72FD6"/>
    <w:rsid w:val="00B732B0"/>
    <w:rsid w:val="00B73892"/>
    <w:rsid w:val="00B73D4E"/>
    <w:rsid w:val="00B75172"/>
    <w:rsid w:val="00B757BD"/>
    <w:rsid w:val="00B75D33"/>
    <w:rsid w:val="00B7620E"/>
    <w:rsid w:val="00B762A4"/>
    <w:rsid w:val="00B76DC6"/>
    <w:rsid w:val="00B76E70"/>
    <w:rsid w:val="00B77107"/>
    <w:rsid w:val="00B77296"/>
    <w:rsid w:val="00B772B9"/>
    <w:rsid w:val="00B773C5"/>
    <w:rsid w:val="00B77853"/>
    <w:rsid w:val="00B8074C"/>
    <w:rsid w:val="00B80FCD"/>
    <w:rsid w:val="00B8160E"/>
    <w:rsid w:val="00B8224A"/>
    <w:rsid w:val="00B82922"/>
    <w:rsid w:val="00B82AED"/>
    <w:rsid w:val="00B82CA2"/>
    <w:rsid w:val="00B82E87"/>
    <w:rsid w:val="00B82EBB"/>
    <w:rsid w:val="00B83239"/>
    <w:rsid w:val="00B832DD"/>
    <w:rsid w:val="00B83C35"/>
    <w:rsid w:val="00B83ED2"/>
    <w:rsid w:val="00B8465F"/>
    <w:rsid w:val="00B84881"/>
    <w:rsid w:val="00B84B8C"/>
    <w:rsid w:val="00B84FF7"/>
    <w:rsid w:val="00B854D7"/>
    <w:rsid w:val="00B857F7"/>
    <w:rsid w:val="00B85BAB"/>
    <w:rsid w:val="00B85DB1"/>
    <w:rsid w:val="00B864FE"/>
    <w:rsid w:val="00B86581"/>
    <w:rsid w:val="00B86736"/>
    <w:rsid w:val="00B86A44"/>
    <w:rsid w:val="00B86C64"/>
    <w:rsid w:val="00B87207"/>
    <w:rsid w:val="00B87538"/>
    <w:rsid w:val="00B87572"/>
    <w:rsid w:val="00B875FE"/>
    <w:rsid w:val="00B878E1"/>
    <w:rsid w:val="00B87945"/>
    <w:rsid w:val="00B87BA3"/>
    <w:rsid w:val="00B87F54"/>
    <w:rsid w:val="00B900E0"/>
    <w:rsid w:val="00B903B9"/>
    <w:rsid w:val="00B904C7"/>
    <w:rsid w:val="00B90AA0"/>
    <w:rsid w:val="00B90DCD"/>
    <w:rsid w:val="00B9119D"/>
    <w:rsid w:val="00B91896"/>
    <w:rsid w:val="00B91AE2"/>
    <w:rsid w:val="00B91B30"/>
    <w:rsid w:val="00B91D36"/>
    <w:rsid w:val="00B927B5"/>
    <w:rsid w:val="00B92AFE"/>
    <w:rsid w:val="00B92B20"/>
    <w:rsid w:val="00B931D9"/>
    <w:rsid w:val="00B93285"/>
    <w:rsid w:val="00B934DD"/>
    <w:rsid w:val="00B93F2C"/>
    <w:rsid w:val="00B94929"/>
    <w:rsid w:val="00B94A71"/>
    <w:rsid w:val="00B94AD6"/>
    <w:rsid w:val="00B950AA"/>
    <w:rsid w:val="00B953A5"/>
    <w:rsid w:val="00B961A7"/>
    <w:rsid w:val="00B96531"/>
    <w:rsid w:val="00B966D4"/>
    <w:rsid w:val="00B96733"/>
    <w:rsid w:val="00B96B84"/>
    <w:rsid w:val="00B96D13"/>
    <w:rsid w:val="00B96EEB"/>
    <w:rsid w:val="00B97351"/>
    <w:rsid w:val="00B97357"/>
    <w:rsid w:val="00B974FA"/>
    <w:rsid w:val="00B97515"/>
    <w:rsid w:val="00B97764"/>
    <w:rsid w:val="00B977DD"/>
    <w:rsid w:val="00B97EDB"/>
    <w:rsid w:val="00B97EE4"/>
    <w:rsid w:val="00B97F8D"/>
    <w:rsid w:val="00BA063E"/>
    <w:rsid w:val="00BA0CA1"/>
    <w:rsid w:val="00BA13B4"/>
    <w:rsid w:val="00BA17A5"/>
    <w:rsid w:val="00BA1AB9"/>
    <w:rsid w:val="00BA2844"/>
    <w:rsid w:val="00BA2BE3"/>
    <w:rsid w:val="00BA2C43"/>
    <w:rsid w:val="00BA328E"/>
    <w:rsid w:val="00BA3AFF"/>
    <w:rsid w:val="00BA3D03"/>
    <w:rsid w:val="00BA3E5B"/>
    <w:rsid w:val="00BA4AC6"/>
    <w:rsid w:val="00BA4C0F"/>
    <w:rsid w:val="00BA4FB0"/>
    <w:rsid w:val="00BA554E"/>
    <w:rsid w:val="00BA55DE"/>
    <w:rsid w:val="00BA6390"/>
    <w:rsid w:val="00BA68E8"/>
    <w:rsid w:val="00BA6B2C"/>
    <w:rsid w:val="00BA6CF7"/>
    <w:rsid w:val="00BA6FA9"/>
    <w:rsid w:val="00BA7146"/>
    <w:rsid w:val="00BA7179"/>
    <w:rsid w:val="00BA745D"/>
    <w:rsid w:val="00BA7B80"/>
    <w:rsid w:val="00BB0A9B"/>
    <w:rsid w:val="00BB1396"/>
    <w:rsid w:val="00BB19DE"/>
    <w:rsid w:val="00BB19E1"/>
    <w:rsid w:val="00BB1D76"/>
    <w:rsid w:val="00BB1DBF"/>
    <w:rsid w:val="00BB1E6F"/>
    <w:rsid w:val="00BB2805"/>
    <w:rsid w:val="00BB2E54"/>
    <w:rsid w:val="00BB2F37"/>
    <w:rsid w:val="00BB3083"/>
    <w:rsid w:val="00BB3192"/>
    <w:rsid w:val="00BB363B"/>
    <w:rsid w:val="00BB3C9D"/>
    <w:rsid w:val="00BB4954"/>
    <w:rsid w:val="00BB527E"/>
    <w:rsid w:val="00BB5318"/>
    <w:rsid w:val="00BB5876"/>
    <w:rsid w:val="00BB5B0B"/>
    <w:rsid w:val="00BB5CEE"/>
    <w:rsid w:val="00BB5DEF"/>
    <w:rsid w:val="00BB63BD"/>
    <w:rsid w:val="00BB6E42"/>
    <w:rsid w:val="00BB6EC7"/>
    <w:rsid w:val="00BB728F"/>
    <w:rsid w:val="00BB788E"/>
    <w:rsid w:val="00BB7A52"/>
    <w:rsid w:val="00BB7E4B"/>
    <w:rsid w:val="00BB7F63"/>
    <w:rsid w:val="00BC02D5"/>
    <w:rsid w:val="00BC0E25"/>
    <w:rsid w:val="00BC0E6F"/>
    <w:rsid w:val="00BC1674"/>
    <w:rsid w:val="00BC18A9"/>
    <w:rsid w:val="00BC19BF"/>
    <w:rsid w:val="00BC1E0F"/>
    <w:rsid w:val="00BC20FF"/>
    <w:rsid w:val="00BC2423"/>
    <w:rsid w:val="00BC2516"/>
    <w:rsid w:val="00BC264E"/>
    <w:rsid w:val="00BC2E9B"/>
    <w:rsid w:val="00BC2F67"/>
    <w:rsid w:val="00BC3429"/>
    <w:rsid w:val="00BC38A2"/>
    <w:rsid w:val="00BC38AD"/>
    <w:rsid w:val="00BC3B4E"/>
    <w:rsid w:val="00BC3CD7"/>
    <w:rsid w:val="00BC3D40"/>
    <w:rsid w:val="00BC3E34"/>
    <w:rsid w:val="00BC4045"/>
    <w:rsid w:val="00BC4443"/>
    <w:rsid w:val="00BC4579"/>
    <w:rsid w:val="00BC515F"/>
    <w:rsid w:val="00BC547A"/>
    <w:rsid w:val="00BC56B7"/>
    <w:rsid w:val="00BC58A4"/>
    <w:rsid w:val="00BC58C8"/>
    <w:rsid w:val="00BC5B4A"/>
    <w:rsid w:val="00BC5D18"/>
    <w:rsid w:val="00BC60C2"/>
    <w:rsid w:val="00BC623C"/>
    <w:rsid w:val="00BC6348"/>
    <w:rsid w:val="00BC664F"/>
    <w:rsid w:val="00BC67E3"/>
    <w:rsid w:val="00BC6983"/>
    <w:rsid w:val="00BC6C0E"/>
    <w:rsid w:val="00BC6FAF"/>
    <w:rsid w:val="00BC7BF0"/>
    <w:rsid w:val="00BD0052"/>
    <w:rsid w:val="00BD06BE"/>
    <w:rsid w:val="00BD09EF"/>
    <w:rsid w:val="00BD15AF"/>
    <w:rsid w:val="00BD1A3B"/>
    <w:rsid w:val="00BD1B52"/>
    <w:rsid w:val="00BD1C0F"/>
    <w:rsid w:val="00BD23AF"/>
    <w:rsid w:val="00BD2A48"/>
    <w:rsid w:val="00BD2FBF"/>
    <w:rsid w:val="00BD3038"/>
    <w:rsid w:val="00BD3138"/>
    <w:rsid w:val="00BD3EF9"/>
    <w:rsid w:val="00BD404B"/>
    <w:rsid w:val="00BD45D9"/>
    <w:rsid w:val="00BD4734"/>
    <w:rsid w:val="00BD4B34"/>
    <w:rsid w:val="00BD4E1A"/>
    <w:rsid w:val="00BD54C4"/>
    <w:rsid w:val="00BD5814"/>
    <w:rsid w:val="00BD6128"/>
    <w:rsid w:val="00BD677A"/>
    <w:rsid w:val="00BD6F60"/>
    <w:rsid w:val="00BD6FD0"/>
    <w:rsid w:val="00BD73BE"/>
    <w:rsid w:val="00BD7970"/>
    <w:rsid w:val="00BD7B85"/>
    <w:rsid w:val="00BE0786"/>
    <w:rsid w:val="00BE085B"/>
    <w:rsid w:val="00BE11F8"/>
    <w:rsid w:val="00BE1734"/>
    <w:rsid w:val="00BE17C3"/>
    <w:rsid w:val="00BE186C"/>
    <w:rsid w:val="00BE1A0B"/>
    <w:rsid w:val="00BE1A3C"/>
    <w:rsid w:val="00BE1ACA"/>
    <w:rsid w:val="00BE1BAC"/>
    <w:rsid w:val="00BE2431"/>
    <w:rsid w:val="00BE2864"/>
    <w:rsid w:val="00BE3246"/>
    <w:rsid w:val="00BE3287"/>
    <w:rsid w:val="00BE3324"/>
    <w:rsid w:val="00BE3EEB"/>
    <w:rsid w:val="00BE3F05"/>
    <w:rsid w:val="00BE40DE"/>
    <w:rsid w:val="00BE428E"/>
    <w:rsid w:val="00BE449B"/>
    <w:rsid w:val="00BE4501"/>
    <w:rsid w:val="00BE4567"/>
    <w:rsid w:val="00BE4603"/>
    <w:rsid w:val="00BE4BC6"/>
    <w:rsid w:val="00BE50F4"/>
    <w:rsid w:val="00BE5328"/>
    <w:rsid w:val="00BE5340"/>
    <w:rsid w:val="00BE5DFC"/>
    <w:rsid w:val="00BE6A2C"/>
    <w:rsid w:val="00BE72A0"/>
    <w:rsid w:val="00BE75E2"/>
    <w:rsid w:val="00BE777D"/>
    <w:rsid w:val="00BE7DA5"/>
    <w:rsid w:val="00BF021B"/>
    <w:rsid w:val="00BF07A9"/>
    <w:rsid w:val="00BF07BE"/>
    <w:rsid w:val="00BF09BB"/>
    <w:rsid w:val="00BF0CF3"/>
    <w:rsid w:val="00BF16B9"/>
    <w:rsid w:val="00BF19A6"/>
    <w:rsid w:val="00BF1BBF"/>
    <w:rsid w:val="00BF1C25"/>
    <w:rsid w:val="00BF1C68"/>
    <w:rsid w:val="00BF22DF"/>
    <w:rsid w:val="00BF2845"/>
    <w:rsid w:val="00BF2E01"/>
    <w:rsid w:val="00BF34D1"/>
    <w:rsid w:val="00BF35FE"/>
    <w:rsid w:val="00BF36DB"/>
    <w:rsid w:val="00BF3813"/>
    <w:rsid w:val="00BF391E"/>
    <w:rsid w:val="00BF3993"/>
    <w:rsid w:val="00BF3EF0"/>
    <w:rsid w:val="00BF45C5"/>
    <w:rsid w:val="00BF4846"/>
    <w:rsid w:val="00BF4C24"/>
    <w:rsid w:val="00BF4FAB"/>
    <w:rsid w:val="00BF50E3"/>
    <w:rsid w:val="00BF5456"/>
    <w:rsid w:val="00BF5932"/>
    <w:rsid w:val="00BF5CE6"/>
    <w:rsid w:val="00BF5E94"/>
    <w:rsid w:val="00BF5F76"/>
    <w:rsid w:val="00BF68B5"/>
    <w:rsid w:val="00BF7323"/>
    <w:rsid w:val="00BF79D6"/>
    <w:rsid w:val="00BF7D74"/>
    <w:rsid w:val="00BF7E1B"/>
    <w:rsid w:val="00C003EA"/>
    <w:rsid w:val="00C00668"/>
    <w:rsid w:val="00C00718"/>
    <w:rsid w:val="00C0085C"/>
    <w:rsid w:val="00C00D6C"/>
    <w:rsid w:val="00C00E4A"/>
    <w:rsid w:val="00C00FC3"/>
    <w:rsid w:val="00C0108A"/>
    <w:rsid w:val="00C01DB3"/>
    <w:rsid w:val="00C01E4F"/>
    <w:rsid w:val="00C01FCA"/>
    <w:rsid w:val="00C02036"/>
    <w:rsid w:val="00C021ED"/>
    <w:rsid w:val="00C023B2"/>
    <w:rsid w:val="00C024B0"/>
    <w:rsid w:val="00C02883"/>
    <w:rsid w:val="00C02986"/>
    <w:rsid w:val="00C02ED5"/>
    <w:rsid w:val="00C02F09"/>
    <w:rsid w:val="00C03048"/>
    <w:rsid w:val="00C03182"/>
    <w:rsid w:val="00C03691"/>
    <w:rsid w:val="00C03F00"/>
    <w:rsid w:val="00C0456E"/>
    <w:rsid w:val="00C053E6"/>
    <w:rsid w:val="00C05D17"/>
    <w:rsid w:val="00C05F8A"/>
    <w:rsid w:val="00C06197"/>
    <w:rsid w:val="00C0656D"/>
    <w:rsid w:val="00C06622"/>
    <w:rsid w:val="00C0664C"/>
    <w:rsid w:val="00C0713F"/>
    <w:rsid w:val="00C0744E"/>
    <w:rsid w:val="00C07AB1"/>
    <w:rsid w:val="00C07DFC"/>
    <w:rsid w:val="00C100B8"/>
    <w:rsid w:val="00C10F45"/>
    <w:rsid w:val="00C113DB"/>
    <w:rsid w:val="00C115E5"/>
    <w:rsid w:val="00C11618"/>
    <w:rsid w:val="00C117A8"/>
    <w:rsid w:val="00C1190B"/>
    <w:rsid w:val="00C11B5B"/>
    <w:rsid w:val="00C11BBE"/>
    <w:rsid w:val="00C1211D"/>
    <w:rsid w:val="00C12153"/>
    <w:rsid w:val="00C125BB"/>
    <w:rsid w:val="00C126D1"/>
    <w:rsid w:val="00C12B49"/>
    <w:rsid w:val="00C132FB"/>
    <w:rsid w:val="00C13416"/>
    <w:rsid w:val="00C13491"/>
    <w:rsid w:val="00C1374F"/>
    <w:rsid w:val="00C13AA9"/>
    <w:rsid w:val="00C13FC0"/>
    <w:rsid w:val="00C14586"/>
    <w:rsid w:val="00C14671"/>
    <w:rsid w:val="00C1474A"/>
    <w:rsid w:val="00C14D52"/>
    <w:rsid w:val="00C14DC8"/>
    <w:rsid w:val="00C1500F"/>
    <w:rsid w:val="00C1506B"/>
    <w:rsid w:val="00C157B3"/>
    <w:rsid w:val="00C161F1"/>
    <w:rsid w:val="00C16278"/>
    <w:rsid w:val="00C168FC"/>
    <w:rsid w:val="00C17AB9"/>
    <w:rsid w:val="00C20012"/>
    <w:rsid w:val="00C200D4"/>
    <w:rsid w:val="00C2032F"/>
    <w:rsid w:val="00C20784"/>
    <w:rsid w:val="00C20785"/>
    <w:rsid w:val="00C21438"/>
    <w:rsid w:val="00C21532"/>
    <w:rsid w:val="00C21561"/>
    <w:rsid w:val="00C2162B"/>
    <w:rsid w:val="00C2279C"/>
    <w:rsid w:val="00C227F1"/>
    <w:rsid w:val="00C22AD0"/>
    <w:rsid w:val="00C22C73"/>
    <w:rsid w:val="00C2329B"/>
    <w:rsid w:val="00C23929"/>
    <w:rsid w:val="00C23BF9"/>
    <w:rsid w:val="00C23CC5"/>
    <w:rsid w:val="00C24187"/>
    <w:rsid w:val="00C24261"/>
    <w:rsid w:val="00C2448D"/>
    <w:rsid w:val="00C24AE5"/>
    <w:rsid w:val="00C24EED"/>
    <w:rsid w:val="00C253E1"/>
    <w:rsid w:val="00C25427"/>
    <w:rsid w:val="00C256C0"/>
    <w:rsid w:val="00C25A0B"/>
    <w:rsid w:val="00C26363"/>
    <w:rsid w:val="00C26529"/>
    <w:rsid w:val="00C26F17"/>
    <w:rsid w:val="00C26F3D"/>
    <w:rsid w:val="00C27159"/>
    <w:rsid w:val="00C2796D"/>
    <w:rsid w:val="00C27FCD"/>
    <w:rsid w:val="00C300BE"/>
    <w:rsid w:val="00C30938"/>
    <w:rsid w:val="00C31A1B"/>
    <w:rsid w:val="00C31D13"/>
    <w:rsid w:val="00C32825"/>
    <w:rsid w:val="00C32FB9"/>
    <w:rsid w:val="00C32FE8"/>
    <w:rsid w:val="00C3317C"/>
    <w:rsid w:val="00C334AC"/>
    <w:rsid w:val="00C335F5"/>
    <w:rsid w:val="00C3386D"/>
    <w:rsid w:val="00C33BC7"/>
    <w:rsid w:val="00C33D71"/>
    <w:rsid w:val="00C3400D"/>
    <w:rsid w:val="00C3413F"/>
    <w:rsid w:val="00C3467B"/>
    <w:rsid w:val="00C34EC4"/>
    <w:rsid w:val="00C350FA"/>
    <w:rsid w:val="00C35ECC"/>
    <w:rsid w:val="00C3641B"/>
    <w:rsid w:val="00C37AA1"/>
    <w:rsid w:val="00C37ADC"/>
    <w:rsid w:val="00C37C2C"/>
    <w:rsid w:val="00C4065F"/>
    <w:rsid w:val="00C4079E"/>
    <w:rsid w:val="00C40BC2"/>
    <w:rsid w:val="00C410C7"/>
    <w:rsid w:val="00C41301"/>
    <w:rsid w:val="00C414CE"/>
    <w:rsid w:val="00C4167D"/>
    <w:rsid w:val="00C419AD"/>
    <w:rsid w:val="00C4247E"/>
    <w:rsid w:val="00C42D5E"/>
    <w:rsid w:val="00C43D1D"/>
    <w:rsid w:val="00C43EC9"/>
    <w:rsid w:val="00C449B0"/>
    <w:rsid w:val="00C44A13"/>
    <w:rsid w:val="00C44BA8"/>
    <w:rsid w:val="00C450FA"/>
    <w:rsid w:val="00C4510D"/>
    <w:rsid w:val="00C4548C"/>
    <w:rsid w:val="00C45527"/>
    <w:rsid w:val="00C45610"/>
    <w:rsid w:val="00C4563F"/>
    <w:rsid w:val="00C4596C"/>
    <w:rsid w:val="00C45B22"/>
    <w:rsid w:val="00C45D99"/>
    <w:rsid w:val="00C4638B"/>
    <w:rsid w:val="00C46C9B"/>
    <w:rsid w:val="00C474A9"/>
    <w:rsid w:val="00C47CE3"/>
    <w:rsid w:val="00C47F72"/>
    <w:rsid w:val="00C5004E"/>
    <w:rsid w:val="00C5012C"/>
    <w:rsid w:val="00C50291"/>
    <w:rsid w:val="00C50B36"/>
    <w:rsid w:val="00C50CD9"/>
    <w:rsid w:val="00C50F05"/>
    <w:rsid w:val="00C50F78"/>
    <w:rsid w:val="00C5112B"/>
    <w:rsid w:val="00C513C7"/>
    <w:rsid w:val="00C51426"/>
    <w:rsid w:val="00C515B2"/>
    <w:rsid w:val="00C5185D"/>
    <w:rsid w:val="00C518BB"/>
    <w:rsid w:val="00C51BF1"/>
    <w:rsid w:val="00C52475"/>
    <w:rsid w:val="00C52A9F"/>
    <w:rsid w:val="00C52BC3"/>
    <w:rsid w:val="00C537ED"/>
    <w:rsid w:val="00C5384E"/>
    <w:rsid w:val="00C541F7"/>
    <w:rsid w:val="00C5436A"/>
    <w:rsid w:val="00C54753"/>
    <w:rsid w:val="00C54CB2"/>
    <w:rsid w:val="00C54D0D"/>
    <w:rsid w:val="00C559A6"/>
    <w:rsid w:val="00C55C79"/>
    <w:rsid w:val="00C55D30"/>
    <w:rsid w:val="00C55DAB"/>
    <w:rsid w:val="00C56100"/>
    <w:rsid w:val="00C56735"/>
    <w:rsid w:val="00C5698C"/>
    <w:rsid w:val="00C56C9E"/>
    <w:rsid w:val="00C56CC9"/>
    <w:rsid w:val="00C57222"/>
    <w:rsid w:val="00C574A2"/>
    <w:rsid w:val="00C575FE"/>
    <w:rsid w:val="00C576F2"/>
    <w:rsid w:val="00C57AF7"/>
    <w:rsid w:val="00C57EFD"/>
    <w:rsid w:val="00C6001F"/>
    <w:rsid w:val="00C60272"/>
    <w:rsid w:val="00C60290"/>
    <w:rsid w:val="00C6053D"/>
    <w:rsid w:val="00C6096D"/>
    <w:rsid w:val="00C610A2"/>
    <w:rsid w:val="00C61342"/>
    <w:rsid w:val="00C61490"/>
    <w:rsid w:val="00C6173D"/>
    <w:rsid w:val="00C61E9D"/>
    <w:rsid w:val="00C622F7"/>
    <w:rsid w:val="00C622FA"/>
    <w:rsid w:val="00C62736"/>
    <w:rsid w:val="00C628ED"/>
    <w:rsid w:val="00C62D0D"/>
    <w:rsid w:val="00C638B6"/>
    <w:rsid w:val="00C6395E"/>
    <w:rsid w:val="00C63AA0"/>
    <w:rsid w:val="00C63BDF"/>
    <w:rsid w:val="00C63CE2"/>
    <w:rsid w:val="00C63E3E"/>
    <w:rsid w:val="00C63FEB"/>
    <w:rsid w:val="00C643DB"/>
    <w:rsid w:val="00C64572"/>
    <w:rsid w:val="00C64AB9"/>
    <w:rsid w:val="00C64C39"/>
    <w:rsid w:val="00C64CD4"/>
    <w:rsid w:val="00C64E29"/>
    <w:rsid w:val="00C64F43"/>
    <w:rsid w:val="00C64FD1"/>
    <w:rsid w:val="00C65337"/>
    <w:rsid w:val="00C655A4"/>
    <w:rsid w:val="00C65773"/>
    <w:rsid w:val="00C657B5"/>
    <w:rsid w:val="00C65B9D"/>
    <w:rsid w:val="00C65BA9"/>
    <w:rsid w:val="00C65E6D"/>
    <w:rsid w:val="00C661F5"/>
    <w:rsid w:val="00C66245"/>
    <w:rsid w:val="00C66B83"/>
    <w:rsid w:val="00C67AD0"/>
    <w:rsid w:val="00C701E2"/>
    <w:rsid w:val="00C70FCD"/>
    <w:rsid w:val="00C713E7"/>
    <w:rsid w:val="00C714F9"/>
    <w:rsid w:val="00C7178E"/>
    <w:rsid w:val="00C71CD7"/>
    <w:rsid w:val="00C71F13"/>
    <w:rsid w:val="00C726A5"/>
    <w:rsid w:val="00C729E9"/>
    <w:rsid w:val="00C72BE4"/>
    <w:rsid w:val="00C72D55"/>
    <w:rsid w:val="00C72F5F"/>
    <w:rsid w:val="00C732FE"/>
    <w:rsid w:val="00C734A7"/>
    <w:rsid w:val="00C7396B"/>
    <w:rsid w:val="00C73C8E"/>
    <w:rsid w:val="00C73D55"/>
    <w:rsid w:val="00C74413"/>
    <w:rsid w:val="00C747F5"/>
    <w:rsid w:val="00C74D49"/>
    <w:rsid w:val="00C75DC6"/>
    <w:rsid w:val="00C769A8"/>
    <w:rsid w:val="00C76B8B"/>
    <w:rsid w:val="00C76E36"/>
    <w:rsid w:val="00C7795A"/>
    <w:rsid w:val="00C77BC2"/>
    <w:rsid w:val="00C80019"/>
    <w:rsid w:val="00C804A5"/>
    <w:rsid w:val="00C806FF"/>
    <w:rsid w:val="00C807E1"/>
    <w:rsid w:val="00C81022"/>
    <w:rsid w:val="00C81263"/>
    <w:rsid w:val="00C81499"/>
    <w:rsid w:val="00C81AAA"/>
    <w:rsid w:val="00C837BB"/>
    <w:rsid w:val="00C838E6"/>
    <w:rsid w:val="00C84200"/>
    <w:rsid w:val="00C84230"/>
    <w:rsid w:val="00C844F5"/>
    <w:rsid w:val="00C84A26"/>
    <w:rsid w:val="00C858D1"/>
    <w:rsid w:val="00C85FD0"/>
    <w:rsid w:val="00C860B0"/>
    <w:rsid w:val="00C86D9F"/>
    <w:rsid w:val="00C87085"/>
    <w:rsid w:val="00C874F0"/>
    <w:rsid w:val="00C87609"/>
    <w:rsid w:val="00C877FB"/>
    <w:rsid w:val="00C87B53"/>
    <w:rsid w:val="00C87E10"/>
    <w:rsid w:val="00C9015A"/>
    <w:rsid w:val="00C90303"/>
    <w:rsid w:val="00C915DD"/>
    <w:rsid w:val="00C919C0"/>
    <w:rsid w:val="00C919EE"/>
    <w:rsid w:val="00C91D29"/>
    <w:rsid w:val="00C92081"/>
    <w:rsid w:val="00C924A8"/>
    <w:rsid w:val="00C93178"/>
    <w:rsid w:val="00C93804"/>
    <w:rsid w:val="00C93EB8"/>
    <w:rsid w:val="00C93EF9"/>
    <w:rsid w:val="00C93F19"/>
    <w:rsid w:val="00C93FF3"/>
    <w:rsid w:val="00C943FC"/>
    <w:rsid w:val="00C94448"/>
    <w:rsid w:val="00C94C5F"/>
    <w:rsid w:val="00C95014"/>
    <w:rsid w:val="00C9519E"/>
    <w:rsid w:val="00C9612B"/>
    <w:rsid w:val="00C963D6"/>
    <w:rsid w:val="00C9675E"/>
    <w:rsid w:val="00C9682D"/>
    <w:rsid w:val="00C96AE3"/>
    <w:rsid w:val="00C96BB6"/>
    <w:rsid w:val="00C97112"/>
    <w:rsid w:val="00C9714D"/>
    <w:rsid w:val="00C97466"/>
    <w:rsid w:val="00C97942"/>
    <w:rsid w:val="00C97A4F"/>
    <w:rsid w:val="00C97DCC"/>
    <w:rsid w:val="00C97EB7"/>
    <w:rsid w:val="00CA026E"/>
    <w:rsid w:val="00CA08D4"/>
    <w:rsid w:val="00CA0C18"/>
    <w:rsid w:val="00CA11C5"/>
    <w:rsid w:val="00CA1519"/>
    <w:rsid w:val="00CA17D2"/>
    <w:rsid w:val="00CA1E08"/>
    <w:rsid w:val="00CA27C7"/>
    <w:rsid w:val="00CA32E0"/>
    <w:rsid w:val="00CA36BA"/>
    <w:rsid w:val="00CA38A5"/>
    <w:rsid w:val="00CA3E6C"/>
    <w:rsid w:val="00CA4577"/>
    <w:rsid w:val="00CA45CC"/>
    <w:rsid w:val="00CA4DF5"/>
    <w:rsid w:val="00CA5260"/>
    <w:rsid w:val="00CA527B"/>
    <w:rsid w:val="00CA5ACF"/>
    <w:rsid w:val="00CA5C05"/>
    <w:rsid w:val="00CA5D00"/>
    <w:rsid w:val="00CA5DE4"/>
    <w:rsid w:val="00CA600B"/>
    <w:rsid w:val="00CA603A"/>
    <w:rsid w:val="00CA6549"/>
    <w:rsid w:val="00CA677F"/>
    <w:rsid w:val="00CA68D2"/>
    <w:rsid w:val="00CA7A17"/>
    <w:rsid w:val="00CA7D5C"/>
    <w:rsid w:val="00CB0564"/>
    <w:rsid w:val="00CB068B"/>
    <w:rsid w:val="00CB0AF7"/>
    <w:rsid w:val="00CB19D9"/>
    <w:rsid w:val="00CB1A49"/>
    <w:rsid w:val="00CB249D"/>
    <w:rsid w:val="00CB2A1A"/>
    <w:rsid w:val="00CB34DC"/>
    <w:rsid w:val="00CB3534"/>
    <w:rsid w:val="00CB3639"/>
    <w:rsid w:val="00CB3789"/>
    <w:rsid w:val="00CB3A14"/>
    <w:rsid w:val="00CB44BA"/>
    <w:rsid w:val="00CB488C"/>
    <w:rsid w:val="00CB5D30"/>
    <w:rsid w:val="00CB5DE2"/>
    <w:rsid w:val="00CB5E9A"/>
    <w:rsid w:val="00CB62D8"/>
    <w:rsid w:val="00CB6859"/>
    <w:rsid w:val="00CB6E2E"/>
    <w:rsid w:val="00CB6EF6"/>
    <w:rsid w:val="00CB71B6"/>
    <w:rsid w:val="00CB734B"/>
    <w:rsid w:val="00CB74B4"/>
    <w:rsid w:val="00CB7664"/>
    <w:rsid w:val="00CB7915"/>
    <w:rsid w:val="00CB7C4A"/>
    <w:rsid w:val="00CC0162"/>
    <w:rsid w:val="00CC0361"/>
    <w:rsid w:val="00CC0366"/>
    <w:rsid w:val="00CC0D4E"/>
    <w:rsid w:val="00CC0EE3"/>
    <w:rsid w:val="00CC0FF8"/>
    <w:rsid w:val="00CC1113"/>
    <w:rsid w:val="00CC1201"/>
    <w:rsid w:val="00CC1551"/>
    <w:rsid w:val="00CC1BC9"/>
    <w:rsid w:val="00CC2027"/>
    <w:rsid w:val="00CC21A3"/>
    <w:rsid w:val="00CC26FF"/>
    <w:rsid w:val="00CC2895"/>
    <w:rsid w:val="00CC297B"/>
    <w:rsid w:val="00CC2A59"/>
    <w:rsid w:val="00CC2A81"/>
    <w:rsid w:val="00CC2C36"/>
    <w:rsid w:val="00CC2D63"/>
    <w:rsid w:val="00CC36CA"/>
    <w:rsid w:val="00CC3807"/>
    <w:rsid w:val="00CC3882"/>
    <w:rsid w:val="00CC3931"/>
    <w:rsid w:val="00CC43AA"/>
    <w:rsid w:val="00CC476E"/>
    <w:rsid w:val="00CC4844"/>
    <w:rsid w:val="00CC4BE3"/>
    <w:rsid w:val="00CC5346"/>
    <w:rsid w:val="00CC57E4"/>
    <w:rsid w:val="00CC5D42"/>
    <w:rsid w:val="00CC5E2B"/>
    <w:rsid w:val="00CC5E43"/>
    <w:rsid w:val="00CC617E"/>
    <w:rsid w:val="00CC6194"/>
    <w:rsid w:val="00CC61DA"/>
    <w:rsid w:val="00CC62E3"/>
    <w:rsid w:val="00CC65DA"/>
    <w:rsid w:val="00CC6D12"/>
    <w:rsid w:val="00CC7815"/>
    <w:rsid w:val="00CD006F"/>
    <w:rsid w:val="00CD0364"/>
    <w:rsid w:val="00CD0411"/>
    <w:rsid w:val="00CD16DA"/>
    <w:rsid w:val="00CD18E6"/>
    <w:rsid w:val="00CD1D8E"/>
    <w:rsid w:val="00CD20E8"/>
    <w:rsid w:val="00CD2838"/>
    <w:rsid w:val="00CD2BAC"/>
    <w:rsid w:val="00CD2CB3"/>
    <w:rsid w:val="00CD324E"/>
    <w:rsid w:val="00CD3304"/>
    <w:rsid w:val="00CD3489"/>
    <w:rsid w:val="00CD3685"/>
    <w:rsid w:val="00CD38A2"/>
    <w:rsid w:val="00CD3B6B"/>
    <w:rsid w:val="00CD3F75"/>
    <w:rsid w:val="00CD3FCD"/>
    <w:rsid w:val="00CD4399"/>
    <w:rsid w:val="00CD4958"/>
    <w:rsid w:val="00CD4EB0"/>
    <w:rsid w:val="00CD56AB"/>
    <w:rsid w:val="00CD5E37"/>
    <w:rsid w:val="00CD61B6"/>
    <w:rsid w:val="00CD69BA"/>
    <w:rsid w:val="00CD76F9"/>
    <w:rsid w:val="00CD794B"/>
    <w:rsid w:val="00CD7956"/>
    <w:rsid w:val="00CD7AF8"/>
    <w:rsid w:val="00CD7DAF"/>
    <w:rsid w:val="00CD7E9C"/>
    <w:rsid w:val="00CE0205"/>
    <w:rsid w:val="00CE07C2"/>
    <w:rsid w:val="00CE0A62"/>
    <w:rsid w:val="00CE0BFC"/>
    <w:rsid w:val="00CE0D9E"/>
    <w:rsid w:val="00CE0E05"/>
    <w:rsid w:val="00CE1005"/>
    <w:rsid w:val="00CE14BC"/>
    <w:rsid w:val="00CE1ABA"/>
    <w:rsid w:val="00CE1E2D"/>
    <w:rsid w:val="00CE259B"/>
    <w:rsid w:val="00CE2DF1"/>
    <w:rsid w:val="00CE38ED"/>
    <w:rsid w:val="00CE443E"/>
    <w:rsid w:val="00CE465C"/>
    <w:rsid w:val="00CE4D55"/>
    <w:rsid w:val="00CE5147"/>
    <w:rsid w:val="00CE5233"/>
    <w:rsid w:val="00CE5661"/>
    <w:rsid w:val="00CE599B"/>
    <w:rsid w:val="00CE5BC7"/>
    <w:rsid w:val="00CE61F8"/>
    <w:rsid w:val="00CE61FF"/>
    <w:rsid w:val="00CE65DD"/>
    <w:rsid w:val="00CE680D"/>
    <w:rsid w:val="00CE6953"/>
    <w:rsid w:val="00CE71D3"/>
    <w:rsid w:val="00CE73B5"/>
    <w:rsid w:val="00CE78A5"/>
    <w:rsid w:val="00CE7B5C"/>
    <w:rsid w:val="00CF04C2"/>
    <w:rsid w:val="00CF08C3"/>
    <w:rsid w:val="00CF0EA3"/>
    <w:rsid w:val="00CF0F82"/>
    <w:rsid w:val="00CF2101"/>
    <w:rsid w:val="00CF3153"/>
    <w:rsid w:val="00CF4085"/>
    <w:rsid w:val="00CF408E"/>
    <w:rsid w:val="00CF417E"/>
    <w:rsid w:val="00CF50CA"/>
    <w:rsid w:val="00CF55D2"/>
    <w:rsid w:val="00CF5980"/>
    <w:rsid w:val="00CF5CB3"/>
    <w:rsid w:val="00CF6D64"/>
    <w:rsid w:val="00CF6E45"/>
    <w:rsid w:val="00CF704A"/>
    <w:rsid w:val="00CF7520"/>
    <w:rsid w:val="00CF78A8"/>
    <w:rsid w:val="00CF7923"/>
    <w:rsid w:val="00D000A0"/>
    <w:rsid w:val="00D002C2"/>
    <w:rsid w:val="00D00535"/>
    <w:rsid w:val="00D00B97"/>
    <w:rsid w:val="00D00C21"/>
    <w:rsid w:val="00D00C3B"/>
    <w:rsid w:val="00D00DAC"/>
    <w:rsid w:val="00D00E59"/>
    <w:rsid w:val="00D01685"/>
    <w:rsid w:val="00D01B51"/>
    <w:rsid w:val="00D01BC8"/>
    <w:rsid w:val="00D01E81"/>
    <w:rsid w:val="00D0200E"/>
    <w:rsid w:val="00D02096"/>
    <w:rsid w:val="00D021CA"/>
    <w:rsid w:val="00D0223C"/>
    <w:rsid w:val="00D02DF3"/>
    <w:rsid w:val="00D02E93"/>
    <w:rsid w:val="00D03344"/>
    <w:rsid w:val="00D0335C"/>
    <w:rsid w:val="00D033E0"/>
    <w:rsid w:val="00D038D4"/>
    <w:rsid w:val="00D04578"/>
    <w:rsid w:val="00D045B4"/>
    <w:rsid w:val="00D04BDC"/>
    <w:rsid w:val="00D055BF"/>
    <w:rsid w:val="00D0575F"/>
    <w:rsid w:val="00D058F5"/>
    <w:rsid w:val="00D05AE2"/>
    <w:rsid w:val="00D05C9B"/>
    <w:rsid w:val="00D0648E"/>
    <w:rsid w:val="00D06780"/>
    <w:rsid w:val="00D06B7D"/>
    <w:rsid w:val="00D06E71"/>
    <w:rsid w:val="00D07062"/>
    <w:rsid w:val="00D077E0"/>
    <w:rsid w:val="00D07D22"/>
    <w:rsid w:val="00D07E76"/>
    <w:rsid w:val="00D07F9A"/>
    <w:rsid w:val="00D10975"/>
    <w:rsid w:val="00D10FE8"/>
    <w:rsid w:val="00D1112A"/>
    <w:rsid w:val="00D1115B"/>
    <w:rsid w:val="00D111EF"/>
    <w:rsid w:val="00D11485"/>
    <w:rsid w:val="00D11BF4"/>
    <w:rsid w:val="00D11D6F"/>
    <w:rsid w:val="00D11E9C"/>
    <w:rsid w:val="00D12074"/>
    <w:rsid w:val="00D12659"/>
    <w:rsid w:val="00D12911"/>
    <w:rsid w:val="00D12CB4"/>
    <w:rsid w:val="00D1308A"/>
    <w:rsid w:val="00D132BB"/>
    <w:rsid w:val="00D134B5"/>
    <w:rsid w:val="00D135C1"/>
    <w:rsid w:val="00D13634"/>
    <w:rsid w:val="00D13EF6"/>
    <w:rsid w:val="00D1400C"/>
    <w:rsid w:val="00D14DDD"/>
    <w:rsid w:val="00D164DC"/>
    <w:rsid w:val="00D1651E"/>
    <w:rsid w:val="00D1742B"/>
    <w:rsid w:val="00D17835"/>
    <w:rsid w:val="00D17C81"/>
    <w:rsid w:val="00D17F3B"/>
    <w:rsid w:val="00D20027"/>
    <w:rsid w:val="00D2028C"/>
    <w:rsid w:val="00D20641"/>
    <w:rsid w:val="00D207ED"/>
    <w:rsid w:val="00D20956"/>
    <w:rsid w:val="00D20960"/>
    <w:rsid w:val="00D20A55"/>
    <w:rsid w:val="00D20AF1"/>
    <w:rsid w:val="00D20AF6"/>
    <w:rsid w:val="00D20CEF"/>
    <w:rsid w:val="00D20D97"/>
    <w:rsid w:val="00D20E37"/>
    <w:rsid w:val="00D21001"/>
    <w:rsid w:val="00D21103"/>
    <w:rsid w:val="00D212F7"/>
    <w:rsid w:val="00D220CE"/>
    <w:rsid w:val="00D22503"/>
    <w:rsid w:val="00D227D5"/>
    <w:rsid w:val="00D230EC"/>
    <w:rsid w:val="00D24090"/>
    <w:rsid w:val="00D240FE"/>
    <w:rsid w:val="00D24FA2"/>
    <w:rsid w:val="00D253CA"/>
    <w:rsid w:val="00D25823"/>
    <w:rsid w:val="00D265F3"/>
    <w:rsid w:val="00D2665A"/>
    <w:rsid w:val="00D269BC"/>
    <w:rsid w:val="00D2706F"/>
    <w:rsid w:val="00D2792F"/>
    <w:rsid w:val="00D27E15"/>
    <w:rsid w:val="00D27F37"/>
    <w:rsid w:val="00D301F2"/>
    <w:rsid w:val="00D3024C"/>
    <w:rsid w:val="00D30525"/>
    <w:rsid w:val="00D30590"/>
    <w:rsid w:val="00D30A6A"/>
    <w:rsid w:val="00D30C1B"/>
    <w:rsid w:val="00D30D73"/>
    <w:rsid w:val="00D317D1"/>
    <w:rsid w:val="00D32164"/>
    <w:rsid w:val="00D329ED"/>
    <w:rsid w:val="00D32F7A"/>
    <w:rsid w:val="00D33043"/>
    <w:rsid w:val="00D333CE"/>
    <w:rsid w:val="00D333DD"/>
    <w:rsid w:val="00D33CD2"/>
    <w:rsid w:val="00D33E01"/>
    <w:rsid w:val="00D33E03"/>
    <w:rsid w:val="00D341B5"/>
    <w:rsid w:val="00D348B3"/>
    <w:rsid w:val="00D34C75"/>
    <w:rsid w:val="00D34CD4"/>
    <w:rsid w:val="00D34DEC"/>
    <w:rsid w:val="00D356A1"/>
    <w:rsid w:val="00D3584F"/>
    <w:rsid w:val="00D360CF"/>
    <w:rsid w:val="00D36733"/>
    <w:rsid w:val="00D36755"/>
    <w:rsid w:val="00D36838"/>
    <w:rsid w:val="00D36843"/>
    <w:rsid w:val="00D36C81"/>
    <w:rsid w:val="00D36D7A"/>
    <w:rsid w:val="00D37164"/>
    <w:rsid w:val="00D37440"/>
    <w:rsid w:val="00D3756E"/>
    <w:rsid w:val="00D37C38"/>
    <w:rsid w:val="00D37D5D"/>
    <w:rsid w:val="00D37DB7"/>
    <w:rsid w:val="00D40150"/>
    <w:rsid w:val="00D405D0"/>
    <w:rsid w:val="00D40E4E"/>
    <w:rsid w:val="00D40E60"/>
    <w:rsid w:val="00D41388"/>
    <w:rsid w:val="00D41A61"/>
    <w:rsid w:val="00D41B75"/>
    <w:rsid w:val="00D41EBF"/>
    <w:rsid w:val="00D42499"/>
    <w:rsid w:val="00D42994"/>
    <w:rsid w:val="00D42F87"/>
    <w:rsid w:val="00D42FC7"/>
    <w:rsid w:val="00D43450"/>
    <w:rsid w:val="00D43655"/>
    <w:rsid w:val="00D43A4A"/>
    <w:rsid w:val="00D444B4"/>
    <w:rsid w:val="00D44F38"/>
    <w:rsid w:val="00D45348"/>
    <w:rsid w:val="00D45621"/>
    <w:rsid w:val="00D4568A"/>
    <w:rsid w:val="00D4569D"/>
    <w:rsid w:val="00D45865"/>
    <w:rsid w:val="00D45987"/>
    <w:rsid w:val="00D459BF"/>
    <w:rsid w:val="00D462ED"/>
    <w:rsid w:val="00D462F0"/>
    <w:rsid w:val="00D464E8"/>
    <w:rsid w:val="00D46653"/>
    <w:rsid w:val="00D46830"/>
    <w:rsid w:val="00D47154"/>
    <w:rsid w:val="00D47873"/>
    <w:rsid w:val="00D47C4F"/>
    <w:rsid w:val="00D47CB8"/>
    <w:rsid w:val="00D47F8A"/>
    <w:rsid w:val="00D47FC0"/>
    <w:rsid w:val="00D5014B"/>
    <w:rsid w:val="00D50586"/>
    <w:rsid w:val="00D507A1"/>
    <w:rsid w:val="00D50805"/>
    <w:rsid w:val="00D50B4B"/>
    <w:rsid w:val="00D50C4E"/>
    <w:rsid w:val="00D514A3"/>
    <w:rsid w:val="00D518DE"/>
    <w:rsid w:val="00D51982"/>
    <w:rsid w:val="00D51B79"/>
    <w:rsid w:val="00D52378"/>
    <w:rsid w:val="00D5281F"/>
    <w:rsid w:val="00D52E61"/>
    <w:rsid w:val="00D53023"/>
    <w:rsid w:val="00D53188"/>
    <w:rsid w:val="00D532CE"/>
    <w:rsid w:val="00D533C7"/>
    <w:rsid w:val="00D536CA"/>
    <w:rsid w:val="00D53B5B"/>
    <w:rsid w:val="00D54051"/>
    <w:rsid w:val="00D5434E"/>
    <w:rsid w:val="00D54ACD"/>
    <w:rsid w:val="00D54E69"/>
    <w:rsid w:val="00D5515D"/>
    <w:rsid w:val="00D55967"/>
    <w:rsid w:val="00D5617D"/>
    <w:rsid w:val="00D566E5"/>
    <w:rsid w:val="00D56E87"/>
    <w:rsid w:val="00D575FD"/>
    <w:rsid w:val="00D57890"/>
    <w:rsid w:val="00D57F2D"/>
    <w:rsid w:val="00D60424"/>
    <w:rsid w:val="00D60926"/>
    <w:rsid w:val="00D6097C"/>
    <w:rsid w:val="00D6099A"/>
    <w:rsid w:val="00D6133E"/>
    <w:rsid w:val="00D61C85"/>
    <w:rsid w:val="00D61CCB"/>
    <w:rsid w:val="00D61DE2"/>
    <w:rsid w:val="00D6202E"/>
    <w:rsid w:val="00D62221"/>
    <w:rsid w:val="00D62414"/>
    <w:rsid w:val="00D624BF"/>
    <w:rsid w:val="00D627BC"/>
    <w:rsid w:val="00D62E43"/>
    <w:rsid w:val="00D632D0"/>
    <w:rsid w:val="00D635AB"/>
    <w:rsid w:val="00D6394A"/>
    <w:rsid w:val="00D63E58"/>
    <w:rsid w:val="00D63EBD"/>
    <w:rsid w:val="00D641DD"/>
    <w:rsid w:val="00D647D5"/>
    <w:rsid w:val="00D65010"/>
    <w:rsid w:val="00D654CF"/>
    <w:rsid w:val="00D6580A"/>
    <w:rsid w:val="00D65869"/>
    <w:rsid w:val="00D65B89"/>
    <w:rsid w:val="00D65CD1"/>
    <w:rsid w:val="00D66F70"/>
    <w:rsid w:val="00D67A20"/>
    <w:rsid w:val="00D67B10"/>
    <w:rsid w:val="00D67B7B"/>
    <w:rsid w:val="00D7066D"/>
    <w:rsid w:val="00D706FE"/>
    <w:rsid w:val="00D70721"/>
    <w:rsid w:val="00D7085E"/>
    <w:rsid w:val="00D708CC"/>
    <w:rsid w:val="00D70AA8"/>
    <w:rsid w:val="00D70C47"/>
    <w:rsid w:val="00D70D5F"/>
    <w:rsid w:val="00D70F19"/>
    <w:rsid w:val="00D71898"/>
    <w:rsid w:val="00D72375"/>
    <w:rsid w:val="00D72548"/>
    <w:rsid w:val="00D72817"/>
    <w:rsid w:val="00D732C5"/>
    <w:rsid w:val="00D73462"/>
    <w:rsid w:val="00D73A74"/>
    <w:rsid w:val="00D73E80"/>
    <w:rsid w:val="00D7406C"/>
    <w:rsid w:val="00D741F6"/>
    <w:rsid w:val="00D7446C"/>
    <w:rsid w:val="00D74796"/>
    <w:rsid w:val="00D74B99"/>
    <w:rsid w:val="00D74EBD"/>
    <w:rsid w:val="00D74FEA"/>
    <w:rsid w:val="00D75166"/>
    <w:rsid w:val="00D752D4"/>
    <w:rsid w:val="00D7535A"/>
    <w:rsid w:val="00D75393"/>
    <w:rsid w:val="00D7547D"/>
    <w:rsid w:val="00D754F5"/>
    <w:rsid w:val="00D75ADF"/>
    <w:rsid w:val="00D75D46"/>
    <w:rsid w:val="00D760B3"/>
    <w:rsid w:val="00D763C8"/>
    <w:rsid w:val="00D76A61"/>
    <w:rsid w:val="00D76BB4"/>
    <w:rsid w:val="00D77630"/>
    <w:rsid w:val="00D7767C"/>
    <w:rsid w:val="00D7769E"/>
    <w:rsid w:val="00D77878"/>
    <w:rsid w:val="00D8046B"/>
    <w:rsid w:val="00D804CA"/>
    <w:rsid w:val="00D80707"/>
    <w:rsid w:val="00D80DEA"/>
    <w:rsid w:val="00D80FFB"/>
    <w:rsid w:val="00D81241"/>
    <w:rsid w:val="00D81FCA"/>
    <w:rsid w:val="00D82459"/>
    <w:rsid w:val="00D82AAB"/>
    <w:rsid w:val="00D834AB"/>
    <w:rsid w:val="00D8352D"/>
    <w:rsid w:val="00D83DD3"/>
    <w:rsid w:val="00D83E7B"/>
    <w:rsid w:val="00D844B8"/>
    <w:rsid w:val="00D84919"/>
    <w:rsid w:val="00D85939"/>
    <w:rsid w:val="00D85AF2"/>
    <w:rsid w:val="00D85E05"/>
    <w:rsid w:val="00D860F5"/>
    <w:rsid w:val="00D86102"/>
    <w:rsid w:val="00D86484"/>
    <w:rsid w:val="00D86526"/>
    <w:rsid w:val="00D86D4D"/>
    <w:rsid w:val="00D870FA"/>
    <w:rsid w:val="00D8717E"/>
    <w:rsid w:val="00D87195"/>
    <w:rsid w:val="00D8728F"/>
    <w:rsid w:val="00D875D5"/>
    <w:rsid w:val="00D87620"/>
    <w:rsid w:val="00D87636"/>
    <w:rsid w:val="00D877E8"/>
    <w:rsid w:val="00D87817"/>
    <w:rsid w:val="00D87C4D"/>
    <w:rsid w:val="00D87F44"/>
    <w:rsid w:val="00D87FF4"/>
    <w:rsid w:val="00D90655"/>
    <w:rsid w:val="00D90C22"/>
    <w:rsid w:val="00D90CA8"/>
    <w:rsid w:val="00D90DD6"/>
    <w:rsid w:val="00D913C5"/>
    <w:rsid w:val="00D916F5"/>
    <w:rsid w:val="00D91DC1"/>
    <w:rsid w:val="00D9237C"/>
    <w:rsid w:val="00D92EB0"/>
    <w:rsid w:val="00D931DF"/>
    <w:rsid w:val="00D936F2"/>
    <w:rsid w:val="00D93BD4"/>
    <w:rsid w:val="00D93EE8"/>
    <w:rsid w:val="00D9429D"/>
    <w:rsid w:val="00D9443B"/>
    <w:rsid w:val="00D94663"/>
    <w:rsid w:val="00D94F31"/>
    <w:rsid w:val="00D94F40"/>
    <w:rsid w:val="00D95384"/>
    <w:rsid w:val="00D95B8A"/>
    <w:rsid w:val="00D95D87"/>
    <w:rsid w:val="00D964A2"/>
    <w:rsid w:val="00D96917"/>
    <w:rsid w:val="00D96D52"/>
    <w:rsid w:val="00D9764E"/>
    <w:rsid w:val="00D97C3F"/>
    <w:rsid w:val="00D97F28"/>
    <w:rsid w:val="00DA01A0"/>
    <w:rsid w:val="00DA1257"/>
    <w:rsid w:val="00DA15D3"/>
    <w:rsid w:val="00DA169F"/>
    <w:rsid w:val="00DA19C4"/>
    <w:rsid w:val="00DA1AF5"/>
    <w:rsid w:val="00DA1D8F"/>
    <w:rsid w:val="00DA1DFD"/>
    <w:rsid w:val="00DA1F73"/>
    <w:rsid w:val="00DA2038"/>
    <w:rsid w:val="00DA210C"/>
    <w:rsid w:val="00DA2172"/>
    <w:rsid w:val="00DA288C"/>
    <w:rsid w:val="00DA2B72"/>
    <w:rsid w:val="00DA2F37"/>
    <w:rsid w:val="00DA302E"/>
    <w:rsid w:val="00DA3748"/>
    <w:rsid w:val="00DA3A3D"/>
    <w:rsid w:val="00DA3B01"/>
    <w:rsid w:val="00DA3F3C"/>
    <w:rsid w:val="00DA41B8"/>
    <w:rsid w:val="00DA423D"/>
    <w:rsid w:val="00DA4DE9"/>
    <w:rsid w:val="00DA521B"/>
    <w:rsid w:val="00DA53EB"/>
    <w:rsid w:val="00DA5415"/>
    <w:rsid w:val="00DA56C4"/>
    <w:rsid w:val="00DA5B34"/>
    <w:rsid w:val="00DA5BA6"/>
    <w:rsid w:val="00DA6C63"/>
    <w:rsid w:val="00DA7102"/>
    <w:rsid w:val="00DA724F"/>
    <w:rsid w:val="00DA75AC"/>
    <w:rsid w:val="00DA77CC"/>
    <w:rsid w:val="00DB037A"/>
    <w:rsid w:val="00DB0670"/>
    <w:rsid w:val="00DB06BC"/>
    <w:rsid w:val="00DB06BD"/>
    <w:rsid w:val="00DB06CF"/>
    <w:rsid w:val="00DB15B2"/>
    <w:rsid w:val="00DB1BB2"/>
    <w:rsid w:val="00DB1CA6"/>
    <w:rsid w:val="00DB276E"/>
    <w:rsid w:val="00DB2793"/>
    <w:rsid w:val="00DB2977"/>
    <w:rsid w:val="00DB2F2C"/>
    <w:rsid w:val="00DB347A"/>
    <w:rsid w:val="00DB3D5B"/>
    <w:rsid w:val="00DB3FD0"/>
    <w:rsid w:val="00DB4019"/>
    <w:rsid w:val="00DB4190"/>
    <w:rsid w:val="00DB4277"/>
    <w:rsid w:val="00DB4502"/>
    <w:rsid w:val="00DB4839"/>
    <w:rsid w:val="00DB4A00"/>
    <w:rsid w:val="00DB4B09"/>
    <w:rsid w:val="00DB4C42"/>
    <w:rsid w:val="00DB4FC6"/>
    <w:rsid w:val="00DB51D1"/>
    <w:rsid w:val="00DB54C3"/>
    <w:rsid w:val="00DB558E"/>
    <w:rsid w:val="00DB5F4A"/>
    <w:rsid w:val="00DB6300"/>
    <w:rsid w:val="00DB63DF"/>
    <w:rsid w:val="00DB6580"/>
    <w:rsid w:val="00DB69D7"/>
    <w:rsid w:val="00DB7032"/>
    <w:rsid w:val="00DB71E9"/>
    <w:rsid w:val="00DB7C2B"/>
    <w:rsid w:val="00DB7C2F"/>
    <w:rsid w:val="00DB7E6F"/>
    <w:rsid w:val="00DC0281"/>
    <w:rsid w:val="00DC031D"/>
    <w:rsid w:val="00DC0A2F"/>
    <w:rsid w:val="00DC0D6A"/>
    <w:rsid w:val="00DC0E14"/>
    <w:rsid w:val="00DC0F05"/>
    <w:rsid w:val="00DC11C2"/>
    <w:rsid w:val="00DC12EE"/>
    <w:rsid w:val="00DC18FA"/>
    <w:rsid w:val="00DC1A23"/>
    <w:rsid w:val="00DC2D56"/>
    <w:rsid w:val="00DC307D"/>
    <w:rsid w:val="00DC35F0"/>
    <w:rsid w:val="00DC3617"/>
    <w:rsid w:val="00DC4004"/>
    <w:rsid w:val="00DC41FC"/>
    <w:rsid w:val="00DC4C24"/>
    <w:rsid w:val="00DC4D4A"/>
    <w:rsid w:val="00DC4DA9"/>
    <w:rsid w:val="00DC4DFF"/>
    <w:rsid w:val="00DC5081"/>
    <w:rsid w:val="00DC523B"/>
    <w:rsid w:val="00DC592F"/>
    <w:rsid w:val="00DC5BFD"/>
    <w:rsid w:val="00DC6242"/>
    <w:rsid w:val="00DC6339"/>
    <w:rsid w:val="00DC65D4"/>
    <w:rsid w:val="00DC6A57"/>
    <w:rsid w:val="00DC6E35"/>
    <w:rsid w:val="00DC70B8"/>
    <w:rsid w:val="00DC7618"/>
    <w:rsid w:val="00DC7748"/>
    <w:rsid w:val="00DC7A69"/>
    <w:rsid w:val="00DC7AFC"/>
    <w:rsid w:val="00DC7C22"/>
    <w:rsid w:val="00DC7C25"/>
    <w:rsid w:val="00DC7DB1"/>
    <w:rsid w:val="00DD04F9"/>
    <w:rsid w:val="00DD0699"/>
    <w:rsid w:val="00DD0708"/>
    <w:rsid w:val="00DD0B6C"/>
    <w:rsid w:val="00DD13C7"/>
    <w:rsid w:val="00DD1744"/>
    <w:rsid w:val="00DD178B"/>
    <w:rsid w:val="00DD2496"/>
    <w:rsid w:val="00DD2C01"/>
    <w:rsid w:val="00DD2DE1"/>
    <w:rsid w:val="00DD3445"/>
    <w:rsid w:val="00DD362D"/>
    <w:rsid w:val="00DD36EE"/>
    <w:rsid w:val="00DD3C7D"/>
    <w:rsid w:val="00DD42D5"/>
    <w:rsid w:val="00DD4730"/>
    <w:rsid w:val="00DD47E4"/>
    <w:rsid w:val="00DD4AA7"/>
    <w:rsid w:val="00DD4BD4"/>
    <w:rsid w:val="00DD4F79"/>
    <w:rsid w:val="00DD50AC"/>
    <w:rsid w:val="00DD52E9"/>
    <w:rsid w:val="00DD53E7"/>
    <w:rsid w:val="00DD5402"/>
    <w:rsid w:val="00DD54CB"/>
    <w:rsid w:val="00DD5A24"/>
    <w:rsid w:val="00DD5F58"/>
    <w:rsid w:val="00DD621C"/>
    <w:rsid w:val="00DD6386"/>
    <w:rsid w:val="00DD6772"/>
    <w:rsid w:val="00DD6BB0"/>
    <w:rsid w:val="00DD76DE"/>
    <w:rsid w:val="00DE0C4A"/>
    <w:rsid w:val="00DE1310"/>
    <w:rsid w:val="00DE13D7"/>
    <w:rsid w:val="00DE1537"/>
    <w:rsid w:val="00DE18F6"/>
    <w:rsid w:val="00DE22F0"/>
    <w:rsid w:val="00DE2816"/>
    <w:rsid w:val="00DE2A7C"/>
    <w:rsid w:val="00DE2B38"/>
    <w:rsid w:val="00DE2D17"/>
    <w:rsid w:val="00DE30B7"/>
    <w:rsid w:val="00DE3396"/>
    <w:rsid w:val="00DE3AE7"/>
    <w:rsid w:val="00DE3B3F"/>
    <w:rsid w:val="00DE3FB2"/>
    <w:rsid w:val="00DE4528"/>
    <w:rsid w:val="00DE4724"/>
    <w:rsid w:val="00DE4889"/>
    <w:rsid w:val="00DE4C64"/>
    <w:rsid w:val="00DE4FAE"/>
    <w:rsid w:val="00DE57A0"/>
    <w:rsid w:val="00DE5B1E"/>
    <w:rsid w:val="00DE5DA6"/>
    <w:rsid w:val="00DE5DAD"/>
    <w:rsid w:val="00DE5FE6"/>
    <w:rsid w:val="00DE6154"/>
    <w:rsid w:val="00DE6389"/>
    <w:rsid w:val="00DE6485"/>
    <w:rsid w:val="00DE69D8"/>
    <w:rsid w:val="00DE6AF0"/>
    <w:rsid w:val="00DE6F0F"/>
    <w:rsid w:val="00DE7119"/>
    <w:rsid w:val="00DE7530"/>
    <w:rsid w:val="00DE7FF5"/>
    <w:rsid w:val="00DF01F3"/>
    <w:rsid w:val="00DF0567"/>
    <w:rsid w:val="00DF0909"/>
    <w:rsid w:val="00DF1006"/>
    <w:rsid w:val="00DF10A2"/>
    <w:rsid w:val="00DF13CA"/>
    <w:rsid w:val="00DF1893"/>
    <w:rsid w:val="00DF1A9C"/>
    <w:rsid w:val="00DF1C4C"/>
    <w:rsid w:val="00DF2184"/>
    <w:rsid w:val="00DF21A5"/>
    <w:rsid w:val="00DF272E"/>
    <w:rsid w:val="00DF2C2A"/>
    <w:rsid w:val="00DF2F5D"/>
    <w:rsid w:val="00DF3698"/>
    <w:rsid w:val="00DF4103"/>
    <w:rsid w:val="00DF4388"/>
    <w:rsid w:val="00DF43B3"/>
    <w:rsid w:val="00DF45AF"/>
    <w:rsid w:val="00DF50DF"/>
    <w:rsid w:val="00DF54A2"/>
    <w:rsid w:val="00DF5513"/>
    <w:rsid w:val="00DF5726"/>
    <w:rsid w:val="00DF57FF"/>
    <w:rsid w:val="00DF590E"/>
    <w:rsid w:val="00DF5FB2"/>
    <w:rsid w:val="00DF60EF"/>
    <w:rsid w:val="00DF6422"/>
    <w:rsid w:val="00DF6AF5"/>
    <w:rsid w:val="00DF6E04"/>
    <w:rsid w:val="00DF73C9"/>
    <w:rsid w:val="00DF73EF"/>
    <w:rsid w:val="00DF7952"/>
    <w:rsid w:val="00E000AA"/>
    <w:rsid w:val="00E00127"/>
    <w:rsid w:val="00E00285"/>
    <w:rsid w:val="00E00420"/>
    <w:rsid w:val="00E0042B"/>
    <w:rsid w:val="00E00F84"/>
    <w:rsid w:val="00E0119B"/>
    <w:rsid w:val="00E0159E"/>
    <w:rsid w:val="00E01688"/>
    <w:rsid w:val="00E01736"/>
    <w:rsid w:val="00E017F2"/>
    <w:rsid w:val="00E018C8"/>
    <w:rsid w:val="00E01A38"/>
    <w:rsid w:val="00E01C2E"/>
    <w:rsid w:val="00E01DF1"/>
    <w:rsid w:val="00E01F23"/>
    <w:rsid w:val="00E02016"/>
    <w:rsid w:val="00E02022"/>
    <w:rsid w:val="00E02555"/>
    <w:rsid w:val="00E02A20"/>
    <w:rsid w:val="00E03205"/>
    <w:rsid w:val="00E03603"/>
    <w:rsid w:val="00E03612"/>
    <w:rsid w:val="00E03A34"/>
    <w:rsid w:val="00E03ED7"/>
    <w:rsid w:val="00E044F0"/>
    <w:rsid w:val="00E0499C"/>
    <w:rsid w:val="00E0527C"/>
    <w:rsid w:val="00E0551D"/>
    <w:rsid w:val="00E05754"/>
    <w:rsid w:val="00E05B38"/>
    <w:rsid w:val="00E05F09"/>
    <w:rsid w:val="00E06058"/>
    <w:rsid w:val="00E060EF"/>
    <w:rsid w:val="00E06165"/>
    <w:rsid w:val="00E0726C"/>
    <w:rsid w:val="00E0778C"/>
    <w:rsid w:val="00E07ADB"/>
    <w:rsid w:val="00E07E54"/>
    <w:rsid w:val="00E109D6"/>
    <w:rsid w:val="00E10B16"/>
    <w:rsid w:val="00E10BEB"/>
    <w:rsid w:val="00E11223"/>
    <w:rsid w:val="00E117DB"/>
    <w:rsid w:val="00E11AC9"/>
    <w:rsid w:val="00E11AD5"/>
    <w:rsid w:val="00E122E8"/>
    <w:rsid w:val="00E1240F"/>
    <w:rsid w:val="00E124DF"/>
    <w:rsid w:val="00E129DD"/>
    <w:rsid w:val="00E12A1B"/>
    <w:rsid w:val="00E1318A"/>
    <w:rsid w:val="00E13E2C"/>
    <w:rsid w:val="00E13FAE"/>
    <w:rsid w:val="00E13FF6"/>
    <w:rsid w:val="00E147D8"/>
    <w:rsid w:val="00E14AB8"/>
    <w:rsid w:val="00E14C0D"/>
    <w:rsid w:val="00E151E1"/>
    <w:rsid w:val="00E15359"/>
    <w:rsid w:val="00E153E1"/>
    <w:rsid w:val="00E159C3"/>
    <w:rsid w:val="00E15B2D"/>
    <w:rsid w:val="00E15B99"/>
    <w:rsid w:val="00E15DBA"/>
    <w:rsid w:val="00E1609D"/>
    <w:rsid w:val="00E16448"/>
    <w:rsid w:val="00E16E39"/>
    <w:rsid w:val="00E173E5"/>
    <w:rsid w:val="00E174F5"/>
    <w:rsid w:val="00E200D4"/>
    <w:rsid w:val="00E20103"/>
    <w:rsid w:val="00E20824"/>
    <w:rsid w:val="00E20887"/>
    <w:rsid w:val="00E209CA"/>
    <w:rsid w:val="00E20AC4"/>
    <w:rsid w:val="00E20C19"/>
    <w:rsid w:val="00E2127D"/>
    <w:rsid w:val="00E213E4"/>
    <w:rsid w:val="00E214F2"/>
    <w:rsid w:val="00E21511"/>
    <w:rsid w:val="00E21560"/>
    <w:rsid w:val="00E21C96"/>
    <w:rsid w:val="00E21DE1"/>
    <w:rsid w:val="00E21FD3"/>
    <w:rsid w:val="00E23149"/>
    <w:rsid w:val="00E23897"/>
    <w:rsid w:val="00E2397C"/>
    <w:rsid w:val="00E23EEF"/>
    <w:rsid w:val="00E2421F"/>
    <w:rsid w:val="00E24248"/>
    <w:rsid w:val="00E24850"/>
    <w:rsid w:val="00E24B3F"/>
    <w:rsid w:val="00E24C50"/>
    <w:rsid w:val="00E250C7"/>
    <w:rsid w:val="00E25C18"/>
    <w:rsid w:val="00E26730"/>
    <w:rsid w:val="00E26C80"/>
    <w:rsid w:val="00E2749E"/>
    <w:rsid w:val="00E2777E"/>
    <w:rsid w:val="00E303C9"/>
    <w:rsid w:val="00E308E5"/>
    <w:rsid w:val="00E309E6"/>
    <w:rsid w:val="00E30F64"/>
    <w:rsid w:val="00E310EE"/>
    <w:rsid w:val="00E318B4"/>
    <w:rsid w:val="00E319CE"/>
    <w:rsid w:val="00E31EA4"/>
    <w:rsid w:val="00E3230B"/>
    <w:rsid w:val="00E3280B"/>
    <w:rsid w:val="00E3288D"/>
    <w:rsid w:val="00E32F94"/>
    <w:rsid w:val="00E33333"/>
    <w:rsid w:val="00E3366F"/>
    <w:rsid w:val="00E33D40"/>
    <w:rsid w:val="00E33EC6"/>
    <w:rsid w:val="00E340F6"/>
    <w:rsid w:val="00E34C40"/>
    <w:rsid w:val="00E351C4"/>
    <w:rsid w:val="00E35278"/>
    <w:rsid w:val="00E3549E"/>
    <w:rsid w:val="00E35A8A"/>
    <w:rsid w:val="00E3608A"/>
    <w:rsid w:val="00E36F4C"/>
    <w:rsid w:val="00E371F9"/>
    <w:rsid w:val="00E3774D"/>
    <w:rsid w:val="00E3791A"/>
    <w:rsid w:val="00E40202"/>
    <w:rsid w:val="00E4066A"/>
    <w:rsid w:val="00E40782"/>
    <w:rsid w:val="00E40AA4"/>
    <w:rsid w:val="00E40CB7"/>
    <w:rsid w:val="00E40D7F"/>
    <w:rsid w:val="00E40E7A"/>
    <w:rsid w:val="00E40EAF"/>
    <w:rsid w:val="00E40F2C"/>
    <w:rsid w:val="00E41079"/>
    <w:rsid w:val="00E410B3"/>
    <w:rsid w:val="00E41123"/>
    <w:rsid w:val="00E41410"/>
    <w:rsid w:val="00E4144B"/>
    <w:rsid w:val="00E4154B"/>
    <w:rsid w:val="00E41FC1"/>
    <w:rsid w:val="00E4237D"/>
    <w:rsid w:val="00E42472"/>
    <w:rsid w:val="00E4301D"/>
    <w:rsid w:val="00E431B5"/>
    <w:rsid w:val="00E43411"/>
    <w:rsid w:val="00E43629"/>
    <w:rsid w:val="00E43F62"/>
    <w:rsid w:val="00E44607"/>
    <w:rsid w:val="00E44B79"/>
    <w:rsid w:val="00E44C8F"/>
    <w:rsid w:val="00E45184"/>
    <w:rsid w:val="00E4588E"/>
    <w:rsid w:val="00E45A10"/>
    <w:rsid w:val="00E45B8D"/>
    <w:rsid w:val="00E45F32"/>
    <w:rsid w:val="00E46F0D"/>
    <w:rsid w:val="00E46F4F"/>
    <w:rsid w:val="00E4716A"/>
    <w:rsid w:val="00E473D1"/>
    <w:rsid w:val="00E4796D"/>
    <w:rsid w:val="00E47E19"/>
    <w:rsid w:val="00E50A6D"/>
    <w:rsid w:val="00E511FA"/>
    <w:rsid w:val="00E51354"/>
    <w:rsid w:val="00E5135B"/>
    <w:rsid w:val="00E513AA"/>
    <w:rsid w:val="00E5185F"/>
    <w:rsid w:val="00E52298"/>
    <w:rsid w:val="00E52433"/>
    <w:rsid w:val="00E528FA"/>
    <w:rsid w:val="00E52B63"/>
    <w:rsid w:val="00E52EBE"/>
    <w:rsid w:val="00E530F8"/>
    <w:rsid w:val="00E532F4"/>
    <w:rsid w:val="00E5359E"/>
    <w:rsid w:val="00E53824"/>
    <w:rsid w:val="00E53B76"/>
    <w:rsid w:val="00E53DCD"/>
    <w:rsid w:val="00E53FA2"/>
    <w:rsid w:val="00E541DD"/>
    <w:rsid w:val="00E54291"/>
    <w:rsid w:val="00E544C8"/>
    <w:rsid w:val="00E54AE2"/>
    <w:rsid w:val="00E54DB9"/>
    <w:rsid w:val="00E5540C"/>
    <w:rsid w:val="00E55445"/>
    <w:rsid w:val="00E55532"/>
    <w:rsid w:val="00E55895"/>
    <w:rsid w:val="00E55EEC"/>
    <w:rsid w:val="00E55F0F"/>
    <w:rsid w:val="00E56D52"/>
    <w:rsid w:val="00E5702B"/>
    <w:rsid w:val="00E573A9"/>
    <w:rsid w:val="00E57429"/>
    <w:rsid w:val="00E575E5"/>
    <w:rsid w:val="00E577CE"/>
    <w:rsid w:val="00E57C0D"/>
    <w:rsid w:val="00E60288"/>
    <w:rsid w:val="00E60CDC"/>
    <w:rsid w:val="00E60E91"/>
    <w:rsid w:val="00E60F0D"/>
    <w:rsid w:val="00E61085"/>
    <w:rsid w:val="00E6119A"/>
    <w:rsid w:val="00E61265"/>
    <w:rsid w:val="00E613BB"/>
    <w:rsid w:val="00E618C1"/>
    <w:rsid w:val="00E61BFE"/>
    <w:rsid w:val="00E61FE3"/>
    <w:rsid w:val="00E6225A"/>
    <w:rsid w:val="00E62918"/>
    <w:rsid w:val="00E62A7E"/>
    <w:rsid w:val="00E62A94"/>
    <w:rsid w:val="00E62FB9"/>
    <w:rsid w:val="00E6303E"/>
    <w:rsid w:val="00E63072"/>
    <w:rsid w:val="00E6352A"/>
    <w:rsid w:val="00E63713"/>
    <w:rsid w:val="00E63AD0"/>
    <w:rsid w:val="00E64111"/>
    <w:rsid w:val="00E6486C"/>
    <w:rsid w:val="00E64CA9"/>
    <w:rsid w:val="00E64EF4"/>
    <w:rsid w:val="00E65089"/>
    <w:rsid w:val="00E65095"/>
    <w:rsid w:val="00E65468"/>
    <w:rsid w:val="00E6549F"/>
    <w:rsid w:val="00E65579"/>
    <w:rsid w:val="00E658DF"/>
    <w:rsid w:val="00E65DED"/>
    <w:rsid w:val="00E6667E"/>
    <w:rsid w:val="00E669CF"/>
    <w:rsid w:val="00E66BC7"/>
    <w:rsid w:val="00E67071"/>
    <w:rsid w:val="00E67712"/>
    <w:rsid w:val="00E67C23"/>
    <w:rsid w:val="00E700E1"/>
    <w:rsid w:val="00E70892"/>
    <w:rsid w:val="00E711B0"/>
    <w:rsid w:val="00E71233"/>
    <w:rsid w:val="00E7136D"/>
    <w:rsid w:val="00E71779"/>
    <w:rsid w:val="00E7224C"/>
    <w:rsid w:val="00E728D2"/>
    <w:rsid w:val="00E732B1"/>
    <w:rsid w:val="00E7341C"/>
    <w:rsid w:val="00E73442"/>
    <w:rsid w:val="00E734A3"/>
    <w:rsid w:val="00E73B0D"/>
    <w:rsid w:val="00E74166"/>
    <w:rsid w:val="00E7442A"/>
    <w:rsid w:val="00E753C9"/>
    <w:rsid w:val="00E754B2"/>
    <w:rsid w:val="00E759ED"/>
    <w:rsid w:val="00E76026"/>
    <w:rsid w:val="00E76129"/>
    <w:rsid w:val="00E77248"/>
    <w:rsid w:val="00E776FA"/>
    <w:rsid w:val="00E80197"/>
    <w:rsid w:val="00E80286"/>
    <w:rsid w:val="00E80325"/>
    <w:rsid w:val="00E8138C"/>
    <w:rsid w:val="00E81845"/>
    <w:rsid w:val="00E81891"/>
    <w:rsid w:val="00E81B29"/>
    <w:rsid w:val="00E81C33"/>
    <w:rsid w:val="00E81D8F"/>
    <w:rsid w:val="00E81DD5"/>
    <w:rsid w:val="00E81E7E"/>
    <w:rsid w:val="00E82020"/>
    <w:rsid w:val="00E822F7"/>
    <w:rsid w:val="00E82558"/>
    <w:rsid w:val="00E82995"/>
    <w:rsid w:val="00E833E6"/>
    <w:rsid w:val="00E83A81"/>
    <w:rsid w:val="00E83AE7"/>
    <w:rsid w:val="00E83E60"/>
    <w:rsid w:val="00E842E2"/>
    <w:rsid w:val="00E8446F"/>
    <w:rsid w:val="00E849AC"/>
    <w:rsid w:val="00E8543D"/>
    <w:rsid w:val="00E855EF"/>
    <w:rsid w:val="00E85F1C"/>
    <w:rsid w:val="00E8686C"/>
    <w:rsid w:val="00E868FB"/>
    <w:rsid w:val="00E86CDC"/>
    <w:rsid w:val="00E86DDD"/>
    <w:rsid w:val="00E86EFE"/>
    <w:rsid w:val="00E86F81"/>
    <w:rsid w:val="00E87351"/>
    <w:rsid w:val="00E874D2"/>
    <w:rsid w:val="00E877AE"/>
    <w:rsid w:val="00E87801"/>
    <w:rsid w:val="00E87E8F"/>
    <w:rsid w:val="00E90ED1"/>
    <w:rsid w:val="00E91296"/>
    <w:rsid w:val="00E91601"/>
    <w:rsid w:val="00E91C0B"/>
    <w:rsid w:val="00E924B7"/>
    <w:rsid w:val="00E9250B"/>
    <w:rsid w:val="00E925AF"/>
    <w:rsid w:val="00E926E6"/>
    <w:rsid w:val="00E92714"/>
    <w:rsid w:val="00E92955"/>
    <w:rsid w:val="00E929B9"/>
    <w:rsid w:val="00E934EC"/>
    <w:rsid w:val="00E936ED"/>
    <w:rsid w:val="00E93760"/>
    <w:rsid w:val="00E949CD"/>
    <w:rsid w:val="00E954D2"/>
    <w:rsid w:val="00E95713"/>
    <w:rsid w:val="00E95F57"/>
    <w:rsid w:val="00E95F73"/>
    <w:rsid w:val="00E960B9"/>
    <w:rsid w:val="00E9685A"/>
    <w:rsid w:val="00E96BDA"/>
    <w:rsid w:val="00E96D64"/>
    <w:rsid w:val="00E96D66"/>
    <w:rsid w:val="00E96EC4"/>
    <w:rsid w:val="00E96F3A"/>
    <w:rsid w:val="00E970CF"/>
    <w:rsid w:val="00E974E9"/>
    <w:rsid w:val="00E97894"/>
    <w:rsid w:val="00E979DF"/>
    <w:rsid w:val="00E97BC0"/>
    <w:rsid w:val="00EA004A"/>
    <w:rsid w:val="00EA0619"/>
    <w:rsid w:val="00EA086F"/>
    <w:rsid w:val="00EA1182"/>
    <w:rsid w:val="00EA18E5"/>
    <w:rsid w:val="00EA1A92"/>
    <w:rsid w:val="00EA1D44"/>
    <w:rsid w:val="00EA1F8A"/>
    <w:rsid w:val="00EA2055"/>
    <w:rsid w:val="00EA2589"/>
    <w:rsid w:val="00EA28AE"/>
    <w:rsid w:val="00EA31F1"/>
    <w:rsid w:val="00EA32DF"/>
    <w:rsid w:val="00EA33BC"/>
    <w:rsid w:val="00EA3501"/>
    <w:rsid w:val="00EA3D7F"/>
    <w:rsid w:val="00EA41AC"/>
    <w:rsid w:val="00EA44CC"/>
    <w:rsid w:val="00EA462E"/>
    <w:rsid w:val="00EA4B56"/>
    <w:rsid w:val="00EA4BAA"/>
    <w:rsid w:val="00EA4E1F"/>
    <w:rsid w:val="00EA5244"/>
    <w:rsid w:val="00EA5A68"/>
    <w:rsid w:val="00EA5A90"/>
    <w:rsid w:val="00EA5ACC"/>
    <w:rsid w:val="00EA61F4"/>
    <w:rsid w:val="00EA66A8"/>
    <w:rsid w:val="00EA6736"/>
    <w:rsid w:val="00EA6751"/>
    <w:rsid w:val="00EA6A18"/>
    <w:rsid w:val="00EA6DF3"/>
    <w:rsid w:val="00EA6EB2"/>
    <w:rsid w:val="00EA72F1"/>
    <w:rsid w:val="00EA73EA"/>
    <w:rsid w:val="00EA7813"/>
    <w:rsid w:val="00EA7E7B"/>
    <w:rsid w:val="00EB0307"/>
    <w:rsid w:val="00EB0466"/>
    <w:rsid w:val="00EB05BB"/>
    <w:rsid w:val="00EB06FB"/>
    <w:rsid w:val="00EB06FD"/>
    <w:rsid w:val="00EB0FCE"/>
    <w:rsid w:val="00EB1649"/>
    <w:rsid w:val="00EB18BE"/>
    <w:rsid w:val="00EB1AFF"/>
    <w:rsid w:val="00EB1E17"/>
    <w:rsid w:val="00EB1F5C"/>
    <w:rsid w:val="00EB2025"/>
    <w:rsid w:val="00EB27BB"/>
    <w:rsid w:val="00EB2F65"/>
    <w:rsid w:val="00EB36D1"/>
    <w:rsid w:val="00EB378E"/>
    <w:rsid w:val="00EB3988"/>
    <w:rsid w:val="00EB4364"/>
    <w:rsid w:val="00EB4B33"/>
    <w:rsid w:val="00EB4C3D"/>
    <w:rsid w:val="00EB4F4E"/>
    <w:rsid w:val="00EB57E2"/>
    <w:rsid w:val="00EB5974"/>
    <w:rsid w:val="00EB6524"/>
    <w:rsid w:val="00EB6C1C"/>
    <w:rsid w:val="00EB78CB"/>
    <w:rsid w:val="00EB7B56"/>
    <w:rsid w:val="00EB7F10"/>
    <w:rsid w:val="00EC03B2"/>
    <w:rsid w:val="00EC08AF"/>
    <w:rsid w:val="00EC1BFE"/>
    <w:rsid w:val="00EC1E74"/>
    <w:rsid w:val="00EC1F4B"/>
    <w:rsid w:val="00EC1FB9"/>
    <w:rsid w:val="00EC2C3D"/>
    <w:rsid w:val="00EC2CC0"/>
    <w:rsid w:val="00EC2E72"/>
    <w:rsid w:val="00EC3205"/>
    <w:rsid w:val="00EC3A69"/>
    <w:rsid w:val="00EC40AD"/>
    <w:rsid w:val="00EC4105"/>
    <w:rsid w:val="00EC4B86"/>
    <w:rsid w:val="00EC4EE0"/>
    <w:rsid w:val="00EC4FA8"/>
    <w:rsid w:val="00EC50CF"/>
    <w:rsid w:val="00EC5706"/>
    <w:rsid w:val="00EC5789"/>
    <w:rsid w:val="00EC5D7C"/>
    <w:rsid w:val="00EC6289"/>
    <w:rsid w:val="00EC6434"/>
    <w:rsid w:val="00EC6752"/>
    <w:rsid w:val="00EC6BB4"/>
    <w:rsid w:val="00EC6C8E"/>
    <w:rsid w:val="00EC71DE"/>
    <w:rsid w:val="00EC7749"/>
    <w:rsid w:val="00ED1658"/>
    <w:rsid w:val="00ED1AAE"/>
    <w:rsid w:val="00ED2039"/>
    <w:rsid w:val="00ED25F9"/>
    <w:rsid w:val="00ED27CE"/>
    <w:rsid w:val="00ED28E0"/>
    <w:rsid w:val="00ED362A"/>
    <w:rsid w:val="00ED36B8"/>
    <w:rsid w:val="00ED3CEC"/>
    <w:rsid w:val="00ED466B"/>
    <w:rsid w:val="00ED4C9A"/>
    <w:rsid w:val="00ED50CA"/>
    <w:rsid w:val="00ED53CA"/>
    <w:rsid w:val="00ED5514"/>
    <w:rsid w:val="00ED56C7"/>
    <w:rsid w:val="00ED7046"/>
    <w:rsid w:val="00ED75AC"/>
    <w:rsid w:val="00ED78C2"/>
    <w:rsid w:val="00ED7E46"/>
    <w:rsid w:val="00ED7EAC"/>
    <w:rsid w:val="00EE0060"/>
    <w:rsid w:val="00EE01EA"/>
    <w:rsid w:val="00EE06C3"/>
    <w:rsid w:val="00EE099D"/>
    <w:rsid w:val="00EE119F"/>
    <w:rsid w:val="00EE1435"/>
    <w:rsid w:val="00EE1995"/>
    <w:rsid w:val="00EE1A29"/>
    <w:rsid w:val="00EE297C"/>
    <w:rsid w:val="00EE2C78"/>
    <w:rsid w:val="00EE2F29"/>
    <w:rsid w:val="00EE3B63"/>
    <w:rsid w:val="00EE3C25"/>
    <w:rsid w:val="00EE3CAD"/>
    <w:rsid w:val="00EE3E53"/>
    <w:rsid w:val="00EE413C"/>
    <w:rsid w:val="00EE431F"/>
    <w:rsid w:val="00EE4AB4"/>
    <w:rsid w:val="00EE4AE7"/>
    <w:rsid w:val="00EE4C68"/>
    <w:rsid w:val="00EE4D02"/>
    <w:rsid w:val="00EE4F2F"/>
    <w:rsid w:val="00EE6A50"/>
    <w:rsid w:val="00EE7046"/>
    <w:rsid w:val="00EE73FD"/>
    <w:rsid w:val="00EE7643"/>
    <w:rsid w:val="00EE7660"/>
    <w:rsid w:val="00EE78F3"/>
    <w:rsid w:val="00EE7C34"/>
    <w:rsid w:val="00EE7C87"/>
    <w:rsid w:val="00EE7EAF"/>
    <w:rsid w:val="00EF000D"/>
    <w:rsid w:val="00EF074B"/>
    <w:rsid w:val="00EF1A3A"/>
    <w:rsid w:val="00EF1A3C"/>
    <w:rsid w:val="00EF1AE6"/>
    <w:rsid w:val="00EF1CB0"/>
    <w:rsid w:val="00EF26D5"/>
    <w:rsid w:val="00EF2890"/>
    <w:rsid w:val="00EF379E"/>
    <w:rsid w:val="00EF387B"/>
    <w:rsid w:val="00EF42E2"/>
    <w:rsid w:val="00EF42FE"/>
    <w:rsid w:val="00EF4568"/>
    <w:rsid w:val="00EF4AD7"/>
    <w:rsid w:val="00EF4CEB"/>
    <w:rsid w:val="00EF518F"/>
    <w:rsid w:val="00EF5215"/>
    <w:rsid w:val="00EF53CC"/>
    <w:rsid w:val="00EF5690"/>
    <w:rsid w:val="00EF5D5F"/>
    <w:rsid w:val="00EF62B2"/>
    <w:rsid w:val="00EF67C8"/>
    <w:rsid w:val="00EF6D6A"/>
    <w:rsid w:val="00EF70E9"/>
    <w:rsid w:val="00EF7288"/>
    <w:rsid w:val="00EF73AF"/>
    <w:rsid w:val="00EF7434"/>
    <w:rsid w:val="00EF7489"/>
    <w:rsid w:val="00EF776E"/>
    <w:rsid w:val="00EF7F3B"/>
    <w:rsid w:val="00F002EB"/>
    <w:rsid w:val="00F00C1A"/>
    <w:rsid w:val="00F0166A"/>
    <w:rsid w:val="00F0166E"/>
    <w:rsid w:val="00F018E7"/>
    <w:rsid w:val="00F018E9"/>
    <w:rsid w:val="00F01E40"/>
    <w:rsid w:val="00F01F83"/>
    <w:rsid w:val="00F020F6"/>
    <w:rsid w:val="00F0262F"/>
    <w:rsid w:val="00F02AEE"/>
    <w:rsid w:val="00F02E36"/>
    <w:rsid w:val="00F03497"/>
    <w:rsid w:val="00F0363F"/>
    <w:rsid w:val="00F036C4"/>
    <w:rsid w:val="00F03906"/>
    <w:rsid w:val="00F03975"/>
    <w:rsid w:val="00F03B2D"/>
    <w:rsid w:val="00F03B66"/>
    <w:rsid w:val="00F04112"/>
    <w:rsid w:val="00F04431"/>
    <w:rsid w:val="00F04BA3"/>
    <w:rsid w:val="00F04DD6"/>
    <w:rsid w:val="00F053E7"/>
    <w:rsid w:val="00F0560E"/>
    <w:rsid w:val="00F05B16"/>
    <w:rsid w:val="00F05D1D"/>
    <w:rsid w:val="00F05D57"/>
    <w:rsid w:val="00F05DEB"/>
    <w:rsid w:val="00F0650D"/>
    <w:rsid w:val="00F06636"/>
    <w:rsid w:val="00F066F1"/>
    <w:rsid w:val="00F06BF2"/>
    <w:rsid w:val="00F06C12"/>
    <w:rsid w:val="00F06CC8"/>
    <w:rsid w:val="00F076E3"/>
    <w:rsid w:val="00F07A72"/>
    <w:rsid w:val="00F07D3C"/>
    <w:rsid w:val="00F07F4B"/>
    <w:rsid w:val="00F1002C"/>
    <w:rsid w:val="00F1123D"/>
    <w:rsid w:val="00F11703"/>
    <w:rsid w:val="00F1179B"/>
    <w:rsid w:val="00F11894"/>
    <w:rsid w:val="00F11AA7"/>
    <w:rsid w:val="00F1245C"/>
    <w:rsid w:val="00F128EE"/>
    <w:rsid w:val="00F12CB4"/>
    <w:rsid w:val="00F12E0E"/>
    <w:rsid w:val="00F12EF9"/>
    <w:rsid w:val="00F13395"/>
    <w:rsid w:val="00F13ABA"/>
    <w:rsid w:val="00F13DCF"/>
    <w:rsid w:val="00F14010"/>
    <w:rsid w:val="00F14271"/>
    <w:rsid w:val="00F1447A"/>
    <w:rsid w:val="00F150BD"/>
    <w:rsid w:val="00F1536C"/>
    <w:rsid w:val="00F15391"/>
    <w:rsid w:val="00F15A09"/>
    <w:rsid w:val="00F15B24"/>
    <w:rsid w:val="00F15C45"/>
    <w:rsid w:val="00F163FB"/>
    <w:rsid w:val="00F16586"/>
    <w:rsid w:val="00F16ADD"/>
    <w:rsid w:val="00F16C3B"/>
    <w:rsid w:val="00F17404"/>
    <w:rsid w:val="00F17984"/>
    <w:rsid w:val="00F17A76"/>
    <w:rsid w:val="00F20319"/>
    <w:rsid w:val="00F204B6"/>
    <w:rsid w:val="00F20A4D"/>
    <w:rsid w:val="00F20A55"/>
    <w:rsid w:val="00F21380"/>
    <w:rsid w:val="00F2157D"/>
    <w:rsid w:val="00F217C7"/>
    <w:rsid w:val="00F21C70"/>
    <w:rsid w:val="00F21E47"/>
    <w:rsid w:val="00F222AF"/>
    <w:rsid w:val="00F225AA"/>
    <w:rsid w:val="00F23015"/>
    <w:rsid w:val="00F233E3"/>
    <w:rsid w:val="00F23D0A"/>
    <w:rsid w:val="00F2437B"/>
    <w:rsid w:val="00F24673"/>
    <w:rsid w:val="00F2488E"/>
    <w:rsid w:val="00F24A9C"/>
    <w:rsid w:val="00F24AE2"/>
    <w:rsid w:val="00F253CB"/>
    <w:rsid w:val="00F25A94"/>
    <w:rsid w:val="00F25BB6"/>
    <w:rsid w:val="00F25FD0"/>
    <w:rsid w:val="00F2617B"/>
    <w:rsid w:val="00F26214"/>
    <w:rsid w:val="00F26671"/>
    <w:rsid w:val="00F270D7"/>
    <w:rsid w:val="00F2727D"/>
    <w:rsid w:val="00F2732B"/>
    <w:rsid w:val="00F2741B"/>
    <w:rsid w:val="00F2747F"/>
    <w:rsid w:val="00F27DA2"/>
    <w:rsid w:val="00F30329"/>
    <w:rsid w:val="00F30520"/>
    <w:rsid w:val="00F30604"/>
    <w:rsid w:val="00F3075B"/>
    <w:rsid w:val="00F31155"/>
    <w:rsid w:val="00F315C2"/>
    <w:rsid w:val="00F319A6"/>
    <w:rsid w:val="00F319E2"/>
    <w:rsid w:val="00F31A5B"/>
    <w:rsid w:val="00F32FA8"/>
    <w:rsid w:val="00F335FB"/>
    <w:rsid w:val="00F3374C"/>
    <w:rsid w:val="00F33EE2"/>
    <w:rsid w:val="00F343D3"/>
    <w:rsid w:val="00F34456"/>
    <w:rsid w:val="00F34861"/>
    <w:rsid w:val="00F34D64"/>
    <w:rsid w:val="00F34D9B"/>
    <w:rsid w:val="00F34F5C"/>
    <w:rsid w:val="00F35114"/>
    <w:rsid w:val="00F356DF"/>
    <w:rsid w:val="00F363F1"/>
    <w:rsid w:val="00F366F9"/>
    <w:rsid w:val="00F36E87"/>
    <w:rsid w:val="00F37908"/>
    <w:rsid w:val="00F403F0"/>
    <w:rsid w:val="00F40720"/>
    <w:rsid w:val="00F40DEF"/>
    <w:rsid w:val="00F41019"/>
    <w:rsid w:val="00F4107C"/>
    <w:rsid w:val="00F410DB"/>
    <w:rsid w:val="00F411C4"/>
    <w:rsid w:val="00F413F3"/>
    <w:rsid w:val="00F41461"/>
    <w:rsid w:val="00F415F1"/>
    <w:rsid w:val="00F418E4"/>
    <w:rsid w:val="00F41B3C"/>
    <w:rsid w:val="00F41F28"/>
    <w:rsid w:val="00F4225B"/>
    <w:rsid w:val="00F42A5B"/>
    <w:rsid w:val="00F42BD2"/>
    <w:rsid w:val="00F43081"/>
    <w:rsid w:val="00F437C3"/>
    <w:rsid w:val="00F43C4D"/>
    <w:rsid w:val="00F43FDF"/>
    <w:rsid w:val="00F441FF"/>
    <w:rsid w:val="00F4439A"/>
    <w:rsid w:val="00F4445A"/>
    <w:rsid w:val="00F444FC"/>
    <w:rsid w:val="00F447E7"/>
    <w:rsid w:val="00F44829"/>
    <w:rsid w:val="00F44A12"/>
    <w:rsid w:val="00F456EF"/>
    <w:rsid w:val="00F45811"/>
    <w:rsid w:val="00F45ED6"/>
    <w:rsid w:val="00F4625B"/>
    <w:rsid w:val="00F462D0"/>
    <w:rsid w:val="00F46B6C"/>
    <w:rsid w:val="00F47166"/>
    <w:rsid w:val="00F4785E"/>
    <w:rsid w:val="00F47D11"/>
    <w:rsid w:val="00F503FB"/>
    <w:rsid w:val="00F5138A"/>
    <w:rsid w:val="00F51870"/>
    <w:rsid w:val="00F51DE0"/>
    <w:rsid w:val="00F51EDB"/>
    <w:rsid w:val="00F522BB"/>
    <w:rsid w:val="00F525C3"/>
    <w:rsid w:val="00F52623"/>
    <w:rsid w:val="00F52728"/>
    <w:rsid w:val="00F5272A"/>
    <w:rsid w:val="00F52AA0"/>
    <w:rsid w:val="00F52BB2"/>
    <w:rsid w:val="00F52E31"/>
    <w:rsid w:val="00F52EE6"/>
    <w:rsid w:val="00F5334C"/>
    <w:rsid w:val="00F53BE9"/>
    <w:rsid w:val="00F541AC"/>
    <w:rsid w:val="00F544F5"/>
    <w:rsid w:val="00F549F6"/>
    <w:rsid w:val="00F54DD2"/>
    <w:rsid w:val="00F55015"/>
    <w:rsid w:val="00F55157"/>
    <w:rsid w:val="00F551FB"/>
    <w:rsid w:val="00F5559A"/>
    <w:rsid w:val="00F55C7D"/>
    <w:rsid w:val="00F55F8B"/>
    <w:rsid w:val="00F56327"/>
    <w:rsid w:val="00F566B9"/>
    <w:rsid w:val="00F56735"/>
    <w:rsid w:val="00F56844"/>
    <w:rsid w:val="00F56BC1"/>
    <w:rsid w:val="00F56CD5"/>
    <w:rsid w:val="00F56D7F"/>
    <w:rsid w:val="00F56ECF"/>
    <w:rsid w:val="00F56F98"/>
    <w:rsid w:val="00F578B7"/>
    <w:rsid w:val="00F579FD"/>
    <w:rsid w:val="00F57A81"/>
    <w:rsid w:val="00F60040"/>
    <w:rsid w:val="00F600B7"/>
    <w:rsid w:val="00F6031A"/>
    <w:rsid w:val="00F605D1"/>
    <w:rsid w:val="00F60610"/>
    <w:rsid w:val="00F60B11"/>
    <w:rsid w:val="00F60BB4"/>
    <w:rsid w:val="00F60C56"/>
    <w:rsid w:val="00F615FF"/>
    <w:rsid w:val="00F6160F"/>
    <w:rsid w:val="00F6169C"/>
    <w:rsid w:val="00F61861"/>
    <w:rsid w:val="00F618F3"/>
    <w:rsid w:val="00F619CA"/>
    <w:rsid w:val="00F61A41"/>
    <w:rsid w:val="00F61A70"/>
    <w:rsid w:val="00F62180"/>
    <w:rsid w:val="00F62205"/>
    <w:rsid w:val="00F6262E"/>
    <w:rsid w:val="00F62D99"/>
    <w:rsid w:val="00F62F6C"/>
    <w:rsid w:val="00F63822"/>
    <w:rsid w:val="00F64122"/>
    <w:rsid w:val="00F643D2"/>
    <w:rsid w:val="00F64F95"/>
    <w:rsid w:val="00F64FE1"/>
    <w:rsid w:val="00F65593"/>
    <w:rsid w:val="00F656BF"/>
    <w:rsid w:val="00F65939"/>
    <w:rsid w:val="00F65AC4"/>
    <w:rsid w:val="00F65AFF"/>
    <w:rsid w:val="00F668D3"/>
    <w:rsid w:val="00F66FC6"/>
    <w:rsid w:val="00F67515"/>
    <w:rsid w:val="00F677BC"/>
    <w:rsid w:val="00F67B63"/>
    <w:rsid w:val="00F67D2B"/>
    <w:rsid w:val="00F67E8A"/>
    <w:rsid w:val="00F70ABD"/>
    <w:rsid w:val="00F713CD"/>
    <w:rsid w:val="00F716BB"/>
    <w:rsid w:val="00F7188D"/>
    <w:rsid w:val="00F71A9E"/>
    <w:rsid w:val="00F71B6D"/>
    <w:rsid w:val="00F71CD9"/>
    <w:rsid w:val="00F71FD7"/>
    <w:rsid w:val="00F722C3"/>
    <w:rsid w:val="00F7264F"/>
    <w:rsid w:val="00F72D9D"/>
    <w:rsid w:val="00F73600"/>
    <w:rsid w:val="00F743C6"/>
    <w:rsid w:val="00F74513"/>
    <w:rsid w:val="00F74DEB"/>
    <w:rsid w:val="00F75213"/>
    <w:rsid w:val="00F75370"/>
    <w:rsid w:val="00F75A6D"/>
    <w:rsid w:val="00F75DB0"/>
    <w:rsid w:val="00F76A47"/>
    <w:rsid w:val="00F76AF3"/>
    <w:rsid w:val="00F76B67"/>
    <w:rsid w:val="00F76E6E"/>
    <w:rsid w:val="00F77196"/>
    <w:rsid w:val="00F772DE"/>
    <w:rsid w:val="00F8011B"/>
    <w:rsid w:val="00F80172"/>
    <w:rsid w:val="00F803F8"/>
    <w:rsid w:val="00F80B27"/>
    <w:rsid w:val="00F810CB"/>
    <w:rsid w:val="00F81180"/>
    <w:rsid w:val="00F8165C"/>
    <w:rsid w:val="00F82B2A"/>
    <w:rsid w:val="00F82BF3"/>
    <w:rsid w:val="00F82E63"/>
    <w:rsid w:val="00F83560"/>
    <w:rsid w:val="00F83581"/>
    <w:rsid w:val="00F83C14"/>
    <w:rsid w:val="00F83FD6"/>
    <w:rsid w:val="00F84261"/>
    <w:rsid w:val="00F84456"/>
    <w:rsid w:val="00F849BF"/>
    <w:rsid w:val="00F84AFF"/>
    <w:rsid w:val="00F84DDA"/>
    <w:rsid w:val="00F85075"/>
    <w:rsid w:val="00F85339"/>
    <w:rsid w:val="00F85356"/>
    <w:rsid w:val="00F85CB3"/>
    <w:rsid w:val="00F8604E"/>
    <w:rsid w:val="00F861EC"/>
    <w:rsid w:val="00F86A10"/>
    <w:rsid w:val="00F86BCD"/>
    <w:rsid w:val="00F86CC0"/>
    <w:rsid w:val="00F86EE4"/>
    <w:rsid w:val="00F86F49"/>
    <w:rsid w:val="00F86F79"/>
    <w:rsid w:val="00F87242"/>
    <w:rsid w:val="00F8725D"/>
    <w:rsid w:val="00F8731F"/>
    <w:rsid w:val="00F87650"/>
    <w:rsid w:val="00F87744"/>
    <w:rsid w:val="00F90368"/>
    <w:rsid w:val="00F90AF9"/>
    <w:rsid w:val="00F9150D"/>
    <w:rsid w:val="00F91CCD"/>
    <w:rsid w:val="00F927CC"/>
    <w:rsid w:val="00F92D28"/>
    <w:rsid w:val="00F92DA1"/>
    <w:rsid w:val="00F93065"/>
    <w:rsid w:val="00F93165"/>
    <w:rsid w:val="00F931F2"/>
    <w:rsid w:val="00F9335C"/>
    <w:rsid w:val="00F936C0"/>
    <w:rsid w:val="00F936EC"/>
    <w:rsid w:val="00F93AB1"/>
    <w:rsid w:val="00F942C8"/>
    <w:rsid w:val="00F94DC7"/>
    <w:rsid w:val="00F9526B"/>
    <w:rsid w:val="00F95365"/>
    <w:rsid w:val="00F956A5"/>
    <w:rsid w:val="00F95D3E"/>
    <w:rsid w:val="00F964F2"/>
    <w:rsid w:val="00F96B4A"/>
    <w:rsid w:val="00F96C2F"/>
    <w:rsid w:val="00F96F6C"/>
    <w:rsid w:val="00F97915"/>
    <w:rsid w:val="00F97AB5"/>
    <w:rsid w:val="00F97DC2"/>
    <w:rsid w:val="00FA00D5"/>
    <w:rsid w:val="00FA04A2"/>
    <w:rsid w:val="00FA07AA"/>
    <w:rsid w:val="00FA08CC"/>
    <w:rsid w:val="00FA0A24"/>
    <w:rsid w:val="00FA0CDE"/>
    <w:rsid w:val="00FA15B3"/>
    <w:rsid w:val="00FA164E"/>
    <w:rsid w:val="00FA1B52"/>
    <w:rsid w:val="00FA1DDF"/>
    <w:rsid w:val="00FA21E6"/>
    <w:rsid w:val="00FA24B6"/>
    <w:rsid w:val="00FA25B7"/>
    <w:rsid w:val="00FA2DFF"/>
    <w:rsid w:val="00FA3198"/>
    <w:rsid w:val="00FA388E"/>
    <w:rsid w:val="00FA3BD1"/>
    <w:rsid w:val="00FA41C3"/>
    <w:rsid w:val="00FA4400"/>
    <w:rsid w:val="00FA44D5"/>
    <w:rsid w:val="00FA47B0"/>
    <w:rsid w:val="00FA47C3"/>
    <w:rsid w:val="00FA4B67"/>
    <w:rsid w:val="00FA4D9C"/>
    <w:rsid w:val="00FA4E95"/>
    <w:rsid w:val="00FA4ED6"/>
    <w:rsid w:val="00FA51A6"/>
    <w:rsid w:val="00FA5A90"/>
    <w:rsid w:val="00FA6036"/>
    <w:rsid w:val="00FA6220"/>
    <w:rsid w:val="00FA6421"/>
    <w:rsid w:val="00FA6485"/>
    <w:rsid w:val="00FA68D4"/>
    <w:rsid w:val="00FA6F66"/>
    <w:rsid w:val="00FA7039"/>
    <w:rsid w:val="00FA729E"/>
    <w:rsid w:val="00FA79CA"/>
    <w:rsid w:val="00FA7A1A"/>
    <w:rsid w:val="00FA7C73"/>
    <w:rsid w:val="00FA7FE4"/>
    <w:rsid w:val="00FB027B"/>
    <w:rsid w:val="00FB04E5"/>
    <w:rsid w:val="00FB071B"/>
    <w:rsid w:val="00FB07C5"/>
    <w:rsid w:val="00FB0F63"/>
    <w:rsid w:val="00FB121C"/>
    <w:rsid w:val="00FB126E"/>
    <w:rsid w:val="00FB17D3"/>
    <w:rsid w:val="00FB1A9D"/>
    <w:rsid w:val="00FB1DB4"/>
    <w:rsid w:val="00FB20D0"/>
    <w:rsid w:val="00FB266F"/>
    <w:rsid w:val="00FB269C"/>
    <w:rsid w:val="00FB26E8"/>
    <w:rsid w:val="00FB3126"/>
    <w:rsid w:val="00FB39C4"/>
    <w:rsid w:val="00FB3A41"/>
    <w:rsid w:val="00FB3C54"/>
    <w:rsid w:val="00FB415E"/>
    <w:rsid w:val="00FB43E2"/>
    <w:rsid w:val="00FB4B0B"/>
    <w:rsid w:val="00FB50EA"/>
    <w:rsid w:val="00FB5215"/>
    <w:rsid w:val="00FB578C"/>
    <w:rsid w:val="00FB5B07"/>
    <w:rsid w:val="00FB5BA2"/>
    <w:rsid w:val="00FB74FA"/>
    <w:rsid w:val="00FB7B26"/>
    <w:rsid w:val="00FB7DF6"/>
    <w:rsid w:val="00FB7EB9"/>
    <w:rsid w:val="00FC0C81"/>
    <w:rsid w:val="00FC0E8F"/>
    <w:rsid w:val="00FC0FD6"/>
    <w:rsid w:val="00FC13F5"/>
    <w:rsid w:val="00FC1723"/>
    <w:rsid w:val="00FC19A4"/>
    <w:rsid w:val="00FC23E7"/>
    <w:rsid w:val="00FC2931"/>
    <w:rsid w:val="00FC2A1B"/>
    <w:rsid w:val="00FC2B9E"/>
    <w:rsid w:val="00FC2C7D"/>
    <w:rsid w:val="00FC2DBE"/>
    <w:rsid w:val="00FC3516"/>
    <w:rsid w:val="00FC391C"/>
    <w:rsid w:val="00FC3C20"/>
    <w:rsid w:val="00FC3F53"/>
    <w:rsid w:val="00FC4551"/>
    <w:rsid w:val="00FC47CD"/>
    <w:rsid w:val="00FC4963"/>
    <w:rsid w:val="00FC4B4E"/>
    <w:rsid w:val="00FC4ED2"/>
    <w:rsid w:val="00FC527F"/>
    <w:rsid w:val="00FC53C7"/>
    <w:rsid w:val="00FC56CC"/>
    <w:rsid w:val="00FC5819"/>
    <w:rsid w:val="00FC58FA"/>
    <w:rsid w:val="00FC5B31"/>
    <w:rsid w:val="00FC6B88"/>
    <w:rsid w:val="00FC6D02"/>
    <w:rsid w:val="00FC6DBE"/>
    <w:rsid w:val="00FC6F50"/>
    <w:rsid w:val="00FC7382"/>
    <w:rsid w:val="00FC760F"/>
    <w:rsid w:val="00FC7778"/>
    <w:rsid w:val="00FC77B1"/>
    <w:rsid w:val="00FD007A"/>
    <w:rsid w:val="00FD0A42"/>
    <w:rsid w:val="00FD11ED"/>
    <w:rsid w:val="00FD160E"/>
    <w:rsid w:val="00FD1687"/>
    <w:rsid w:val="00FD1F9E"/>
    <w:rsid w:val="00FD2653"/>
    <w:rsid w:val="00FD2946"/>
    <w:rsid w:val="00FD2A81"/>
    <w:rsid w:val="00FD2D02"/>
    <w:rsid w:val="00FD2E27"/>
    <w:rsid w:val="00FD2EDC"/>
    <w:rsid w:val="00FD302F"/>
    <w:rsid w:val="00FD3395"/>
    <w:rsid w:val="00FD35A6"/>
    <w:rsid w:val="00FD36AD"/>
    <w:rsid w:val="00FD36F9"/>
    <w:rsid w:val="00FD4028"/>
    <w:rsid w:val="00FD45B0"/>
    <w:rsid w:val="00FD515A"/>
    <w:rsid w:val="00FD550E"/>
    <w:rsid w:val="00FD55AB"/>
    <w:rsid w:val="00FD5A76"/>
    <w:rsid w:val="00FD644D"/>
    <w:rsid w:val="00FD64F4"/>
    <w:rsid w:val="00FD656E"/>
    <w:rsid w:val="00FD66DA"/>
    <w:rsid w:val="00FD6D6A"/>
    <w:rsid w:val="00FD71DE"/>
    <w:rsid w:val="00FD787E"/>
    <w:rsid w:val="00FD7F97"/>
    <w:rsid w:val="00FE00F5"/>
    <w:rsid w:val="00FE037E"/>
    <w:rsid w:val="00FE05C7"/>
    <w:rsid w:val="00FE0824"/>
    <w:rsid w:val="00FE09ED"/>
    <w:rsid w:val="00FE0AAF"/>
    <w:rsid w:val="00FE0C11"/>
    <w:rsid w:val="00FE0C2A"/>
    <w:rsid w:val="00FE0C73"/>
    <w:rsid w:val="00FE17B8"/>
    <w:rsid w:val="00FE1865"/>
    <w:rsid w:val="00FE1E9E"/>
    <w:rsid w:val="00FE22A9"/>
    <w:rsid w:val="00FE33DD"/>
    <w:rsid w:val="00FE3ADE"/>
    <w:rsid w:val="00FE3E09"/>
    <w:rsid w:val="00FE3E8E"/>
    <w:rsid w:val="00FE4616"/>
    <w:rsid w:val="00FE48CF"/>
    <w:rsid w:val="00FE4D08"/>
    <w:rsid w:val="00FE4EE6"/>
    <w:rsid w:val="00FE4F8D"/>
    <w:rsid w:val="00FE54DE"/>
    <w:rsid w:val="00FE5969"/>
    <w:rsid w:val="00FE5A73"/>
    <w:rsid w:val="00FE60B8"/>
    <w:rsid w:val="00FE7297"/>
    <w:rsid w:val="00FE7764"/>
    <w:rsid w:val="00FE78A3"/>
    <w:rsid w:val="00FE795C"/>
    <w:rsid w:val="00FE7A1C"/>
    <w:rsid w:val="00FF0193"/>
    <w:rsid w:val="00FF0BAF"/>
    <w:rsid w:val="00FF0C0A"/>
    <w:rsid w:val="00FF0FF7"/>
    <w:rsid w:val="00FF1AA6"/>
    <w:rsid w:val="00FF1BD6"/>
    <w:rsid w:val="00FF1D0A"/>
    <w:rsid w:val="00FF2490"/>
    <w:rsid w:val="00FF29BD"/>
    <w:rsid w:val="00FF29E0"/>
    <w:rsid w:val="00FF2AD6"/>
    <w:rsid w:val="00FF3163"/>
    <w:rsid w:val="00FF35D3"/>
    <w:rsid w:val="00FF3C4D"/>
    <w:rsid w:val="00FF3E1E"/>
    <w:rsid w:val="00FF4C6A"/>
    <w:rsid w:val="00FF5340"/>
    <w:rsid w:val="00FF5848"/>
    <w:rsid w:val="00FF5CD8"/>
    <w:rsid w:val="00FF5F92"/>
    <w:rsid w:val="00FF6151"/>
    <w:rsid w:val="00FF6628"/>
    <w:rsid w:val="00FF670E"/>
    <w:rsid w:val="00FF6A54"/>
    <w:rsid w:val="00FF7BDA"/>
    <w:rsid w:val="00FF7BED"/>
    <w:rsid w:val="00FF7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361"/>
    <w:pPr>
      <w:suppressAutoHyphens/>
      <w:spacing w:after="200" w:line="276" w:lineRule="auto"/>
    </w:pPr>
    <w:rPr>
      <w:rFonts w:eastAsia="Times New Roman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C0361"/>
    <w:pPr>
      <w:keepNext/>
      <w:keepLines/>
      <w:suppressAutoHyphens w:val="0"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C0361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styleId="NormalWeb">
    <w:name w:val="Normal (Web)"/>
    <w:basedOn w:val="Normal"/>
    <w:uiPriority w:val="99"/>
    <w:rsid w:val="00CC0361"/>
    <w:pPr>
      <w:suppressAutoHyphens w:val="0"/>
      <w:spacing w:before="100" w:beforeAutospacing="1" w:after="119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196</TotalTime>
  <Pages>9</Pages>
  <Words>2567</Words>
  <Characters>14634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26</cp:revision>
  <dcterms:created xsi:type="dcterms:W3CDTF">2013-03-29T10:28:00Z</dcterms:created>
  <dcterms:modified xsi:type="dcterms:W3CDTF">2014-04-30T11:38:00Z</dcterms:modified>
</cp:coreProperties>
</file>