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97" w:rsidRDefault="00072797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251658240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072797" w:rsidRDefault="0007279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072797" w:rsidRPr="00E32689" w:rsidRDefault="00072797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072797" w:rsidRPr="00CE201A" w:rsidRDefault="00072797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072797" w:rsidRPr="00CE201A" w:rsidRDefault="00072797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072797" w:rsidRPr="00B43F28" w:rsidRDefault="00072797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343</w:t>
      </w:r>
    </w:p>
    <w:p w:rsidR="00072797" w:rsidRPr="00CE201A" w:rsidRDefault="00072797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072797" w:rsidRPr="00CE201A" w:rsidRDefault="00072797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072797" w:rsidRDefault="00072797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января 2018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072797" w:rsidRDefault="00072797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072797" w:rsidRPr="00CE201A" w:rsidRDefault="00072797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                        № 337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72797" w:rsidRPr="00CE201A" w:rsidRDefault="00072797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072797" w:rsidRDefault="00072797" w:rsidP="0000657D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072797" w:rsidRPr="00133802" w:rsidRDefault="00072797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Pr="00C7632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 xml:space="preserve">в связи с уменьшением неналоговых доходов на сумму </w:t>
      </w:r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573,2 тыс. рублей, а также необходимостью уменьшения расходов бюджета на сумму 573,2 тыс. 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072797" w:rsidRDefault="00072797" w:rsidP="00351500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следующие изменения:</w:t>
      </w:r>
    </w:p>
    <w:p w:rsidR="00072797" w:rsidRDefault="00072797" w:rsidP="00C96E2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2018 год:</w:t>
      </w:r>
    </w:p>
    <w:p w:rsidR="00072797" w:rsidRDefault="00072797" w:rsidP="00926121">
      <w:pPr>
        <w:pStyle w:val="NormalWeb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«55 168,2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«54 595,0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072797" w:rsidRDefault="00072797" w:rsidP="00926121">
      <w:pPr>
        <w:pStyle w:val="BodyText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«54 682,2 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«54 109,0 тыс. рублей»;</w:t>
      </w:r>
    </w:p>
    <w:p w:rsidR="00072797" w:rsidRDefault="00072797" w:rsidP="00E12EE7">
      <w:pPr>
        <w:pStyle w:val="BodyTex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C34135">
        <w:rPr>
          <w:rStyle w:val="10"/>
          <w:sz w:val="28"/>
          <w:szCs w:val="28"/>
        </w:rPr>
        <w:t>1.</w:t>
      </w:r>
      <w:r>
        <w:rPr>
          <w:rStyle w:val="10"/>
          <w:sz w:val="28"/>
          <w:szCs w:val="28"/>
        </w:rPr>
        <w:t>2</w:t>
      </w:r>
      <w:r w:rsidRPr="00C34135">
        <w:rPr>
          <w:rStyle w:val="10"/>
          <w:sz w:val="28"/>
          <w:szCs w:val="28"/>
        </w:rPr>
        <w:t>.</w:t>
      </w:r>
      <w:r>
        <w:rPr>
          <w:rStyle w:val="10"/>
          <w:sz w:val="28"/>
          <w:szCs w:val="28"/>
        </w:rPr>
        <w:t xml:space="preserve"> Приложение №3 «</w:t>
      </w:r>
      <w:r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072797" w:rsidRDefault="00072797" w:rsidP="00E12EE7">
      <w:pPr>
        <w:pStyle w:val="BodyText"/>
        <w:tabs>
          <w:tab w:val="left" w:pos="660"/>
        </w:tabs>
      </w:pPr>
      <w:r>
        <w:rPr>
          <w:rStyle w:val="10"/>
          <w:sz w:val="28"/>
          <w:szCs w:val="28"/>
        </w:rPr>
        <w:t xml:space="preserve">         1.3.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072797" w:rsidRDefault="00072797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072797" w:rsidRDefault="00072797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1.5.Приложение № 7 «Ведомственная структура расходов бюджета Старотитаровского сельского поселения Темрюкского района на 2018 год»  изложить  в новой редакции (приложение 4).</w:t>
      </w:r>
    </w:p>
    <w:p w:rsidR="00072797" w:rsidRDefault="00072797" w:rsidP="00AE07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1.6.Приложение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2018 год» изложить  в новой редакции (приложение 5).</w:t>
      </w:r>
    </w:p>
    <w:p w:rsidR="00072797" w:rsidRDefault="00072797" w:rsidP="00CB258D">
      <w:pPr>
        <w:pStyle w:val="20"/>
        <w:tabs>
          <w:tab w:val="left" w:pos="709"/>
        </w:tabs>
        <w:jc w:val="both"/>
      </w:pPr>
      <w:r>
        <w:rPr>
          <w:rStyle w:val="10"/>
          <w:rFonts w:ascii="Times New Roman" w:hAnsi="Times New Roman"/>
          <w:sz w:val="28"/>
          <w:szCs w:val="28"/>
        </w:rPr>
        <w:t xml:space="preserve">          1.7. В пункте 17 после слов «объем бюджетных ассигнований муниципального дорожного фонда Старотитаровского сельского поселения Темрюкского района на 2018 год в сумме» слова «8 920,2 тыс. рублей» заменить словами «8 520,2 </w:t>
      </w:r>
      <w:r w:rsidRPr="004A1697">
        <w:rPr>
          <w:rStyle w:val="10"/>
          <w:rFonts w:ascii="Times New Roman" w:hAnsi="Times New Roman"/>
          <w:sz w:val="28"/>
          <w:szCs w:val="28"/>
        </w:rPr>
        <w:t>тыс.</w:t>
      </w:r>
      <w:r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072797" w:rsidRPr="00B73272" w:rsidRDefault="00072797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072797" w:rsidRDefault="00072797" w:rsidP="0035150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решение в информационно-телекоммуникационной сети «Интернет» на официальном сайте администрации муниципального образования Темрюкский район.</w:t>
      </w:r>
    </w:p>
    <w:p w:rsidR="00072797" w:rsidRDefault="00072797" w:rsidP="000F4F51">
      <w:pPr>
        <w:pStyle w:val="a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072797" w:rsidRDefault="000727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72797" w:rsidRPr="004525A0" w:rsidRDefault="000727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72797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72797" w:rsidRPr="00D07400" w:rsidRDefault="0007279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072797" w:rsidRPr="00D07400" w:rsidRDefault="0007279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072797" w:rsidRDefault="0007279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072797" w:rsidRPr="00D07400" w:rsidRDefault="0007279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072797" w:rsidRPr="00D07400" w:rsidRDefault="00072797" w:rsidP="00057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января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72797" w:rsidRPr="00D07400" w:rsidRDefault="0007279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072797" w:rsidRDefault="0007279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72797" w:rsidRPr="00D07400" w:rsidRDefault="0007279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072797" w:rsidRPr="00D07400" w:rsidRDefault="00072797" w:rsidP="0005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января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72797" w:rsidRPr="004525A0" w:rsidRDefault="00072797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2797" w:rsidRPr="004525A0" w:rsidRDefault="00072797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797" w:rsidRPr="004525A0" w:rsidRDefault="00072797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797" w:rsidRPr="004525A0" w:rsidRDefault="00072797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797" w:rsidRDefault="00072797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72797" w:rsidRPr="00133802" w:rsidRDefault="00072797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72797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797" w:rsidRDefault="00072797" w:rsidP="00662DB0">
      <w:pPr>
        <w:spacing w:after="0" w:line="240" w:lineRule="auto"/>
      </w:pPr>
      <w:r>
        <w:separator/>
      </w:r>
    </w:p>
  </w:endnote>
  <w:endnote w:type="continuationSeparator" w:id="0">
    <w:p w:rsidR="00072797" w:rsidRDefault="0007279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797" w:rsidRDefault="00072797" w:rsidP="00662DB0">
      <w:pPr>
        <w:spacing w:after="0" w:line="240" w:lineRule="auto"/>
      </w:pPr>
      <w:r>
        <w:separator/>
      </w:r>
    </w:p>
  </w:footnote>
  <w:footnote w:type="continuationSeparator" w:id="0">
    <w:p w:rsidR="00072797" w:rsidRDefault="0007279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797" w:rsidRPr="00662DB0" w:rsidRDefault="00072797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72797" w:rsidRDefault="000727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6A04"/>
    <w:rsid w:val="002245F6"/>
    <w:rsid w:val="00226ABB"/>
    <w:rsid w:val="00227157"/>
    <w:rsid w:val="002321CB"/>
    <w:rsid w:val="002338C3"/>
    <w:rsid w:val="00241DEC"/>
    <w:rsid w:val="0025002A"/>
    <w:rsid w:val="0025253B"/>
    <w:rsid w:val="00265EDD"/>
    <w:rsid w:val="002709E3"/>
    <w:rsid w:val="00270E48"/>
    <w:rsid w:val="00270F3E"/>
    <w:rsid w:val="00273F80"/>
    <w:rsid w:val="00277919"/>
    <w:rsid w:val="0029338C"/>
    <w:rsid w:val="00295B99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55A5"/>
    <w:rsid w:val="00372B89"/>
    <w:rsid w:val="00375B51"/>
    <w:rsid w:val="00377653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17BEB"/>
    <w:rsid w:val="00432F8C"/>
    <w:rsid w:val="004370DB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76E7"/>
    <w:rsid w:val="0047347A"/>
    <w:rsid w:val="004847BE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11772"/>
    <w:rsid w:val="00816627"/>
    <w:rsid w:val="00826DAC"/>
    <w:rsid w:val="00833E2D"/>
    <w:rsid w:val="00835228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6766"/>
    <w:rsid w:val="00917A89"/>
    <w:rsid w:val="00926121"/>
    <w:rsid w:val="00934F43"/>
    <w:rsid w:val="0093559F"/>
    <w:rsid w:val="009363C3"/>
    <w:rsid w:val="00937C88"/>
    <w:rsid w:val="009465D0"/>
    <w:rsid w:val="00947C51"/>
    <w:rsid w:val="00951BFE"/>
    <w:rsid w:val="009565C3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53DA"/>
    <w:rsid w:val="009F1CF4"/>
    <w:rsid w:val="009F3C80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B03C8"/>
    <w:rsid w:val="00AB78CA"/>
    <w:rsid w:val="00AB7F0E"/>
    <w:rsid w:val="00AC082B"/>
    <w:rsid w:val="00AC38E6"/>
    <w:rsid w:val="00AD4F40"/>
    <w:rsid w:val="00AE075D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61D60"/>
    <w:rsid w:val="00B657FB"/>
    <w:rsid w:val="00B73272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2137"/>
    <w:rsid w:val="00C66B66"/>
    <w:rsid w:val="00C67BBD"/>
    <w:rsid w:val="00C70D01"/>
    <w:rsid w:val="00C73262"/>
    <w:rsid w:val="00C74790"/>
    <w:rsid w:val="00C74C13"/>
    <w:rsid w:val="00C75173"/>
    <w:rsid w:val="00C7586F"/>
    <w:rsid w:val="00C76327"/>
    <w:rsid w:val="00C87602"/>
    <w:rsid w:val="00C90721"/>
    <w:rsid w:val="00C953B8"/>
    <w:rsid w:val="00C96E29"/>
    <w:rsid w:val="00CA0533"/>
    <w:rsid w:val="00CA7E3C"/>
    <w:rsid w:val="00CB258D"/>
    <w:rsid w:val="00CB46EF"/>
    <w:rsid w:val="00CB6329"/>
    <w:rsid w:val="00CE1A1A"/>
    <w:rsid w:val="00CE201A"/>
    <w:rsid w:val="00CE2770"/>
    <w:rsid w:val="00CE537E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A2656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2EE7"/>
    <w:rsid w:val="00E21164"/>
    <w:rsid w:val="00E21EBF"/>
    <w:rsid w:val="00E2768D"/>
    <w:rsid w:val="00E3006A"/>
    <w:rsid w:val="00E32113"/>
    <w:rsid w:val="00E32689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ormalWeb">
    <w:name w:val="Normal (Web)"/>
    <w:basedOn w:val="Normal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Без интервала"/>
    <w:uiPriority w:val="99"/>
    <w:rsid w:val="000F4F51"/>
    <w:pPr>
      <w:suppressAutoHyphens/>
      <w:spacing w:line="100" w:lineRule="atLeast"/>
      <w:textAlignment w:val="baseline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1499</TotalTime>
  <Pages>2</Pages>
  <Words>597</Words>
  <Characters>3408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260</cp:revision>
  <cp:lastPrinted>2014-07-21T05:43:00Z</cp:lastPrinted>
  <dcterms:created xsi:type="dcterms:W3CDTF">2012-12-07T11:21:00Z</dcterms:created>
  <dcterms:modified xsi:type="dcterms:W3CDTF">2018-01-17T11:08:00Z</dcterms:modified>
</cp:coreProperties>
</file>