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844" w:rsidRDefault="005F7844" w:rsidP="001C365A">
      <w:pPr>
        <w:jc w:val="center"/>
        <w:rPr>
          <w:b/>
          <w:sz w:val="28"/>
          <w:szCs w:val="28"/>
        </w:rPr>
      </w:pPr>
      <w:r>
        <w:rPr>
          <w:noProof/>
        </w:rPr>
        <w:pict>
          <v:group id="_x0000_s1026" style="position:absolute;left:0;text-align:left;margin-left:283.05pt;margin-top:10.35pt;width:58.55pt;height:81.85pt;z-index:251658240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rotate-with-shape:t" inset="0,0,0,0">
                <w:txbxContent>
                  <w:p w:rsidR="005F7844" w:rsidRDefault="005F7844" w:rsidP="00CE201A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</w:p>
    <w:p w:rsidR="005F7844" w:rsidRPr="00E32689" w:rsidRDefault="005F7844" w:rsidP="00E32689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СОВЕТ СТАРОТИТАРОВСКОГО СЕЛЬСКОГО ПОСЕЛЕНИЯ</w:t>
      </w:r>
    </w:p>
    <w:p w:rsidR="005F7844" w:rsidRPr="00CE201A" w:rsidRDefault="005F7844" w:rsidP="00E32689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5F7844" w:rsidRPr="00CE201A" w:rsidRDefault="005F7844" w:rsidP="00E32689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5F7844" w:rsidRDefault="005F7844" w:rsidP="00364B3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 Е Ш Е Н И Е  № _____</w:t>
      </w:r>
    </w:p>
    <w:p w:rsidR="005F7844" w:rsidRPr="00CE201A" w:rsidRDefault="005F7844" w:rsidP="00FE66C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________</w:t>
      </w:r>
      <w:r w:rsidRPr="001C365A">
        <w:rPr>
          <w:rFonts w:ascii="Times New Roman" w:hAnsi="Times New Roman"/>
          <w:sz w:val="28"/>
          <w:szCs w:val="28"/>
        </w:rPr>
        <w:t xml:space="preserve">сессия                                                                        </w:t>
      </w:r>
      <w:r w:rsidRPr="001C365A"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1C365A">
        <w:rPr>
          <w:rFonts w:ascii="Times New Roman" w:hAnsi="Times New Roman"/>
          <w:sz w:val="28"/>
          <w:szCs w:val="28"/>
          <w:lang w:val="en-US"/>
        </w:rPr>
        <w:t>I</w:t>
      </w:r>
      <w:r w:rsidRPr="001C365A">
        <w:rPr>
          <w:rFonts w:ascii="Times New Roman" w:hAnsi="Times New Roman"/>
          <w:sz w:val="28"/>
          <w:szCs w:val="28"/>
        </w:rPr>
        <w:t xml:space="preserve">  созыва</w:t>
      </w:r>
    </w:p>
    <w:p w:rsidR="005F7844" w:rsidRDefault="005F7844" w:rsidP="001C365A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«____» _______ 2018 </w:t>
      </w:r>
      <w:r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Pr="001C365A">
        <w:rPr>
          <w:rFonts w:ascii="Times New Roman" w:hAnsi="Times New Roman"/>
          <w:sz w:val="28"/>
          <w:szCs w:val="28"/>
        </w:rPr>
        <w:t xml:space="preserve">  ст. Старотитаровская</w:t>
      </w:r>
    </w:p>
    <w:p w:rsidR="005F7844" w:rsidRDefault="005F7844" w:rsidP="00133802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5F7844" w:rsidRPr="00CE201A" w:rsidRDefault="005F7844" w:rsidP="0000657D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в решение </w:t>
      </w:r>
      <w:r>
        <w:rPr>
          <w:rFonts w:ascii="Times New Roman" w:hAnsi="Times New Roman"/>
          <w:b/>
          <w:sz w:val="28"/>
          <w:szCs w:val="28"/>
          <w:lang w:val="en-US"/>
        </w:rPr>
        <w:t>L</w:t>
      </w:r>
      <w:r>
        <w:rPr>
          <w:rFonts w:ascii="Times New Roman" w:hAnsi="Times New Roman"/>
          <w:b/>
          <w:sz w:val="28"/>
          <w:szCs w:val="28"/>
        </w:rPr>
        <w:t xml:space="preserve"> сессии Совета Старотитаровского сельского поселения Темрюкского района от 24 ноября 2017 года № 337 «О </w:t>
      </w:r>
      <w:r w:rsidRPr="00D20277">
        <w:rPr>
          <w:rFonts w:ascii="Times New Roman" w:hAnsi="Times New Roman"/>
          <w:b/>
          <w:sz w:val="28"/>
          <w:szCs w:val="28"/>
        </w:rPr>
        <w:t>бюджет</w:t>
      </w:r>
      <w:r>
        <w:rPr>
          <w:rFonts w:ascii="Times New Roman" w:hAnsi="Times New Roman"/>
          <w:b/>
          <w:sz w:val="28"/>
          <w:szCs w:val="28"/>
        </w:rPr>
        <w:t xml:space="preserve">е Старотитаровского сельского </w:t>
      </w:r>
      <w:r w:rsidRPr="00D20277">
        <w:rPr>
          <w:rFonts w:ascii="Times New Roman" w:hAnsi="Times New Roman"/>
          <w:b/>
          <w:sz w:val="28"/>
          <w:szCs w:val="28"/>
        </w:rPr>
        <w:t>поселения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20277">
        <w:rPr>
          <w:rFonts w:ascii="Times New Roman" w:hAnsi="Times New Roman"/>
          <w:b/>
          <w:sz w:val="28"/>
          <w:szCs w:val="28"/>
        </w:rPr>
        <w:t>Темрюкского района на 201</w:t>
      </w:r>
      <w:r>
        <w:rPr>
          <w:rFonts w:ascii="Times New Roman" w:hAnsi="Times New Roman"/>
          <w:b/>
          <w:sz w:val="28"/>
          <w:szCs w:val="28"/>
        </w:rPr>
        <w:t>8</w:t>
      </w:r>
      <w:r w:rsidRPr="00D20277">
        <w:rPr>
          <w:rFonts w:ascii="Times New Roman" w:hAnsi="Times New Roman"/>
          <w:b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5F7844" w:rsidRPr="00CE201A" w:rsidRDefault="005F7844" w:rsidP="0000657D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5F7844" w:rsidRPr="00133802" w:rsidRDefault="005F7844" w:rsidP="0000657D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133802"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</w:rPr>
        <w:t xml:space="preserve">с </w:t>
      </w:r>
      <w:r w:rsidRPr="00133802">
        <w:rPr>
          <w:rFonts w:ascii="Times New Roman" w:hAnsi="Times New Roman"/>
          <w:sz w:val="28"/>
          <w:szCs w:val="28"/>
        </w:rPr>
        <w:t>Бюджетным кодексом Российской Федерации</w:t>
      </w:r>
      <w:r>
        <w:rPr>
          <w:rFonts w:ascii="Times New Roman" w:hAnsi="Times New Roman"/>
          <w:sz w:val="28"/>
          <w:szCs w:val="28"/>
        </w:rPr>
        <w:t>,</w:t>
      </w:r>
      <w:r w:rsidRPr="00133802">
        <w:rPr>
          <w:rFonts w:ascii="Times New Roman" w:hAnsi="Times New Roman"/>
          <w:sz w:val="28"/>
          <w:szCs w:val="28"/>
        </w:rPr>
        <w:t xml:space="preserve"> Федеральным Законом от 6 октября 2003 года № 131- ФЗ «Об общих принципах организации местного самоуправления в Российской Федерации», Уставом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 xml:space="preserve">поселения Темрюкского района, Положением о бюджетном процессе в </w:t>
      </w:r>
      <w:r>
        <w:rPr>
          <w:rFonts w:ascii="Times New Roman" w:hAnsi="Times New Roman"/>
          <w:sz w:val="28"/>
          <w:szCs w:val="28"/>
        </w:rPr>
        <w:t xml:space="preserve">Старотитаровском сельском </w:t>
      </w:r>
      <w:r w:rsidRPr="00133802">
        <w:rPr>
          <w:rFonts w:ascii="Times New Roman" w:hAnsi="Times New Roman"/>
          <w:sz w:val="28"/>
          <w:szCs w:val="28"/>
        </w:rPr>
        <w:t>поселении Темрюкского района,</w:t>
      </w:r>
      <w:r w:rsidRPr="000915D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связи с увеличением неналоговых поступлений в сумме 711,5 тысяч рублей,</w:t>
      </w:r>
      <w:r w:rsidRPr="00FE66C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 также необходимостью увеличения расходов бюджета на сумму 711,5 тысяч рублей, </w:t>
      </w:r>
      <w:r w:rsidRPr="00133802">
        <w:rPr>
          <w:rFonts w:ascii="Times New Roman" w:hAnsi="Times New Roman"/>
          <w:sz w:val="28"/>
          <w:szCs w:val="28"/>
        </w:rPr>
        <w:t xml:space="preserve">Совет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>поселения Темрюкского района решил:</w:t>
      </w:r>
    </w:p>
    <w:p w:rsidR="005F7844" w:rsidRDefault="005F7844" w:rsidP="00351500">
      <w:pPr>
        <w:pStyle w:val="NoSpacing"/>
        <w:ind w:firstLine="708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>
        <w:rPr>
          <w:rStyle w:val="10"/>
          <w:rFonts w:ascii="Times New Roman" w:hAnsi="Times New Roman"/>
          <w:sz w:val="28"/>
          <w:szCs w:val="28"/>
        </w:rPr>
        <w:t xml:space="preserve">Внести в решение </w:t>
      </w:r>
      <w:r>
        <w:rPr>
          <w:rStyle w:val="10"/>
          <w:rFonts w:ascii="Times New Roman" w:hAnsi="Times New Roman"/>
          <w:sz w:val="28"/>
          <w:szCs w:val="28"/>
          <w:lang w:val="en-US"/>
        </w:rPr>
        <w:t>L</w:t>
      </w:r>
      <w:r>
        <w:rPr>
          <w:rStyle w:val="10"/>
          <w:rFonts w:ascii="Times New Roman" w:hAnsi="Times New Roman"/>
          <w:sz w:val="28"/>
          <w:szCs w:val="28"/>
        </w:rPr>
        <w:t xml:space="preserve"> сессии  Совета Старотитаровского сельского поселения Темрюкского района от 24 ноября 2017 года № 337 «О бюджете Старотитаровского сельского поселения Темрюкского района на 2018 год»               (с изменениями от 25.01.2018 г. №348; от 20.02.2018 г. № 353)  следующие изменения:</w:t>
      </w:r>
    </w:p>
    <w:p w:rsidR="005F7844" w:rsidRDefault="005F7844" w:rsidP="00C96E29">
      <w:pPr>
        <w:pStyle w:val="20"/>
        <w:tabs>
          <w:tab w:val="left" w:pos="709"/>
        </w:tabs>
        <w:spacing w:line="240" w:lineRule="auto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 xml:space="preserve">          1.1. Изменить основные характеристики бюджета Старотитаровского сельского поселения Темрюкского района на 2018 год:</w:t>
      </w:r>
    </w:p>
    <w:p w:rsidR="005F7844" w:rsidRDefault="005F7844" w:rsidP="00A0373C">
      <w:pPr>
        <w:pStyle w:val="NormalWeb"/>
        <w:spacing w:before="0" w:beforeAutospacing="0" w:after="0"/>
        <w:rPr>
          <w:sz w:val="28"/>
          <w:szCs w:val="28"/>
        </w:rPr>
      </w:pPr>
      <w:r>
        <w:rPr>
          <w:rStyle w:val="10"/>
          <w:sz w:val="28"/>
          <w:szCs w:val="28"/>
        </w:rPr>
        <w:t xml:space="preserve">          </w:t>
      </w:r>
      <w:r w:rsidRPr="00D05E87">
        <w:rPr>
          <w:sz w:val="28"/>
          <w:szCs w:val="28"/>
        </w:rPr>
        <w:t>1) в подпункте 1 пункта 1 после слов «общий объем доходов в сумме» слова</w:t>
      </w:r>
      <w:r>
        <w:rPr>
          <w:sz w:val="28"/>
          <w:szCs w:val="28"/>
        </w:rPr>
        <w:t xml:space="preserve"> «54 685,0 </w:t>
      </w:r>
      <w:r w:rsidRPr="00D05E87">
        <w:rPr>
          <w:sz w:val="28"/>
          <w:szCs w:val="28"/>
        </w:rPr>
        <w:t>тыс. рублей»</w:t>
      </w:r>
      <w:r>
        <w:rPr>
          <w:sz w:val="28"/>
          <w:szCs w:val="28"/>
        </w:rPr>
        <w:t xml:space="preserve"> заменить словами «55 396,5 </w:t>
      </w:r>
      <w:r w:rsidRPr="00D05E87">
        <w:rPr>
          <w:sz w:val="28"/>
          <w:szCs w:val="28"/>
        </w:rPr>
        <w:t>тыс. рублей»</w:t>
      </w:r>
      <w:r>
        <w:rPr>
          <w:sz w:val="28"/>
          <w:szCs w:val="28"/>
        </w:rPr>
        <w:t>;</w:t>
      </w:r>
    </w:p>
    <w:p w:rsidR="005F7844" w:rsidRDefault="005F7844" w:rsidP="00926121">
      <w:pPr>
        <w:pStyle w:val="BodyText"/>
        <w:rPr>
          <w:rStyle w:val="10"/>
          <w:sz w:val="28"/>
        </w:rPr>
      </w:pPr>
      <w:r>
        <w:rPr>
          <w:rStyle w:val="10"/>
          <w:sz w:val="28"/>
        </w:rPr>
        <w:t xml:space="preserve">          2)  в подпункте 2 пункта 1 после слов «общий объем расходов в сумме» слова «58 698,7 </w:t>
      </w:r>
      <w:r>
        <w:rPr>
          <w:rStyle w:val="10"/>
          <w:sz w:val="28"/>
          <w:szCs w:val="28"/>
        </w:rPr>
        <w:t>тыс. рублей</w:t>
      </w:r>
      <w:r>
        <w:rPr>
          <w:rStyle w:val="10"/>
          <w:sz w:val="28"/>
        </w:rPr>
        <w:t>» заменить словами «59 410,24 тыс. рублей»;</w:t>
      </w:r>
    </w:p>
    <w:p w:rsidR="005F7844" w:rsidRPr="00852BF4" w:rsidRDefault="005F7844" w:rsidP="00852BF4">
      <w:pPr>
        <w:pStyle w:val="NoSpacing"/>
        <w:ind w:firstLine="708"/>
        <w:jc w:val="both"/>
        <w:rPr>
          <w:rStyle w:val="10"/>
          <w:rFonts w:ascii="Times New Roman" w:hAnsi="Times New Roman"/>
          <w:sz w:val="28"/>
          <w:szCs w:val="28"/>
        </w:rPr>
      </w:pPr>
      <w:r w:rsidRPr="00852BF4">
        <w:rPr>
          <w:rStyle w:val="10"/>
          <w:rFonts w:ascii="Times New Roman" w:hAnsi="Times New Roman"/>
          <w:sz w:val="28"/>
        </w:rPr>
        <w:t>3) подпункт 4 пункта 1 изложить в новой редакции:</w:t>
      </w:r>
      <w:r>
        <w:rPr>
          <w:rStyle w:val="10"/>
          <w:sz w:val="28"/>
        </w:rPr>
        <w:t xml:space="preserve"> </w:t>
      </w:r>
      <w:r w:rsidRPr="00852BF4">
        <w:rPr>
          <w:rStyle w:val="10"/>
          <w:rFonts w:ascii="Times New Roman" w:hAnsi="Times New Roman"/>
          <w:sz w:val="28"/>
          <w:szCs w:val="28"/>
        </w:rPr>
        <w:t>«</w:t>
      </w:r>
      <w:r w:rsidRPr="00852BF4">
        <w:rPr>
          <w:rFonts w:ascii="Times New Roman" w:hAnsi="Times New Roman"/>
          <w:sz w:val="28"/>
          <w:szCs w:val="28"/>
        </w:rPr>
        <w:t>4) дефицит бюджета Старотитаровского сельского поселения Темрюкского района в сумме 4 013,7 тыс. рублей».</w:t>
      </w:r>
    </w:p>
    <w:p w:rsidR="005F7844" w:rsidRDefault="005F7844" w:rsidP="00E12EE7">
      <w:pPr>
        <w:pStyle w:val="BodyText"/>
        <w:rPr>
          <w:rStyle w:val="10"/>
          <w:sz w:val="28"/>
          <w:szCs w:val="28"/>
        </w:rPr>
      </w:pPr>
      <w:r>
        <w:rPr>
          <w:rStyle w:val="10"/>
          <w:sz w:val="28"/>
          <w:szCs w:val="28"/>
        </w:rPr>
        <w:t xml:space="preserve">          </w:t>
      </w:r>
      <w:r w:rsidRPr="00C34135">
        <w:rPr>
          <w:rStyle w:val="10"/>
          <w:sz w:val="28"/>
          <w:szCs w:val="28"/>
        </w:rPr>
        <w:t>1.</w:t>
      </w:r>
      <w:r>
        <w:rPr>
          <w:rStyle w:val="10"/>
          <w:sz w:val="28"/>
          <w:szCs w:val="28"/>
        </w:rPr>
        <w:t>2</w:t>
      </w:r>
      <w:r w:rsidRPr="00C34135">
        <w:rPr>
          <w:rStyle w:val="10"/>
          <w:sz w:val="28"/>
          <w:szCs w:val="28"/>
        </w:rPr>
        <w:t>.</w:t>
      </w:r>
      <w:r>
        <w:rPr>
          <w:rStyle w:val="10"/>
          <w:sz w:val="28"/>
          <w:szCs w:val="28"/>
        </w:rPr>
        <w:t xml:space="preserve"> Приложение №3 «</w:t>
      </w:r>
      <w:r w:rsidRPr="004923A3">
        <w:rPr>
          <w:rStyle w:val="10"/>
          <w:sz w:val="28"/>
          <w:szCs w:val="28"/>
        </w:rPr>
        <w:t>Объем поступлений доходов в бюджет Старотитаровского сельского поселения Темрюкского района по кодам видов (подвидов) доходов  на 201</w:t>
      </w:r>
      <w:r>
        <w:rPr>
          <w:rStyle w:val="10"/>
          <w:sz w:val="28"/>
          <w:szCs w:val="28"/>
        </w:rPr>
        <w:t>8</w:t>
      </w:r>
      <w:r w:rsidRPr="004923A3">
        <w:rPr>
          <w:rStyle w:val="10"/>
          <w:sz w:val="28"/>
          <w:szCs w:val="28"/>
        </w:rPr>
        <w:t xml:space="preserve"> год</w:t>
      </w:r>
      <w:r>
        <w:rPr>
          <w:rStyle w:val="10"/>
          <w:sz w:val="28"/>
          <w:szCs w:val="28"/>
        </w:rPr>
        <w:t xml:space="preserve">» изложить  в новой редакции (приложение 1).  </w:t>
      </w:r>
    </w:p>
    <w:p w:rsidR="005F7844" w:rsidRDefault="005F7844" w:rsidP="00E12EE7">
      <w:pPr>
        <w:pStyle w:val="BodyText"/>
        <w:tabs>
          <w:tab w:val="left" w:pos="660"/>
        </w:tabs>
      </w:pPr>
      <w:r>
        <w:rPr>
          <w:rStyle w:val="10"/>
          <w:sz w:val="28"/>
          <w:szCs w:val="28"/>
        </w:rPr>
        <w:t xml:space="preserve">         1.3.</w:t>
      </w:r>
      <w:r w:rsidRPr="00F17250">
        <w:rPr>
          <w:rStyle w:val="10"/>
          <w:sz w:val="28"/>
          <w:szCs w:val="28"/>
        </w:rPr>
        <w:t xml:space="preserve"> </w:t>
      </w:r>
      <w:r>
        <w:rPr>
          <w:rStyle w:val="10"/>
          <w:sz w:val="28"/>
          <w:szCs w:val="28"/>
        </w:rPr>
        <w:t xml:space="preserve">Приложение № 5 «Распределение бюджетных ассигнований по разделам и подразделам классификации расходов бюджетов на 2018 год» изложить  в новой редакции (приложение 2).  </w:t>
      </w:r>
    </w:p>
    <w:p w:rsidR="005F7844" w:rsidRDefault="005F7844" w:rsidP="000C385D">
      <w:pPr>
        <w:pStyle w:val="20"/>
        <w:ind w:firstLine="708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>1.4.Приложение № 6 «Распределение бюджетных ассигнований по целевым статьям (муниципальным программам Старотитаровского сельского поселения Темрюкского района и непрограммным направлениям деятельности), группам (группам и подгруппам) видов расходов классификации расходов бюджетов на 2018 год» изложить  в новой редакции (приложение 3).</w:t>
      </w:r>
    </w:p>
    <w:p w:rsidR="005F7844" w:rsidRDefault="005F7844" w:rsidP="00270F3E">
      <w:pPr>
        <w:pStyle w:val="20"/>
        <w:ind w:firstLine="708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>1.5.Приложение № 7 «Ведомственная структура расходов бюджета Старотитаровского сельского поселения Темрюкского района на 2018 год»  изложить  в новой редакции (приложение 4).</w:t>
      </w:r>
    </w:p>
    <w:p w:rsidR="005F7844" w:rsidRDefault="005F7844" w:rsidP="00AE075D">
      <w:pPr>
        <w:pStyle w:val="20"/>
        <w:ind w:firstLine="708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>1.6.Приложение № 8 «Источники внутреннего финансирования дефицита бюджета Старотитаровского сельского поселения Темрюкского  района, перечень статей источников финансирования дефицитов бюджетов на 2018 год» изложить  в новой редакции (приложение 5).</w:t>
      </w:r>
    </w:p>
    <w:p w:rsidR="005F7844" w:rsidRPr="009E54CB" w:rsidRDefault="005F7844" w:rsidP="009E54CB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 xml:space="preserve">          </w:t>
      </w:r>
      <w:r w:rsidRPr="009E54CB">
        <w:rPr>
          <w:rFonts w:ascii="Times New Roman" w:hAnsi="Times New Roman"/>
          <w:sz w:val="28"/>
          <w:szCs w:val="28"/>
        </w:rPr>
        <w:t>2. Контроль  за исполнением данного решения оставляю за собой и  постоянной комиссией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собственностью (Н.Г.Красницкая).</w:t>
      </w:r>
    </w:p>
    <w:p w:rsidR="005F7844" w:rsidRDefault="005F7844" w:rsidP="0035150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3</w:t>
      </w:r>
      <w:r w:rsidRPr="00B73272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Разместить (опубликовать) настоящее решение в информационно-телекоммуникационной сети «Интернет» на официальном сайте администрации муниципального образования Темрюкский район.</w:t>
      </w:r>
    </w:p>
    <w:p w:rsidR="005F7844" w:rsidRDefault="005F7844" w:rsidP="00814908">
      <w:pPr>
        <w:pStyle w:val="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4</w:t>
      </w:r>
      <w:r w:rsidRPr="00277919">
        <w:rPr>
          <w:rFonts w:ascii="Times New Roman" w:hAnsi="Times New Roman"/>
          <w:sz w:val="28"/>
          <w:szCs w:val="28"/>
        </w:rPr>
        <w:t>. Решение</w:t>
      </w:r>
      <w:r>
        <w:rPr>
          <w:rFonts w:ascii="Times New Roman" w:hAnsi="Times New Roman"/>
          <w:sz w:val="28"/>
          <w:szCs w:val="28"/>
        </w:rPr>
        <w:t xml:space="preserve"> вступает в силу  </w:t>
      </w:r>
      <w:r>
        <w:rPr>
          <w:rStyle w:val="10"/>
          <w:rFonts w:ascii="Times New Roman" w:hAnsi="Times New Roman"/>
          <w:sz w:val="28"/>
          <w:szCs w:val="28"/>
        </w:rPr>
        <w:t>со дня его официального опубликования.</w:t>
      </w:r>
    </w:p>
    <w:p w:rsidR="005F7844" w:rsidRDefault="005F7844" w:rsidP="004525A0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5F7844" w:rsidRPr="004525A0" w:rsidRDefault="005F7844" w:rsidP="004525A0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5F7844" w:rsidRPr="004525A0" w:rsidTr="00D0740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5F7844" w:rsidRPr="00D07400" w:rsidRDefault="005F7844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сельского</w:t>
            </w:r>
          </w:p>
          <w:p w:rsidR="005F7844" w:rsidRPr="00D07400" w:rsidRDefault="005F7844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</w:p>
          <w:p w:rsidR="005F7844" w:rsidRDefault="005F7844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5F7844" w:rsidRPr="00D07400" w:rsidRDefault="005F7844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__________________А.Г.Титаренко</w:t>
            </w:r>
          </w:p>
          <w:p w:rsidR="005F7844" w:rsidRPr="00D07400" w:rsidRDefault="005F7844" w:rsidP="007C29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 май 2018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5F7844" w:rsidRPr="00D07400" w:rsidRDefault="005F7844" w:rsidP="00D07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5F7844" w:rsidRDefault="005F7844" w:rsidP="00D07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F7844" w:rsidRPr="00D07400" w:rsidRDefault="005F7844" w:rsidP="00D07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</w:p>
          <w:p w:rsidR="005F7844" w:rsidRPr="00D07400" w:rsidRDefault="005F7844" w:rsidP="007C29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«___» май 2018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5F7844" w:rsidRDefault="005F7844" w:rsidP="00627D22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 w:rsidR="005F7844" w:rsidRDefault="005F7844" w:rsidP="00627D22">
      <w:pPr>
        <w:spacing w:after="0" w:line="10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подготовлен и внесён:</w:t>
      </w:r>
    </w:p>
    <w:p w:rsidR="005F7844" w:rsidRDefault="005F7844" w:rsidP="00627D22">
      <w:pPr>
        <w:spacing w:after="0" w:line="10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Ведущий специалист финансового отдела</w:t>
      </w:r>
    </w:p>
    <w:p w:rsidR="005F7844" w:rsidRDefault="005F7844" w:rsidP="00627D22">
      <w:pPr>
        <w:spacing w:after="0" w:line="10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5F7844" w:rsidRDefault="005F7844" w:rsidP="00627D22">
      <w:pPr>
        <w:spacing w:after="0" w:line="100" w:lineRule="atLeast"/>
        <w:rPr>
          <w:rFonts w:ascii="Times New Roman" w:hAnsi="Times New Roman"/>
          <w:sz w:val="28"/>
          <w:szCs w:val="28"/>
        </w:rPr>
      </w:pPr>
      <w:r w:rsidRPr="00B37EBB">
        <w:rPr>
          <w:rFonts w:ascii="Times New Roman" w:hAnsi="Times New Roman"/>
          <w:sz w:val="28"/>
          <w:szCs w:val="28"/>
        </w:rPr>
        <w:t xml:space="preserve">сельского поселения Темрюкского района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B37EBB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Н.В.Титаренко</w:t>
      </w:r>
    </w:p>
    <w:p w:rsidR="005F7844" w:rsidRDefault="005F7844" w:rsidP="00627D22">
      <w:pPr>
        <w:spacing w:after="0" w:line="100" w:lineRule="atLeast"/>
        <w:rPr>
          <w:rFonts w:ascii="Times New Roman" w:hAnsi="Times New Roman"/>
          <w:sz w:val="28"/>
          <w:szCs w:val="28"/>
        </w:rPr>
      </w:pPr>
    </w:p>
    <w:p w:rsidR="005F7844" w:rsidRDefault="005F7844" w:rsidP="00627D22">
      <w:pPr>
        <w:spacing w:after="0" w:line="10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согласован:</w:t>
      </w:r>
    </w:p>
    <w:p w:rsidR="005F7844" w:rsidRDefault="005F7844" w:rsidP="00627D22">
      <w:pPr>
        <w:spacing w:after="0" w:line="10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отдела</w:t>
      </w:r>
    </w:p>
    <w:p w:rsidR="005F7844" w:rsidRDefault="005F7844" w:rsidP="00627D22">
      <w:pPr>
        <w:spacing w:after="0" w:line="10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5F7844" w:rsidRPr="00B37EBB" w:rsidRDefault="005F7844" w:rsidP="00627D22">
      <w:pPr>
        <w:spacing w:after="0" w:line="10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Я.И.Хвостик</w:t>
      </w:r>
    </w:p>
    <w:p w:rsidR="005F7844" w:rsidRPr="004525A0" w:rsidRDefault="005F7844" w:rsidP="00627D22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5F7844" w:rsidRPr="004525A0" w:rsidRDefault="005F7844" w:rsidP="004525A0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F7844" w:rsidRPr="004525A0" w:rsidRDefault="005F7844" w:rsidP="004525A0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F7844" w:rsidRDefault="005F7844" w:rsidP="00D82040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5F7844" w:rsidRPr="00133802" w:rsidRDefault="005F7844" w:rsidP="00133802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</w:p>
    <w:sectPr w:rsidR="005F7844" w:rsidRPr="00133802" w:rsidSect="00D577ED">
      <w:headerReference w:type="default" r:id="rId7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7844" w:rsidRDefault="005F7844" w:rsidP="00662DB0">
      <w:pPr>
        <w:spacing w:after="0" w:line="240" w:lineRule="auto"/>
      </w:pPr>
      <w:r>
        <w:separator/>
      </w:r>
    </w:p>
  </w:endnote>
  <w:endnote w:type="continuationSeparator" w:id="0">
    <w:p w:rsidR="005F7844" w:rsidRDefault="005F7844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7844" w:rsidRDefault="005F7844" w:rsidP="00662DB0">
      <w:pPr>
        <w:spacing w:after="0" w:line="240" w:lineRule="auto"/>
      </w:pPr>
      <w:r>
        <w:separator/>
      </w:r>
    </w:p>
  </w:footnote>
  <w:footnote w:type="continuationSeparator" w:id="0">
    <w:p w:rsidR="005F7844" w:rsidRDefault="005F7844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844" w:rsidRPr="00662DB0" w:rsidRDefault="005F7844">
    <w:pPr>
      <w:pStyle w:val="Header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3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5F7844" w:rsidRDefault="005F784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657D"/>
    <w:rsid w:val="00012005"/>
    <w:rsid w:val="00023ECE"/>
    <w:rsid w:val="0004267F"/>
    <w:rsid w:val="000449DE"/>
    <w:rsid w:val="000505B4"/>
    <w:rsid w:val="000560B4"/>
    <w:rsid w:val="00057CE4"/>
    <w:rsid w:val="000715F2"/>
    <w:rsid w:val="00072797"/>
    <w:rsid w:val="0007533B"/>
    <w:rsid w:val="000879A8"/>
    <w:rsid w:val="0009147D"/>
    <w:rsid w:val="000915D5"/>
    <w:rsid w:val="00096C3B"/>
    <w:rsid w:val="000A1506"/>
    <w:rsid w:val="000B1BF8"/>
    <w:rsid w:val="000B2DA2"/>
    <w:rsid w:val="000B4FD6"/>
    <w:rsid w:val="000B5F90"/>
    <w:rsid w:val="000B7939"/>
    <w:rsid w:val="000C270F"/>
    <w:rsid w:val="000C354B"/>
    <w:rsid w:val="000C385D"/>
    <w:rsid w:val="000D18D1"/>
    <w:rsid w:val="000D2263"/>
    <w:rsid w:val="000E0219"/>
    <w:rsid w:val="000E7724"/>
    <w:rsid w:val="000F29CF"/>
    <w:rsid w:val="000F2FE1"/>
    <w:rsid w:val="000F4F51"/>
    <w:rsid w:val="000F686D"/>
    <w:rsid w:val="000F6884"/>
    <w:rsid w:val="000F6B0A"/>
    <w:rsid w:val="000F762C"/>
    <w:rsid w:val="0010369F"/>
    <w:rsid w:val="001119EF"/>
    <w:rsid w:val="00116013"/>
    <w:rsid w:val="001228AE"/>
    <w:rsid w:val="00130AF1"/>
    <w:rsid w:val="001330FF"/>
    <w:rsid w:val="00133802"/>
    <w:rsid w:val="00136B99"/>
    <w:rsid w:val="00145967"/>
    <w:rsid w:val="0015025A"/>
    <w:rsid w:val="00150E12"/>
    <w:rsid w:val="001578E3"/>
    <w:rsid w:val="001620E4"/>
    <w:rsid w:val="00171D09"/>
    <w:rsid w:val="0017236F"/>
    <w:rsid w:val="00174BFB"/>
    <w:rsid w:val="001755C8"/>
    <w:rsid w:val="0018287D"/>
    <w:rsid w:val="00184A0D"/>
    <w:rsid w:val="001912CE"/>
    <w:rsid w:val="001A004B"/>
    <w:rsid w:val="001A0FE9"/>
    <w:rsid w:val="001A2EC9"/>
    <w:rsid w:val="001A4C0B"/>
    <w:rsid w:val="001A6178"/>
    <w:rsid w:val="001B04FA"/>
    <w:rsid w:val="001B106E"/>
    <w:rsid w:val="001B26A1"/>
    <w:rsid w:val="001B3081"/>
    <w:rsid w:val="001B726C"/>
    <w:rsid w:val="001C365A"/>
    <w:rsid w:val="001D0F57"/>
    <w:rsid w:val="001D28FD"/>
    <w:rsid w:val="001D462A"/>
    <w:rsid w:val="001D7D24"/>
    <w:rsid w:val="001E3056"/>
    <w:rsid w:val="001E40DF"/>
    <w:rsid w:val="00201B1C"/>
    <w:rsid w:val="0020470A"/>
    <w:rsid w:val="00216A04"/>
    <w:rsid w:val="002245F6"/>
    <w:rsid w:val="00226ABB"/>
    <w:rsid w:val="00227157"/>
    <w:rsid w:val="002321CB"/>
    <w:rsid w:val="002338C3"/>
    <w:rsid w:val="00241DEC"/>
    <w:rsid w:val="0025002A"/>
    <w:rsid w:val="0025253B"/>
    <w:rsid w:val="00265EDD"/>
    <w:rsid w:val="002709E3"/>
    <w:rsid w:val="00270E48"/>
    <w:rsid w:val="00270F3E"/>
    <w:rsid w:val="00273F80"/>
    <w:rsid w:val="00277919"/>
    <w:rsid w:val="0029338C"/>
    <w:rsid w:val="00295B99"/>
    <w:rsid w:val="00296240"/>
    <w:rsid w:val="0029795D"/>
    <w:rsid w:val="002A42F2"/>
    <w:rsid w:val="002B408D"/>
    <w:rsid w:val="002B4CC2"/>
    <w:rsid w:val="002B5388"/>
    <w:rsid w:val="002B5E21"/>
    <w:rsid w:val="002C0453"/>
    <w:rsid w:val="002C139E"/>
    <w:rsid w:val="002C264B"/>
    <w:rsid w:val="002C268A"/>
    <w:rsid w:val="002C4EE8"/>
    <w:rsid w:val="002C648F"/>
    <w:rsid w:val="002D516C"/>
    <w:rsid w:val="002D6303"/>
    <w:rsid w:val="002D782F"/>
    <w:rsid w:val="002E0358"/>
    <w:rsid w:val="002E1E55"/>
    <w:rsid w:val="002E285D"/>
    <w:rsid w:val="002E2875"/>
    <w:rsid w:val="002F1008"/>
    <w:rsid w:val="002F6D41"/>
    <w:rsid w:val="0030387E"/>
    <w:rsid w:val="003120EB"/>
    <w:rsid w:val="00316C55"/>
    <w:rsid w:val="00317F8C"/>
    <w:rsid w:val="0032302D"/>
    <w:rsid w:val="0032305B"/>
    <w:rsid w:val="00323DF6"/>
    <w:rsid w:val="003320C4"/>
    <w:rsid w:val="00333B6F"/>
    <w:rsid w:val="0033577F"/>
    <w:rsid w:val="0034430E"/>
    <w:rsid w:val="00351500"/>
    <w:rsid w:val="00355A69"/>
    <w:rsid w:val="00355D68"/>
    <w:rsid w:val="00356917"/>
    <w:rsid w:val="00363BA4"/>
    <w:rsid w:val="00364452"/>
    <w:rsid w:val="00364B34"/>
    <w:rsid w:val="003655A5"/>
    <w:rsid w:val="00372B89"/>
    <w:rsid w:val="00375B51"/>
    <w:rsid w:val="00377653"/>
    <w:rsid w:val="003835FE"/>
    <w:rsid w:val="00384767"/>
    <w:rsid w:val="00386329"/>
    <w:rsid w:val="003863F9"/>
    <w:rsid w:val="00386934"/>
    <w:rsid w:val="003869DE"/>
    <w:rsid w:val="00387ADA"/>
    <w:rsid w:val="00391EE5"/>
    <w:rsid w:val="00393BE3"/>
    <w:rsid w:val="00394D6C"/>
    <w:rsid w:val="003A4EA4"/>
    <w:rsid w:val="003B75BF"/>
    <w:rsid w:val="003C062F"/>
    <w:rsid w:val="003C35D4"/>
    <w:rsid w:val="003D0B38"/>
    <w:rsid w:val="003E06E7"/>
    <w:rsid w:val="003E0ED3"/>
    <w:rsid w:val="003E16B5"/>
    <w:rsid w:val="003E30A7"/>
    <w:rsid w:val="003E6B40"/>
    <w:rsid w:val="003E6CD1"/>
    <w:rsid w:val="003F3478"/>
    <w:rsid w:val="003F34FD"/>
    <w:rsid w:val="00400729"/>
    <w:rsid w:val="0040090D"/>
    <w:rsid w:val="00413981"/>
    <w:rsid w:val="00414EEA"/>
    <w:rsid w:val="00417BEB"/>
    <w:rsid w:val="0042524A"/>
    <w:rsid w:val="00432F8C"/>
    <w:rsid w:val="004370DB"/>
    <w:rsid w:val="004405F6"/>
    <w:rsid w:val="00443744"/>
    <w:rsid w:val="00450EEB"/>
    <w:rsid w:val="004515BA"/>
    <w:rsid w:val="00451F1F"/>
    <w:rsid w:val="004525A0"/>
    <w:rsid w:val="00455439"/>
    <w:rsid w:val="00455921"/>
    <w:rsid w:val="00455F74"/>
    <w:rsid w:val="004567B4"/>
    <w:rsid w:val="00456D2F"/>
    <w:rsid w:val="0045753E"/>
    <w:rsid w:val="004611CE"/>
    <w:rsid w:val="004623C2"/>
    <w:rsid w:val="004676E7"/>
    <w:rsid w:val="0047347A"/>
    <w:rsid w:val="004847BE"/>
    <w:rsid w:val="00485653"/>
    <w:rsid w:val="00487FF9"/>
    <w:rsid w:val="004923A3"/>
    <w:rsid w:val="004A1697"/>
    <w:rsid w:val="004A3639"/>
    <w:rsid w:val="004A48C2"/>
    <w:rsid w:val="004B7301"/>
    <w:rsid w:val="004C61C3"/>
    <w:rsid w:val="004C6AD5"/>
    <w:rsid w:val="004D0F91"/>
    <w:rsid w:val="004D0FD9"/>
    <w:rsid w:val="004D3127"/>
    <w:rsid w:val="004D6703"/>
    <w:rsid w:val="004E2B59"/>
    <w:rsid w:val="004E3AB4"/>
    <w:rsid w:val="004E50DF"/>
    <w:rsid w:val="004E6BE4"/>
    <w:rsid w:val="004F03AD"/>
    <w:rsid w:val="004F641C"/>
    <w:rsid w:val="004F6B54"/>
    <w:rsid w:val="004F6CE9"/>
    <w:rsid w:val="00500473"/>
    <w:rsid w:val="00501AB3"/>
    <w:rsid w:val="00501D27"/>
    <w:rsid w:val="005028E9"/>
    <w:rsid w:val="00511FFE"/>
    <w:rsid w:val="00514C92"/>
    <w:rsid w:val="00517DCB"/>
    <w:rsid w:val="005207BD"/>
    <w:rsid w:val="00523443"/>
    <w:rsid w:val="005313FF"/>
    <w:rsid w:val="00542DA4"/>
    <w:rsid w:val="00553BBA"/>
    <w:rsid w:val="005544D6"/>
    <w:rsid w:val="00557070"/>
    <w:rsid w:val="005735F2"/>
    <w:rsid w:val="00573E0D"/>
    <w:rsid w:val="0057429B"/>
    <w:rsid w:val="00574F82"/>
    <w:rsid w:val="00575278"/>
    <w:rsid w:val="00577DEB"/>
    <w:rsid w:val="00581340"/>
    <w:rsid w:val="005847EC"/>
    <w:rsid w:val="005A1DF5"/>
    <w:rsid w:val="005A2C1E"/>
    <w:rsid w:val="005A2D81"/>
    <w:rsid w:val="005B1668"/>
    <w:rsid w:val="005B2627"/>
    <w:rsid w:val="005B68B7"/>
    <w:rsid w:val="005B755E"/>
    <w:rsid w:val="005B7645"/>
    <w:rsid w:val="005C3231"/>
    <w:rsid w:val="005D275A"/>
    <w:rsid w:val="005D53C2"/>
    <w:rsid w:val="005D54CF"/>
    <w:rsid w:val="005D7A26"/>
    <w:rsid w:val="005E239E"/>
    <w:rsid w:val="005E5234"/>
    <w:rsid w:val="005F6D2F"/>
    <w:rsid w:val="005F7844"/>
    <w:rsid w:val="005F7BAC"/>
    <w:rsid w:val="00600216"/>
    <w:rsid w:val="0060190D"/>
    <w:rsid w:val="00607B90"/>
    <w:rsid w:val="00610830"/>
    <w:rsid w:val="00616AEE"/>
    <w:rsid w:val="00617F07"/>
    <w:rsid w:val="0062778F"/>
    <w:rsid w:val="00627D22"/>
    <w:rsid w:val="00631C54"/>
    <w:rsid w:val="00632901"/>
    <w:rsid w:val="00632E65"/>
    <w:rsid w:val="00634A60"/>
    <w:rsid w:val="00636607"/>
    <w:rsid w:val="00660783"/>
    <w:rsid w:val="00662DB0"/>
    <w:rsid w:val="00664C2C"/>
    <w:rsid w:val="00667215"/>
    <w:rsid w:val="0068022E"/>
    <w:rsid w:val="00681091"/>
    <w:rsid w:val="00685D8A"/>
    <w:rsid w:val="00686520"/>
    <w:rsid w:val="00686792"/>
    <w:rsid w:val="00686D7F"/>
    <w:rsid w:val="006A1FDC"/>
    <w:rsid w:val="006A2B16"/>
    <w:rsid w:val="006A2F44"/>
    <w:rsid w:val="006A72FF"/>
    <w:rsid w:val="006C26CC"/>
    <w:rsid w:val="006C2D88"/>
    <w:rsid w:val="006C389A"/>
    <w:rsid w:val="006D12B6"/>
    <w:rsid w:val="006D28DF"/>
    <w:rsid w:val="006D3C57"/>
    <w:rsid w:val="006E23E7"/>
    <w:rsid w:val="006E3C66"/>
    <w:rsid w:val="006E4DF6"/>
    <w:rsid w:val="006F2E78"/>
    <w:rsid w:val="006F5F0A"/>
    <w:rsid w:val="00705038"/>
    <w:rsid w:val="0071277C"/>
    <w:rsid w:val="007225C8"/>
    <w:rsid w:val="00724FB4"/>
    <w:rsid w:val="0072717A"/>
    <w:rsid w:val="0073200B"/>
    <w:rsid w:val="00745CBA"/>
    <w:rsid w:val="007527F8"/>
    <w:rsid w:val="00755863"/>
    <w:rsid w:val="007561FD"/>
    <w:rsid w:val="00767E9B"/>
    <w:rsid w:val="007751E6"/>
    <w:rsid w:val="00780EC2"/>
    <w:rsid w:val="007870D3"/>
    <w:rsid w:val="007A1FDC"/>
    <w:rsid w:val="007B2672"/>
    <w:rsid w:val="007B4EA2"/>
    <w:rsid w:val="007C1FEC"/>
    <w:rsid w:val="007C29CA"/>
    <w:rsid w:val="007C7D22"/>
    <w:rsid w:val="007D061A"/>
    <w:rsid w:val="007D3DE7"/>
    <w:rsid w:val="007E1C53"/>
    <w:rsid w:val="007F2A1C"/>
    <w:rsid w:val="007F5429"/>
    <w:rsid w:val="007F6D76"/>
    <w:rsid w:val="008026B7"/>
    <w:rsid w:val="00811772"/>
    <w:rsid w:val="00814908"/>
    <w:rsid w:val="00816627"/>
    <w:rsid w:val="00826DAC"/>
    <w:rsid w:val="00833E2D"/>
    <w:rsid w:val="00835228"/>
    <w:rsid w:val="008423EA"/>
    <w:rsid w:val="008445CF"/>
    <w:rsid w:val="0085047C"/>
    <w:rsid w:val="00852BF4"/>
    <w:rsid w:val="00853F04"/>
    <w:rsid w:val="00854E75"/>
    <w:rsid w:val="00855239"/>
    <w:rsid w:val="00855AED"/>
    <w:rsid w:val="00860483"/>
    <w:rsid w:val="0086130F"/>
    <w:rsid w:val="008729EE"/>
    <w:rsid w:val="008759CB"/>
    <w:rsid w:val="00881685"/>
    <w:rsid w:val="00884085"/>
    <w:rsid w:val="008858E8"/>
    <w:rsid w:val="008927D9"/>
    <w:rsid w:val="00893E77"/>
    <w:rsid w:val="008A480A"/>
    <w:rsid w:val="008B3225"/>
    <w:rsid w:val="008B3C22"/>
    <w:rsid w:val="008B4409"/>
    <w:rsid w:val="008B56E1"/>
    <w:rsid w:val="008B688D"/>
    <w:rsid w:val="008B6C01"/>
    <w:rsid w:val="008B77B6"/>
    <w:rsid w:val="008C0254"/>
    <w:rsid w:val="008C0E4F"/>
    <w:rsid w:val="008C183F"/>
    <w:rsid w:val="008C5359"/>
    <w:rsid w:val="008D0CAC"/>
    <w:rsid w:val="008D1582"/>
    <w:rsid w:val="008E004A"/>
    <w:rsid w:val="008E3E35"/>
    <w:rsid w:val="008E67C1"/>
    <w:rsid w:val="008E7CD0"/>
    <w:rsid w:val="008F3C6D"/>
    <w:rsid w:val="008F43CE"/>
    <w:rsid w:val="008F4C60"/>
    <w:rsid w:val="009051D6"/>
    <w:rsid w:val="00916766"/>
    <w:rsid w:val="00917A89"/>
    <w:rsid w:val="00926121"/>
    <w:rsid w:val="00934697"/>
    <w:rsid w:val="00934F43"/>
    <w:rsid w:val="0093559F"/>
    <w:rsid w:val="009363C3"/>
    <w:rsid w:val="00937C88"/>
    <w:rsid w:val="009465D0"/>
    <w:rsid w:val="00947BC9"/>
    <w:rsid w:val="00947C51"/>
    <w:rsid w:val="00951BFE"/>
    <w:rsid w:val="009565C3"/>
    <w:rsid w:val="00962CAC"/>
    <w:rsid w:val="00963E1F"/>
    <w:rsid w:val="00971619"/>
    <w:rsid w:val="00973BD9"/>
    <w:rsid w:val="00975A8C"/>
    <w:rsid w:val="00981152"/>
    <w:rsid w:val="009863F1"/>
    <w:rsid w:val="00987130"/>
    <w:rsid w:val="00993047"/>
    <w:rsid w:val="009A00B4"/>
    <w:rsid w:val="009A0D1F"/>
    <w:rsid w:val="009A4CD3"/>
    <w:rsid w:val="009B010E"/>
    <w:rsid w:val="009B5332"/>
    <w:rsid w:val="009B54CA"/>
    <w:rsid w:val="009C505B"/>
    <w:rsid w:val="009D78D9"/>
    <w:rsid w:val="009E156D"/>
    <w:rsid w:val="009E2AE4"/>
    <w:rsid w:val="009E3971"/>
    <w:rsid w:val="009E4479"/>
    <w:rsid w:val="009E53DA"/>
    <w:rsid w:val="009E54CB"/>
    <w:rsid w:val="009F1CF4"/>
    <w:rsid w:val="009F3C80"/>
    <w:rsid w:val="009F5036"/>
    <w:rsid w:val="009F5767"/>
    <w:rsid w:val="00A0373C"/>
    <w:rsid w:val="00A12DC4"/>
    <w:rsid w:val="00A219C6"/>
    <w:rsid w:val="00A23871"/>
    <w:rsid w:val="00A30E06"/>
    <w:rsid w:val="00A33693"/>
    <w:rsid w:val="00A35E2A"/>
    <w:rsid w:val="00A40B69"/>
    <w:rsid w:val="00A45EC9"/>
    <w:rsid w:val="00A50FED"/>
    <w:rsid w:val="00A60C5C"/>
    <w:rsid w:val="00A62C45"/>
    <w:rsid w:val="00A71A2D"/>
    <w:rsid w:val="00A71A42"/>
    <w:rsid w:val="00A73B7F"/>
    <w:rsid w:val="00A77306"/>
    <w:rsid w:val="00A81B06"/>
    <w:rsid w:val="00A83D07"/>
    <w:rsid w:val="00A85E83"/>
    <w:rsid w:val="00A94935"/>
    <w:rsid w:val="00AB03C8"/>
    <w:rsid w:val="00AB78CA"/>
    <w:rsid w:val="00AB7F0E"/>
    <w:rsid w:val="00AC082B"/>
    <w:rsid w:val="00AC38E6"/>
    <w:rsid w:val="00AC5ABA"/>
    <w:rsid w:val="00AD4F40"/>
    <w:rsid w:val="00AE075D"/>
    <w:rsid w:val="00AE0D03"/>
    <w:rsid w:val="00AE1448"/>
    <w:rsid w:val="00AE3447"/>
    <w:rsid w:val="00AE5FC8"/>
    <w:rsid w:val="00AF167E"/>
    <w:rsid w:val="00AF1EA9"/>
    <w:rsid w:val="00B0113B"/>
    <w:rsid w:val="00B04C3D"/>
    <w:rsid w:val="00B06F1D"/>
    <w:rsid w:val="00B1136F"/>
    <w:rsid w:val="00B15226"/>
    <w:rsid w:val="00B21939"/>
    <w:rsid w:val="00B24308"/>
    <w:rsid w:val="00B24E15"/>
    <w:rsid w:val="00B31D8C"/>
    <w:rsid w:val="00B37EBB"/>
    <w:rsid w:val="00B42A38"/>
    <w:rsid w:val="00B43F28"/>
    <w:rsid w:val="00B47F7C"/>
    <w:rsid w:val="00B5000E"/>
    <w:rsid w:val="00B53BDF"/>
    <w:rsid w:val="00B61D60"/>
    <w:rsid w:val="00B657FB"/>
    <w:rsid w:val="00B72EB3"/>
    <w:rsid w:val="00B73272"/>
    <w:rsid w:val="00B7744F"/>
    <w:rsid w:val="00B800DB"/>
    <w:rsid w:val="00B827F2"/>
    <w:rsid w:val="00B82871"/>
    <w:rsid w:val="00B863C8"/>
    <w:rsid w:val="00B90A4B"/>
    <w:rsid w:val="00B930B4"/>
    <w:rsid w:val="00B93749"/>
    <w:rsid w:val="00B9456B"/>
    <w:rsid w:val="00B947A7"/>
    <w:rsid w:val="00B95AC5"/>
    <w:rsid w:val="00BA1A45"/>
    <w:rsid w:val="00BA3FAF"/>
    <w:rsid w:val="00BA4739"/>
    <w:rsid w:val="00BA6318"/>
    <w:rsid w:val="00BC4E2E"/>
    <w:rsid w:val="00BC6C2F"/>
    <w:rsid w:val="00BD583C"/>
    <w:rsid w:val="00BE09F0"/>
    <w:rsid w:val="00BE1F5F"/>
    <w:rsid w:val="00BE61EA"/>
    <w:rsid w:val="00BE639B"/>
    <w:rsid w:val="00BF5A73"/>
    <w:rsid w:val="00BF5C87"/>
    <w:rsid w:val="00BF61A4"/>
    <w:rsid w:val="00BF689E"/>
    <w:rsid w:val="00BF7D03"/>
    <w:rsid w:val="00C04D6D"/>
    <w:rsid w:val="00C06012"/>
    <w:rsid w:val="00C10F16"/>
    <w:rsid w:val="00C148BE"/>
    <w:rsid w:val="00C17D47"/>
    <w:rsid w:val="00C2133E"/>
    <w:rsid w:val="00C27751"/>
    <w:rsid w:val="00C34135"/>
    <w:rsid w:val="00C46D27"/>
    <w:rsid w:val="00C50B5E"/>
    <w:rsid w:val="00C52137"/>
    <w:rsid w:val="00C66B66"/>
    <w:rsid w:val="00C67BBD"/>
    <w:rsid w:val="00C70D01"/>
    <w:rsid w:val="00C73262"/>
    <w:rsid w:val="00C74790"/>
    <w:rsid w:val="00C74C13"/>
    <w:rsid w:val="00C75036"/>
    <w:rsid w:val="00C75173"/>
    <w:rsid w:val="00C7586F"/>
    <w:rsid w:val="00C76327"/>
    <w:rsid w:val="00C87602"/>
    <w:rsid w:val="00C90721"/>
    <w:rsid w:val="00C953B8"/>
    <w:rsid w:val="00C96E29"/>
    <w:rsid w:val="00CA0533"/>
    <w:rsid w:val="00CA5A18"/>
    <w:rsid w:val="00CA7E3C"/>
    <w:rsid w:val="00CB258D"/>
    <w:rsid w:val="00CB46EF"/>
    <w:rsid w:val="00CB6329"/>
    <w:rsid w:val="00CE1A1A"/>
    <w:rsid w:val="00CE201A"/>
    <w:rsid w:val="00CE2770"/>
    <w:rsid w:val="00CE537E"/>
    <w:rsid w:val="00CF15F1"/>
    <w:rsid w:val="00D038E9"/>
    <w:rsid w:val="00D05E87"/>
    <w:rsid w:val="00D07400"/>
    <w:rsid w:val="00D07C78"/>
    <w:rsid w:val="00D124DC"/>
    <w:rsid w:val="00D15925"/>
    <w:rsid w:val="00D20277"/>
    <w:rsid w:val="00D25F85"/>
    <w:rsid w:val="00D33B7C"/>
    <w:rsid w:val="00D3791D"/>
    <w:rsid w:val="00D43AFC"/>
    <w:rsid w:val="00D46237"/>
    <w:rsid w:val="00D52A98"/>
    <w:rsid w:val="00D577ED"/>
    <w:rsid w:val="00D57961"/>
    <w:rsid w:val="00D717C9"/>
    <w:rsid w:val="00D756F3"/>
    <w:rsid w:val="00D7655B"/>
    <w:rsid w:val="00D7707F"/>
    <w:rsid w:val="00D8178C"/>
    <w:rsid w:val="00D82040"/>
    <w:rsid w:val="00D83A30"/>
    <w:rsid w:val="00D83D92"/>
    <w:rsid w:val="00D85702"/>
    <w:rsid w:val="00D8622D"/>
    <w:rsid w:val="00D9072A"/>
    <w:rsid w:val="00DA2656"/>
    <w:rsid w:val="00DB038D"/>
    <w:rsid w:val="00DB0996"/>
    <w:rsid w:val="00DB2376"/>
    <w:rsid w:val="00DB3526"/>
    <w:rsid w:val="00DB6435"/>
    <w:rsid w:val="00DC0D29"/>
    <w:rsid w:val="00DC4852"/>
    <w:rsid w:val="00DD0E2A"/>
    <w:rsid w:val="00DD6B85"/>
    <w:rsid w:val="00DD75CD"/>
    <w:rsid w:val="00DE7604"/>
    <w:rsid w:val="00E00362"/>
    <w:rsid w:val="00E00D37"/>
    <w:rsid w:val="00E10742"/>
    <w:rsid w:val="00E12EE7"/>
    <w:rsid w:val="00E21164"/>
    <w:rsid w:val="00E21EBF"/>
    <w:rsid w:val="00E27681"/>
    <w:rsid w:val="00E2768D"/>
    <w:rsid w:val="00E3006A"/>
    <w:rsid w:val="00E32113"/>
    <w:rsid w:val="00E32689"/>
    <w:rsid w:val="00E36CF8"/>
    <w:rsid w:val="00E5329E"/>
    <w:rsid w:val="00E544C5"/>
    <w:rsid w:val="00E559CD"/>
    <w:rsid w:val="00E55E42"/>
    <w:rsid w:val="00E703ED"/>
    <w:rsid w:val="00E70D10"/>
    <w:rsid w:val="00E70FBE"/>
    <w:rsid w:val="00E7266D"/>
    <w:rsid w:val="00E752EF"/>
    <w:rsid w:val="00E8505C"/>
    <w:rsid w:val="00E9112D"/>
    <w:rsid w:val="00E91D3C"/>
    <w:rsid w:val="00E93E33"/>
    <w:rsid w:val="00E9734D"/>
    <w:rsid w:val="00EA57DE"/>
    <w:rsid w:val="00EA7FCD"/>
    <w:rsid w:val="00EB517F"/>
    <w:rsid w:val="00EB523C"/>
    <w:rsid w:val="00ED7838"/>
    <w:rsid w:val="00EE041C"/>
    <w:rsid w:val="00EE5431"/>
    <w:rsid w:val="00EF15C4"/>
    <w:rsid w:val="00F04589"/>
    <w:rsid w:val="00F0469C"/>
    <w:rsid w:val="00F05305"/>
    <w:rsid w:val="00F11E1F"/>
    <w:rsid w:val="00F156B2"/>
    <w:rsid w:val="00F17250"/>
    <w:rsid w:val="00F202CD"/>
    <w:rsid w:val="00F21821"/>
    <w:rsid w:val="00F27054"/>
    <w:rsid w:val="00F27A57"/>
    <w:rsid w:val="00F3131A"/>
    <w:rsid w:val="00F37F26"/>
    <w:rsid w:val="00F45E3A"/>
    <w:rsid w:val="00F47F84"/>
    <w:rsid w:val="00F505D4"/>
    <w:rsid w:val="00F520DA"/>
    <w:rsid w:val="00F6065E"/>
    <w:rsid w:val="00F61A5A"/>
    <w:rsid w:val="00F637CA"/>
    <w:rsid w:val="00F63CC6"/>
    <w:rsid w:val="00F66E99"/>
    <w:rsid w:val="00F763DF"/>
    <w:rsid w:val="00F83039"/>
    <w:rsid w:val="00F83370"/>
    <w:rsid w:val="00FA6853"/>
    <w:rsid w:val="00FB3E72"/>
    <w:rsid w:val="00FB57F4"/>
    <w:rsid w:val="00FB690A"/>
    <w:rsid w:val="00FC31FF"/>
    <w:rsid w:val="00FC6D86"/>
    <w:rsid w:val="00FD3B44"/>
    <w:rsid w:val="00FD3BAA"/>
    <w:rsid w:val="00FD649E"/>
    <w:rsid w:val="00FE5142"/>
    <w:rsid w:val="00FE5AD5"/>
    <w:rsid w:val="00FE66C9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5A8C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33577F"/>
  </w:style>
  <w:style w:type="paragraph" w:styleId="BodyText">
    <w:name w:val="Body Text"/>
    <w:basedOn w:val="Normal"/>
    <w:link w:val="BodyTextChar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33802"/>
    <w:rPr>
      <w:rFonts w:ascii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Header">
    <w:name w:val="header"/>
    <w:basedOn w:val="Normal"/>
    <w:link w:val="HeaderChar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62DB0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62DB0"/>
    <w:rPr>
      <w:rFonts w:cs="Times New Roman"/>
    </w:rPr>
  </w:style>
  <w:style w:type="table" w:styleId="TableGrid">
    <w:name w:val="Table Grid"/>
    <w:basedOn w:val="TableNormal"/>
    <w:uiPriority w:val="99"/>
    <w:locked/>
    <w:rsid w:val="001C365A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</w:style>
  <w:style w:type="paragraph" w:styleId="PlainText">
    <w:name w:val="Plain Text"/>
    <w:basedOn w:val="Normal"/>
    <w:link w:val="PlainTextChar1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F27054"/>
    <w:rPr>
      <w:rFonts w:cs="Times New Roman"/>
    </w:rPr>
  </w:style>
  <w:style w:type="character" w:customStyle="1" w:styleId="PlainTextChar1">
    <w:name w:val="Plain Text Char1"/>
    <w:basedOn w:val="DefaultParagraphFont"/>
    <w:link w:val="PlainText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uiPriority w:val="99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uiPriority w:val="99"/>
    <w:rsid w:val="00F83039"/>
  </w:style>
  <w:style w:type="paragraph" w:customStyle="1" w:styleId="20">
    <w:name w:val="Без интервала2"/>
    <w:uiPriority w:val="99"/>
    <w:rsid w:val="00C96E29"/>
    <w:pPr>
      <w:suppressAutoHyphens/>
      <w:spacing w:line="100" w:lineRule="atLeast"/>
      <w:textAlignment w:val="baseline"/>
    </w:pPr>
    <w:rPr>
      <w:kern w:val="1"/>
      <w:lang w:eastAsia="ar-SA"/>
    </w:rPr>
  </w:style>
  <w:style w:type="paragraph" w:styleId="NormalWeb">
    <w:name w:val="Normal (Web)"/>
    <w:basedOn w:val="Normal"/>
    <w:uiPriority w:val="99"/>
    <w:rsid w:val="00926121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0F4F51"/>
    <w:pPr>
      <w:suppressAutoHyphens/>
      <w:spacing w:line="100" w:lineRule="atLeast"/>
      <w:textAlignment w:val="baseline"/>
    </w:pPr>
    <w:rPr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2177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1553</TotalTime>
  <Pages>3</Pages>
  <Words>649</Words>
  <Characters>3702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287</cp:revision>
  <cp:lastPrinted>2014-07-21T05:43:00Z</cp:lastPrinted>
  <dcterms:created xsi:type="dcterms:W3CDTF">2012-12-07T11:21:00Z</dcterms:created>
  <dcterms:modified xsi:type="dcterms:W3CDTF">2018-05-07T05:54:00Z</dcterms:modified>
</cp:coreProperties>
</file>