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CA7" w:rsidRPr="00225357" w:rsidRDefault="000A3CA7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2</w:t>
      </w:r>
    </w:p>
    <w:p w:rsidR="000A3CA7" w:rsidRPr="00225357" w:rsidRDefault="000A3CA7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0A3CA7" w:rsidRDefault="000A3CA7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0A3CA7" w:rsidRPr="00225357" w:rsidRDefault="000A3CA7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0A3CA7" w:rsidRDefault="000A3CA7" w:rsidP="001C25E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от _________________ № _______</w:t>
      </w:r>
    </w:p>
    <w:p w:rsidR="000A3CA7" w:rsidRDefault="000A3CA7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3CA7" w:rsidRPr="00BB7DB1" w:rsidRDefault="000A3CA7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0A3CA7" w:rsidRPr="00B73C78" w:rsidRDefault="000A3CA7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0A3CA7" w:rsidRDefault="000A3CA7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0A3CA7" w:rsidRPr="00AD6EBC" w:rsidRDefault="000A3CA7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0A3CA7" w:rsidRDefault="000A3CA7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0A3CA7" w:rsidRDefault="000A3CA7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0A3CA7" w:rsidRPr="00F971B5" w:rsidRDefault="000A3CA7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0A3CA7" w:rsidRPr="00B73C78" w:rsidRDefault="000A3CA7" w:rsidP="00ED5CB9">
      <w:pPr>
        <w:ind w:left="882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0A3CA7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A3CA7" w:rsidRPr="00AD6EBC" w:rsidRDefault="000A3CA7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0A3CA7" w:rsidRPr="00AD6EBC" w:rsidRDefault="000A3CA7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0A3CA7" w:rsidRPr="00AD6EBC" w:rsidRDefault="000A3CA7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0A3CA7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A3CA7" w:rsidRDefault="000A3CA7" w:rsidP="00AD6EBC">
            <w:pPr>
              <w:pStyle w:val="a3"/>
              <w:jc w:val="center"/>
            </w:pPr>
          </w:p>
        </w:tc>
      </w:tr>
      <w:tr w:rsidR="000A3CA7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A7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</w:t>
            </w:r>
            <w:r>
              <w:rPr>
                <w:rFonts w:ascii="Times New Roman" w:hAnsi="Times New Roman"/>
              </w:rPr>
              <w:t>ъем финансирования, всего (тыс.</w:t>
            </w:r>
            <w:bookmarkStart w:id="1" w:name="_GoBack"/>
            <w:bookmarkEnd w:id="1"/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0A3CA7" w:rsidRPr="003E661A" w:rsidRDefault="000A3CA7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A3CA7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0A3CA7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0A3CA7" w:rsidRPr="00794FC8" w:rsidRDefault="000A3CA7" w:rsidP="008A308E">
            <w:pPr>
              <w:pStyle w:val="a3"/>
              <w:rPr>
                <w:rFonts w:ascii="Times New Roman" w:hAnsi="Times New Roman"/>
              </w:rPr>
            </w:pPr>
          </w:p>
        </w:tc>
      </w:tr>
      <w:tr w:rsidR="000A3CA7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Default="000A3CA7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0A3CA7" w:rsidRPr="002C7281" w:rsidRDefault="000A3CA7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0A3CA7" w:rsidRPr="00794FC8" w:rsidRDefault="000A3CA7" w:rsidP="00794FC8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0A3CA7" w:rsidTr="001C25E8">
        <w:trPr>
          <w:gridAfter w:val="1"/>
          <w:wAfter w:w="430" w:type="dxa"/>
          <w:trHeight w:val="280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3CA7" w:rsidRPr="00794FC8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0A3CA7" w:rsidRPr="00794FC8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1C25E8">
            <w:pPr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муниципального бюджетного учреждения «Физкультурно-оздоровительный спортивный клуб «Виктория» Старотитаровского сельского поселения Темрюкского района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0A3CA7" w:rsidRPr="00794FC8" w:rsidRDefault="000A3CA7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0A3CA7" w:rsidRPr="00794FC8" w:rsidRDefault="000A3CA7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3CA7" w:rsidTr="001C25E8">
        <w:trPr>
          <w:gridAfter w:val="1"/>
          <w:wAfter w:w="430" w:type="dxa"/>
          <w:trHeight w:val="137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0A3CA7" w:rsidRDefault="000A3CA7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Default="000A3CA7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A3CA7" w:rsidRDefault="000A3CA7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A3CA7" w:rsidRDefault="000A3CA7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A3CA7" w:rsidRPr="00794FC8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Default="000A3CA7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A3CA7" w:rsidRDefault="000A3CA7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A3CA7" w:rsidRDefault="000A3CA7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0A3CA7" w:rsidRPr="00794FC8" w:rsidRDefault="000A3CA7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E237FD" w:rsidRDefault="000A3CA7" w:rsidP="00794FC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строительство</w:t>
            </w:r>
            <w:r w:rsidRPr="00E237FD">
              <w:rPr>
                <w:rFonts w:ascii="Times New Roman" w:hAnsi="Times New Roman"/>
              </w:rPr>
              <w:t xml:space="preserve"> пандуса в здании </w:t>
            </w:r>
            <w:r>
              <w:rPr>
                <w:rFonts w:ascii="Times New Roman" w:hAnsi="Times New Roman"/>
              </w:rPr>
              <w:t>детской библиотеки</w:t>
            </w:r>
            <w:r w:rsidRPr="00E237FD">
              <w:rPr>
                <w:rFonts w:ascii="Times New Roman" w:hAnsi="Times New Roman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3CA7" w:rsidTr="008921E4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3CA7" w:rsidRDefault="000A3CA7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E237FD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0A3CA7" w:rsidRPr="00794FC8" w:rsidRDefault="000A3CA7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CA7" w:rsidRPr="00E237FD" w:rsidRDefault="000A3CA7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237FD">
              <w:rPr>
                <w:rFonts w:ascii="Times New Roman" w:hAnsi="Times New Roman"/>
              </w:rPr>
              <w:t>19,5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CA7" w:rsidRDefault="000A3CA7" w:rsidP="00E237FD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  <w:r w:rsidRPr="00E237FD">
              <w:rPr>
                <w:rFonts w:ascii="Times New Roman" w:hAnsi="Times New Roman"/>
              </w:rPr>
              <w:t>19,5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E237FD" w:rsidRDefault="000A3CA7" w:rsidP="00E237FD">
            <w:pPr>
              <w:jc w:val="both"/>
              <w:outlineLvl w:val="0"/>
              <w:rPr>
                <w:rFonts w:ascii="Times New Roman" w:hAnsi="Times New Roman"/>
              </w:rPr>
            </w:pPr>
            <w:r w:rsidRPr="00E237FD">
              <w:rPr>
                <w:rFonts w:ascii="Times New Roman" w:hAnsi="Times New Roman"/>
              </w:rPr>
              <w:t>- обустройство пеших дорожек, прилегающих к зданию администрации, согласно требованиям условий для беспрепятственного доступа инвалидов к объектам инфраструктуры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A3CA7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CA7" w:rsidRPr="003E661A" w:rsidRDefault="000A3CA7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Default="000A3CA7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Default="000A3CA7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CA7" w:rsidRPr="00794FC8" w:rsidRDefault="000A3CA7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0A3CA7" w:rsidRDefault="000A3CA7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0A3CA7" w:rsidRDefault="000A3CA7" w:rsidP="00B45B21">
      <w:pPr>
        <w:pStyle w:val="BodyText"/>
        <w:spacing w:after="0"/>
        <w:ind w:right="-142"/>
        <w:jc w:val="both"/>
      </w:pPr>
    </w:p>
    <w:p w:rsidR="000A3CA7" w:rsidRDefault="000A3CA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Старотитаровского сельского</w:t>
      </w:r>
    </w:p>
    <w:p w:rsidR="000A3CA7" w:rsidRPr="0063100D" w:rsidRDefault="000A3CA7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                                           А.Г. Титаренко</w:t>
      </w:r>
    </w:p>
    <w:sectPr w:rsidR="000A3CA7" w:rsidRPr="0063100D" w:rsidSect="001C25E8">
      <w:headerReference w:type="default" r:id="rId7"/>
      <w:pgSz w:w="16840" w:h="11907" w:orient="landscape" w:code="9"/>
      <w:pgMar w:top="89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CA7" w:rsidRDefault="000A3CA7">
      <w:r>
        <w:separator/>
      </w:r>
    </w:p>
  </w:endnote>
  <w:endnote w:type="continuationSeparator" w:id="0">
    <w:p w:rsidR="000A3CA7" w:rsidRDefault="000A3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CA7" w:rsidRDefault="000A3CA7">
      <w:r>
        <w:separator/>
      </w:r>
    </w:p>
  </w:footnote>
  <w:footnote w:type="continuationSeparator" w:id="0">
    <w:p w:rsidR="000A3CA7" w:rsidRDefault="000A3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A7" w:rsidRDefault="000A3CA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A3CA7" w:rsidRDefault="000A3CA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A3CA7"/>
    <w:rsid w:val="000C13B0"/>
    <w:rsid w:val="000D464E"/>
    <w:rsid w:val="000E625F"/>
    <w:rsid w:val="000E75E6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C25E8"/>
    <w:rsid w:val="001C677E"/>
    <w:rsid w:val="001D25ED"/>
    <w:rsid w:val="001E134E"/>
    <w:rsid w:val="001E64CF"/>
    <w:rsid w:val="001F130E"/>
    <w:rsid w:val="00207A02"/>
    <w:rsid w:val="002228F1"/>
    <w:rsid w:val="00222F09"/>
    <w:rsid w:val="00225357"/>
    <w:rsid w:val="00227D35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7CF2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3F45E2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24DB5"/>
    <w:rsid w:val="0063100D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3398"/>
    <w:rsid w:val="00820110"/>
    <w:rsid w:val="00830C34"/>
    <w:rsid w:val="00840DA6"/>
    <w:rsid w:val="00850011"/>
    <w:rsid w:val="0085437C"/>
    <w:rsid w:val="008575A6"/>
    <w:rsid w:val="00857D2D"/>
    <w:rsid w:val="00860322"/>
    <w:rsid w:val="008921E4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54963"/>
    <w:rsid w:val="00A65613"/>
    <w:rsid w:val="00A83FE2"/>
    <w:rsid w:val="00A874EA"/>
    <w:rsid w:val="00A87FA6"/>
    <w:rsid w:val="00AA0281"/>
    <w:rsid w:val="00AD3B9F"/>
    <w:rsid w:val="00AD6EBC"/>
    <w:rsid w:val="00AF1D20"/>
    <w:rsid w:val="00B06BE3"/>
    <w:rsid w:val="00B11BB8"/>
    <w:rsid w:val="00B16BBF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005E3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7C72"/>
    <w:rsid w:val="00EC3760"/>
    <w:rsid w:val="00ED5CB9"/>
    <w:rsid w:val="00ED744E"/>
    <w:rsid w:val="00EE372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  <w:rsid w:val="00FE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character" w:customStyle="1" w:styleId="12">
    <w:name w:val="Знак Знак1"/>
    <w:basedOn w:val="DefaultParagraphFont"/>
    <w:uiPriority w:val="99"/>
    <w:semiHidden/>
    <w:rsid w:val="001C25E8"/>
    <w:rPr>
      <w:rFonts w:cs="Times New Roman"/>
    </w:rPr>
  </w:style>
  <w:style w:type="paragraph" w:customStyle="1" w:styleId="3">
    <w:name w:val="Знак Знак3"/>
    <w:basedOn w:val="Normal"/>
    <w:uiPriority w:val="99"/>
    <w:rsid w:val="001C25E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42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2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2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2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2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2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2</Pages>
  <Words>355</Words>
  <Characters>2024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20</cp:revision>
  <cp:lastPrinted>2014-12-09T12:10:00Z</cp:lastPrinted>
  <dcterms:created xsi:type="dcterms:W3CDTF">2014-11-12T06:48:00Z</dcterms:created>
  <dcterms:modified xsi:type="dcterms:W3CDTF">2017-11-28T08:30:00Z</dcterms:modified>
</cp:coreProperties>
</file>