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Look w:val="00A0"/>
      </w:tblPr>
      <w:tblGrid>
        <w:gridCol w:w="5495"/>
        <w:gridCol w:w="4253"/>
      </w:tblGrid>
      <w:tr w:rsidR="004B78F8" w:rsidTr="0018415C">
        <w:trPr>
          <w:trHeight w:val="2564"/>
        </w:trPr>
        <w:tc>
          <w:tcPr>
            <w:tcW w:w="5495" w:type="dxa"/>
          </w:tcPr>
          <w:p w:rsidR="004B78F8" w:rsidRPr="0018415C" w:rsidRDefault="004B78F8" w:rsidP="0018415C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4B78F8" w:rsidRPr="0018415C" w:rsidRDefault="004B78F8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 xml:space="preserve">ПРИЛОЖЕНИЕ </w:t>
            </w:r>
          </w:p>
          <w:p w:rsidR="004B78F8" w:rsidRPr="0018415C" w:rsidRDefault="004B78F8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</w:p>
          <w:p w:rsidR="004B78F8" w:rsidRPr="0018415C" w:rsidRDefault="004B78F8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УТВЕРЖДЕНО</w:t>
            </w:r>
          </w:p>
          <w:p w:rsidR="004B78F8" w:rsidRPr="0018415C" w:rsidRDefault="004B78F8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постановлением администрации</w:t>
            </w:r>
          </w:p>
          <w:p w:rsidR="004B78F8" w:rsidRPr="0018415C" w:rsidRDefault="004B78F8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</w:t>
            </w:r>
            <w:r w:rsidRPr="0018415C">
              <w:rPr>
                <w:sz w:val="28"/>
                <w:szCs w:val="28"/>
              </w:rPr>
              <w:t xml:space="preserve">ского сельского </w:t>
            </w:r>
          </w:p>
          <w:p w:rsidR="004B78F8" w:rsidRPr="0018415C" w:rsidRDefault="004B78F8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поселения Темрюкского района</w:t>
            </w:r>
          </w:p>
          <w:p w:rsidR="004B78F8" w:rsidRPr="0018415C" w:rsidRDefault="004B78F8" w:rsidP="0018415C">
            <w:pPr>
              <w:pStyle w:val="Heading1"/>
              <w:suppressAutoHyphens/>
              <w:rPr>
                <w:b w:val="0"/>
              </w:rPr>
            </w:pP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____________№ ________</w:t>
            </w:r>
          </w:p>
          <w:p w:rsidR="004B78F8" w:rsidRPr="0018415C" w:rsidRDefault="004B78F8" w:rsidP="0018415C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4B78F8" w:rsidRDefault="004B78F8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</w:t>
      </w:r>
    </w:p>
    <w:p w:rsidR="004B78F8" w:rsidRPr="00914D05" w:rsidRDefault="004B78F8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квалификационных требованиях</w:t>
      </w:r>
    </w:p>
    <w:p w:rsidR="004B78F8" w:rsidRDefault="004B78F8" w:rsidP="00185AF2">
      <w:pPr>
        <w:suppressAutoHyphens/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замещения </w:t>
      </w:r>
      <w:r w:rsidRPr="00914D05">
        <w:rPr>
          <w:b/>
          <w:bCs/>
          <w:sz w:val="28"/>
          <w:szCs w:val="28"/>
        </w:rPr>
        <w:t xml:space="preserve"> должност</w:t>
      </w:r>
      <w:r>
        <w:rPr>
          <w:b/>
          <w:bCs/>
          <w:sz w:val="28"/>
          <w:szCs w:val="28"/>
        </w:rPr>
        <w:t>ей</w:t>
      </w:r>
      <w:r w:rsidRPr="00914D05">
        <w:rPr>
          <w:b/>
          <w:bCs/>
          <w:sz w:val="28"/>
          <w:szCs w:val="28"/>
        </w:rPr>
        <w:t xml:space="preserve"> муниципальной службы </w:t>
      </w:r>
      <w:r>
        <w:rPr>
          <w:b/>
          <w:bCs/>
          <w:sz w:val="28"/>
          <w:szCs w:val="28"/>
        </w:rPr>
        <w:t xml:space="preserve">в </w:t>
      </w:r>
      <w:r w:rsidRPr="00914D05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>Старотитаровского сельского поселения Темрюкского района</w:t>
      </w:r>
    </w:p>
    <w:p w:rsidR="004B78F8" w:rsidRPr="00625993" w:rsidRDefault="004B78F8" w:rsidP="00185AF2">
      <w:pPr>
        <w:suppressAutoHyphens/>
        <w:spacing w:after="240"/>
        <w:jc w:val="center"/>
        <w:rPr>
          <w:bCs/>
          <w:sz w:val="28"/>
          <w:szCs w:val="28"/>
        </w:rPr>
      </w:pPr>
      <w:r w:rsidRPr="00625993">
        <w:rPr>
          <w:bCs/>
          <w:sz w:val="28"/>
          <w:szCs w:val="28"/>
        </w:rPr>
        <w:t>1. Общие положения</w:t>
      </w:r>
    </w:p>
    <w:p w:rsidR="004B78F8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914D05">
        <w:rPr>
          <w:sz w:val="28"/>
          <w:szCs w:val="28"/>
        </w:rPr>
        <w:t xml:space="preserve"> Для замещения должности муниципальной службы </w:t>
      </w:r>
      <w:r>
        <w:rPr>
          <w:sz w:val="28"/>
          <w:szCs w:val="28"/>
        </w:rPr>
        <w:t xml:space="preserve">в </w:t>
      </w:r>
      <w:r w:rsidRPr="00914D0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Старотитаровского сельского поселения Темрюкского района требуется соответствие </w:t>
      </w:r>
      <w:r w:rsidRPr="00914D05">
        <w:rPr>
          <w:sz w:val="28"/>
          <w:szCs w:val="28"/>
        </w:rPr>
        <w:t>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4B78F8" w:rsidRPr="00B72D36" w:rsidRDefault="004B78F8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B72D36">
        <w:rPr>
          <w:sz w:val="28"/>
          <w:szCs w:val="28"/>
        </w:rPr>
        <w:t>. 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определяются в соответствии с классификацией должностей муниципальной службы.</w:t>
      </w:r>
    </w:p>
    <w:p w:rsidR="004B78F8" w:rsidRPr="00B72D36" w:rsidRDefault="004B78F8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B72D36">
        <w:rPr>
          <w:sz w:val="28"/>
          <w:szCs w:val="28"/>
        </w:rPr>
        <w:t>. 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4B78F8" w:rsidRPr="002D1E2B" w:rsidRDefault="004B78F8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К</w:t>
      </w:r>
      <w:r w:rsidRPr="002D1E2B">
        <w:rPr>
          <w:sz w:val="28"/>
          <w:szCs w:val="28"/>
        </w:rPr>
        <w:t>валификационны</w:t>
      </w:r>
      <w:r>
        <w:rPr>
          <w:sz w:val="28"/>
          <w:szCs w:val="28"/>
        </w:rPr>
        <w:t>е требования</w:t>
      </w:r>
      <w:r w:rsidRPr="002D1E2B">
        <w:rPr>
          <w:sz w:val="28"/>
          <w:szCs w:val="28"/>
        </w:rPr>
        <w:t xml:space="preserve"> по своему содержанию подразделяющихся на:</w:t>
      </w:r>
    </w:p>
    <w:p w:rsidR="004B78F8" w:rsidRPr="0098406F" w:rsidRDefault="004B78F8" w:rsidP="00185AF2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1.4.1 </w:t>
      </w:r>
      <w:hyperlink w:anchor="sub_210" w:history="1">
        <w:r w:rsidRPr="002D1E2B">
          <w:rPr>
            <w:rStyle w:val="a0"/>
            <w:rFonts w:cs="Arial"/>
            <w:color w:val="auto"/>
            <w:sz w:val="28"/>
            <w:szCs w:val="28"/>
          </w:rPr>
          <w:t>базовые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всех должностей муниципальной </w:t>
      </w:r>
      <w:r w:rsidRPr="0098406F">
        <w:rPr>
          <w:sz w:val="28"/>
          <w:szCs w:val="28"/>
        </w:rPr>
        <w:t>службы</w:t>
      </w:r>
      <w:r w:rsidRPr="0098406F">
        <w:rPr>
          <w:color w:val="000000"/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98406F">
        <w:rPr>
          <w:color w:val="000000"/>
          <w:sz w:val="28"/>
          <w:szCs w:val="28"/>
        </w:rPr>
        <w:t>, вне зависимости от области и вида профессиональной служебной деятельности муниципального служащего;</w:t>
      </w:r>
    </w:p>
    <w:p w:rsidR="004B78F8" w:rsidRDefault="004B78F8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  </w:t>
      </w:r>
      <w:hyperlink w:anchor="sub_220" w:history="1">
        <w:r w:rsidRPr="002D1E2B">
          <w:rPr>
            <w:rStyle w:val="a0"/>
            <w:rFonts w:cs="Arial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</w:t>
      </w:r>
      <w:r>
        <w:rPr>
          <w:sz w:val="28"/>
          <w:szCs w:val="28"/>
        </w:rPr>
        <w:t xml:space="preserve">конкретных </w:t>
      </w:r>
      <w:r w:rsidRPr="002D1E2B">
        <w:rPr>
          <w:sz w:val="28"/>
          <w:szCs w:val="28"/>
        </w:rPr>
        <w:t xml:space="preserve">должностей муниципальной службы </w:t>
      </w:r>
      <w:r w:rsidRPr="0098406F">
        <w:rPr>
          <w:color w:val="000000"/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2D1E2B">
        <w:rPr>
          <w:sz w:val="28"/>
          <w:szCs w:val="28"/>
        </w:rPr>
        <w:t xml:space="preserve">в зависимости от области и вида профессиональной служебной </w:t>
      </w:r>
      <w:r>
        <w:rPr>
          <w:sz w:val="28"/>
          <w:szCs w:val="28"/>
        </w:rPr>
        <w:t>деятельности и с учетом функциональных обязанностей.</w:t>
      </w:r>
    </w:p>
    <w:p w:rsidR="004B78F8" w:rsidRDefault="004B78F8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4B78F8" w:rsidRDefault="004B78F8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4B78F8" w:rsidRDefault="004B78F8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4B78F8" w:rsidRDefault="004B78F8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4B78F8" w:rsidRPr="00625993" w:rsidRDefault="004B78F8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  <w:r w:rsidRPr="00625993">
        <w:rPr>
          <w:color w:val="000000"/>
          <w:sz w:val="28"/>
          <w:szCs w:val="28"/>
          <w:lang w:val="en-US"/>
        </w:rPr>
        <w:t>II</w:t>
      </w:r>
      <w:r w:rsidRPr="00625993">
        <w:rPr>
          <w:color w:val="000000"/>
          <w:sz w:val="28"/>
          <w:szCs w:val="28"/>
        </w:rPr>
        <w:t>. Базовые квалификационные требования</w:t>
      </w:r>
    </w:p>
    <w:p w:rsidR="004B78F8" w:rsidRPr="007D426B" w:rsidRDefault="004B78F8" w:rsidP="00185AF2">
      <w:pPr>
        <w:suppressAutoHyphens/>
        <w:ind w:firstLine="709"/>
        <w:rPr>
          <w:color w:val="000000"/>
        </w:rPr>
      </w:pPr>
    </w:p>
    <w:p w:rsidR="004B78F8" w:rsidRPr="008652A4" w:rsidRDefault="004B78F8" w:rsidP="00185AF2">
      <w:pPr>
        <w:suppressAutoHyphens/>
        <w:ind w:firstLine="709"/>
        <w:jc w:val="both"/>
        <w:rPr>
          <w:sz w:val="28"/>
          <w:szCs w:val="28"/>
        </w:rPr>
      </w:pPr>
      <w:r w:rsidRPr="008652A4">
        <w:rPr>
          <w:sz w:val="28"/>
          <w:szCs w:val="28"/>
        </w:rPr>
        <w:t xml:space="preserve">2.1. Базовые квалификационные требования устанавливаются </w:t>
      </w:r>
      <w:r>
        <w:rPr>
          <w:sz w:val="28"/>
          <w:szCs w:val="28"/>
        </w:rPr>
        <w:t>З</w:t>
      </w:r>
      <w:r w:rsidRPr="008652A4">
        <w:rPr>
          <w:sz w:val="28"/>
          <w:szCs w:val="28"/>
        </w:rPr>
        <w:t xml:space="preserve">аконом Краснодарского края от 3 мая  2012 года № 2490-КЗ «О типовых квалификационных требованиях для замещения должностей муниципальной службы в Краснодарском крае», а также настоящими квалификационными требованиями для замещения должностей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8652A4">
        <w:rPr>
          <w:sz w:val="28"/>
          <w:szCs w:val="28"/>
        </w:rPr>
        <w:t>.</w:t>
      </w:r>
    </w:p>
    <w:p w:rsidR="004B78F8" w:rsidRPr="008652A4" w:rsidRDefault="004B78F8" w:rsidP="00185AF2">
      <w:pPr>
        <w:suppressAutoHyphens/>
        <w:ind w:firstLine="709"/>
        <w:jc w:val="both"/>
        <w:rPr>
          <w:sz w:val="28"/>
          <w:szCs w:val="28"/>
        </w:rPr>
      </w:pPr>
      <w:r w:rsidRPr="008652A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8652A4">
        <w:rPr>
          <w:sz w:val="28"/>
          <w:szCs w:val="28"/>
        </w:rPr>
        <w:t xml:space="preserve">. Для замещения должностей муниципальной службы в администрации </w:t>
      </w:r>
      <w:r w:rsidRPr="008652A4">
        <w:rPr>
          <w:sz w:val="28"/>
          <w:szCs w:val="28"/>
        </w:rPr>
        <w:br/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8652A4">
        <w:rPr>
          <w:sz w:val="28"/>
          <w:szCs w:val="28"/>
        </w:rPr>
        <w:t>устанавливаются следующие базовые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4B78F8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Pr="00914D05">
        <w:rPr>
          <w:sz w:val="28"/>
          <w:szCs w:val="28"/>
        </w:rPr>
        <w:t> для главной группы должностей муниципальной службы  наличие</w:t>
      </w:r>
      <w:r>
        <w:rPr>
          <w:sz w:val="28"/>
          <w:szCs w:val="28"/>
        </w:rPr>
        <w:t>:</w:t>
      </w:r>
    </w:p>
    <w:p w:rsidR="004B78F8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высшего образования</w:t>
      </w:r>
      <w:r>
        <w:rPr>
          <w:sz w:val="28"/>
          <w:szCs w:val="28"/>
        </w:rPr>
        <w:t xml:space="preserve"> по профилю деятельности органа или по профилю замещаемой должности</w:t>
      </w:r>
      <w:r w:rsidRPr="00914D05">
        <w:rPr>
          <w:sz w:val="28"/>
          <w:szCs w:val="28"/>
        </w:rPr>
        <w:t xml:space="preserve"> не ниже уровня специали</w:t>
      </w:r>
      <w:r>
        <w:rPr>
          <w:sz w:val="28"/>
          <w:szCs w:val="28"/>
        </w:rPr>
        <w:t>тета, магистратуры;</w:t>
      </w:r>
    </w:p>
    <w:p w:rsidR="004B78F8" w:rsidRPr="00914D05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 xml:space="preserve">наличие стажа муниципальной службы не менее </w:t>
      </w:r>
      <w:r>
        <w:rPr>
          <w:sz w:val="28"/>
          <w:szCs w:val="28"/>
        </w:rPr>
        <w:t>трех</w:t>
      </w:r>
      <w:r w:rsidRPr="00914D05">
        <w:rPr>
          <w:sz w:val="28"/>
          <w:szCs w:val="28"/>
        </w:rPr>
        <w:t xml:space="preserve"> лет или стажа работы по специальности, направлению подготовки не менее </w:t>
      </w:r>
      <w:r>
        <w:rPr>
          <w:sz w:val="28"/>
          <w:szCs w:val="28"/>
        </w:rPr>
        <w:t>четырех</w:t>
      </w:r>
      <w:r w:rsidRPr="00914D05">
        <w:rPr>
          <w:sz w:val="28"/>
          <w:szCs w:val="28"/>
        </w:rPr>
        <w:t xml:space="preserve"> лет;</w:t>
      </w:r>
    </w:p>
    <w:p w:rsidR="004B78F8" w:rsidRDefault="004B78F8" w:rsidP="00D1729A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Pr="00914D05">
        <w:rPr>
          <w:sz w:val="28"/>
          <w:szCs w:val="28"/>
        </w:rPr>
        <w:t> для ведущей 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4B78F8" w:rsidRDefault="004B78F8" w:rsidP="00D1729A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высшего образования</w:t>
      </w:r>
      <w:r>
        <w:rPr>
          <w:sz w:val="28"/>
          <w:szCs w:val="28"/>
        </w:rPr>
        <w:t xml:space="preserve"> по профилю деятельности органа или по профилю замещаемой должности не ниже уровня бакалавриата;</w:t>
      </w:r>
    </w:p>
    <w:p w:rsidR="004B78F8" w:rsidRPr="00B53D61" w:rsidRDefault="004B78F8" w:rsidP="00B53D61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 xml:space="preserve">наличие стажа муниципальной службы не менее </w:t>
      </w:r>
      <w:r>
        <w:rPr>
          <w:sz w:val="28"/>
          <w:szCs w:val="28"/>
        </w:rPr>
        <w:t>двух лет</w:t>
      </w:r>
      <w:r w:rsidRPr="00914D05">
        <w:rPr>
          <w:sz w:val="28"/>
          <w:szCs w:val="28"/>
        </w:rPr>
        <w:t xml:space="preserve"> или стажа работы по специальности, направлению подготовки не менее </w:t>
      </w:r>
      <w:r>
        <w:rPr>
          <w:sz w:val="28"/>
          <w:szCs w:val="28"/>
        </w:rPr>
        <w:t>трех лет.</w:t>
      </w:r>
    </w:p>
    <w:p w:rsidR="004B78F8" w:rsidRPr="0043655A" w:rsidRDefault="004B78F8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3655A">
        <w:rPr>
          <w:rFonts w:ascii="Times New Roman" w:hAnsi="Times New Roman"/>
          <w:sz w:val="28"/>
          <w:szCs w:val="28"/>
        </w:rPr>
        <w:t>валификационные требования к стажу муниципальной службы или стажу работы по специальности</w:t>
      </w:r>
      <w:r>
        <w:rPr>
          <w:rFonts w:ascii="Times New Roman" w:hAnsi="Times New Roman"/>
          <w:sz w:val="28"/>
          <w:szCs w:val="28"/>
        </w:rPr>
        <w:t>, направлению подготовки</w:t>
      </w:r>
      <w:r w:rsidRPr="0043655A">
        <w:rPr>
          <w:rFonts w:ascii="Times New Roman" w:hAnsi="Times New Roman"/>
          <w:sz w:val="28"/>
          <w:szCs w:val="28"/>
        </w:rPr>
        <w:t xml:space="preserve"> при поступлении на муниципальную службу для замещения должностей муниципальной службы ведущей групп</w:t>
      </w:r>
      <w:r>
        <w:rPr>
          <w:rFonts w:ascii="Times New Roman" w:hAnsi="Times New Roman"/>
          <w:sz w:val="28"/>
          <w:szCs w:val="28"/>
        </w:rPr>
        <w:t>ы</w:t>
      </w:r>
      <w:r w:rsidRPr="0043655A">
        <w:rPr>
          <w:rFonts w:ascii="Times New Roman" w:hAnsi="Times New Roman"/>
          <w:sz w:val="28"/>
          <w:szCs w:val="28"/>
        </w:rPr>
        <w:t xml:space="preserve"> должностей не предъявляются к выпускнику очной формы обучения образовательно</w:t>
      </w:r>
      <w:r>
        <w:rPr>
          <w:rFonts w:ascii="Times New Roman" w:hAnsi="Times New Roman"/>
          <w:sz w:val="28"/>
          <w:szCs w:val="28"/>
        </w:rPr>
        <w:t>й организации</w:t>
      </w:r>
      <w:r w:rsidRPr="0043655A">
        <w:rPr>
          <w:rFonts w:ascii="Times New Roman" w:hAnsi="Times New Roman"/>
          <w:sz w:val="28"/>
          <w:szCs w:val="28"/>
        </w:rPr>
        <w:t xml:space="preserve"> высшего образования в случае:</w:t>
      </w:r>
    </w:p>
    <w:p w:rsidR="004B78F8" w:rsidRPr="0043655A" w:rsidRDefault="004B78F8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61"/>
      <w:r>
        <w:rPr>
          <w:rFonts w:ascii="Times New Roman" w:hAnsi="Times New Roman"/>
          <w:sz w:val="28"/>
          <w:szCs w:val="28"/>
        </w:rPr>
        <w:t>з</w:t>
      </w:r>
      <w:r w:rsidRPr="0043655A">
        <w:rPr>
          <w:rFonts w:ascii="Times New Roman" w:hAnsi="Times New Roman"/>
          <w:sz w:val="28"/>
          <w:szCs w:val="28"/>
        </w:rPr>
        <w:t xml:space="preserve">аключения между ним и администрацией </w:t>
      </w:r>
      <w:r w:rsidRPr="00411F37">
        <w:rPr>
          <w:rFonts w:ascii="Times New Roman" w:hAnsi="Times New Roman"/>
          <w:sz w:val="28"/>
          <w:szCs w:val="28"/>
        </w:rPr>
        <w:t>Старотитаровского</w:t>
      </w:r>
      <w:r w:rsidRPr="00B74A3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договора о целевом </w:t>
      </w:r>
      <w:r w:rsidRPr="0043655A">
        <w:rPr>
          <w:rFonts w:ascii="Times New Roman" w:hAnsi="Times New Roman"/>
          <w:sz w:val="28"/>
          <w:szCs w:val="28"/>
        </w:rPr>
        <w:t>обучени</w:t>
      </w:r>
      <w:r>
        <w:rPr>
          <w:rFonts w:ascii="Times New Roman" w:hAnsi="Times New Roman"/>
          <w:sz w:val="28"/>
          <w:szCs w:val="28"/>
        </w:rPr>
        <w:t>и</w:t>
      </w:r>
      <w:r w:rsidRPr="0043655A">
        <w:rPr>
          <w:rFonts w:ascii="Times New Roman" w:hAnsi="Times New Roman"/>
          <w:sz w:val="28"/>
          <w:szCs w:val="28"/>
        </w:rPr>
        <w:t xml:space="preserve"> за счёт средств местного бюджета и при поступлении на муниципальную службу в срок, уста</w:t>
      </w:r>
      <w:r>
        <w:rPr>
          <w:rFonts w:ascii="Times New Roman" w:hAnsi="Times New Roman"/>
          <w:sz w:val="28"/>
          <w:szCs w:val="28"/>
        </w:rPr>
        <w:t>новленный договором о целевом обучении;</w:t>
      </w:r>
    </w:p>
    <w:p w:rsidR="004B78F8" w:rsidRPr="0043655A" w:rsidRDefault="004B78F8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62"/>
      <w:bookmarkEnd w:id="0"/>
      <w:r>
        <w:rPr>
          <w:rFonts w:ascii="Times New Roman" w:hAnsi="Times New Roman"/>
          <w:sz w:val="28"/>
          <w:szCs w:val="28"/>
        </w:rPr>
        <w:t>з</w:t>
      </w:r>
      <w:r w:rsidRPr="0043655A">
        <w:rPr>
          <w:rFonts w:ascii="Times New Roman" w:hAnsi="Times New Roman"/>
          <w:sz w:val="28"/>
          <w:szCs w:val="28"/>
        </w:rPr>
        <w:t xml:space="preserve">аключения договора между ним и администрацией </w:t>
      </w:r>
      <w:r w:rsidRPr="00411F37">
        <w:rPr>
          <w:rFonts w:ascii="Times New Roman" w:hAnsi="Times New Roman"/>
          <w:sz w:val="28"/>
          <w:szCs w:val="28"/>
        </w:rPr>
        <w:t>Старотитаровского</w:t>
      </w:r>
      <w:r w:rsidRPr="00B74A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74A30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55A">
        <w:rPr>
          <w:rFonts w:ascii="Times New Roman" w:hAnsi="Times New Roman"/>
          <w:sz w:val="28"/>
          <w:szCs w:val="28"/>
        </w:rPr>
        <w:t>о прохождении практики в тече</w:t>
      </w:r>
      <w:r>
        <w:rPr>
          <w:rFonts w:ascii="Times New Roman" w:hAnsi="Times New Roman"/>
          <w:sz w:val="28"/>
          <w:szCs w:val="28"/>
        </w:rPr>
        <w:t>ние всего периода обучения;</w:t>
      </w:r>
    </w:p>
    <w:p w:rsidR="004B78F8" w:rsidRPr="0043655A" w:rsidRDefault="004B78F8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63"/>
      <w:bookmarkEnd w:id="1"/>
      <w:r w:rsidRPr="00C0611E">
        <w:rPr>
          <w:rFonts w:ascii="Times New Roman" w:hAnsi="Times New Roman"/>
          <w:sz w:val="28"/>
          <w:szCs w:val="28"/>
        </w:rPr>
        <w:t>осуществления им полномочий депутата законодательного (представительного) органа государственной власти Краснодарского края или</w:t>
      </w:r>
      <w:r w:rsidRPr="0043655A">
        <w:rPr>
          <w:rFonts w:ascii="Times New Roman" w:hAnsi="Times New Roman"/>
          <w:sz w:val="28"/>
          <w:szCs w:val="28"/>
        </w:rPr>
        <w:t xml:space="preserve"> полномочий депутата представительного ор</w:t>
      </w:r>
      <w:r>
        <w:rPr>
          <w:rFonts w:ascii="Times New Roman" w:hAnsi="Times New Roman"/>
          <w:sz w:val="28"/>
          <w:szCs w:val="28"/>
        </w:rPr>
        <w:t xml:space="preserve">гана </w:t>
      </w:r>
      <w:r w:rsidRPr="00C0611E">
        <w:rPr>
          <w:rFonts w:ascii="Times New Roman" w:hAnsi="Times New Roman"/>
          <w:sz w:val="28"/>
          <w:szCs w:val="28"/>
        </w:rPr>
        <w:t>муниципального образования.</w:t>
      </w:r>
    </w:p>
    <w:bookmarkEnd w:id="2"/>
    <w:p w:rsidR="004B78F8" w:rsidRPr="00463A7C" w:rsidRDefault="004B78F8" w:rsidP="00185AF2">
      <w:pPr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</w:t>
      </w:r>
      <w:r w:rsidRPr="00675483">
        <w:rPr>
          <w:sz w:val="28"/>
          <w:szCs w:val="28"/>
          <w:lang w:eastAsia="en-US"/>
        </w:rPr>
        <w:t>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ведущих должностей муниципальной службы - не менее одного года стажа муниципальной службы (государственной службы) или стажа работы по специальности, направлению подго</w:t>
      </w:r>
      <w:r>
        <w:rPr>
          <w:sz w:val="28"/>
          <w:szCs w:val="28"/>
          <w:lang w:eastAsia="en-US"/>
        </w:rPr>
        <w:t>товки;</w:t>
      </w:r>
    </w:p>
    <w:p w:rsidR="004B78F8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914D05">
        <w:rPr>
          <w:sz w:val="28"/>
          <w:szCs w:val="28"/>
        </w:rPr>
        <w:t xml:space="preserve">.4 для старшей </w:t>
      </w:r>
      <w:r>
        <w:rPr>
          <w:sz w:val="28"/>
          <w:szCs w:val="28"/>
        </w:rPr>
        <w:t xml:space="preserve">и младшей </w:t>
      </w:r>
      <w:r w:rsidRPr="00914D05">
        <w:rPr>
          <w:sz w:val="28"/>
          <w:szCs w:val="28"/>
        </w:rPr>
        <w:t>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4B78F8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</w:t>
      </w:r>
      <w:r w:rsidRPr="00914D05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по профилю замещаемой должности </w:t>
      </w:r>
      <w:r w:rsidRPr="00914D05">
        <w:rPr>
          <w:sz w:val="28"/>
          <w:szCs w:val="28"/>
        </w:rPr>
        <w:t xml:space="preserve">без </w:t>
      </w:r>
      <w:r>
        <w:rPr>
          <w:sz w:val="28"/>
          <w:szCs w:val="28"/>
        </w:rPr>
        <w:t>предъявления требований к стажу.</w:t>
      </w:r>
    </w:p>
    <w:p w:rsidR="004B78F8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57DD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557DDC">
        <w:rPr>
          <w:color w:val="000000"/>
          <w:sz w:val="28"/>
          <w:szCs w:val="28"/>
        </w:rPr>
        <w:t xml:space="preserve">. Базовые квалификационные требования к знаниям, которые необходимы для исполнения должностных обязанностей, устанавливаются вне зависимости от </w:t>
      </w:r>
      <w:r>
        <w:rPr>
          <w:color w:val="000000"/>
          <w:sz w:val="28"/>
          <w:szCs w:val="28"/>
        </w:rPr>
        <w:t xml:space="preserve">группы должностей муниципальной службы, области и вида профессиональной служебной деятельности </w:t>
      </w:r>
      <w:r w:rsidRPr="00557DDC">
        <w:rPr>
          <w:color w:val="000000"/>
          <w:sz w:val="28"/>
          <w:szCs w:val="28"/>
        </w:rPr>
        <w:t>и включают:</w:t>
      </w:r>
    </w:p>
    <w:p w:rsidR="004B78F8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144F76">
        <w:rPr>
          <w:color w:val="000000"/>
          <w:sz w:val="28"/>
          <w:szCs w:val="28"/>
        </w:rPr>
        <w:t>.1 требования к знанию государственного языка Российской Федерации (русского языка);</w:t>
      </w:r>
    </w:p>
    <w:p w:rsidR="004B78F8" w:rsidRPr="00625993" w:rsidRDefault="004B78F8" w:rsidP="00185AF2">
      <w:pPr>
        <w:pStyle w:val="ListParagraph"/>
        <w:numPr>
          <w:ilvl w:val="2"/>
          <w:numId w:val="9"/>
        </w:numPr>
        <w:suppressAutoHyphens/>
        <w:jc w:val="both"/>
        <w:rPr>
          <w:color w:val="000000"/>
          <w:sz w:val="28"/>
          <w:szCs w:val="28"/>
        </w:rPr>
      </w:pPr>
      <w:r w:rsidRPr="00625993">
        <w:rPr>
          <w:color w:val="000000"/>
          <w:sz w:val="28"/>
          <w:szCs w:val="28"/>
        </w:rPr>
        <w:t>требования к правовым знаниям основ:</w:t>
      </w:r>
    </w:p>
    <w:p w:rsidR="004B78F8" w:rsidRPr="00144F76" w:rsidRDefault="004B78F8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144F76">
        <w:rPr>
          <w:color w:val="000000"/>
          <w:sz w:val="28"/>
          <w:szCs w:val="28"/>
        </w:rPr>
        <w:t>Конституции Российской Федерации;</w:t>
      </w:r>
    </w:p>
    <w:p w:rsidR="004B78F8" w:rsidRPr="00144F76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sz w:val="28"/>
          <w:szCs w:val="28"/>
        </w:rPr>
        <w:t>Федерального закона от 6 октября 2003 г</w:t>
      </w:r>
      <w:r>
        <w:rPr>
          <w:sz w:val="28"/>
          <w:szCs w:val="28"/>
        </w:rPr>
        <w:t>ода</w:t>
      </w:r>
      <w:r w:rsidRPr="00144F76">
        <w:rPr>
          <w:sz w:val="28"/>
          <w:szCs w:val="28"/>
        </w:rPr>
        <w:t xml:space="preserve"> № 131-ФЗ «О</w:t>
      </w:r>
      <w:r>
        <w:rPr>
          <w:sz w:val="28"/>
          <w:szCs w:val="28"/>
        </w:rPr>
        <w:t>б общих принципах организации</w:t>
      </w:r>
      <w:bookmarkStart w:id="3" w:name="_GoBack"/>
      <w:bookmarkEnd w:id="3"/>
      <w:r w:rsidRPr="00144F76">
        <w:rPr>
          <w:sz w:val="28"/>
          <w:szCs w:val="28"/>
        </w:rPr>
        <w:t xml:space="preserve"> местно</w:t>
      </w:r>
      <w:r>
        <w:rPr>
          <w:sz w:val="28"/>
          <w:szCs w:val="28"/>
        </w:rPr>
        <w:t>го</w:t>
      </w:r>
      <w:r w:rsidRPr="00144F76">
        <w:rPr>
          <w:sz w:val="28"/>
          <w:szCs w:val="28"/>
        </w:rPr>
        <w:t xml:space="preserve"> самоуправлении в Российской Федерации»</w:t>
      </w:r>
      <w:r w:rsidRPr="00144F76">
        <w:rPr>
          <w:color w:val="000000"/>
          <w:sz w:val="28"/>
          <w:szCs w:val="28"/>
        </w:rPr>
        <w:t>;</w:t>
      </w:r>
    </w:p>
    <w:p w:rsidR="004B78F8" w:rsidRPr="00144F76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sz w:val="28"/>
          <w:szCs w:val="28"/>
        </w:rPr>
        <w:t xml:space="preserve">Федерального закона от 2 марта 2007 </w:t>
      </w:r>
      <w:r>
        <w:rPr>
          <w:sz w:val="28"/>
          <w:szCs w:val="28"/>
        </w:rPr>
        <w:t>года</w:t>
      </w:r>
      <w:r w:rsidRPr="00144F76">
        <w:rPr>
          <w:sz w:val="28"/>
          <w:szCs w:val="28"/>
        </w:rPr>
        <w:t xml:space="preserve"> № 25-ФЗ «О муниципальной службе в Российской Федерации»</w:t>
      </w:r>
      <w:r w:rsidRPr="00144F76">
        <w:rPr>
          <w:color w:val="000000"/>
          <w:sz w:val="28"/>
          <w:szCs w:val="28"/>
        </w:rPr>
        <w:t>;</w:t>
      </w:r>
    </w:p>
    <w:p w:rsidR="004B78F8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color w:val="000000"/>
          <w:sz w:val="28"/>
          <w:szCs w:val="28"/>
        </w:rPr>
        <w:t>законодательс</w:t>
      </w:r>
      <w:r>
        <w:rPr>
          <w:color w:val="000000"/>
          <w:sz w:val="28"/>
          <w:szCs w:val="28"/>
        </w:rPr>
        <w:t>тва о противодействии коррупции.</w:t>
      </w:r>
    </w:p>
    <w:p w:rsidR="004B78F8" w:rsidRDefault="004B78F8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57DD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4</w:t>
      </w:r>
      <w:r w:rsidRPr="00557DDC">
        <w:rPr>
          <w:color w:val="000000"/>
          <w:sz w:val="28"/>
          <w:szCs w:val="28"/>
        </w:rPr>
        <w:t xml:space="preserve">. Базовые квалификационные требования к </w:t>
      </w:r>
      <w:r>
        <w:rPr>
          <w:color w:val="000000"/>
          <w:sz w:val="28"/>
          <w:szCs w:val="28"/>
        </w:rPr>
        <w:t>умениям</w:t>
      </w:r>
      <w:r w:rsidRPr="00557DDC">
        <w:rPr>
          <w:color w:val="000000"/>
          <w:sz w:val="28"/>
          <w:szCs w:val="28"/>
        </w:rPr>
        <w:t xml:space="preserve">, которые необходимы для исполнения должностных обязанностей, устанавливаются вне зависимости от </w:t>
      </w:r>
      <w:r>
        <w:rPr>
          <w:color w:val="000000"/>
          <w:sz w:val="28"/>
          <w:szCs w:val="28"/>
        </w:rPr>
        <w:t xml:space="preserve">области и вида профессиональной служебной деятельности </w:t>
      </w:r>
      <w:r w:rsidRPr="00557DDC">
        <w:rPr>
          <w:color w:val="000000"/>
          <w:sz w:val="28"/>
          <w:szCs w:val="28"/>
        </w:rPr>
        <w:t>и включают:</w:t>
      </w:r>
    </w:p>
    <w:p w:rsidR="004B78F8" w:rsidRPr="005A3072" w:rsidRDefault="004B78F8" w:rsidP="00185AF2">
      <w:pPr>
        <w:pStyle w:val="ListParagraph"/>
        <w:suppressAutoHyphens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2.4.1 </w:t>
      </w:r>
      <w:r w:rsidRPr="005A3072">
        <w:rPr>
          <w:color w:val="000000"/>
          <w:sz w:val="28"/>
          <w:szCs w:val="28"/>
        </w:rPr>
        <w:t>требования к умениям</w:t>
      </w:r>
      <w:r>
        <w:rPr>
          <w:color w:val="000000"/>
          <w:sz w:val="28"/>
          <w:szCs w:val="28"/>
        </w:rPr>
        <w:t xml:space="preserve"> для замещения всех групп должностей муниципальной службы</w:t>
      </w:r>
      <w:r w:rsidRPr="005A3072">
        <w:rPr>
          <w:color w:val="000000"/>
          <w:sz w:val="28"/>
          <w:szCs w:val="28"/>
        </w:rPr>
        <w:t>:</w:t>
      </w:r>
    </w:p>
    <w:p w:rsidR="004B78F8" w:rsidRPr="005A3072" w:rsidRDefault="004B78F8" w:rsidP="00185AF2">
      <w:pPr>
        <w:suppressAutoHyphens/>
        <w:ind w:firstLine="708"/>
        <w:jc w:val="both"/>
        <w:rPr>
          <w:sz w:val="28"/>
          <w:szCs w:val="28"/>
        </w:rPr>
      </w:pPr>
      <w:r w:rsidRPr="005A3072">
        <w:rPr>
          <w:sz w:val="28"/>
          <w:szCs w:val="28"/>
        </w:rPr>
        <w:t>работать на компьютере, в том числе в сети «Интернет»;</w:t>
      </w:r>
    </w:p>
    <w:p w:rsidR="004B78F8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>работ</w:t>
      </w:r>
      <w:r>
        <w:rPr>
          <w:sz w:val="28"/>
          <w:szCs w:val="28"/>
        </w:rPr>
        <w:t>ать</w:t>
      </w:r>
      <w:r w:rsidRPr="005A3072">
        <w:rPr>
          <w:sz w:val="28"/>
          <w:szCs w:val="28"/>
        </w:rPr>
        <w:t xml:space="preserve"> в информационно-правовых системах</w:t>
      </w:r>
      <w:r>
        <w:rPr>
          <w:color w:val="000000"/>
          <w:sz w:val="28"/>
          <w:szCs w:val="28"/>
        </w:rPr>
        <w:t>;</w:t>
      </w:r>
    </w:p>
    <w:p w:rsidR="004B78F8" w:rsidRPr="005A3072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 xml:space="preserve">соблюдать этику делового общения </w:t>
      </w:r>
      <w:r>
        <w:rPr>
          <w:sz w:val="28"/>
          <w:szCs w:val="28"/>
        </w:rPr>
        <w:t>при взаимодействии с гражданами;</w:t>
      </w:r>
    </w:p>
    <w:p w:rsidR="004B78F8" w:rsidRPr="005A3072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 </w:t>
      </w:r>
      <w:r w:rsidRPr="005A3072">
        <w:rPr>
          <w:color w:val="000000"/>
          <w:sz w:val="28"/>
          <w:szCs w:val="28"/>
        </w:rPr>
        <w:t>требования к умениям</w:t>
      </w:r>
      <w:r>
        <w:rPr>
          <w:color w:val="000000"/>
          <w:sz w:val="28"/>
          <w:szCs w:val="28"/>
        </w:rPr>
        <w:t xml:space="preserve"> для </w:t>
      </w:r>
      <w:r w:rsidRPr="005A3072">
        <w:rPr>
          <w:sz w:val="28"/>
          <w:szCs w:val="28"/>
        </w:rPr>
        <w:t>замещения должностей  главной и ведущей групп:</w:t>
      </w:r>
    </w:p>
    <w:p w:rsidR="004B78F8" w:rsidRPr="005A3072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4B78F8" w:rsidRPr="005A3072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>оперативно принимать и реализовывать управленческие решения;</w:t>
      </w:r>
    </w:p>
    <w:p w:rsidR="004B78F8" w:rsidRPr="005A3072" w:rsidRDefault="004B78F8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 xml:space="preserve">вести деловые переговоры с представителями государственных органов, </w:t>
      </w:r>
      <w:r>
        <w:rPr>
          <w:sz w:val="28"/>
          <w:szCs w:val="28"/>
        </w:rPr>
        <w:t>органов местного самоуправления.</w:t>
      </w:r>
    </w:p>
    <w:p w:rsidR="004B78F8" w:rsidRPr="00914D05" w:rsidRDefault="004B78F8" w:rsidP="00185AF2">
      <w:pPr>
        <w:suppressLineNumbers/>
        <w:suppressAutoHyphens/>
        <w:ind w:firstLine="708"/>
        <w:jc w:val="both"/>
        <w:rPr>
          <w:sz w:val="28"/>
          <w:szCs w:val="28"/>
        </w:rPr>
      </w:pPr>
    </w:p>
    <w:p w:rsidR="004B78F8" w:rsidRPr="00BB188F" w:rsidRDefault="004B78F8" w:rsidP="00185AF2">
      <w:pPr>
        <w:suppressAutoHyphens/>
        <w:spacing w:line="240" w:lineRule="exact"/>
        <w:ind w:firstLine="708"/>
        <w:jc w:val="center"/>
        <w:rPr>
          <w:color w:val="000000"/>
          <w:sz w:val="28"/>
          <w:szCs w:val="28"/>
        </w:rPr>
      </w:pPr>
      <w:r w:rsidRPr="00BB188F">
        <w:rPr>
          <w:color w:val="000000"/>
          <w:sz w:val="28"/>
          <w:szCs w:val="28"/>
          <w:lang w:val="en-US"/>
        </w:rPr>
        <w:t>III</w:t>
      </w:r>
      <w:r w:rsidRPr="00BB188F">
        <w:rPr>
          <w:color w:val="000000"/>
          <w:sz w:val="28"/>
          <w:szCs w:val="28"/>
        </w:rPr>
        <w:t>. Функциональные квалификационные требования</w:t>
      </w:r>
    </w:p>
    <w:p w:rsidR="004B78F8" w:rsidRPr="00091B2A" w:rsidRDefault="004B78F8" w:rsidP="00185AF2">
      <w:pPr>
        <w:suppressAutoHyphens/>
        <w:ind w:firstLine="708"/>
        <w:rPr>
          <w:color w:val="000000"/>
          <w:sz w:val="28"/>
          <w:szCs w:val="28"/>
        </w:rPr>
      </w:pPr>
    </w:p>
    <w:p w:rsidR="004B78F8" w:rsidRPr="00B74A30" w:rsidRDefault="004B78F8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3.1. Функциональные квалификационные требования разрабатыв</w:t>
      </w:r>
      <w:r>
        <w:rPr>
          <w:color w:val="000000"/>
          <w:sz w:val="28"/>
          <w:szCs w:val="28"/>
        </w:rPr>
        <w:t xml:space="preserve">аются начальниками отделов </w:t>
      </w:r>
      <w:r w:rsidRPr="00091B2A">
        <w:rPr>
          <w:color w:val="000000"/>
          <w:sz w:val="28"/>
          <w:szCs w:val="28"/>
        </w:rPr>
        <w:t xml:space="preserve">совместно с </w:t>
      </w:r>
      <w:r>
        <w:rPr>
          <w:color w:val="000000"/>
          <w:sz w:val="28"/>
          <w:szCs w:val="28"/>
        </w:rPr>
        <w:t xml:space="preserve">общим отделом администрации Старотитаровского сельского поселения Темрюкского района, с учетом требований, предусмотренных </w:t>
      </w:r>
      <w:r w:rsidRPr="00B068AA">
        <w:rPr>
          <w:sz w:val="28"/>
          <w:szCs w:val="28"/>
        </w:rPr>
        <w:t>Справочником типовых квалификационных требований для замещения должностей муниципальной службы (далее – Справочник), разработанны</w:t>
      </w:r>
      <w:r>
        <w:rPr>
          <w:sz w:val="28"/>
          <w:szCs w:val="28"/>
        </w:rPr>
        <w:t>м</w:t>
      </w:r>
      <w:r w:rsidRPr="00B068AA">
        <w:rPr>
          <w:sz w:val="28"/>
          <w:szCs w:val="28"/>
        </w:rPr>
        <w:t xml:space="preserve"> Министерством труда и социальной защиты, </w:t>
      </w:r>
      <w:r w:rsidRPr="00091B2A">
        <w:rPr>
          <w:color w:val="000000"/>
          <w:sz w:val="28"/>
          <w:szCs w:val="28"/>
        </w:rPr>
        <w:t>и устанавливаются должностной инструкцией муниципального служащего.</w:t>
      </w:r>
    </w:p>
    <w:p w:rsidR="004B78F8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3.2. Функциональные квалификационные требования к специальности, направлению подготовки профессионального образования устанавливаются при наличии соответствующего решения </w:t>
      </w:r>
      <w:r>
        <w:rPr>
          <w:color w:val="000000"/>
          <w:sz w:val="28"/>
          <w:szCs w:val="28"/>
        </w:rPr>
        <w:t xml:space="preserve">главы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 xml:space="preserve"> в случае, если характер выполняемых должностных обязанностей муниципального служащего предполагает наличие специальных теоретических знаний в конкретной области.</w:t>
      </w:r>
    </w:p>
    <w:p w:rsidR="004B78F8" w:rsidRPr="00D404E6" w:rsidRDefault="004B78F8" w:rsidP="00185AF2">
      <w:pPr>
        <w:suppressAutoHyphens/>
        <w:ind w:firstLine="720"/>
        <w:jc w:val="both"/>
        <w:rPr>
          <w:sz w:val="28"/>
          <w:szCs w:val="28"/>
        </w:rPr>
      </w:pPr>
      <w:r w:rsidRPr="00D404E6">
        <w:rPr>
          <w:sz w:val="28"/>
          <w:szCs w:val="28"/>
        </w:rPr>
        <w:t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приказом Росстандарта от 8 декабря 2016 года № 2007-ст, и указывать наименования области образования, укрупненной группы и (или) специальности, направления подготовки.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3.3. Функциональные квалификационные требования к специальности, направлению подготовки профессионального образования могут включать 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3.4. Требование к наличию дополнительного профессионального 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3.5. Функциональные квалификационные требования к содержанию ста</w:t>
      </w:r>
      <w:r>
        <w:rPr>
          <w:color w:val="000000"/>
          <w:sz w:val="28"/>
          <w:szCs w:val="28"/>
        </w:rPr>
        <w:t xml:space="preserve">жа </w:t>
      </w:r>
      <w:r w:rsidRPr="00091B2A">
        <w:rPr>
          <w:color w:val="000000"/>
          <w:sz w:val="28"/>
          <w:szCs w:val="28"/>
        </w:rPr>
        <w:t xml:space="preserve">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>.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87322">
        <w:rPr>
          <w:color w:val="000000"/>
          <w:sz w:val="28"/>
          <w:szCs w:val="28"/>
        </w:rPr>
        <w:t>3.6. Функциональные квалификационные требования к знаниям включают: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знание конкретных нормативных правовых актов Российской Федерации </w:t>
      </w:r>
      <w:r w:rsidRPr="00091B2A">
        <w:rPr>
          <w:color w:val="000000"/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Краснодарского края</w:t>
      </w:r>
      <w:r w:rsidRPr="00091B2A">
        <w:rPr>
          <w:color w:val="000000"/>
          <w:sz w:val="28"/>
          <w:szCs w:val="28"/>
        </w:rPr>
        <w:t xml:space="preserve">, нормативных правовых актов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сельского поселения Темрюкского района, </w:t>
      </w:r>
      <w:r w:rsidRPr="00091B2A">
        <w:rPr>
          <w:color w:val="000000"/>
          <w:sz w:val="28"/>
          <w:szCs w:val="28"/>
        </w:rPr>
        <w:t>регулирующих вопросы, связанные с исполнением должностных обязанностей;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знание правоприменительной практики, включая определенные постановления и определения судов Российской Федерации;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знание писем и рекомендаций государственных органов, содержащих разъяснения по определенным вопросам;</w:t>
      </w:r>
    </w:p>
    <w:p w:rsidR="004B78F8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иные знания.</w:t>
      </w:r>
    </w:p>
    <w:p w:rsidR="004B78F8" w:rsidRPr="00091B2A" w:rsidRDefault="004B78F8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3.7. Функциональные квалификационные требования к умениям включают конкретные способности по практическому применению знаний, обладание которыми необходимо для исполнения должностных обязанностей.</w:t>
      </w:r>
    </w:p>
    <w:p w:rsidR="004B78F8" w:rsidRDefault="004B78F8" w:rsidP="00185AF2">
      <w:pPr>
        <w:suppressAutoHyphens/>
        <w:rPr>
          <w:sz w:val="28"/>
          <w:szCs w:val="28"/>
        </w:rPr>
      </w:pPr>
    </w:p>
    <w:p w:rsidR="004B78F8" w:rsidRDefault="004B78F8" w:rsidP="00185AF2">
      <w:pPr>
        <w:suppressAutoHyphens/>
        <w:rPr>
          <w:sz w:val="28"/>
          <w:szCs w:val="28"/>
        </w:rPr>
      </w:pPr>
    </w:p>
    <w:p w:rsidR="004B78F8" w:rsidRDefault="004B78F8" w:rsidP="00185AF2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Глава  Старотитаровского сельского </w:t>
      </w:r>
    </w:p>
    <w:p w:rsidR="004B78F8" w:rsidRPr="00914D05" w:rsidRDefault="004B78F8" w:rsidP="004F5221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А.Г.Титаренко</w:t>
      </w:r>
    </w:p>
    <w:sectPr w:rsidR="004B78F8" w:rsidRPr="00914D05" w:rsidSect="004F5221">
      <w:headerReference w:type="default" r:id="rId7"/>
      <w:pgSz w:w="11906" w:h="16838"/>
      <w:pgMar w:top="284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8F8" w:rsidRDefault="004B78F8" w:rsidP="00D40D88">
      <w:r>
        <w:separator/>
      </w:r>
    </w:p>
  </w:endnote>
  <w:endnote w:type="continuationSeparator" w:id="0">
    <w:p w:rsidR="004B78F8" w:rsidRDefault="004B78F8" w:rsidP="00D40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8F8" w:rsidRDefault="004B78F8" w:rsidP="00D40D88">
      <w:r>
        <w:separator/>
      </w:r>
    </w:p>
  </w:footnote>
  <w:footnote w:type="continuationSeparator" w:id="0">
    <w:p w:rsidR="004B78F8" w:rsidRDefault="004B78F8" w:rsidP="00D40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8F8" w:rsidRPr="00185AF2" w:rsidRDefault="004B78F8">
    <w:pPr>
      <w:pStyle w:val="Header"/>
      <w:jc w:val="center"/>
      <w:rPr>
        <w:sz w:val="28"/>
        <w:szCs w:val="28"/>
      </w:rPr>
    </w:pPr>
    <w:r w:rsidRPr="00185AF2">
      <w:rPr>
        <w:sz w:val="28"/>
        <w:szCs w:val="28"/>
      </w:rPr>
      <w:fldChar w:fldCharType="begin"/>
    </w:r>
    <w:r w:rsidRPr="00185AF2">
      <w:rPr>
        <w:sz w:val="28"/>
        <w:szCs w:val="28"/>
      </w:rPr>
      <w:instrText>PAGE   \* MERGEFORMAT</w:instrText>
    </w:r>
    <w:r w:rsidRPr="00185AF2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85AF2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7B36"/>
    <w:multiLevelType w:val="hybridMultilevel"/>
    <w:tmpl w:val="01B60B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B5E7BAE"/>
    <w:multiLevelType w:val="hybridMultilevel"/>
    <w:tmpl w:val="237A4214"/>
    <w:lvl w:ilvl="0" w:tplc="56E296E4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">
    <w:nsid w:val="2DE72ADB"/>
    <w:multiLevelType w:val="multilevel"/>
    <w:tmpl w:val="9B8CD7C2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31DF043A"/>
    <w:multiLevelType w:val="multilevel"/>
    <w:tmpl w:val="BB94BE56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4B92FB8"/>
    <w:multiLevelType w:val="multilevel"/>
    <w:tmpl w:val="CF929F2A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64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64" w:hanging="2160"/>
      </w:pPr>
      <w:rPr>
        <w:rFonts w:cs="Times New Roman" w:hint="default"/>
      </w:rPr>
    </w:lvl>
  </w:abstractNum>
  <w:abstractNum w:abstractNumId="5">
    <w:nsid w:val="581A1B56"/>
    <w:multiLevelType w:val="hybridMultilevel"/>
    <w:tmpl w:val="B5A62D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701DDC"/>
    <w:multiLevelType w:val="multilevel"/>
    <w:tmpl w:val="87FE972C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7">
    <w:nsid w:val="6EFC1167"/>
    <w:multiLevelType w:val="hybridMultilevel"/>
    <w:tmpl w:val="2F9A8B14"/>
    <w:lvl w:ilvl="0" w:tplc="188E4C4A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ECC3213"/>
    <w:multiLevelType w:val="hybridMultilevel"/>
    <w:tmpl w:val="9E06D0F0"/>
    <w:lvl w:ilvl="0" w:tplc="A1104BD6">
      <w:start w:val="1"/>
      <w:numFmt w:val="bullet"/>
      <w:lvlText w:val="­"/>
      <w:lvlJc w:val="left"/>
      <w:pPr>
        <w:ind w:left="34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F73"/>
    <w:rsid w:val="000506F7"/>
    <w:rsid w:val="0006459F"/>
    <w:rsid w:val="00091B2A"/>
    <w:rsid w:val="000D1E70"/>
    <w:rsid w:val="00144F76"/>
    <w:rsid w:val="00171413"/>
    <w:rsid w:val="0017737F"/>
    <w:rsid w:val="001812DA"/>
    <w:rsid w:val="0018415C"/>
    <w:rsid w:val="00185AF2"/>
    <w:rsid w:val="001D0EFC"/>
    <w:rsid w:val="001D4425"/>
    <w:rsid w:val="001D6157"/>
    <w:rsid w:val="00206E77"/>
    <w:rsid w:val="002975D1"/>
    <w:rsid w:val="002A050F"/>
    <w:rsid w:val="002D1E2B"/>
    <w:rsid w:val="002D391F"/>
    <w:rsid w:val="00312B0D"/>
    <w:rsid w:val="003B3FDD"/>
    <w:rsid w:val="00411F37"/>
    <w:rsid w:val="004264EA"/>
    <w:rsid w:val="0043655A"/>
    <w:rsid w:val="00463A7C"/>
    <w:rsid w:val="00496610"/>
    <w:rsid w:val="004B78F8"/>
    <w:rsid w:val="004F5221"/>
    <w:rsid w:val="00556A38"/>
    <w:rsid w:val="0055720B"/>
    <w:rsid w:val="00557DDC"/>
    <w:rsid w:val="00566973"/>
    <w:rsid w:val="005A3072"/>
    <w:rsid w:val="005C4481"/>
    <w:rsid w:val="005D6F01"/>
    <w:rsid w:val="00625993"/>
    <w:rsid w:val="00665CD8"/>
    <w:rsid w:val="00675483"/>
    <w:rsid w:val="006C13CF"/>
    <w:rsid w:val="006D1340"/>
    <w:rsid w:val="0071289A"/>
    <w:rsid w:val="00734AB3"/>
    <w:rsid w:val="007626A1"/>
    <w:rsid w:val="007B686F"/>
    <w:rsid w:val="007D426B"/>
    <w:rsid w:val="00821C32"/>
    <w:rsid w:val="00843E14"/>
    <w:rsid w:val="008652A4"/>
    <w:rsid w:val="00914D05"/>
    <w:rsid w:val="00926CFC"/>
    <w:rsid w:val="0098406F"/>
    <w:rsid w:val="009C3986"/>
    <w:rsid w:val="009E1B2A"/>
    <w:rsid w:val="00A47CC3"/>
    <w:rsid w:val="00AB18A5"/>
    <w:rsid w:val="00B068AA"/>
    <w:rsid w:val="00B25C42"/>
    <w:rsid w:val="00B33111"/>
    <w:rsid w:val="00B53D61"/>
    <w:rsid w:val="00B72D36"/>
    <w:rsid w:val="00B74A30"/>
    <w:rsid w:val="00B95B7A"/>
    <w:rsid w:val="00BB188F"/>
    <w:rsid w:val="00BD490F"/>
    <w:rsid w:val="00BE6287"/>
    <w:rsid w:val="00C05DAB"/>
    <w:rsid w:val="00C0611E"/>
    <w:rsid w:val="00C247E9"/>
    <w:rsid w:val="00C30FD8"/>
    <w:rsid w:val="00C71CB3"/>
    <w:rsid w:val="00CC7E50"/>
    <w:rsid w:val="00D01109"/>
    <w:rsid w:val="00D1729A"/>
    <w:rsid w:val="00D25181"/>
    <w:rsid w:val="00D404E6"/>
    <w:rsid w:val="00D40D88"/>
    <w:rsid w:val="00D503F1"/>
    <w:rsid w:val="00DC01CD"/>
    <w:rsid w:val="00DE4E9D"/>
    <w:rsid w:val="00E557D2"/>
    <w:rsid w:val="00E61189"/>
    <w:rsid w:val="00E67218"/>
    <w:rsid w:val="00E84618"/>
    <w:rsid w:val="00EF236A"/>
    <w:rsid w:val="00F1265E"/>
    <w:rsid w:val="00F635CB"/>
    <w:rsid w:val="00F87322"/>
    <w:rsid w:val="00F9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CB3"/>
    <w:pPr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CB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CB3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TableGrid">
    <w:name w:val="Table Grid"/>
    <w:basedOn w:val="TableNormal"/>
    <w:uiPriority w:val="99"/>
    <w:rsid w:val="00C71CB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686F"/>
    <w:rPr>
      <w:lang w:eastAsia="en-US"/>
    </w:rPr>
  </w:style>
  <w:style w:type="paragraph" w:customStyle="1" w:styleId="a">
    <w:name w:val="Знак"/>
    <w:basedOn w:val="Normal"/>
    <w:uiPriority w:val="99"/>
    <w:rsid w:val="0049661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2D1E2B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463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A7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44F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1328</TotalTime>
  <Pages>4</Pages>
  <Words>1602</Words>
  <Characters>9134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ольга </cp:lastModifiedBy>
  <cp:revision>24</cp:revision>
  <cp:lastPrinted>2017-08-07T14:33:00Z</cp:lastPrinted>
  <dcterms:created xsi:type="dcterms:W3CDTF">2017-06-26T07:48:00Z</dcterms:created>
  <dcterms:modified xsi:type="dcterms:W3CDTF">2017-11-15T11:59:00Z</dcterms:modified>
</cp:coreProperties>
</file>