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7A17" w:rsidRDefault="00C37A17" w:rsidP="00D7189A">
      <w:pPr>
        <w:spacing w:after="0" w:line="240" w:lineRule="auto"/>
        <w:ind w:left="5040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ПРИЛОЖЕНИЕ № 1</w:t>
      </w:r>
    </w:p>
    <w:p w:rsidR="00C37A17" w:rsidRDefault="00C37A17" w:rsidP="00D7189A">
      <w:pPr>
        <w:spacing w:after="0" w:line="240" w:lineRule="auto"/>
        <w:ind w:left="5040"/>
        <w:jc w:val="center"/>
        <w:rPr>
          <w:rFonts w:ascii="Times New Roman" w:hAnsi="Times New Roman"/>
          <w:bCs/>
          <w:kern w:val="36"/>
          <w:sz w:val="28"/>
          <w:szCs w:val="28"/>
          <w:lang w:eastAsia="ru-RU"/>
        </w:rPr>
      </w:pPr>
      <w:r w:rsidRPr="00827442">
        <w:rPr>
          <w:rFonts w:ascii="Times New Roman" w:hAnsi="Times New Roman"/>
          <w:sz w:val="28"/>
          <w:szCs w:val="28"/>
          <w:lang w:eastAsia="ru-RU"/>
        </w:rPr>
        <w:br/>
        <w:t xml:space="preserve">к Порядку по </w:t>
      </w:r>
      <w:r w:rsidRPr="00827442">
        <w:rPr>
          <w:rFonts w:ascii="Times New Roman" w:hAnsi="Times New Roman"/>
          <w:bCs/>
          <w:kern w:val="36"/>
          <w:sz w:val="28"/>
          <w:szCs w:val="28"/>
          <w:lang w:eastAsia="ru-RU"/>
        </w:rPr>
        <w:t>демонтажу</w:t>
      </w:r>
    </w:p>
    <w:p w:rsidR="00C37A17" w:rsidRPr="00827442" w:rsidRDefault="00C37A17" w:rsidP="00D7189A">
      <w:pPr>
        <w:spacing w:after="0" w:line="240" w:lineRule="auto"/>
        <w:ind w:left="5040"/>
        <w:jc w:val="center"/>
        <w:rPr>
          <w:rFonts w:ascii="Times New Roman" w:hAnsi="Times New Roman"/>
          <w:bCs/>
          <w:kern w:val="36"/>
          <w:sz w:val="28"/>
          <w:szCs w:val="28"/>
          <w:lang w:eastAsia="ru-RU"/>
        </w:rPr>
      </w:pPr>
      <w:r w:rsidRPr="00827442">
        <w:rPr>
          <w:rFonts w:ascii="Times New Roman" w:hAnsi="Times New Roman"/>
          <w:bCs/>
          <w:kern w:val="36"/>
          <w:sz w:val="28"/>
          <w:szCs w:val="28"/>
          <w:lang w:eastAsia="ru-RU"/>
        </w:rPr>
        <w:t xml:space="preserve">незаконно </w:t>
      </w:r>
      <w:r>
        <w:rPr>
          <w:rFonts w:ascii="Times New Roman" w:hAnsi="Times New Roman"/>
          <w:bCs/>
          <w:kern w:val="36"/>
          <w:sz w:val="28"/>
          <w:szCs w:val="28"/>
          <w:lang w:eastAsia="ru-RU"/>
        </w:rPr>
        <w:t>размещенных</w:t>
      </w:r>
    </w:p>
    <w:p w:rsidR="00C37A17" w:rsidRDefault="00C37A17" w:rsidP="00D7189A">
      <w:pPr>
        <w:spacing w:after="0" w:line="240" w:lineRule="auto"/>
        <w:ind w:left="5040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нестационарных торговых </w:t>
      </w:r>
      <w:r w:rsidRPr="00827442">
        <w:rPr>
          <w:rFonts w:ascii="Times New Roman" w:hAnsi="Times New Roman"/>
          <w:sz w:val="28"/>
          <w:szCs w:val="28"/>
        </w:rPr>
        <w:t>объектов</w:t>
      </w:r>
      <w:r>
        <w:rPr>
          <w:rFonts w:ascii="Times New Roman" w:hAnsi="Times New Roman"/>
          <w:sz w:val="28"/>
          <w:szCs w:val="28"/>
        </w:rPr>
        <w:t xml:space="preserve"> на территории    </w:t>
      </w:r>
      <w:r>
        <w:rPr>
          <w:rFonts w:ascii="Times New Roman" w:hAnsi="Times New Roman"/>
          <w:sz w:val="28"/>
          <w:szCs w:val="28"/>
          <w:lang w:eastAsia="ru-RU"/>
        </w:rPr>
        <w:t>Старотитаровского                                                                          сельского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поселения   </w:t>
      </w:r>
    </w:p>
    <w:p w:rsidR="00C37A17" w:rsidRPr="00EB4FBF" w:rsidRDefault="00C37A17" w:rsidP="00D7189A">
      <w:pPr>
        <w:spacing w:after="0" w:line="240" w:lineRule="auto"/>
        <w:ind w:left="504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Темрюкского района</w:t>
      </w:r>
    </w:p>
    <w:p w:rsidR="00C37A17" w:rsidRDefault="00C37A17" w:rsidP="00CB0EA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           </w:t>
      </w:r>
    </w:p>
    <w:p w:rsidR="00C37A17" w:rsidRDefault="00C37A17" w:rsidP="00AA376E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C37A17" w:rsidRDefault="00C37A17" w:rsidP="00D7189A">
      <w:pPr>
        <w:spacing w:before="100" w:beforeAutospacing="1" w:after="100" w:afterAutospacing="1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АКТ №</w:t>
      </w:r>
      <w:r w:rsidRPr="007040BD">
        <w:rPr>
          <w:rFonts w:ascii="Times New Roman" w:hAnsi="Times New Roman"/>
          <w:sz w:val="28"/>
          <w:szCs w:val="28"/>
          <w:lang w:eastAsia="ru-RU"/>
        </w:rPr>
        <w:t xml:space="preserve"> _________</w:t>
      </w:r>
    </w:p>
    <w:p w:rsidR="00C37A17" w:rsidRPr="00BE5132" w:rsidRDefault="00C37A17" w:rsidP="00AA376E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BE5132">
        <w:rPr>
          <w:rFonts w:ascii="Times New Roman" w:hAnsi="Times New Roman"/>
          <w:sz w:val="24"/>
          <w:szCs w:val="24"/>
          <w:lang w:eastAsia="ru-RU"/>
        </w:rPr>
        <w:t>"___" ________201</w:t>
      </w:r>
      <w:r>
        <w:rPr>
          <w:rFonts w:ascii="Times New Roman" w:hAnsi="Times New Roman"/>
          <w:sz w:val="24"/>
          <w:szCs w:val="24"/>
          <w:lang w:eastAsia="ru-RU"/>
        </w:rPr>
        <w:t>__год</w:t>
      </w:r>
      <w:r w:rsidRPr="00BE5132">
        <w:rPr>
          <w:rFonts w:ascii="Times New Roman" w:hAnsi="Times New Roman"/>
          <w:sz w:val="24"/>
          <w:szCs w:val="24"/>
          <w:lang w:eastAsia="ru-RU"/>
        </w:rPr>
        <w:tab/>
      </w:r>
      <w:r>
        <w:rPr>
          <w:rFonts w:ascii="Times New Roman" w:hAnsi="Times New Roman"/>
          <w:sz w:val="24"/>
          <w:szCs w:val="24"/>
          <w:lang w:eastAsia="ru-RU"/>
        </w:rPr>
        <w:tab/>
      </w:r>
      <w:r>
        <w:rPr>
          <w:rFonts w:ascii="Times New Roman" w:hAnsi="Times New Roman"/>
          <w:sz w:val="24"/>
          <w:szCs w:val="24"/>
          <w:lang w:eastAsia="ru-RU"/>
        </w:rPr>
        <w:tab/>
        <w:t xml:space="preserve">                                            ст. Старотитаровская </w:t>
      </w:r>
    </w:p>
    <w:p w:rsidR="00C37A17" w:rsidRDefault="00C37A17" w:rsidP="00D7189A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7040BD">
        <w:rPr>
          <w:rFonts w:ascii="Times New Roman" w:hAnsi="Times New Roman"/>
          <w:sz w:val="28"/>
          <w:szCs w:val="28"/>
          <w:lang w:eastAsia="ru-RU"/>
        </w:rPr>
        <w:t xml:space="preserve">о выявлении </w:t>
      </w:r>
      <w:r>
        <w:rPr>
          <w:rFonts w:ascii="Times New Roman" w:hAnsi="Times New Roman"/>
          <w:sz w:val="28"/>
          <w:szCs w:val="28"/>
          <w:lang w:eastAsia="ru-RU"/>
        </w:rPr>
        <w:t>незаконно (самовольно) размещенного</w:t>
      </w:r>
      <w:r w:rsidRPr="007040BD">
        <w:rPr>
          <w:rFonts w:ascii="Times New Roman" w:hAnsi="Times New Roman"/>
          <w:sz w:val="28"/>
          <w:szCs w:val="28"/>
          <w:lang w:eastAsia="ru-RU"/>
        </w:rPr>
        <w:t xml:space="preserve"> нестационарного объекта</w:t>
      </w:r>
      <w:r w:rsidRPr="007040BD">
        <w:rPr>
          <w:rFonts w:ascii="Times New Roman" w:hAnsi="Times New Roman"/>
          <w:sz w:val="28"/>
          <w:szCs w:val="28"/>
          <w:lang w:eastAsia="ru-RU"/>
        </w:rPr>
        <w:br/>
        <w:t xml:space="preserve">на территории </w:t>
      </w:r>
      <w:r>
        <w:rPr>
          <w:rFonts w:ascii="Times New Roman" w:hAnsi="Times New Roman"/>
          <w:sz w:val="28"/>
          <w:szCs w:val="28"/>
          <w:lang w:eastAsia="ru-RU"/>
        </w:rPr>
        <w:t xml:space="preserve"> Старотитаровского сельского  поселения </w:t>
      </w:r>
    </w:p>
    <w:p w:rsidR="00C37A17" w:rsidRDefault="00C37A17" w:rsidP="00D7189A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Темрюкского района</w:t>
      </w:r>
    </w:p>
    <w:tbl>
      <w:tblPr>
        <w:tblW w:w="10043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360"/>
        <w:gridCol w:w="762"/>
        <w:gridCol w:w="578"/>
        <w:gridCol w:w="573"/>
        <w:gridCol w:w="548"/>
        <w:gridCol w:w="362"/>
        <w:gridCol w:w="366"/>
        <w:gridCol w:w="521"/>
        <w:gridCol w:w="201"/>
        <w:gridCol w:w="506"/>
        <w:gridCol w:w="533"/>
        <w:gridCol w:w="3976"/>
        <w:gridCol w:w="346"/>
        <w:gridCol w:w="411"/>
      </w:tblGrid>
      <w:tr w:rsidR="00C37A17" w:rsidRPr="007040BD" w:rsidTr="00882F01">
        <w:trPr>
          <w:gridAfter w:val="1"/>
          <w:wAfter w:w="366" w:type="dxa"/>
          <w:trHeight w:val="15"/>
          <w:tblCellSpacing w:w="15" w:type="dxa"/>
        </w:trPr>
        <w:tc>
          <w:tcPr>
            <w:tcW w:w="315" w:type="dxa"/>
            <w:vAlign w:val="center"/>
          </w:tcPr>
          <w:p w:rsidR="00C37A17" w:rsidRPr="007040BD" w:rsidRDefault="00C37A17" w:rsidP="00882F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32" w:type="dxa"/>
            <w:vAlign w:val="center"/>
          </w:tcPr>
          <w:p w:rsidR="00C37A17" w:rsidRPr="007040BD" w:rsidRDefault="00C37A17" w:rsidP="00882F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48" w:type="dxa"/>
            <w:vAlign w:val="center"/>
          </w:tcPr>
          <w:p w:rsidR="00C37A17" w:rsidRPr="007040BD" w:rsidRDefault="00C37A17" w:rsidP="00882F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43" w:type="dxa"/>
            <w:vAlign w:val="center"/>
          </w:tcPr>
          <w:p w:rsidR="00C37A17" w:rsidRPr="007040BD" w:rsidRDefault="00C37A17" w:rsidP="00882F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18" w:type="dxa"/>
            <w:vAlign w:val="center"/>
          </w:tcPr>
          <w:p w:rsidR="00C37A17" w:rsidRPr="007040BD" w:rsidRDefault="00C37A17" w:rsidP="00882F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32" w:type="dxa"/>
            <w:vAlign w:val="center"/>
          </w:tcPr>
          <w:p w:rsidR="00C37A17" w:rsidRPr="007040BD" w:rsidRDefault="00C37A17" w:rsidP="00882F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36" w:type="dxa"/>
            <w:vAlign w:val="center"/>
          </w:tcPr>
          <w:p w:rsidR="00C37A17" w:rsidRPr="007040BD" w:rsidRDefault="00C37A17" w:rsidP="00882F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91" w:type="dxa"/>
            <w:vAlign w:val="center"/>
          </w:tcPr>
          <w:p w:rsidR="00C37A17" w:rsidRPr="007040BD" w:rsidRDefault="00C37A17" w:rsidP="00882F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1" w:type="dxa"/>
            <w:vAlign w:val="center"/>
          </w:tcPr>
          <w:p w:rsidR="00C37A17" w:rsidRPr="007040BD" w:rsidRDefault="00C37A17" w:rsidP="00882F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76" w:type="dxa"/>
            <w:vAlign w:val="center"/>
          </w:tcPr>
          <w:p w:rsidR="00C37A17" w:rsidRPr="007040BD" w:rsidRDefault="00C37A17" w:rsidP="00882F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03" w:type="dxa"/>
            <w:vAlign w:val="center"/>
          </w:tcPr>
          <w:p w:rsidR="00C37A17" w:rsidRPr="007040BD" w:rsidRDefault="00C37A17" w:rsidP="00882F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946" w:type="dxa"/>
            <w:vAlign w:val="center"/>
          </w:tcPr>
          <w:p w:rsidR="00C37A17" w:rsidRPr="007040BD" w:rsidRDefault="00C37A17" w:rsidP="00882F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16" w:type="dxa"/>
            <w:vAlign w:val="center"/>
          </w:tcPr>
          <w:p w:rsidR="00C37A17" w:rsidRPr="007040BD" w:rsidRDefault="00C37A17" w:rsidP="00882F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C37A17" w:rsidRPr="007040BD" w:rsidTr="00FF273F">
        <w:trPr>
          <w:trHeight w:val="838"/>
          <w:tblCellSpacing w:w="15" w:type="dxa"/>
        </w:trPr>
        <w:tc>
          <w:tcPr>
            <w:tcW w:w="315" w:type="dxa"/>
            <w:vAlign w:val="center"/>
          </w:tcPr>
          <w:p w:rsidR="00C37A17" w:rsidRPr="007040BD" w:rsidRDefault="00C37A17" w:rsidP="00882F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793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C37A17" w:rsidRPr="007040BD" w:rsidRDefault="00C37A17" w:rsidP="00882F0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040BD">
              <w:rPr>
                <w:rFonts w:ascii="Times New Roman" w:hAnsi="Times New Roman"/>
                <w:sz w:val="28"/>
                <w:szCs w:val="28"/>
                <w:lang w:eastAsia="ru-RU"/>
              </w:rPr>
              <w:t>Комиссия в составе</w:t>
            </w:r>
          </w:p>
        </w:tc>
        <w:tc>
          <w:tcPr>
            <w:tcW w:w="6073" w:type="dxa"/>
            <w:gridSpan w:val="6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C37A17" w:rsidRPr="00BE5132" w:rsidRDefault="00C37A17" w:rsidP="00882F0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12" w:type="dxa"/>
            <w:gridSpan w:val="2"/>
            <w:vAlign w:val="center"/>
          </w:tcPr>
          <w:p w:rsidR="00C37A17" w:rsidRPr="007040BD" w:rsidRDefault="00C37A17" w:rsidP="00882F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C37A17" w:rsidRPr="007040BD" w:rsidTr="00FF273F">
        <w:trPr>
          <w:trHeight w:val="227"/>
          <w:tblCellSpacing w:w="15" w:type="dxa"/>
        </w:trPr>
        <w:tc>
          <w:tcPr>
            <w:tcW w:w="315" w:type="dxa"/>
            <w:vAlign w:val="center"/>
          </w:tcPr>
          <w:p w:rsidR="00C37A17" w:rsidRPr="007040BD" w:rsidRDefault="00C37A17" w:rsidP="00882F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896" w:type="dxa"/>
            <w:gridSpan w:val="11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C37A17" w:rsidRPr="007040BD" w:rsidRDefault="00C37A17" w:rsidP="00882F0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12" w:type="dxa"/>
            <w:gridSpan w:val="2"/>
            <w:vAlign w:val="center"/>
          </w:tcPr>
          <w:p w:rsidR="00C37A17" w:rsidRPr="007040BD" w:rsidRDefault="00C37A17" w:rsidP="00882F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C37A17" w:rsidRPr="007040BD" w:rsidTr="00882F01">
        <w:trPr>
          <w:tblCellSpacing w:w="15" w:type="dxa"/>
        </w:trPr>
        <w:tc>
          <w:tcPr>
            <w:tcW w:w="315" w:type="dxa"/>
            <w:vAlign w:val="center"/>
          </w:tcPr>
          <w:p w:rsidR="00C37A17" w:rsidRPr="007040BD" w:rsidRDefault="00C37A17" w:rsidP="00882F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896" w:type="dxa"/>
            <w:gridSpan w:val="1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C37A17" w:rsidRPr="007040BD" w:rsidRDefault="00C37A17" w:rsidP="00FF273F">
            <w:pPr>
              <w:tabs>
                <w:tab w:val="left" w:pos="2550"/>
              </w:tabs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ab/>
            </w:r>
          </w:p>
        </w:tc>
        <w:tc>
          <w:tcPr>
            <w:tcW w:w="712" w:type="dxa"/>
            <w:gridSpan w:val="2"/>
            <w:vAlign w:val="center"/>
          </w:tcPr>
          <w:p w:rsidR="00C37A17" w:rsidRPr="007040BD" w:rsidRDefault="00C37A17" w:rsidP="00882F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C37A17" w:rsidRPr="007040BD" w:rsidTr="00882F01">
        <w:trPr>
          <w:tblCellSpacing w:w="15" w:type="dxa"/>
        </w:trPr>
        <w:tc>
          <w:tcPr>
            <w:tcW w:w="315" w:type="dxa"/>
            <w:vAlign w:val="center"/>
          </w:tcPr>
          <w:p w:rsidR="00C37A17" w:rsidRPr="007040BD" w:rsidRDefault="00C37A17" w:rsidP="00882F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896" w:type="dxa"/>
            <w:gridSpan w:val="1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C37A17" w:rsidRPr="007040BD" w:rsidRDefault="00C37A17" w:rsidP="00882F0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12" w:type="dxa"/>
            <w:gridSpan w:val="2"/>
            <w:vAlign w:val="center"/>
          </w:tcPr>
          <w:p w:rsidR="00C37A17" w:rsidRPr="007040BD" w:rsidRDefault="00C37A17" w:rsidP="00882F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C37A17" w:rsidRPr="007040BD" w:rsidTr="00882F01">
        <w:trPr>
          <w:tblCellSpacing w:w="15" w:type="dxa"/>
        </w:trPr>
        <w:tc>
          <w:tcPr>
            <w:tcW w:w="315" w:type="dxa"/>
            <w:vAlign w:val="center"/>
          </w:tcPr>
          <w:p w:rsidR="00C37A17" w:rsidRPr="007040BD" w:rsidRDefault="00C37A17" w:rsidP="00882F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896" w:type="dxa"/>
            <w:gridSpan w:val="11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C37A17" w:rsidRPr="00BE5132" w:rsidRDefault="00C37A17" w:rsidP="00882F0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132">
              <w:rPr>
                <w:rFonts w:ascii="Times New Roman" w:hAnsi="Times New Roman"/>
                <w:sz w:val="20"/>
                <w:szCs w:val="20"/>
                <w:lang w:eastAsia="ru-RU"/>
              </w:rPr>
              <w:t>(Ф.И.О., должность членов комиссии)</w:t>
            </w:r>
          </w:p>
          <w:p w:rsidR="00C37A17" w:rsidRPr="007040BD" w:rsidRDefault="00C37A17" w:rsidP="00882F0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12" w:type="dxa"/>
            <w:gridSpan w:val="2"/>
            <w:vAlign w:val="center"/>
          </w:tcPr>
          <w:p w:rsidR="00C37A17" w:rsidRPr="007040BD" w:rsidRDefault="00C37A17" w:rsidP="00882F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C37A17" w:rsidRPr="007040BD" w:rsidTr="00882F01">
        <w:trPr>
          <w:tblCellSpacing w:w="15" w:type="dxa"/>
        </w:trPr>
        <w:tc>
          <w:tcPr>
            <w:tcW w:w="315" w:type="dxa"/>
            <w:vAlign w:val="center"/>
          </w:tcPr>
          <w:p w:rsidR="00C37A17" w:rsidRPr="007040BD" w:rsidRDefault="00C37A17" w:rsidP="00882F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920" w:type="dxa"/>
            <w:gridSpan w:val="10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C37A17" w:rsidRPr="007040BD" w:rsidRDefault="00C37A17" w:rsidP="00882F0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040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составила настоящий акт о том, что </w:t>
            </w:r>
          </w:p>
        </w:tc>
        <w:tc>
          <w:tcPr>
            <w:tcW w:w="3946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C37A17" w:rsidRPr="007040BD" w:rsidRDefault="00C37A17" w:rsidP="00882F0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12" w:type="dxa"/>
            <w:gridSpan w:val="2"/>
            <w:vAlign w:val="center"/>
          </w:tcPr>
          <w:p w:rsidR="00C37A17" w:rsidRPr="007040BD" w:rsidRDefault="00C37A17" w:rsidP="00882F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C37A17" w:rsidRPr="007040BD" w:rsidTr="00FF273F">
        <w:trPr>
          <w:trHeight w:val="489"/>
          <w:tblCellSpacing w:w="15" w:type="dxa"/>
        </w:trPr>
        <w:tc>
          <w:tcPr>
            <w:tcW w:w="315" w:type="dxa"/>
            <w:vAlign w:val="center"/>
          </w:tcPr>
          <w:p w:rsidR="00C37A17" w:rsidRPr="007040BD" w:rsidRDefault="00C37A17" w:rsidP="00882F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896" w:type="dxa"/>
            <w:gridSpan w:val="11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C37A17" w:rsidRPr="007040BD" w:rsidRDefault="00C37A17" w:rsidP="00FF273F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12" w:type="dxa"/>
            <w:gridSpan w:val="2"/>
            <w:vAlign w:val="center"/>
          </w:tcPr>
          <w:p w:rsidR="00C37A17" w:rsidRPr="007040BD" w:rsidRDefault="00C37A17" w:rsidP="00882F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C37A17" w:rsidRPr="007040BD" w:rsidTr="00FF273F">
        <w:trPr>
          <w:trHeight w:val="893"/>
          <w:tblCellSpacing w:w="15" w:type="dxa"/>
        </w:trPr>
        <w:tc>
          <w:tcPr>
            <w:tcW w:w="315" w:type="dxa"/>
            <w:vAlign w:val="center"/>
          </w:tcPr>
          <w:p w:rsidR="00C37A17" w:rsidRPr="007040BD" w:rsidRDefault="00C37A17" w:rsidP="00882F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896" w:type="dxa"/>
            <w:gridSpan w:val="1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C37A17" w:rsidRPr="00BE5132" w:rsidRDefault="00C37A17" w:rsidP="00882F0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5132">
              <w:rPr>
                <w:rFonts w:ascii="Times New Roman" w:hAnsi="Times New Roman"/>
                <w:sz w:val="20"/>
                <w:szCs w:val="20"/>
                <w:lang w:eastAsia="ru-RU"/>
              </w:rPr>
              <w:t>(адрес и место расположения нестационарного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торгового</w:t>
            </w:r>
            <w:r w:rsidRPr="00BE513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объекта)</w:t>
            </w:r>
          </w:p>
          <w:p w:rsidR="00C37A17" w:rsidRPr="007040BD" w:rsidRDefault="00C37A17" w:rsidP="00882F0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12" w:type="dxa"/>
            <w:gridSpan w:val="2"/>
            <w:vAlign w:val="center"/>
          </w:tcPr>
          <w:p w:rsidR="00C37A17" w:rsidRPr="007040BD" w:rsidRDefault="00C37A17" w:rsidP="00882F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C37A17" w:rsidRPr="007040BD" w:rsidTr="00882F01">
        <w:trPr>
          <w:tblCellSpacing w:w="15" w:type="dxa"/>
        </w:trPr>
        <w:tc>
          <w:tcPr>
            <w:tcW w:w="315" w:type="dxa"/>
            <w:vAlign w:val="center"/>
          </w:tcPr>
          <w:p w:rsidR="00C37A17" w:rsidRPr="007040BD" w:rsidRDefault="00C37A17" w:rsidP="00882F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896" w:type="dxa"/>
            <w:gridSpan w:val="1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C37A17" w:rsidRPr="007040BD" w:rsidRDefault="00C37A17" w:rsidP="00882F0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12" w:type="dxa"/>
            <w:gridSpan w:val="2"/>
            <w:vAlign w:val="center"/>
          </w:tcPr>
          <w:p w:rsidR="00C37A17" w:rsidRPr="007040BD" w:rsidRDefault="00C37A17" w:rsidP="00882F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C37A17" w:rsidRPr="007040BD" w:rsidTr="00882F01">
        <w:trPr>
          <w:tblCellSpacing w:w="15" w:type="dxa"/>
        </w:trPr>
        <w:tc>
          <w:tcPr>
            <w:tcW w:w="315" w:type="dxa"/>
            <w:vAlign w:val="center"/>
          </w:tcPr>
          <w:p w:rsidR="00C37A17" w:rsidRPr="007040BD" w:rsidRDefault="00C37A17" w:rsidP="00882F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896" w:type="dxa"/>
            <w:gridSpan w:val="1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C37A17" w:rsidRPr="007040BD" w:rsidRDefault="00C37A17" w:rsidP="00882F0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12" w:type="dxa"/>
            <w:gridSpan w:val="2"/>
            <w:vAlign w:val="center"/>
          </w:tcPr>
          <w:p w:rsidR="00C37A17" w:rsidRPr="007040BD" w:rsidRDefault="00C37A17" w:rsidP="00882F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C37A17" w:rsidRPr="007040BD" w:rsidTr="00D7189A">
        <w:trPr>
          <w:trHeight w:val="1111"/>
          <w:tblCellSpacing w:w="15" w:type="dxa"/>
        </w:trPr>
        <w:tc>
          <w:tcPr>
            <w:tcW w:w="315" w:type="dxa"/>
            <w:vAlign w:val="center"/>
          </w:tcPr>
          <w:p w:rsidR="00C37A17" w:rsidRPr="007040BD" w:rsidRDefault="00C37A17" w:rsidP="00882F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896" w:type="dxa"/>
            <w:gridSpan w:val="11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C37A17" w:rsidRPr="007040BD" w:rsidRDefault="00C37A17" w:rsidP="00882F01">
            <w:pPr>
              <w:spacing w:before="100" w:beforeAutospacing="1" w:after="24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40B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(данные лица,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незаконно (самовольно)</w:t>
            </w:r>
            <w:r w:rsidRPr="007040B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установившего нестационарный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торговый</w:t>
            </w:r>
            <w:r w:rsidRPr="007040B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объект: Ф.И.О. и адрес - для гражданина;</w:t>
            </w:r>
            <w:r w:rsidRPr="007040BD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наименование, адрес, Ф.И.О. и должность уполномоченного лица - для юридического лица)</w:t>
            </w:r>
          </w:p>
        </w:tc>
        <w:tc>
          <w:tcPr>
            <w:tcW w:w="712" w:type="dxa"/>
            <w:gridSpan w:val="2"/>
            <w:vAlign w:val="center"/>
          </w:tcPr>
          <w:p w:rsidR="00C37A17" w:rsidRPr="007040BD" w:rsidRDefault="00C37A17" w:rsidP="00882F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C37A17" w:rsidRPr="007040BD" w:rsidTr="00882F01">
        <w:trPr>
          <w:tblCellSpacing w:w="15" w:type="dxa"/>
        </w:trPr>
        <w:tc>
          <w:tcPr>
            <w:tcW w:w="315" w:type="dxa"/>
            <w:vAlign w:val="center"/>
          </w:tcPr>
          <w:p w:rsidR="00C37A17" w:rsidRPr="007040BD" w:rsidRDefault="00C37A17" w:rsidP="00882F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83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C37A17" w:rsidRPr="007040BD" w:rsidRDefault="00C37A17" w:rsidP="00882F0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040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установлен </w:t>
            </w:r>
          </w:p>
        </w:tc>
        <w:tc>
          <w:tcPr>
            <w:tcW w:w="6983" w:type="dxa"/>
            <w:gridSpan w:val="8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C37A17" w:rsidRPr="007040BD" w:rsidRDefault="00C37A17" w:rsidP="00882F0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12" w:type="dxa"/>
            <w:gridSpan w:val="2"/>
            <w:vAlign w:val="center"/>
          </w:tcPr>
          <w:p w:rsidR="00C37A17" w:rsidRPr="007040BD" w:rsidRDefault="00C37A17" w:rsidP="00882F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C37A17" w:rsidRPr="007040BD" w:rsidTr="00882F01">
        <w:trPr>
          <w:tblCellSpacing w:w="15" w:type="dxa"/>
        </w:trPr>
        <w:tc>
          <w:tcPr>
            <w:tcW w:w="315" w:type="dxa"/>
            <w:vAlign w:val="center"/>
          </w:tcPr>
          <w:p w:rsidR="00C37A17" w:rsidRPr="007040BD" w:rsidRDefault="00C37A17" w:rsidP="00882F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896" w:type="dxa"/>
            <w:gridSpan w:val="11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C37A17" w:rsidRPr="007040BD" w:rsidRDefault="00C37A17" w:rsidP="00882F0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12" w:type="dxa"/>
            <w:gridSpan w:val="2"/>
            <w:vAlign w:val="center"/>
          </w:tcPr>
          <w:p w:rsidR="00C37A17" w:rsidRPr="007040BD" w:rsidRDefault="00C37A17" w:rsidP="00882F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C37A17" w:rsidRPr="007040BD" w:rsidTr="00882F01">
        <w:trPr>
          <w:tblCellSpacing w:w="15" w:type="dxa"/>
        </w:trPr>
        <w:tc>
          <w:tcPr>
            <w:tcW w:w="315" w:type="dxa"/>
            <w:vAlign w:val="center"/>
          </w:tcPr>
          <w:p w:rsidR="00C37A17" w:rsidRPr="007040BD" w:rsidRDefault="00C37A17" w:rsidP="00882F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896" w:type="dxa"/>
            <w:gridSpan w:val="11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C37A17" w:rsidRPr="007040BD" w:rsidRDefault="00C37A17" w:rsidP="00D718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40B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(павильон, киоск, лоток, торговая палатка, другой нестационарный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торговый о</w:t>
            </w:r>
            <w:r w:rsidRPr="007040BD">
              <w:rPr>
                <w:rFonts w:ascii="Times New Roman" w:hAnsi="Times New Roman"/>
                <w:sz w:val="24"/>
                <w:szCs w:val="24"/>
                <w:lang w:eastAsia="ru-RU"/>
              </w:rPr>
              <w:t>бъект)</w:t>
            </w:r>
          </w:p>
        </w:tc>
        <w:tc>
          <w:tcPr>
            <w:tcW w:w="712" w:type="dxa"/>
            <w:gridSpan w:val="2"/>
            <w:vAlign w:val="center"/>
          </w:tcPr>
          <w:p w:rsidR="00C37A17" w:rsidRPr="007040BD" w:rsidRDefault="00C37A17" w:rsidP="00882F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C37A17" w:rsidRPr="007040BD" w:rsidTr="00FF273F">
        <w:trPr>
          <w:trHeight w:val="761"/>
          <w:tblCellSpacing w:w="15" w:type="dxa"/>
        </w:trPr>
        <w:tc>
          <w:tcPr>
            <w:tcW w:w="315" w:type="dxa"/>
            <w:vAlign w:val="center"/>
          </w:tcPr>
          <w:p w:rsidR="00C37A17" w:rsidRPr="007040BD" w:rsidRDefault="00C37A17" w:rsidP="00882F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431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C37A17" w:rsidRPr="007040BD" w:rsidRDefault="00C37A17" w:rsidP="00882F0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040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изготовленный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и</w:t>
            </w:r>
            <w:r w:rsidRPr="007040BD">
              <w:rPr>
                <w:rFonts w:ascii="Times New Roman" w:hAnsi="Times New Roman"/>
                <w:sz w:val="28"/>
                <w:szCs w:val="28"/>
                <w:lang w:eastAsia="ru-RU"/>
              </w:rPr>
              <w:t>з</w:t>
            </w:r>
          </w:p>
        </w:tc>
        <w:tc>
          <w:tcPr>
            <w:tcW w:w="6435" w:type="dxa"/>
            <w:gridSpan w:val="7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C37A17" w:rsidRPr="007040BD" w:rsidRDefault="00C37A17" w:rsidP="00882F0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12" w:type="dxa"/>
            <w:gridSpan w:val="2"/>
            <w:vAlign w:val="center"/>
          </w:tcPr>
          <w:p w:rsidR="00C37A17" w:rsidRPr="007040BD" w:rsidRDefault="00C37A17" w:rsidP="00882F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C37A17" w:rsidRPr="007040BD" w:rsidTr="00882F01">
        <w:trPr>
          <w:tblCellSpacing w:w="15" w:type="dxa"/>
        </w:trPr>
        <w:tc>
          <w:tcPr>
            <w:tcW w:w="315" w:type="dxa"/>
            <w:vAlign w:val="center"/>
          </w:tcPr>
          <w:p w:rsidR="00C37A17" w:rsidRPr="007040BD" w:rsidRDefault="00C37A17" w:rsidP="00882F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896" w:type="dxa"/>
            <w:gridSpan w:val="11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C37A17" w:rsidRPr="007040BD" w:rsidRDefault="00C37A17" w:rsidP="00882F0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12" w:type="dxa"/>
            <w:gridSpan w:val="2"/>
            <w:vAlign w:val="center"/>
          </w:tcPr>
          <w:p w:rsidR="00C37A17" w:rsidRPr="007040BD" w:rsidRDefault="00C37A17" w:rsidP="00882F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C37A17" w:rsidRPr="007040BD" w:rsidTr="00882F01">
        <w:trPr>
          <w:tblCellSpacing w:w="15" w:type="dxa"/>
        </w:trPr>
        <w:tc>
          <w:tcPr>
            <w:tcW w:w="315" w:type="dxa"/>
            <w:vAlign w:val="center"/>
          </w:tcPr>
          <w:p w:rsidR="00C37A17" w:rsidRPr="007040BD" w:rsidRDefault="00C37A17" w:rsidP="00882F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896" w:type="dxa"/>
            <w:gridSpan w:val="11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C37A17" w:rsidRDefault="00C37A17" w:rsidP="00882F0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C37A17" w:rsidRPr="007040BD" w:rsidRDefault="00C37A17" w:rsidP="00882F01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040BD">
              <w:rPr>
                <w:rFonts w:ascii="Times New Roman" w:hAnsi="Times New Roman"/>
                <w:sz w:val="28"/>
                <w:szCs w:val="28"/>
                <w:lang w:eastAsia="ru-RU"/>
              </w:rPr>
              <w:t>Данный земельный участок в порядке, установленном действующим законодательством Российской Федерации, для установки нестационарного объекта не предоставлялся.</w:t>
            </w:r>
          </w:p>
          <w:p w:rsidR="00C37A17" w:rsidRPr="007040BD" w:rsidRDefault="00C37A17" w:rsidP="00882F0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12" w:type="dxa"/>
            <w:gridSpan w:val="2"/>
            <w:vAlign w:val="center"/>
          </w:tcPr>
          <w:p w:rsidR="00C37A17" w:rsidRPr="007040BD" w:rsidRDefault="00C37A17" w:rsidP="00882F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C37A17" w:rsidRPr="007040BD" w:rsidTr="00882F01">
        <w:trPr>
          <w:tblCellSpacing w:w="15" w:type="dxa"/>
        </w:trPr>
        <w:tc>
          <w:tcPr>
            <w:tcW w:w="315" w:type="dxa"/>
            <w:vAlign w:val="center"/>
          </w:tcPr>
          <w:p w:rsidR="00C37A17" w:rsidRPr="007040BD" w:rsidRDefault="00C37A17" w:rsidP="00882F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159" w:type="dxa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C37A17" w:rsidRPr="007040BD" w:rsidRDefault="00C37A17" w:rsidP="00882F0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040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 актом ознакомлен 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C37A17" w:rsidRPr="007040BD" w:rsidRDefault="00C37A17" w:rsidP="00882F0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186" w:type="dxa"/>
            <w:gridSpan w:val="4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C37A17" w:rsidRPr="007040BD" w:rsidRDefault="00C37A17" w:rsidP="00882F0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12" w:type="dxa"/>
            <w:gridSpan w:val="2"/>
            <w:vAlign w:val="center"/>
          </w:tcPr>
          <w:p w:rsidR="00C37A17" w:rsidRPr="007040BD" w:rsidRDefault="00C37A17" w:rsidP="00882F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C37A17" w:rsidRPr="007040BD" w:rsidTr="00882F01">
        <w:trPr>
          <w:tblCellSpacing w:w="15" w:type="dxa"/>
        </w:trPr>
        <w:tc>
          <w:tcPr>
            <w:tcW w:w="315" w:type="dxa"/>
            <w:vAlign w:val="center"/>
          </w:tcPr>
          <w:p w:rsidR="00C37A17" w:rsidRPr="007040BD" w:rsidRDefault="00C37A17" w:rsidP="00882F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159" w:type="dxa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C37A17" w:rsidRPr="007040BD" w:rsidRDefault="00C37A17" w:rsidP="00882F0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C37A17" w:rsidRPr="007040BD" w:rsidRDefault="00C37A17" w:rsidP="00882F0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186" w:type="dxa"/>
            <w:gridSpan w:val="4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C37A17" w:rsidRPr="007040BD" w:rsidRDefault="00C37A17" w:rsidP="00882F01">
            <w:pPr>
              <w:spacing w:before="100" w:beforeAutospacing="1" w:after="2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40BD">
              <w:rPr>
                <w:rFonts w:ascii="Times New Roman" w:hAnsi="Times New Roman"/>
                <w:sz w:val="20"/>
                <w:szCs w:val="20"/>
                <w:lang w:eastAsia="ru-RU"/>
              </w:rPr>
              <w:t>(Ф.И.О., должность, подпись гражданина или уполномоченного</w:t>
            </w:r>
            <w:r w:rsidRPr="007040BD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 xml:space="preserve">представителя юридического лица,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незаконно (самовольно)</w:t>
            </w:r>
            <w:r w:rsidRPr="007040B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установившего</w:t>
            </w:r>
            <w:r w:rsidRPr="007040BD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нестационарный объект)</w:t>
            </w:r>
          </w:p>
        </w:tc>
        <w:tc>
          <w:tcPr>
            <w:tcW w:w="712" w:type="dxa"/>
            <w:gridSpan w:val="2"/>
            <w:vAlign w:val="center"/>
          </w:tcPr>
          <w:p w:rsidR="00C37A17" w:rsidRPr="007040BD" w:rsidRDefault="00C37A17" w:rsidP="00882F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C37A17" w:rsidRPr="007040BD" w:rsidTr="00882F01">
        <w:trPr>
          <w:tblCellSpacing w:w="15" w:type="dxa"/>
        </w:trPr>
        <w:tc>
          <w:tcPr>
            <w:tcW w:w="315" w:type="dxa"/>
            <w:vAlign w:val="center"/>
          </w:tcPr>
          <w:p w:rsidR="00C37A17" w:rsidRPr="007040BD" w:rsidRDefault="00C37A17" w:rsidP="00882F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159" w:type="dxa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C37A17" w:rsidRPr="007040BD" w:rsidRDefault="00C37A17" w:rsidP="00882F0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040BD">
              <w:rPr>
                <w:rFonts w:ascii="Times New Roman" w:hAnsi="Times New Roman"/>
                <w:sz w:val="28"/>
                <w:szCs w:val="28"/>
                <w:lang w:eastAsia="ru-RU"/>
              </w:rPr>
              <w:t>Председатель комиссии: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C37A17" w:rsidRPr="007040BD" w:rsidRDefault="00C37A17" w:rsidP="00882F0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186" w:type="dxa"/>
            <w:gridSpan w:val="4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C37A17" w:rsidRPr="007040BD" w:rsidRDefault="00C37A17" w:rsidP="00882F0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12" w:type="dxa"/>
            <w:gridSpan w:val="2"/>
            <w:vAlign w:val="center"/>
          </w:tcPr>
          <w:p w:rsidR="00C37A17" w:rsidRPr="007040BD" w:rsidRDefault="00C37A17" w:rsidP="00882F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C37A17" w:rsidRPr="007040BD" w:rsidTr="00882F01">
        <w:trPr>
          <w:tblCellSpacing w:w="15" w:type="dxa"/>
        </w:trPr>
        <w:tc>
          <w:tcPr>
            <w:tcW w:w="315" w:type="dxa"/>
            <w:vAlign w:val="center"/>
          </w:tcPr>
          <w:p w:rsidR="00C37A17" w:rsidRPr="007040BD" w:rsidRDefault="00C37A17" w:rsidP="00882F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159" w:type="dxa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C37A17" w:rsidRPr="007040BD" w:rsidRDefault="00C37A17" w:rsidP="00882F0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C37A17" w:rsidRPr="007040BD" w:rsidRDefault="00C37A17" w:rsidP="00882F0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186" w:type="dxa"/>
            <w:gridSpan w:val="4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C37A17" w:rsidRPr="007040BD" w:rsidRDefault="00C37A17" w:rsidP="00882F0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40B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подпись </w:t>
            </w:r>
          </w:p>
        </w:tc>
        <w:tc>
          <w:tcPr>
            <w:tcW w:w="712" w:type="dxa"/>
            <w:gridSpan w:val="2"/>
            <w:vAlign w:val="center"/>
          </w:tcPr>
          <w:p w:rsidR="00C37A17" w:rsidRPr="007040BD" w:rsidRDefault="00C37A17" w:rsidP="00882F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C37A17" w:rsidRPr="007040BD" w:rsidTr="00882F01">
        <w:trPr>
          <w:tblCellSpacing w:w="15" w:type="dxa"/>
        </w:trPr>
        <w:tc>
          <w:tcPr>
            <w:tcW w:w="315" w:type="dxa"/>
            <w:vAlign w:val="center"/>
          </w:tcPr>
          <w:p w:rsidR="00C37A17" w:rsidRPr="007040BD" w:rsidRDefault="00C37A17" w:rsidP="00882F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159" w:type="dxa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C37A17" w:rsidRPr="007040BD" w:rsidRDefault="00C37A17" w:rsidP="00882F0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040BD">
              <w:rPr>
                <w:rFonts w:ascii="Times New Roman" w:hAnsi="Times New Roman"/>
                <w:sz w:val="28"/>
                <w:szCs w:val="28"/>
                <w:lang w:eastAsia="ru-RU"/>
              </w:rPr>
              <w:t>Члены комиссии: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C37A17" w:rsidRPr="007040BD" w:rsidRDefault="00C37A17" w:rsidP="00882F0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186" w:type="dxa"/>
            <w:gridSpan w:val="4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C37A17" w:rsidRPr="007040BD" w:rsidRDefault="00C37A17" w:rsidP="00882F0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12" w:type="dxa"/>
            <w:gridSpan w:val="2"/>
            <w:vAlign w:val="center"/>
          </w:tcPr>
          <w:p w:rsidR="00C37A17" w:rsidRPr="007040BD" w:rsidRDefault="00C37A17" w:rsidP="00882F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C37A17" w:rsidRPr="007040BD" w:rsidTr="00882F01">
        <w:trPr>
          <w:tblCellSpacing w:w="15" w:type="dxa"/>
        </w:trPr>
        <w:tc>
          <w:tcPr>
            <w:tcW w:w="315" w:type="dxa"/>
            <w:vAlign w:val="center"/>
          </w:tcPr>
          <w:p w:rsidR="00C37A17" w:rsidRPr="007040BD" w:rsidRDefault="00C37A17" w:rsidP="00882F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159" w:type="dxa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C37A17" w:rsidRPr="007040BD" w:rsidRDefault="00C37A17" w:rsidP="00882F0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C37A17" w:rsidRPr="007040BD" w:rsidRDefault="00C37A17" w:rsidP="00882F0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186" w:type="dxa"/>
            <w:gridSpan w:val="4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C37A17" w:rsidRPr="007040BD" w:rsidRDefault="00C37A17" w:rsidP="00882F0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40B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подпись </w:t>
            </w:r>
          </w:p>
        </w:tc>
        <w:tc>
          <w:tcPr>
            <w:tcW w:w="712" w:type="dxa"/>
            <w:gridSpan w:val="2"/>
            <w:vAlign w:val="center"/>
          </w:tcPr>
          <w:p w:rsidR="00C37A17" w:rsidRPr="007040BD" w:rsidRDefault="00C37A17" w:rsidP="00882F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C37A17" w:rsidRDefault="00C37A17"/>
    <w:p w:rsidR="00C37A17" w:rsidRDefault="00C37A17">
      <w:bookmarkStart w:id="0" w:name="_GoBack"/>
      <w:bookmarkEnd w:id="0"/>
    </w:p>
    <w:p w:rsidR="00C37A17" w:rsidRDefault="00C37A17"/>
    <w:sectPr w:rsidR="00C37A17" w:rsidSect="00AA376E">
      <w:headerReference w:type="default" r:id="rId6"/>
      <w:pgSz w:w="11906" w:h="16838"/>
      <w:pgMar w:top="709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37A17" w:rsidRDefault="00C37A17" w:rsidP="00AA376E">
      <w:pPr>
        <w:spacing w:after="0" w:line="240" w:lineRule="auto"/>
      </w:pPr>
      <w:r>
        <w:separator/>
      </w:r>
    </w:p>
  </w:endnote>
  <w:endnote w:type="continuationSeparator" w:id="0">
    <w:p w:rsidR="00C37A17" w:rsidRDefault="00C37A17" w:rsidP="00AA37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37A17" w:rsidRDefault="00C37A17" w:rsidP="00AA376E">
      <w:pPr>
        <w:spacing w:after="0" w:line="240" w:lineRule="auto"/>
      </w:pPr>
      <w:r>
        <w:separator/>
      </w:r>
    </w:p>
  </w:footnote>
  <w:footnote w:type="continuationSeparator" w:id="0">
    <w:p w:rsidR="00C37A17" w:rsidRDefault="00C37A17" w:rsidP="00AA37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7A17" w:rsidRDefault="00C37A17">
    <w:pPr>
      <w:pStyle w:val="Header"/>
      <w:jc w:val="center"/>
    </w:pPr>
    <w:fldSimple w:instr="PAGE   \* MERGEFORMAT">
      <w:r>
        <w:rPr>
          <w:noProof/>
        </w:rPr>
        <w:t>2</w:t>
      </w:r>
    </w:fldSimple>
  </w:p>
  <w:p w:rsidR="00C37A17" w:rsidRDefault="00C37A17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A376E"/>
    <w:rsid w:val="00040279"/>
    <w:rsid w:val="00067EB5"/>
    <w:rsid w:val="00071DA9"/>
    <w:rsid w:val="00353644"/>
    <w:rsid w:val="003954AE"/>
    <w:rsid w:val="00520D27"/>
    <w:rsid w:val="00613E13"/>
    <w:rsid w:val="007040BD"/>
    <w:rsid w:val="00827442"/>
    <w:rsid w:val="00882F01"/>
    <w:rsid w:val="00A7698F"/>
    <w:rsid w:val="00A84DDC"/>
    <w:rsid w:val="00AA376E"/>
    <w:rsid w:val="00BE5132"/>
    <w:rsid w:val="00C37A17"/>
    <w:rsid w:val="00C94B7B"/>
    <w:rsid w:val="00CA2B18"/>
    <w:rsid w:val="00CB0EAE"/>
    <w:rsid w:val="00CD1BC3"/>
    <w:rsid w:val="00CD4C69"/>
    <w:rsid w:val="00CF5AD4"/>
    <w:rsid w:val="00D43CA4"/>
    <w:rsid w:val="00D7189A"/>
    <w:rsid w:val="00DA31A8"/>
    <w:rsid w:val="00DF66A3"/>
    <w:rsid w:val="00EB4FBF"/>
    <w:rsid w:val="00F22157"/>
    <w:rsid w:val="00FF27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376E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AA37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AA376E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rsid w:val="00AA37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AA376E"/>
    <w:rPr>
      <w:rFonts w:ascii="Calibri" w:eastAsia="Times New Roman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CB0E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B0EAE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0184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42</TotalTime>
  <Pages>2</Pages>
  <Words>222</Words>
  <Characters>1270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lkj</dc:creator>
  <cp:keywords/>
  <dc:description/>
  <cp:lastModifiedBy>Общий отдел</cp:lastModifiedBy>
  <cp:revision>11</cp:revision>
  <cp:lastPrinted>2017-07-28T11:15:00Z</cp:lastPrinted>
  <dcterms:created xsi:type="dcterms:W3CDTF">2015-09-23T09:01:00Z</dcterms:created>
  <dcterms:modified xsi:type="dcterms:W3CDTF">2017-07-28T11:16:00Z</dcterms:modified>
</cp:coreProperties>
</file>