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C4" w:rsidRPr="001E4551" w:rsidRDefault="00CC7AC4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</w:t>
      </w:r>
      <w:r w:rsidRPr="00587E76">
        <w:rPr>
          <w:bCs/>
          <w:sz w:val="28"/>
          <w:szCs w:val="28"/>
        </w:rPr>
        <w:t xml:space="preserve"> </w:t>
      </w:r>
    </w:p>
    <w:p w:rsidR="00CC7AC4" w:rsidRPr="00D05C18" w:rsidRDefault="00CC7AC4" w:rsidP="00587E76">
      <w:pPr>
        <w:jc w:val="center"/>
        <w:rPr>
          <w:b/>
          <w:sz w:val="28"/>
          <w:szCs w:val="28"/>
        </w:rPr>
      </w:pPr>
    </w:p>
    <w:p w:rsidR="00CC7AC4" w:rsidRPr="00D05C18" w:rsidRDefault="00CC7AC4" w:rsidP="00263A2B">
      <w:pPr>
        <w:rPr>
          <w:b/>
        </w:rPr>
      </w:pPr>
    </w:p>
    <w:p w:rsidR="00CC7AC4" w:rsidRPr="00D05C18" w:rsidRDefault="00CC7AC4" w:rsidP="003B30CF">
      <w:pPr>
        <w:jc w:val="center"/>
        <w:rPr>
          <w:b/>
          <w:sz w:val="28"/>
          <w:szCs w:val="28"/>
        </w:rPr>
      </w:pPr>
      <w:hyperlink r:id="rId7" w:history="1">
        <w:r w:rsidRPr="00D05C18">
          <w:rPr>
            <w:b/>
            <w:sz w:val="28"/>
            <w:szCs w:val="28"/>
          </w:rPr>
          <w:t>Отчет</w:t>
        </w:r>
      </w:hyperlink>
      <w:r w:rsidRPr="00D05C18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«Поддержка и развитие малого и среднего предпринимательства в Старотитаровского сельского поселения Темрюкского района</w:t>
      </w:r>
      <w:r w:rsidRPr="00D05C18">
        <w:rPr>
          <w:b/>
          <w:bCs/>
          <w:sz w:val="28"/>
          <w:szCs w:val="28"/>
        </w:rPr>
        <w:t>» на 201</w:t>
      </w:r>
      <w:r>
        <w:rPr>
          <w:b/>
          <w:bCs/>
          <w:sz w:val="28"/>
          <w:szCs w:val="28"/>
        </w:rPr>
        <w:t>6</w:t>
      </w:r>
      <w:r w:rsidRPr="00D05C18">
        <w:rPr>
          <w:b/>
          <w:bCs/>
          <w:sz w:val="28"/>
          <w:szCs w:val="28"/>
        </w:rPr>
        <w:t xml:space="preserve">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6E4ED9" w:rsidRDefault="00CC7AC4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CC7AC4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C7AC4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CC7AC4" w:rsidRPr="007D0A21" w:rsidRDefault="00CC7AC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CC7AC4" w:rsidRPr="007D0A21" w:rsidRDefault="00CC7AC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CC7AC4" w:rsidRPr="006E4ED9" w:rsidRDefault="00CC7AC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CC7AC4" w:rsidRPr="00AF5C5E" w:rsidTr="00F3688B">
        <w:trPr>
          <w:trHeight w:val="20"/>
        </w:trPr>
        <w:tc>
          <w:tcPr>
            <w:tcW w:w="551" w:type="dxa"/>
            <w:noWrap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CC7AC4" w:rsidRPr="00D05C18" w:rsidRDefault="00CC7AC4" w:rsidP="00A515EB">
            <w:pPr>
              <w:spacing w:before="40"/>
            </w:pPr>
            <w:r>
              <w:t>увеличение в Старотитаровском сельском поселении Темрюкского района количества малых и средних предприятий</w:t>
            </w:r>
          </w:p>
        </w:tc>
        <w:tc>
          <w:tcPr>
            <w:tcW w:w="1000" w:type="dxa"/>
            <w:noWrap/>
            <w:vAlign w:val="center"/>
          </w:tcPr>
          <w:p w:rsidR="00CC7AC4" w:rsidRPr="00B73C78" w:rsidRDefault="00CC7AC4" w:rsidP="00F3688B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CC7AC4" w:rsidRPr="006E4ED9" w:rsidRDefault="00CC7AC4" w:rsidP="00263A2B">
      <w:pPr>
        <w:rPr>
          <w:b/>
        </w:rPr>
        <w:sectPr w:rsidR="00CC7AC4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CC7AC4" w:rsidRPr="00587E76" w:rsidRDefault="00CC7AC4" w:rsidP="00587E76">
      <w:pPr>
        <w:jc w:val="center"/>
        <w:rPr>
          <w:sz w:val="28"/>
          <w:szCs w:val="28"/>
        </w:rPr>
      </w:pPr>
    </w:p>
    <w:p w:rsidR="00CC7AC4" w:rsidRDefault="00CC7AC4" w:rsidP="00263A2B">
      <w:pPr>
        <w:rPr>
          <w:b/>
        </w:rPr>
      </w:pPr>
    </w:p>
    <w:p w:rsidR="00CC7AC4" w:rsidRDefault="00CC7AC4" w:rsidP="00263A2B">
      <w:pPr>
        <w:rPr>
          <w:b/>
          <w:sz w:val="28"/>
          <w:szCs w:val="28"/>
        </w:rPr>
      </w:pPr>
    </w:p>
    <w:p w:rsidR="00CC7AC4" w:rsidRPr="003F65B7" w:rsidRDefault="00CC7AC4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6E4ED9" w:rsidRDefault="00CC7AC4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440"/>
        <w:gridCol w:w="2340"/>
        <w:gridCol w:w="2880"/>
        <w:gridCol w:w="1260"/>
      </w:tblGrid>
      <w:tr w:rsidR="00CC7AC4" w:rsidRPr="00AF5C5E" w:rsidTr="00F3688B">
        <w:trPr>
          <w:trHeight w:val="276"/>
        </w:trPr>
        <w:tc>
          <w:tcPr>
            <w:tcW w:w="2992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4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34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CC7AC4" w:rsidRPr="00AF5C5E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CC7AC4" w:rsidRPr="00AF5C5E" w:rsidTr="00F3688B">
        <w:trPr>
          <w:trHeight w:val="1756"/>
        </w:trPr>
        <w:tc>
          <w:tcPr>
            <w:tcW w:w="2992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</w:tr>
      <w:tr w:rsidR="00CC7AC4" w:rsidRPr="00AF5C5E" w:rsidTr="00F3688B">
        <w:trPr>
          <w:trHeight w:val="20"/>
        </w:trPr>
        <w:tc>
          <w:tcPr>
            <w:tcW w:w="2992" w:type="dxa"/>
            <w:noWrap/>
          </w:tcPr>
          <w:p w:rsidR="00CC7AC4" w:rsidRPr="00F3688B" w:rsidRDefault="00CC7AC4" w:rsidP="002C0E6C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F3688B">
              <w:rPr>
                <w:color w:val="auto"/>
                <w:sz w:val="24"/>
                <w:szCs w:val="24"/>
              </w:rPr>
              <w:t xml:space="preserve">Поддержка и развитие малого и среднего предпринимательства </w:t>
            </w:r>
          </w:p>
        </w:tc>
        <w:tc>
          <w:tcPr>
            <w:tcW w:w="2516" w:type="dxa"/>
            <w:noWrap/>
            <w:vAlign w:val="center"/>
          </w:tcPr>
          <w:p w:rsidR="00CC7AC4" w:rsidRPr="005F45A4" w:rsidRDefault="00CC7AC4" w:rsidP="00F3688B">
            <w:pPr>
              <w:pStyle w:val="BodyText2"/>
              <w:ind w:firstLine="0"/>
              <w:jc w:val="center"/>
            </w:pPr>
            <w:r w:rsidRPr="0042508C"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1167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440" w:type="dxa"/>
            <w:noWrap/>
            <w:vAlign w:val="center"/>
          </w:tcPr>
          <w:p w:rsidR="00CC7AC4" w:rsidRPr="00AF5C5E" w:rsidRDefault="00CC7AC4" w:rsidP="00F3688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2340" w:type="dxa"/>
            <w:noWrap/>
            <w:vAlign w:val="center"/>
          </w:tcPr>
          <w:p w:rsidR="00CC7AC4" w:rsidRPr="003C07D1" w:rsidRDefault="00CC7AC4" w:rsidP="00F3688B">
            <w:pPr>
              <w:jc w:val="center"/>
            </w:pPr>
            <w:r>
              <w:t>Чествование предпринимателей.</w:t>
            </w:r>
          </w:p>
        </w:tc>
        <w:tc>
          <w:tcPr>
            <w:tcW w:w="2880" w:type="dxa"/>
            <w:noWrap/>
            <w:vAlign w:val="center"/>
          </w:tcPr>
          <w:p w:rsidR="00CC7AC4" w:rsidRPr="00B45B21" w:rsidRDefault="00CC7AC4" w:rsidP="00F3688B">
            <w:pPr>
              <w:jc w:val="center"/>
            </w:pPr>
            <w: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260" w:type="dxa"/>
            <w:noWrap/>
            <w:vAlign w:val="bottom"/>
          </w:tcPr>
          <w:p w:rsidR="00CC7AC4" w:rsidRPr="00AF5C5E" w:rsidRDefault="00CC7AC4" w:rsidP="00263A2B">
            <w:pPr>
              <w:spacing w:before="40"/>
              <w:rPr>
                <w:color w:val="000000"/>
              </w:rPr>
            </w:pPr>
          </w:p>
        </w:tc>
      </w:tr>
    </w:tbl>
    <w:p w:rsidR="00CC7AC4" w:rsidRPr="006E4ED9" w:rsidRDefault="00CC7AC4" w:rsidP="00263A2B">
      <w:pPr>
        <w:sectPr w:rsidR="00CC7AC4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</w:rPr>
      </w:pPr>
    </w:p>
    <w:p w:rsidR="00CC7AC4" w:rsidRDefault="00CC7AC4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</w:t>
      </w:r>
      <w:r w:rsidRPr="00A92AB5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>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A92AB5">
        <w:rPr>
          <w:b/>
          <w:sz w:val="28"/>
          <w:szCs w:val="28"/>
        </w:rPr>
        <w:t>» на 201</w:t>
      </w:r>
      <w:r>
        <w:rPr>
          <w:b/>
          <w:sz w:val="28"/>
          <w:szCs w:val="28"/>
        </w:rPr>
        <w:t>6</w:t>
      </w:r>
      <w:r w:rsidRPr="00A92AB5">
        <w:rPr>
          <w:b/>
          <w:sz w:val="28"/>
          <w:szCs w:val="28"/>
        </w:rPr>
        <w:t xml:space="preserve"> год</w:t>
      </w:r>
    </w:p>
    <w:p w:rsidR="00CC7AC4" w:rsidRPr="00A92AB5" w:rsidRDefault="00CC7AC4" w:rsidP="00587E76">
      <w:pPr>
        <w:jc w:val="center"/>
        <w:rPr>
          <w:b/>
          <w:sz w:val="28"/>
          <w:szCs w:val="28"/>
        </w:rPr>
      </w:pPr>
      <w:r w:rsidRPr="00A92AB5">
        <w:rPr>
          <w:b/>
          <w:sz w:val="28"/>
          <w:szCs w:val="28"/>
        </w:rPr>
        <w:t xml:space="preserve"> за счет всех источников финансирования</w:t>
      </w:r>
    </w:p>
    <w:p w:rsidR="00CC7AC4" w:rsidRPr="00A92AB5" w:rsidRDefault="00CC7AC4" w:rsidP="00263A2B">
      <w:pPr>
        <w:rPr>
          <w:sz w:val="28"/>
          <w:szCs w:val="28"/>
        </w:rPr>
      </w:pPr>
    </w:p>
    <w:p w:rsidR="00CC7AC4" w:rsidRPr="00A92AB5" w:rsidRDefault="00CC7AC4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CC7AC4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CC7AC4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color w:val="000000"/>
              </w:rPr>
            </w:pPr>
          </w:p>
        </w:tc>
      </w:tr>
      <w:tr w:rsidR="00CC7AC4" w:rsidRPr="00286F40" w:rsidTr="008E486C">
        <w:trPr>
          <w:trHeight w:val="497"/>
        </w:trPr>
        <w:tc>
          <w:tcPr>
            <w:tcW w:w="3233" w:type="dxa"/>
            <w:vMerge w:val="restart"/>
            <w:vAlign w:val="center"/>
          </w:tcPr>
          <w:p w:rsidR="00CC7AC4" w:rsidRPr="008E486C" w:rsidRDefault="00CC7AC4" w:rsidP="00EB2A40">
            <w:pPr>
              <w:jc w:val="center"/>
            </w:pPr>
            <w:r w:rsidRPr="008E486C">
              <w:rPr>
                <w:b/>
              </w:rPr>
              <w:t>«Поддержка и развитие малого и среднего предпринимательства в Старотитаровского сельского поселения Темрюкского района» на 201</w:t>
            </w:r>
            <w:r>
              <w:rPr>
                <w:b/>
              </w:rPr>
              <w:t>6</w:t>
            </w:r>
            <w:r w:rsidRPr="008E486C"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C7AC4" w:rsidRPr="00FA0A43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FA0A43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b/>
                <w:color w:val="000000"/>
              </w:rPr>
            </w:pPr>
            <w:r w:rsidRPr="00986C66">
              <w:rPr>
                <w:b/>
                <w:color w:val="000000"/>
              </w:rPr>
              <w:t>100</w:t>
            </w:r>
          </w:p>
        </w:tc>
      </w:tr>
      <w:tr w:rsidR="00CC7AC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</w:p>
        </w:tc>
      </w:tr>
      <w:tr w:rsidR="00CC7AC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F3688B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286F40" w:rsidRDefault="00CC7AC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100</w:t>
            </w:r>
          </w:p>
        </w:tc>
      </w:tr>
      <w:tr w:rsidR="00CC7AC4" w:rsidRPr="00986C66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CC7AC4" w:rsidRPr="00286F40" w:rsidRDefault="00CC7AC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C7AC4" w:rsidRPr="00286F40" w:rsidRDefault="00CC7AC4" w:rsidP="00F3688B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CC7AC4" w:rsidRPr="00986C66" w:rsidRDefault="00CC7AC4" w:rsidP="004D55F6">
            <w:pPr>
              <w:spacing w:before="40"/>
              <w:jc w:val="center"/>
              <w:rPr>
                <w:color w:val="000000"/>
              </w:rPr>
            </w:pPr>
            <w:r w:rsidRPr="00986C66">
              <w:rPr>
                <w:color w:val="000000"/>
              </w:rPr>
              <w:t>100</w:t>
            </w:r>
          </w:p>
        </w:tc>
      </w:tr>
    </w:tbl>
    <w:p w:rsidR="00CC7AC4" w:rsidRPr="006E4ED9" w:rsidRDefault="00CC7AC4" w:rsidP="00263A2B">
      <w:pPr>
        <w:sectPr w:rsidR="00CC7AC4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  <w:sz w:val="28"/>
          <w:szCs w:val="28"/>
          <w:highlight w:val="yellow"/>
        </w:rPr>
      </w:pPr>
    </w:p>
    <w:p w:rsidR="00CC7AC4" w:rsidRDefault="00CC7AC4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 xml:space="preserve">муниципальную </w:t>
      </w:r>
      <w:r>
        <w:rPr>
          <w:b/>
          <w:sz w:val="28"/>
          <w:szCs w:val="28"/>
        </w:rPr>
        <w:t>программу 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A92AB5">
        <w:rPr>
          <w:b/>
          <w:sz w:val="28"/>
          <w:szCs w:val="28"/>
        </w:rPr>
        <w:t>» на 201</w:t>
      </w:r>
      <w:r>
        <w:rPr>
          <w:b/>
          <w:sz w:val="28"/>
          <w:szCs w:val="28"/>
        </w:rPr>
        <w:t>6</w:t>
      </w:r>
      <w:r w:rsidRPr="00A92AB5">
        <w:rPr>
          <w:b/>
          <w:sz w:val="28"/>
          <w:szCs w:val="28"/>
        </w:rPr>
        <w:t xml:space="preserve"> год</w:t>
      </w:r>
    </w:p>
    <w:p w:rsidR="00CC7AC4" w:rsidRPr="006E4ED9" w:rsidRDefault="00CC7AC4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CC7AC4" w:rsidRPr="00286F40" w:rsidTr="00047A74">
        <w:trPr>
          <w:trHeight w:val="20"/>
        </w:trPr>
        <w:tc>
          <w:tcPr>
            <w:tcW w:w="54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CC7AC4" w:rsidRPr="00286F40" w:rsidRDefault="00CC7AC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CC7AC4" w:rsidRPr="00286F40" w:rsidTr="006A60EA">
        <w:trPr>
          <w:trHeight w:val="20"/>
        </w:trPr>
        <w:tc>
          <w:tcPr>
            <w:tcW w:w="540" w:type="dxa"/>
            <w:noWrap/>
            <w:vAlign w:val="center"/>
          </w:tcPr>
          <w:p w:rsidR="00CC7AC4" w:rsidRPr="00A92AB5" w:rsidRDefault="00CC7AC4" w:rsidP="006A60EA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20" w:type="dxa"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  <w:r>
              <w:t>—</w:t>
            </w:r>
          </w:p>
        </w:tc>
        <w:tc>
          <w:tcPr>
            <w:tcW w:w="1660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  <w:r>
              <w:t>—</w:t>
            </w:r>
          </w:p>
        </w:tc>
        <w:tc>
          <w:tcPr>
            <w:tcW w:w="1540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  <w:r>
              <w:t>—</w:t>
            </w:r>
          </w:p>
        </w:tc>
        <w:tc>
          <w:tcPr>
            <w:tcW w:w="5796" w:type="dxa"/>
            <w:noWrap/>
            <w:vAlign w:val="center"/>
          </w:tcPr>
          <w:p w:rsidR="00CC7AC4" w:rsidRDefault="00CC7AC4" w:rsidP="006A60EA">
            <w:pPr>
              <w:jc w:val="center"/>
            </w:pPr>
          </w:p>
          <w:p w:rsidR="00CC7AC4" w:rsidRPr="00A92AB5" w:rsidRDefault="00CC7AC4" w:rsidP="006A60EA">
            <w:pPr>
              <w:jc w:val="center"/>
            </w:pPr>
            <w:r>
              <w:t>—</w:t>
            </w:r>
          </w:p>
        </w:tc>
      </w:tr>
    </w:tbl>
    <w:p w:rsidR="00CC7AC4" w:rsidRPr="006E4ED9" w:rsidRDefault="00CC7AC4" w:rsidP="00263A2B">
      <w:pPr>
        <w:sectPr w:rsidR="00CC7AC4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CC7AC4" w:rsidRPr="001E4551" w:rsidRDefault="00CC7AC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C7AC4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C7AC4" w:rsidRPr="001E4551" w:rsidRDefault="00CC7AC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C7AC4" w:rsidRDefault="00CC7AC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____</w:t>
      </w:r>
    </w:p>
    <w:p w:rsidR="00CC7AC4" w:rsidRPr="00587E76" w:rsidRDefault="00CC7AC4" w:rsidP="00587E76">
      <w:pPr>
        <w:jc w:val="center"/>
        <w:rPr>
          <w:sz w:val="28"/>
          <w:szCs w:val="28"/>
        </w:rPr>
      </w:pPr>
    </w:p>
    <w:p w:rsidR="00CC7AC4" w:rsidRPr="00587E76" w:rsidRDefault="00CC7AC4" w:rsidP="00587E76">
      <w:pPr>
        <w:jc w:val="center"/>
        <w:rPr>
          <w:b/>
        </w:rPr>
      </w:pPr>
    </w:p>
    <w:p w:rsidR="00CC7AC4" w:rsidRPr="00937795" w:rsidRDefault="00CC7AC4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>
        <w:rPr>
          <w:b/>
          <w:sz w:val="28"/>
          <w:szCs w:val="28"/>
        </w:rPr>
        <w:t>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937795">
        <w:rPr>
          <w:b/>
          <w:color w:val="000000"/>
          <w:sz w:val="28"/>
          <w:szCs w:val="28"/>
        </w:rPr>
        <w:t>» на 201</w:t>
      </w:r>
      <w:r>
        <w:rPr>
          <w:b/>
          <w:color w:val="000000"/>
          <w:sz w:val="28"/>
          <w:szCs w:val="28"/>
        </w:rPr>
        <w:t>6 год</w:t>
      </w:r>
    </w:p>
    <w:p w:rsidR="00CC7AC4" w:rsidRPr="00587E76" w:rsidRDefault="00CC7AC4" w:rsidP="00587E76">
      <w:pPr>
        <w:jc w:val="center"/>
        <w:rPr>
          <w:b/>
          <w:sz w:val="28"/>
          <w:szCs w:val="28"/>
        </w:rPr>
      </w:pPr>
    </w:p>
    <w:p w:rsidR="00CC7AC4" w:rsidRPr="00286F40" w:rsidRDefault="00CC7AC4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CC7AC4" w:rsidRPr="00286F40" w:rsidTr="001F6C5B">
        <w:tc>
          <w:tcPr>
            <w:tcW w:w="3600" w:type="dxa"/>
            <w:vMerge w:val="restart"/>
            <w:vAlign w:val="center"/>
          </w:tcPr>
          <w:p w:rsidR="00CC7AC4" w:rsidRPr="00A92AB5" w:rsidRDefault="00CC7AC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CC7AC4" w:rsidRPr="00286F40" w:rsidTr="001F6C5B">
        <w:tc>
          <w:tcPr>
            <w:tcW w:w="3600" w:type="dxa"/>
            <w:vMerge/>
            <w:vAlign w:val="center"/>
          </w:tcPr>
          <w:p w:rsidR="00CC7AC4" w:rsidRPr="00A92AB5" w:rsidRDefault="00CC7AC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D3375B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D3375B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D3375B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D3375B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CC7AC4" w:rsidRPr="008B475F" w:rsidRDefault="00CC7AC4" w:rsidP="008B475F">
            <w:pPr>
              <w:tabs>
                <w:tab w:val="left" w:pos="1134"/>
              </w:tabs>
              <w:spacing w:before="40"/>
              <w:jc w:val="center"/>
            </w:pPr>
            <w:r w:rsidRPr="00D3375B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CC7AC4" w:rsidRPr="006E4ED9" w:rsidTr="00CD66B1">
        <w:tc>
          <w:tcPr>
            <w:tcW w:w="3600" w:type="dxa"/>
          </w:tcPr>
          <w:p w:rsidR="00CC7AC4" w:rsidRPr="008E486C" w:rsidRDefault="00CC7AC4" w:rsidP="00C76295">
            <w:r w:rsidRPr="008E486C">
              <w:t>МП «Поддержка и развитие малого и среднего предпринимательства в Старотитаровского сельского поселения Темрюкского района</w:t>
            </w:r>
            <w:r w:rsidRPr="008E486C">
              <w:rPr>
                <w:color w:val="000000"/>
              </w:rPr>
              <w:t>» на 201</w:t>
            </w:r>
            <w:r>
              <w:rPr>
                <w:color w:val="000000"/>
              </w:rPr>
              <w:t>6</w:t>
            </w:r>
            <w:r w:rsidRPr="008E486C">
              <w:rPr>
                <w:color w:val="000000"/>
              </w:rPr>
              <w:t xml:space="preserve"> год</w:t>
            </w:r>
            <w:r w:rsidRPr="008E486C">
              <w:t xml:space="preserve"> за счет всех источников финансирования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CC7AC4" w:rsidRPr="00E5770B" w:rsidRDefault="00CC7AC4" w:rsidP="00CD66B1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CC7AC4" w:rsidRDefault="00CC7AC4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CC7AC4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AC4" w:rsidRDefault="00CC7AC4" w:rsidP="00E1044C">
      <w:r>
        <w:separator/>
      </w:r>
    </w:p>
  </w:endnote>
  <w:endnote w:type="continuationSeparator" w:id="0">
    <w:p w:rsidR="00CC7AC4" w:rsidRDefault="00CC7AC4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AC4" w:rsidRDefault="00CC7AC4" w:rsidP="00E1044C">
      <w:r>
        <w:separator/>
      </w:r>
    </w:p>
  </w:footnote>
  <w:footnote w:type="continuationSeparator" w:id="0">
    <w:p w:rsidR="00CC7AC4" w:rsidRDefault="00CC7AC4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C4" w:rsidRDefault="00CC7AC4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CC7AC4" w:rsidRDefault="00CC7A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C4" w:rsidRDefault="00CC7AC4">
    <w:pPr>
      <w:pStyle w:val="Header"/>
      <w:jc w:val="center"/>
    </w:pPr>
  </w:p>
  <w:p w:rsidR="00CC7AC4" w:rsidRDefault="00CC7A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06B6"/>
    <w:rsid w:val="00003475"/>
    <w:rsid w:val="00011F7C"/>
    <w:rsid w:val="00015287"/>
    <w:rsid w:val="00033748"/>
    <w:rsid w:val="00047A74"/>
    <w:rsid w:val="00074EBB"/>
    <w:rsid w:val="000A13EC"/>
    <w:rsid w:val="000B28F5"/>
    <w:rsid w:val="001064AA"/>
    <w:rsid w:val="00107AB8"/>
    <w:rsid w:val="001348C0"/>
    <w:rsid w:val="00144ADF"/>
    <w:rsid w:val="00145A22"/>
    <w:rsid w:val="0015685E"/>
    <w:rsid w:val="001772B4"/>
    <w:rsid w:val="001A3D6E"/>
    <w:rsid w:val="001B5607"/>
    <w:rsid w:val="001C2E04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95A30"/>
    <w:rsid w:val="002A0529"/>
    <w:rsid w:val="002B0DD4"/>
    <w:rsid w:val="002C0E6C"/>
    <w:rsid w:val="002E7AE3"/>
    <w:rsid w:val="00304CE6"/>
    <w:rsid w:val="00320B79"/>
    <w:rsid w:val="0032350C"/>
    <w:rsid w:val="00347E67"/>
    <w:rsid w:val="0035547A"/>
    <w:rsid w:val="003705D6"/>
    <w:rsid w:val="00372E4E"/>
    <w:rsid w:val="003732ED"/>
    <w:rsid w:val="003862A7"/>
    <w:rsid w:val="003B30CF"/>
    <w:rsid w:val="003B5D24"/>
    <w:rsid w:val="003C07D1"/>
    <w:rsid w:val="003D424D"/>
    <w:rsid w:val="003E729F"/>
    <w:rsid w:val="003F5067"/>
    <w:rsid w:val="003F65B7"/>
    <w:rsid w:val="004125E2"/>
    <w:rsid w:val="0042508C"/>
    <w:rsid w:val="00436361"/>
    <w:rsid w:val="00442A36"/>
    <w:rsid w:val="00473A63"/>
    <w:rsid w:val="00486D96"/>
    <w:rsid w:val="00496101"/>
    <w:rsid w:val="004B4F4A"/>
    <w:rsid w:val="004D55F6"/>
    <w:rsid w:val="004F4102"/>
    <w:rsid w:val="005015B0"/>
    <w:rsid w:val="0050433E"/>
    <w:rsid w:val="005110E0"/>
    <w:rsid w:val="00562830"/>
    <w:rsid w:val="00587E76"/>
    <w:rsid w:val="005A28CA"/>
    <w:rsid w:val="005A5000"/>
    <w:rsid w:val="005B265F"/>
    <w:rsid w:val="005B4E99"/>
    <w:rsid w:val="005F0A3F"/>
    <w:rsid w:val="005F45A4"/>
    <w:rsid w:val="00602478"/>
    <w:rsid w:val="00604275"/>
    <w:rsid w:val="006073EF"/>
    <w:rsid w:val="00624700"/>
    <w:rsid w:val="00632453"/>
    <w:rsid w:val="00663EB6"/>
    <w:rsid w:val="006800DC"/>
    <w:rsid w:val="006867E6"/>
    <w:rsid w:val="0069662E"/>
    <w:rsid w:val="006A4470"/>
    <w:rsid w:val="006A60EA"/>
    <w:rsid w:val="006C7453"/>
    <w:rsid w:val="006E4ED9"/>
    <w:rsid w:val="00713E71"/>
    <w:rsid w:val="00717C20"/>
    <w:rsid w:val="00720160"/>
    <w:rsid w:val="00747988"/>
    <w:rsid w:val="00753931"/>
    <w:rsid w:val="00756CB9"/>
    <w:rsid w:val="007774D1"/>
    <w:rsid w:val="007A0DD2"/>
    <w:rsid w:val="007A682A"/>
    <w:rsid w:val="007B28EE"/>
    <w:rsid w:val="007C0286"/>
    <w:rsid w:val="007C3A7B"/>
    <w:rsid w:val="007D0A21"/>
    <w:rsid w:val="007E44FE"/>
    <w:rsid w:val="007E7EFA"/>
    <w:rsid w:val="00804838"/>
    <w:rsid w:val="008262CC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8E486C"/>
    <w:rsid w:val="00912C49"/>
    <w:rsid w:val="00927C64"/>
    <w:rsid w:val="00935391"/>
    <w:rsid w:val="00937795"/>
    <w:rsid w:val="00954CEC"/>
    <w:rsid w:val="00976B0E"/>
    <w:rsid w:val="0098040D"/>
    <w:rsid w:val="009867F8"/>
    <w:rsid w:val="00986C66"/>
    <w:rsid w:val="009C5F38"/>
    <w:rsid w:val="009D37C4"/>
    <w:rsid w:val="009D6FC6"/>
    <w:rsid w:val="009E77C7"/>
    <w:rsid w:val="00A061C6"/>
    <w:rsid w:val="00A2306F"/>
    <w:rsid w:val="00A34D56"/>
    <w:rsid w:val="00A4608F"/>
    <w:rsid w:val="00A515EB"/>
    <w:rsid w:val="00A54CE3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BB49A9"/>
    <w:rsid w:val="00BF1C8F"/>
    <w:rsid w:val="00C17075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73F7"/>
    <w:rsid w:val="00CC7AC4"/>
    <w:rsid w:val="00CD1066"/>
    <w:rsid w:val="00CD4C11"/>
    <w:rsid w:val="00CD5D80"/>
    <w:rsid w:val="00CD66B1"/>
    <w:rsid w:val="00D05C18"/>
    <w:rsid w:val="00D3375B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88B"/>
    <w:rsid w:val="00F369E4"/>
    <w:rsid w:val="00F60E8B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9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92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1199929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1199929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71199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548</TotalTime>
  <Pages>5</Pages>
  <Words>788</Words>
  <Characters>4493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59</cp:revision>
  <cp:lastPrinted>2014-09-16T06:37:00Z</cp:lastPrinted>
  <dcterms:created xsi:type="dcterms:W3CDTF">2014-09-16T06:37:00Z</dcterms:created>
  <dcterms:modified xsi:type="dcterms:W3CDTF">2017-03-13T08:22:00Z</dcterms:modified>
</cp:coreProperties>
</file>