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7D" w:rsidRPr="001E4551" w:rsidRDefault="004C0D7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6E4ED9" w:rsidRDefault="004C0D7D" w:rsidP="00263A2B"/>
    <w:p w:rsidR="004C0D7D" w:rsidRPr="005A38DA" w:rsidRDefault="004C0D7D" w:rsidP="004E44F9">
      <w:pPr>
        <w:jc w:val="center"/>
        <w:rPr>
          <w:b/>
          <w:sz w:val="28"/>
          <w:szCs w:val="28"/>
        </w:rPr>
      </w:pPr>
      <w:hyperlink r:id="rId7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>
        <w:rPr>
          <w:b/>
          <w:sz w:val="28"/>
          <w:szCs w:val="28"/>
        </w:rPr>
        <w:t xml:space="preserve"> </w:t>
      </w:r>
      <w:r w:rsidRPr="00F23EB9">
        <w:rPr>
          <w:b/>
          <w:sz w:val="28"/>
          <w:szCs w:val="28"/>
        </w:rPr>
        <w:t>«Противодействие коррупции в  Старотитаровском</w:t>
      </w:r>
      <w:r w:rsidRPr="00F23EB9">
        <w:rPr>
          <w:b/>
          <w:bCs/>
          <w:sz w:val="28"/>
          <w:szCs w:val="28"/>
        </w:rPr>
        <w:t xml:space="preserve"> сельском поселении Темрюкского района</w:t>
      </w:r>
      <w:r w:rsidRPr="00F23EB9">
        <w:rPr>
          <w:b/>
          <w:sz w:val="28"/>
          <w:szCs w:val="28"/>
        </w:rPr>
        <w:t>»</w:t>
      </w:r>
      <w:r w:rsidRPr="00F23EB9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</w:t>
      </w:r>
      <w:r w:rsidRPr="00F23EB9">
        <w:rPr>
          <w:b/>
          <w:bCs/>
          <w:sz w:val="28"/>
          <w:szCs w:val="28"/>
        </w:rPr>
        <w:t xml:space="preserve"> год</w:t>
      </w:r>
      <w:r w:rsidRPr="005A38DA">
        <w:rPr>
          <w:b/>
          <w:bCs/>
          <w:sz w:val="28"/>
          <w:szCs w:val="28"/>
        </w:rPr>
        <w:t>.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4C0D7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4C0D7D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4C0D7D" w:rsidRDefault="004C0D7D" w:rsidP="005A38DA"/>
          <w:p w:rsidR="004C0D7D" w:rsidRPr="005A38DA" w:rsidRDefault="004C0D7D" w:rsidP="005A38DA"/>
        </w:tc>
        <w:tc>
          <w:tcPr>
            <w:tcW w:w="100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C0D7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C0D7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4C0D7D" w:rsidRPr="005A38DA" w:rsidRDefault="004C0D7D" w:rsidP="005A38D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23EB9">
              <w:rPr>
                <w:b/>
                <w:sz w:val="28"/>
                <w:szCs w:val="28"/>
              </w:rPr>
              <w:t>«Противодействие коррупции в  Старотитаровском</w:t>
            </w:r>
            <w:r w:rsidRPr="00F23EB9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6 год.</w:t>
            </w:r>
          </w:p>
        </w:tc>
      </w:tr>
      <w:tr w:rsidR="004C0D7D" w:rsidRPr="00AF5C5E" w:rsidTr="001948BB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</w:t>
            </w:r>
          </w:p>
        </w:tc>
        <w:tc>
          <w:tcPr>
            <w:tcW w:w="1000" w:type="dxa"/>
            <w:noWrap/>
            <w:vAlign w:val="center"/>
          </w:tcPr>
          <w:p w:rsidR="004C0D7D" w:rsidRPr="00B73C78" w:rsidRDefault="004C0D7D" w:rsidP="001948BB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оказываемых муниципальных услуг, по которым разработаны административные регламенты, от общего числа предоставляемых услуг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в сфере размещения заказов на поставки товаров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земельных участков, реализации недвижимого муниципального имущества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383C3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383C3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Выполнение работ и оказание услуг для муниципальных нужд Старотитаровского сельского поселения Темрюкского района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Header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rPr>
          <w:b/>
        </w:rPr>
        <w:sectPr w:rsidR="004C0D7D" w:rsidRPr="006E4ED9" w:rsidSect="00E1040F">
          <w:pgSz w:w="16838" w:h="11906" w:orient="landscape"/>
          <w:pgMar w:top="539" w:right="1418" w:bottom="1276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Default="004C0D7D" w:rsidP="00263A2B">
      <w:pPr>
        <w:rPr>
          <w:b/>
        </w:rPr>
      </w:pPr>
    </w:p>
    <w:p w:rsidR="004C0D7D" w:rsidRDefault="004C0D7D" w:rsidP="00263A2B">
      <w:pPr>
        <w:rPr>
          <w:b/>
          <w:sz w:val="28"/>
          <w:szCs w:val="28"/>
        </w:rPr>
      </w:pPr>
    </w:p>
    <w:p w:rsidR="004C0D7D" w:rsidRPr="003F65B7" w:rsidRDefault="004C0D7D" w:rsidP="00612443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района»   на 2016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56"/>
        <w:gridCol w:w="2889"/>
        <w:gridCol w:w="1251"/>
      </w:tblGrid>
      <w:tr w:rsidR="004C0D7D" w:rsidRPr="00AF5C5E" w:rsidTr="002017EC">
        <w:trPr>
          <w:trHeight w:val="276"/>
        </w:trPr>
        <w:tc>
          <w:tcPr>
            <w:tcW w:w="2992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9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51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4C0D7D" w:rsidRPr="00AF5C5E" w:rsidTr="002017EC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9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AF5C5E" w:rsidTr="00E1040F">
        <w:trPr>
          <w:trHeight w:val="20"/>
        </w:trPr>
        <w:tc>
          <w:tcPr>
            <w:tcW w:w="2992" w:type="dxa"/>
            <w:noWrap/>
          </w:tcPr>
          <w:p w:rsidR="004C0D7D" w:rsidRPr="00E1040F" w:rsidRDefault="004C0D7D" w:rsidP="002C0E6C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Изготовление брошюр и флаеров направленных на противодействие коррупции в Старотитаровском сельском поселении Темрюкского района</w:t>
            </w:r>
          </w:p>
        </w:tc>
        <w:tc>
          <w:tcPr>
            <w:tcW w:w="2516" w:type="dxa"/>
            <w:noWrap/>
            <w:vAlign w:val="center"/>
          </w:tcPr>
          <w:p w:rsidR="004C0D7D" w:rsidRDefault="004C0D7D" w:rsidP="00E1040F">
            <w:pPr>
              <w:pStyle w:val="BodyText2"/>
              <w:ind w:firstLine="0"/>
              <w:jc w:val="center"/>
            </w:pPr>
            <w:r>
              <w:t>заместителя главы Старотитаровского сельского поселения Темрюкского района</w:t>
            </w:r>
          </w:p>
          <w:p w:rsidR="004C0D7D" w:rsidRDefault="004C0D7D" w:rsidP="00E1040F">
            <w:pPr>
              <w:pStyle w:val="BodyText2"/>
              <w:ind w:firstLine="0"/>
              <w:jc w:val="center"/>
            </w:pPr>
          </w:p>
          <w:p w:rsidR="004C0D7D" w:rsidRPr="0042508C" w:rsidRDefault="004C0D7D" w:rsidP="00E1040F">
            <w:pPr>
              <w:pStyle w:val="BodyText2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0C32F2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4C0D7D" w:rsidRPr="00685BEF" w:rsidRDefault="004C0D7D" w:rsidP="00E1040F">
            <w:pPr>
              <w:jc w:val="center"/>
            </w:pPr>
            <w:r>
              <w:t xml:space="preserve">Изготовление брошюр и флаеров </w:t>
            </w:r>
          </w:p>
        </w:tc>
        <w:tc>
          <w:tcPr>
            <w:tcW w:w="2889" w:type="dxa"/>
            <w:noWrap/>
            <w:vAlign w:val="center"/>
          </w:tcPr>
          <w:p w:rsidR="004C0D7D" w:rsidRPr="00E1040F" w:rsidRDefault="004C0D7D" w:rsidP="00E1040F">
            <w:pPr>
              <w:pStyle w:val="a0"/>
              <w:ind w:right="958"/>
              <w:jc w:val="center"/>
              <w:rPr>
                <w:rFonts w:ascii="Times New Roman" w:hAnsi="Times New Roman"/>
              </w:rPr>
            </w:pPr>
            <w:r w:rsidRPr="00E1040F">
              <w:rPr>
                <w:rFonts w:ascii="Times New Roman" w:hAnsi="Times New Roman"/>
              </w:rPr>
              <w:t xml:space="preserve">Изготовление брошюр и флаеров </w:t>
            </w:r>
          </w:p>
        </w:tc>
        <w:tc>
          <w:tcPr>
            <w:tcW w:w="1251" w:type="dxa"/>
            <w:noWrap/>
            <w:vAlign w:val="bottom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4C0D7D" w:rsidRPr="006E4ED9" w:rsidRDefault="004C0D7D" w:rsidP="00263A2B">
      <w:pPr>
        <w:sectPr w:rsidR="004C0D7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4C0D7D" w:rsidP="0042508C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2016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4C0D7D" w:rsidRDefault="004C0D7D" w:rsidP="00263A2B">
      <w:pPr>
        <w:rPr>
          <w:sz w:val="28"/>
          <w:szCs w:val="28"/>
        </w:rPr>
      </w:pPr>
    </w:p>
    <w:p w:rsidR="004C0D7D" w:rsidRPr="00286F40" w:rsidRDefault="004C0D7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C0D7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C0D7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4C0D7D" w:rsidRPr="00F97391" w:rsidRDefault="004C0D7D" w:rsidP="00F97391">
            <w:pPr>
              <w:spacing w:before="40"/>
              <w:jc w:val="center"/>
            </w:pPr>
            <w:r w:rsidRPr="00F97391">
              <w:rPr>
                <w:b/>
              </w:rPr>
              <w:t>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района» на 201</w:t>
            </w:r>
            <w:r>
              <w:rPr>
                <w:b/>
              </w:rPr>
              <w:t>6</w:t>
            </w:r>
            <w:r w:rsidRPr="00B40B53">
              <w:rPr>
                <w:b/>
              </w:rPr>
              <w:t xml:space="preserve"> год</w:t>
            </w:r>
          </w:p>
          <w:p w:rsidR="004C0D7D" w:rsidRPr="00286F40" w:rsidRDefault="004C0D7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C0D7D" w:rsidRPr="00FA0A43" w:rsidRDefault="004C0D7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FA0A43" w:rsidRDefault="004C0D7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1040F">
              <w:rPr>
                <w:b/>
                <w:color w:val="000000"/>
              </w:rPr>
              <w:t>100</w:t>
            </w: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7259DF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7259DF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100</w:t>
            </w: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7259DF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  <w:highlight w:val="yellow"/>
        </w:rPr>
      </w:pPr>
    </w:p>
    <w:p w:rsidR="004C0D7D" w:rsidRPr="00587E76" w:rsidRDefault="004C0D7D" w:rsidP="0032350C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>
        <w:rPr>
          <w:b/>
          <w:sz w:val="28"/>
          <w:szCs w:val="28"/>
        </w:rPr>
        <w:t xml:space="preserve"> «Противодействие коррупции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  <w:r>
        <w:rPr>
          <w:b/>
          <w:sz w:val="28"/>
          <w:szCs w:val="28"/>
        </w:rPr>
        <w:t xml:space="preserve"> 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C0D7D" w:rsidRPr="00286F40" w:rsidTr="00047A74">
        <w:trPr>
          <w:trHeight w:val="20"/>
        </w:trPr>
        <w:tc>
          <w:tcPr>
            <w:tcW w:w="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C0D7D" w:rsidRPr="00286F40" w:rsidTr="00B142CB">
        <w:trPr>
          <w:trHeight w:val="20"/>
        </w:trPr>
        <w:tc>
          <w:tcPr>
            <w:tcW w:w="540" w:type="dxa"/>
            <w:noWrap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4C0D7D" w:rsidRPr="002017EC" w:rsidRDefault="004C0D7D" w:rsidP="002017EC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r w:rsidRPr="00CD4C11">
              <w:t>Старотитаровского сельского поселения Темрюкского района</w:t>
            </w:r>
            <w:r>
              <w:t xml:space="preserve"> от 23 декабря 2015 года № 546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 w:rsidRPr="00B40B53">
              <w:t>Противодействие коррупции в Старотитаровском сельском поселении 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>
              <w:rPr>
                <w:bCs/>
              </w:rPr>
              <w:t>6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21.12.2016 г.</w:t>
            </w:r>
          </w:p>
        </w:tc>
        <w:tc>
          <w:tcPr>
            <w:tcW w:w="154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№ 543</w:t>
            </w:r>
          </w:p>
        </w:tc>
        <w:tc>
          <w:tcPr>
            <w:tcW w:w="5796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4C0D7D" w:rsidRPr="006E4ED9" w:rsidRDefault="004C0D7D" w:rsidP="00263A2B">
      <w:pPr>
        <w:sectPr w:rsidR="004C0D7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4C0D7D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4C0D7D" w:rsidRPr="001E4551" w:rsidRDefault="004C0D7D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4C0D7D" w:rsidRDefault="004C0D7D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>от _____201</w:t>
      </w:r>
      <w:r>
        <w:rPr>
          <w:bCs/>
          <w:sz w:val="28"/>
          <w:szCs w:val="28"/>
        </w:rPr>
        <w:t>7</w:t>
      </w:r>
      <w:r w:rsidRPr="00587E76">
        <w:rPr>
          <w:bCs/>
          <w:sz w:val="28"/>
          <w:szCs w:val="28"/>
        </w:rPr>
        <w:t xml:space="preserve"> года № 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4C0D7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B40B53">
        <w:rPr>
          <w:b/>
          <w:sz w:val="28"/>
          <w:szCs w:val="28"/>
        </w:rPr>
        <w:t>«Противодействие коррупции в Старотитаровском сельском поселении Темрюкского района</w:t>
      </w:r>
      <w:r w:rsidRPr="00B40B53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6 год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286F40" w:rsidRDefault="004C0D7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C0D7D" w:rsidRPr="00286F40" w:rsidTr="001F6C5B">
        <w:tc>
          <w:tcPr>
            <w:tcW w:w="3600" w:type="dxa"/>
            <w:vMerge w:val="restart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C0D7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9A6E01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9A6E01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9A6E01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9A6E01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9A6E01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4C0D7D" w:rsidRPr="006E4ED9" w:rsidTr="00B142CB">
        <w:tc>
          <w:tcPr>
            <w:tcW w:w="3600" w:type="dxa"/>
          </w:tcPr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B40B53">
              <w:rPr>
                <w:b/>
              </w:rPr>
              <w:t>Противодействие коррупции в Старотитаровском сельском поселении Темрюкского района</w:t>
            </w:r>
            <w:r>
              <w:rPr>
                <w:b/>
              </w:rPr>
              <w:t xml:space="preserve">» </w:t>
            </w:r>
            <w:r>
              <w:rPr>
                <w:b/>
                <w:bCs/>
              </w:rPr>
              <w:t>на 2016</w:t>
            </w:r>
            <w:r w:rsidRPr="00E5770B">
              <w:rPr>
                <w:b/>
                <w:bCs/>
              </w:rPr>
              <w:t xml:space="preserve"> год</w:t>
            </w:r>
          </w:p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4C0D7D" w:rsidRPr="00E5770B" w:rsidRDefault="004C0D7D" w:rsidP="0032350C">
            <w:pPr>
              <w:rPr>
                <w:b/>
                <w:sz w:val="28"/>
                <w:szCs w:val="28"/>
              </w:rPr>
            </w:pPr>
          </w:p>
          <w:p w:rsidR="004C0D7D" w:rsidRPr="00E5770B" w:rsidRDefault="004C0D7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C0D7D" w:rsidRDefault="004C0D7D" w:rsidP="00263A2B">
      <w:pPr>
        <w:tabs>
          <w:tab w:val="left" w:pos="1134"/>
        </w:tabs>
        <w:ind w:left="851"/>
        <w:jc w:val="both"/>
      </w:pPr>
    </w:p>
    <w:p w:rsidR="004C0D7D" w:rsidRDefault="004C0D7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C0D7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D7D" w:rsidRDefault="004C0D7D" w:rsidP="00E1044C">
      <w:r>
        <w:separator/>
      </w:r>
    </w:p>
  </w:endnote>
  <w:endnote w:type="continuationSeparator" w:id="0">
    <w:p w:rsidR="004C0D7D" w:rsidRDefault="004C0D7D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D7D" w:rsidRDefault="004C0D7D" w:rsidP="00E1044C">
      <w:r>
        <w:separator/>
      </w:r>
    </w:p>
  </w:footnote>
  <w:footnote w:type="continuationSeparator" w:id="0">
    <w:p w:rsidR="004C0D7D" w:rsidRDefault="004C0D7D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4C0D7D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4C0D7D" w:rsidRDefault="004C0D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4C0D7D">
    <w:pPr>
      <w:pStyle w:val="Header"/>
      <w:jc w:val="center"/>
    </w:pPr>
  </w:p>
  <w:p w:rsidR="004C0D7D" w:rsidRDefault="004C0D7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371"/>
    <w:rsid w:val="00033748"/>
    <w:rsid w:val="00047A74"/>
    <w:rsid w:val="000B28F5"/>
    <w:rsid w:val="000C32F2"/>
    <w:rsid w:val="001064AA"/>
    <w:rsid w:val="00107AB8"/>
    <w:rsid w:val="00110309"/>
    <w:rsid w:val="001348C0"/>
    <w:rsid w:val="00144ADF"/>
    <w:rsid w:val="00145A22"/>
    <w:rsid w:val="001772B4"/>
    <w:rsid w:val="001948BB"/>
    <w:rsid w:val="00195EDC"/>
    <w:rsid w:val="001A3D6E"/>
    <w:rsid w:val="001B5607"/>
    <w:rsid w:val="001C5E7B"/>
    <w:rsid w:val="001E4551"/>
    <w:rsid w:val="001E4A4A"/>
    <w:rsid w:val="001E7F30"/>
    <w:rsid w:val="001F6C5B"/>
    <w:rsid w:val="002017EC"/>
    <w:rsid w:val="00203CC1"/>
    <w:rsid w:val="00213B3E"/>
    <w:rsid w:val="00214E9F"/>
    <w:rsid w:val="002354BB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2350C"/>
    <w:rsid w:val="00333C9E"/>
    <w:rsid w:val="003705C3"/>
    <w:rsid w:val="003732ED"/>
    <w:rsid w:val="00383C3C"/>
    <w:rsid w:val="003B30CF"/>
    <w:rsid w:val="003B4578"/>
    <w:rsid w:val="003D424D"/>
    <w:rsid w:val="003F65B7"/>
    <w:rsid w:val="00400340"/>
    <w:rsid w:val="0042508C"/>
    <w:rsid w:val="004336CE"/>
    <w:rsid w:val="00442A36"/>
    <w:rsid w:val="00473A63"/>
    <w:rsid w:val="00486D96"/>
    <w:rsid w:val="00496101"/>
    <w:rsid w:val="004A5B5B"/>
    <w:rsid w:val="004B4F4A"/>
    <w:rsid w:val="004C0D7D"/>
    <w:rsid w:val="004E190D"/>
    <w:rsid w:val="004E44F9"/>
    <w:rsid w:val="004F28F9"/>
    <w:rsid w:val="004F4102"/>
    <w:rsid w:val="00562830"/>
    <w:rsid w:val="00587E76"/>
    <w:rsid w:val="005A38DA"/>
    <w:rsid w:val="005A6DAB"/>
    <w:rsid w:val="005B265F"/>
    <w:rsid w:val="005B4E99"/>
    <w:rsid w:val="006073EF"/>
    <w:rsid w:val="00612443"/>
    <w:rsid w:val="00624700"/>
    <w:rsid w:val="00632453"/>
    <w:rsid w:val="00663EB6"/>
    <w:rsid w:val="006800DC"/>
    <w:rsid w:val="00685BEF"/>
    <w:rsid w:val="00690DFA"/>
    <w:rsid w:val="0069662E"/>
    <w:rsid w:val="006C0FFF"/>
    <w:rsid w:val="006E4ED9"/>
    <w:rsid w:val="006F4CEB"/>
    <w:rsid w:val="00713E71"/>
    <w:rsid w:val="00716E58"/>
    <w:rsid w:val="00717C20"/>
    <w:rsid w:val="007259DF"/>
    <w:rsid w:val="007272CD"/>
    <w:rsid w:val="00756CB9"/>
    <w:rsid w:val="007A0DD2"/>
    <w:rsid w:val="007C3A7B"/>
    <w:rsid w:val="007C4323"/>
    <w:rsid w:val="007D0A21"/>
    <w:rsid w:val="007E44FE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8F693A"/>
    <w:rsid w:val="00912C49"/>
    <w:rsid w:val="00927C64"/>
    <w:rsid w:val="00954CEC"/>
    <w:rsid w:val="00976B0E"/>
    <w:rsid w:val="009A1D63"/>
    <w:rsid w:val="009A6E01"/>
    <w:rsid w:val="009B6134"/>
    <w:rsid w:val="009C5F38"/>
    <w:rsid w:val="009D5FE0"/>
    <w:rsid w:val="009D6FC6"/>
    <w:rsid w:val="00A061C6"/>
    <w:rsid w:val="00A2306F"/>
    <w:rsid w:val="00A32914"/>
    <w:rsid w:val="00A34D56"/>
    <w:rsid w:val="00A3543F"/>
    <w:rsid w:val="00A4608F"/>
    <w:rsid w:val="00A4707C"/>
    <w:rsid w:val="00A52934"/>
    <w:rsid w:val="00A81898"/>
    <w:rsid w:val="00A837D0"/>
    <w:rsid w:val="00A85A55"/>
    <w:rsid w:val="00A87B59"/>
    <w:rsid w:val="00AA23A9"/>
    <w:rsid w:val="00AE603B"/>
    <w:rsid w:val="00AF5C5E"/>
    <w:rsid w:val="00AF7B05"/>
    <w:rsid w:val="00B0366E"/>
    <w:rsid w:val="00B0503E"/>
    <w:rsid w:val="00B142CB"/>
    <w:rsid w:val="00B40B53"/>
    <w:rsid w:val="00B45B21"/>
    <w:rsid w:val="00B50145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CF6CDF"/>
    <w:rsid w:val="00D04BC4"/>
    <w:rsid w:val="00D12F3B"/>
    <w:rsid w:val="00D34517"/>
    <w:rsid w:val="00D4024F"/>
    <w:rsid w:val="00D500B6"/>
    <w:rsid w:val="00D5479E"/>
    <w:rsid w:val="00D60E8A"/>
    <w:rsid w:val="00D70EE0"/>
    <w:rsid w:val="00D71C0E"/>
    <w:rsid w:val="00D7695C"/>
    <w:rsid w:val="00DB7C47"/>
    <w:rsid w:val="00DE2B0D"/>
    <w:rsid w:val="00DE7187"/>
    <w:rsid w:val="00DF5276"/>
    <w:rsid w:val="00E1040F"/>
    <w:rsid w:val="00E1044C"/>
    <w:rsid w:val="00E27842"/>
    <w:rsid w:val="00E32D96"/>
    <w:rsid w:val="00E330CB"/>
    <w:rsid w:val="00E40EDE"/>
    <w:rsid w:val="00E44696"/>
    <w:rsid w:val="00E5770B"/>
    <w:rsid w:val="00E74F97"/>
    <w:rsid w:val="00E75C4A"/>
    <w:rsid w:val="00EB712B"/>
    <w:rsid w:val="00EC009E"/>
    <w:rsid w:val="00EE0597"/>
    <w:rsid w:val="00EF3BE0"/>
    <w:rsid w:val="00F1480F"/>
    <w:rsid w:val="00F169AE"/>
    <w:rsid w:val="00F23EB9"/>
    <w:rsid w:val="00F2630D"/>
    <w:rsid w:val="00F30378"/>
    <w:rsid w:val="00F35689"/>
    <w:rsid w:val="00F369E4"/>
    <w:rsid w:val="00F97391"/>
    <w:rsid w:val="00FA0A43"/>
    <w:rsid w:val="00FA180E"/>
    <w:rsid w:val="00FA6791"/>
    <w:rsid w:val="00FD1985"/>
    <w:rsid w:val="00FD1B56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17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4526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340</TotalTime>
  <Pages>6</Pages>
  <Words>953</Words>
  <Characters>5434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47</cp:revision>
  <cp:lastPrinted>2014-09-16T06:37:00Z</cp:lastPrinted>
  <dcterms:created xsi:type="dcterms:W3CDTF">2014-09-16T06:37:00Z</dcterms:created>
  <dcterms:modified xsi:type="dcterms:W3CDTF">2017-03-31T11:04:00Z</dcterms:modified>
</cp:coreProperties>
</file>