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E2" w:rsidRDefault="001901E2" w:rsidP="00FB270C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FB270C">
        <w:rPr>
          <w:rFonts w:ascii="Times New Roman" w:hAnsi="Times New Roman"/>
          <w:sz w:val="28"/>
          <w:szCs w:val="28"/>
        </w:rPr>
        <w:t>Приложение №1</w:t>
      </w:r>
    </w:p>
    <w:p w:rsidR="001901E2" w:rsidRDefault="001901E2" w:rsidP="00FB270C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____сессии Совета</w:t>
      </w:r>
    </w:p>
    <w:p w:rsidR="001901E2" w:rsidRDefault="001901E2" w:rsidP="00FB270C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1901E2" w:rsidRDefault="001901E2" w:rsidP="00FB270C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-го</w:t>
      </w:r>
      <w:r w:rsidRPr="00FB27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созыва</w:t>
      </w:r>
    </w:p>
    <w:p w:rsidR="001901E2" w:rsidRPr="00FB270C" w:rsidRDefault="001901E2" w:rsidP="00FB270C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 №_________</w:t>
      </w:r>
    </w:p>
    <w:p w:rsidR="001901E2" w:rsidRPr="00FB270C" w:rsidRDefault="001901E2" w:rsidP="00D07C7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901E2" w:rsidRDefault="001901E2" w:rsidP="00D07C7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901E2" w:rsidRPr="00412564" w:rsidRDefault="001901E2" w:rsidP="00412564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</w:t>
      </w:r>
    </w:p>
    <w:p w:rsidR="001901E2" w:rsidRDefault="001901E2" w:rsidP="00D07C7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901E2" w:rsidRDefault="001901E2" w:rsidP="00D07C7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901E2" w:rsidRDefault="001901E2" w:rsidP="00D07C7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901E2" w:rsidRDefault="001901E2" w:rsidP="00D07C7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1901E2" w:rsidRPr="00D20277" w:rsidRDefault="001901E2" w:rsidP="00D07C7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901E2" w:rsidRDefault="001901E2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901E2" w:rsidRPr="0013380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проектом Закона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7 год</w:t>
      </w:r>
      <w:r w:rsidRPr="00133802">
        <w:rPr>
          <w:rFonts w:ascii="Times New Roman" w:hAnsi="Times New Roman"/>
          <w:sz w:val="28"/>
          <w:szCs w:val="28"/>
        </w:rPr>
        <w:t xml:space="preserve">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52 205,7 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52 205,7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верхний </w:t>
      </w:r>
      <w:r w:rsidRPr="004E6BE4">
        <w:rPr>
          <w:rFonts w:ascii="Times New Roman" w:hAnsi="Times New Roman"/>
          <w:sz w:val="28"/>
          <w:szCs w:val="28"/>
        </w:rPr>
        <w:t>предел муниципального 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2017</w:t>
      </w:r>
      <w:r w:rsidRPr="004E6BE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8000</w:t>
      </w:r>
      <w:r w:rsidRPr="00B73272">
        <w:rPr>
          <w:rFonts w:ascii="Times New Roman" w:hAnsi="Times New Roman"/>
          <w:sz w:val="28"/>
          <w:szCs w:val="28"/>
        </w:rPr>
        <w:t xml:space="preserve"> тыс.рублей,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1901E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) дефицит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r w:rsidRPr="003E16B5">
        <w:rPr>
          <w:rFonts w:ascii="Times New Roman" w:hAnsi="Times New Roman"/>
          <w:sz w:val="28"/>
          <w:szCs w:val="28"/>
        </w:rPr>
        <w:t>0,0 тыс</w:t>
      </w:r>
      <w:r w:rsidRPr="00B732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и коды главных администраторов доходов бюджета  Старотитаровского сельского  поселения Темрюкского района, </w:t>
      </w:r>
      <w:r>
        <w:rPr>
          <w:rFonts w:ascii="Times New Roman" w:hAnsi="Times New Roman"/>
          <w:sz w:val="28"/>
          <w:szCs w:val="28"/>
        </w:rPr>
        <w:t xml:space="preserve">источников финансирования дефицита бюджета Старотитаровского сельского поселения Темрюкского района,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и коды классификации источников финансирования дефицита бюджета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2017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1901E2" w:rsidRDefault="001901E2" w:rsidP="00D07C7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и коды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бюджета Старотитаровского сельского поселения Темрюкского района на 2017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1901E2" w:rsidRDefault="001901E2" w:rsidP="00B947A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>бъем поступлений доходов в бюджет Старотитаровского сельского поселения Темрюкского района по кодам видов (подвидов) доходов и классификации операций сектора государственного управлени</w:t>
      </w:r>
      <w:r>
        <w:rPr>
          <w:rFonts w:ascii="Times New Roman" w:hAnsi="Times New Roman"/>
          <w:sz w:val="28"/>
          <w:szCs w:val="28"/>
        </w:rPr>
        <w:t>я, относящихся к доходам бюджетов на 2017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901E2" w:rsidRDefault="001901E2" w:rsidP="00B947A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380,8.</w:t>
      </w:r>
    </w:p>
    <w:p w:rsidR="001901E2" w:rsidRDefault="001901E2" w:rsidP="00B947A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6.Утвердить в составе доходов бюджета Старотитаровского сельского поселения Темрюкского района безвозмездные поступления из краевого бюджета в сумме 7,6 тыс. рублей.</w:t>
      </w:r>
    </w:p>
    <w:p w:rsidR="001901E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1901E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соответственно целям их предоставления.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2017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901E2" w:rsidRDefault="001901E2" w:rsidP="00B947A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2017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901E2" w:rsidRPr="00B947A7" w:rsidRDefault="001901E2" w:rsidP="00B947A7">
      <w:pPr>
        <w:pStyle w:val="NoSpacing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Утвердить ведомственную структуру расходов бюджета Старотитаровского сельского поселения Темрюкского района на 2017 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901E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2017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901E2" w:rsidRDefault="001901E2" w:rsidP="005C323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Утвердить  в составе  ведомственной структуры расходов бюджета Старотитаровского сельского поселения на 2017 год:</w:t>
      </w:r>
    </w:p>
    <w:p w:rsidR="001901E2" w:rsidRDefault="001901E2" w:rsidP="005C323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76,8 тыс.рублей;</w:t>
      </w:r>
    </w:p>
    <w:p w:rsidR="001901E2" w:rsidRPr="00D7707F" w:rsidRDefault="001901E2" w:rsidP="005C323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2)резервный фонд администрации Старотитаровского сельского поселения Темрюкского района в сумме 150, 0 тыс.рублей.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и видов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</w:rPr>
        <w:t>7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901E2" w:rsidRDefault="001901E2" w:rsidP="00BA3FA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2017 год в сумме 10455,2 тыс.рублей.</w:t>
      </w:r>
    </w:p>
    <w:p w:rsidR="001901E2" w:rsidRDefault="001901E2" w:rsidP="00BA3FA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2017 год.</w:t>
      </w:r>
    </w:p>
    <w:p w:rsidR="001901E2" w:rsidRDefault="001901E2" w:rsidP="00BA3FA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2017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1901E2" w:rsidRDefault="001901E2" w:rsidP="00BA3FA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2017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1901E2" w:rsidRDefault="001901E2" w:rsidP="00BA3FAF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1901E2" w:rsidRDefault="001901E2" w:rsidP="0000120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на начало текущего финансового года направляются на:</w:t>
      </w:r>
    </w:p>
    <w:p w:rsidR="001901E2" w:rsidRDefault="001901E2" w:rsidP="0000120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1901E2" w:rsidRDefault="001901E2" w:rsidP="003835F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выполнение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1901E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r>
        <w:rPr>
          <w:rFonts w:ascii="Times New Roman" w:hAnsi="Times New Roman"/>
          <w:sz w:val="28"/>
          <w:szCs w:val="28"/>
        </w:rPr>
        <w:t xml:space="preserve">Старотититаровскому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</w:p>
    <w:p w:rsidR="001901E2" w:rsidRDefault="001901E2" w:rsidP="003835F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в вал</w:t>
      </w:r>
      <w:r>
        <w:rPr>
          <w:rFonts w:ascii="Times New Roman" w:hAnsi="Times New Roman"/>
          <w:sz w:val="28"/>
          <w:szCs w:val="28"/>
        </w:rPr>
        <w:t>юте Российской Федерации на 2017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901E2" w:rsidRPr="00B73272" w:rsidRDefault="001901E2" w:rsidP="003835F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7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901E2" w:rsidRDefault="001901E2" w:rsidP="00EB523C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 краю, в установленном порядке.</w:t>
      </w:r>
    </w:p>
    <w:p w:rsidR="001901E2" w:rsidRDefault="001901E2" w:rsidP="00EB523C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без внесения изменений  в настоящее решение, связанные с особенностями исполнения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(или) перераспределения бюджетных ассигнований:</w:t>
      </w:r>
    </w:p>
    <w:p w:rsidR="001901E2" w:rsidRPr="00356917" w:rsidRDefault="001901E2" w:rsidP="00EB523C">
      <w:pPr>
        <w:pStyle w:val="BodyTextIndent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самоуправления;</w:t>
      </w:r>
    </w:p>
    <w:p w:rsidR="001901E2" w:rsidRPr="00356917" w:rsidRDefault="001901E2" w:rsidP="00EB523C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2) внесение изменений в муниципальные программы (подпрограммы) в части изменения мероприятий (подпрограмм) муниципальной программы (подпрограмм), включая изменение кодов бюджетной классификации в связи с указанным изменением и (или) перераспределением средств бюджета поселения, в установленном порядке;</w:t>
      </w:r>
    </w:p>
    <w:p w:rsidR="001901E2" w:rsidRPr="00356917" w:rsidRDefault="001901E2" w:rsidP="00EB523C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 xml:space="preserve">3) перераспределение бюджетных ассигнований между кодами классификации расходов бюджета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правовым актом администрации </w:t>
      </w:r>
      <w:r>
        <w:rPr>
          <w:sz w:val="28"/>
          <w:szCs w:val="28"/>
        </w:rPr>
        <w:t xml:space="preserve">Старотитаровского </w:t>
      </w:r>
      <w:r w:rsidRPr="00356917">
        <w:rPr>
          <w:sz w:val="28"/>
          <w:szCs w:val="28"/>
        </w:rPr>
        <w:t>сельского поселения Темрюкского района;</w:t>
      </w:r>
    </w:p>
    <w:p w:rsidR="001901E2" w:rsidRPr="00356917" w:rsidRDefault="001901E2" w:rsidP="00EB523C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4) перераспределение бюджетных ассигнований между подгруппами вида расходов классификации расходов бюджета в пределах, предусмотренных главному распорядителю средств бюджета поселения, по соответствующему разделу классификации расходов бюджетов;</w:t>
      </w:r>
    </w:p>
    <w:p w:rsidR="001901E2" w:rsidRPr="00356917" w:rsidRDefault="001901E2" w:rsidP="00EB523C">
      <w:pPr>
        <w:pStyle w:val="BodyTextIndent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 xml:space="preserve">5) изменение и (или) уточнение бюджетной классификации Министерством финансов Российской Федерации; </w:t>
      </w:r>
    </w:p>
    <w:p w:rsidR="001901E2" w:rsidRPr="00B73272" w:rsidRDefault="001901E2" w:rsidP="00855AE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356917">
        <w:rPr>
          <w:rFonts w:ascii="Times New Roman" w:hAnsi="Times New Roman"/>
          <w:sz w:val="28"/>
          <w:szCs w:val="28"/>
        </w:rPr>
        <w:t>6) детализация кодов целевых статей изменение и (или) уточнение бюджетной классификации</w:t>
      </w:r>
      <w:r>
        <w:rPr>
          <w:rFonts w:ascii="Times New Roman" w:hAnsi="Times New Roman"/>
          <w:sz w:val="28"/>
          <w:szCs w:val="28"/>
        </w:rPr>
        <w:t>.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</w:t>
      </w:r>
      <w:r w:rsidRPr="00B73272"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год в сумме </w:t>
      </w:r>
      <w:r w:rsidRPr="003E16B5">
        <w:rPr>
          <w:rFonts w:ascii="Times New Roman" w:hAnsi="Times New Roman"/>
          <w:sz w:val="28"/>
          <w:szCs w:val="28"/>
        </w:rPr>
        <w:t>8 000,0</w:t>
      </w:r>
      <w:r w:rsidRPr="00B73272">
        <w:rPr>
          <w:rFonts w:ascii="Times New Roman" w:hAnsi="Times New Roman"/>
          <w:sz w:val="28"/>
          <w:szCs w:val="28"/>
        </w:rPr>
        <w:t xml:space="preserve"> тыс.рублей.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1901E2" w:rsidRPr="00B73272" w:rsidRDefault="001901E2" w:rsidP="00D07C7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Официально опубликовать настоящее решение в установленном порядке.</w:t>
      </w:r>
    </w:p>
    <w:p w:rsidR="001901E2" w:rsidRPr="00277919" w:rsidRDefault="001901E2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277919">
        <w:rPr>
          <w:rFonts w:ascii="Times New Roman" w:hAnsi="Times New Roman"/>
          <w:sz w:val="28"/>
          <w:szCs w:val="28"/>
        </w:rPr>
        <w:t>32. Решение вступает в силу с 1 января 2017 года.</w:t>
      </w:r>
    </w:p>
    <w:sectPr w:rsidR="001901E2" w:rsidRPr="00277919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1E2" w:rsidRDefault="001901E2" w:rsidP="00662DB0">
      <w:pPr>
        <w:spacing w:after="0" w:line="240" w:lineRule="auto"/>
      </w:pPr>
      <w:r>
        <w:separator/>
      </w:r>
    </w:p>
  </w:endnote>
  <w:endnote w:type="continuationSeparator" w:id="0">
    <w:p w:rsidR="001901E2" w:rsidRDefault="001901E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1E2" w:rsidRDefault="001901E2" w:rsidP="00662DB0">
      <w:pPr>
        <w:spacing w:after="0" w:line="240" w:lineRule="auto"/>
      </w:pPr>
      <w:r>
        <w:separator/>
      </w:r>
    </w:p>
  </w:footnote>
  <w:footnote w:type="continuationSeparator" w:id="0">
    <w:p w:rsidR="001901E2" w:rsidRDefault="001901E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E2" w:rsidRPr="00662DB0" w:rsidRDefault="001901E2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5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1901E2" w:rsidRDefault="001901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12005"/>
    <w:rsid w:val="00023ECE"/>
    <w:rsid w:val="0004267F"/>
    <w:rsid w:val="000449DE"/>
    <w:rsid w:val="000505B4"/>
    <w:rsid w:val="00052491"/>
    <w:rsid w:val="000715F2"/>
    <w:rsid w:val="000879A8"/>
    <w:rsid w:val="0009147D"/>
    <w:rsid w:val="00096C3B"/>
    <w:rsid w:val="000B1BF8"/>
    <w:rsid w:val="000B2DA2"/>
    <w:rsid w:val="000B3C36"/>
    <w:rsid w:val="000B5F90"/>
    <w:rsid w:val="000B7939"/>
    <w:rsid w:val="000C270F"/>
    <w:rsid w:val="000C354B"/>
    <w:rsid w:val="000C5EB1"/>
    <w:rsid w:val="000D18D1"/>
    <w:rsid w:val="000D2263"/>
    <w:rsid w:val="000D3ACB"/>
    <w:rsid w:val="000E0219"/>
    <w:rsid w:val="000E7724"/>
    <w:rsid w:val="000F29CF"/>
    <w:rsid w:val="000F2FE1"/>
    <w:rsid w:val="000F686D"/>
    <w:rsid w:val="000F6B0A"/>
    <w:rsid w:val="000F762C"/>
    <w:rsid w:val="001119EF"/>
    <w:rsid w:val="00116013"/>
    <w:rsid w:val="001228AE"/>
    <w:rsid w:val="00130AF1"/>
    <w:rsid w:val="001330FF"/>
    <w:rsid w:val="00133802"/>
    <w:rsid w:val="00136B99"/>
    <w:rsid w:val="00145967"/>
    <w:rsid w:val="001578E3"/>
    <w:rsid w:val="001620E4"/>
    <w:rsid w:val="00171D09"/>
    <w:rsid w:val="0017236F"/>
    <w:rsid w:val="00174BFB"/>
    <w:rsid w:val="001755C8"/>
    <w:rsid w:val="0018287D"/>
    <w:rsid w:val="00184A0D"/>
    <w:rsid w:val="001901E2"/>
    <w:rsid w:val="001912CE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C43F4"/>
    <w:rsid w:val="001D0F57"/>
    <w:rsid w:val="001D1974"/>
    <w:rsid w:val="001D28FD"/>
    <w:rsid w:val="001E40DF"/>
    <w:rsid w:val="00201B1C"/>
    <w:rsid w:val="00216A04"/>
    <w:rsid w:val="00226ABB"/>
    <w:rsid w:val="002321CB"/>
    <w:rsid w:val="002338C3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952ED"/>
    <w:rsid w:val="002A42F2"/>
    <w:rsid w:val="002B408D"/>
    <w:rsid w:val="002B5388"/>
    <w:rsid w:val="002C0453"/>
    <w:rsid w:val="002C264B"/>
    <w:rsid w:val="002C2BF1"/>
    <w:rsid w:val="002C4EE8"/>
    <w:rsid w:val="002C648F"/>
    <w:rsid w:val="002D025C"/>
    <w:rsid w:val="002D516C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3ADC"/>
    <w:rsid w:val="00316C55"/>
    <w:rsid w:val="00317F8C"/>
    <w:rsid w:val="0032302D"/>
    <w:rsid w:val="00323DF6"/>
    <w:rsid w:val="003320C4"/>
    <w:rsid w:val="00333B6F"/>
    <w:rsid w:val="0033577F"/>
    <w:rsid w:val="0034430E"/>
    <w:rsid w:val="0035584A"/>
    <w:rsid w:val="00355A69"/>
    <w:rsid w:val="00355D68"/>
    <w:rsid w:val="00356917"/>
    <w:rsid w:val="00363BA4"/>
    <w:rsid w:val="00364452"/>
    <w:rsid w:val="003655A5"/>
    <w:rsid w:val="00372B89"/>
    <w:rsid w:val="00374A9B"/>
    <w:rsid w:val="00377653"/>
    <w:rsid w:val="003835FE"/>
    <w:rsid w:val="00384767"/>
    <w:rsid w:val="00386329"/>
    <w:rsid w:val="00386934"/>
    <w:rsid w:val="003869DE"/>
    <w:rsid w:val="00391EE5"/>
    <w:rsid w:val="00393BE3"/>
    <w:rsid w:val="00394D6C"/>
    <w:rsid w:val="003A4EA4"/>
    <w:rsid w:val="003B6B8F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3F6948"/>
    <w:rsid w:val="00400729"/>
    <w:rsid w:val="00412564"/>
    <w:rsid w:val="00413981"/>
    <w:rsid w:val="00414EEA"/>
    <w:rsid w:val="004370DB"/>
    <w:rsid w:val="004405F6"/>
    <w:rsid w:val="00443744"/>
    <w:rsid w:val="00450EEB"/>
    <w:rsid w:val="004525A0"/>
    <w:rsid w:val="00455921"/>
    <w:rsid w:val="004567B4"/>
    <w:rsid w:val="00456D2F"/>
    <w:rsid w:val="0045753E"/>
    <w:rsid w:val="004623C2"/>
    <w:rsid w:val="004676E7"/>
    <w:rsid w:val="0047347A"/>
    <w:rsid w:val="004847BE"/>
    <w:rsid w:val="00485653"/>
    <w:rsid w:val="00487FF9"/>
    <w:rsid w:val="0049715C"/>
    <w:rsid w:val="004A3639"/>
    <w:rsid w:val="004A48C2"/>
    <w:rsid w:val="004B7301"/>
    <w:rsid w:val="004C6AD5"/>
    <w:rsid w:val="004D0F91"/>
    <w:rsid w:val="004D0FD9"/>
    <w:rsid w:val="004D30D4"/>
    <w:rsid w:val="004D3127"/>
    <w:rsid w:val="004D6703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D3003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2778F"/>
    <w:rsid w:val="00631C54"/>
    <w:rsid w:val="00632901"/>
    <w:rsid w:val="00632E65"/>
    <w:rsid w:val="00634A60"/>
    <w:rsid w:val="00636607"/>
    <w:rsid w:val="00662DB0"/>
    <w:rsid w:val="00664C2C"/>
    <w:rsid w:val="00667215"/>
    <w:rsid w:val="0068022E"/>
    <w:rsid w:val="00685D8A"/>
    <w:rsid w:val="00686D7F"/>
    <w:rsid w:val="00691DF7"/>
    <w:rsid w:val="006A1FDC"/>
    <w:rsid w:val="006A2B16"/>
    <w:rsid w:val="006A72FF"/>
    <w:rsid w:val="006B724C"/>
    <w:rsid w:val="006C389A"/>
    <w:rsid w:val="006D12B6"/>
    <w:rsid w:val="006D28DF"/>
    <w:rsid w:val="006D3C57"/>
    <w:rsid w:val="006E00A8"/>
    <w:rsid w:val="006E23E7"/>
    <w:rsid w:val="006E4DF6"/>
    <w:rsid w:val="006E5AB2"/>
    <w:rsid w:val="006E7285"/>
    <w:rsid w:val="006F0B5C"/>
    <w:rsid w:val="006F2E78"/>
    <w:rsid w:val="006F5F0A"/>
    <w:rsid w:val="00705038"/>
    <w:rsid w:val="0071277C"/>
    <w:rsid w:val="007209F0"/>
    <w:rsid w:val="007225C8"/>
    <w:rsid w:val="0073200B"/>
    <w:rsid w:val="00745CBA"/>
    <w:rsid w:val="007527F8"/>
    <w:rsid w:val="007561FD"/>
    <w:rsid w:val="007A1FDC"/>
    <w:rsid w:val="007A77AC"/>
    <w:rsid w:val="007B2672"/>
    <w:rsid w:val="007B4EA2"/>
    <w:rsid w:val="007C1FEC"/>
    <w:rsid w:val="007D3DE7"/>
    <w:rsid w:val="007E1C53"/>
    <w:rsid w:val="007F5429"/>
    <w:rsid w:val="007F6D76"/>
    <w:rsid w:val="008026B7"/>
    <w:rsid w:val="00811772"/>
    <w:rsid w:val="00833E2D"/>
    <w:rsid w:val="008445CF"/>
    <w:rsid w:val="00853F04"/>
    <w:rsid w:val="00854E75"/>
    <w:rsid w:val="00855239"/>
    <w:rsid w:val="00855AED"/>
    <w:rsid w:val="00860483"/>
    <w:rsid w:val="0086130F"/>
    <w:rsid w:val="008729EE"/>
    <w:rsid w:val="008759CB"/>
    <w:rsid w:val="00884085"/>
    <w:rsid w:val="008858E8"/>
    <w:rsid w:val="008927D9"/>
    <w:rsid w:val="008931D9"/>
    <w:rsid w:val="00893E77"/>
    <w:rsid w:val="008A480A"/>
    <w:rsid w:val="008B3C22"/>
    <w:rsid w:val="008B4409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67C1"/>
    <w:rsid w:val="008F3C6D"/>
    <w:rsid w:val="008F43CE"/>
    <w:rsid w:val="008F4C60"/>
    <w:rsid w:val="009051D6"/>
    <w:rsid w:val="00911FCF"/>
    <w:rsid w:val="0091329A"/>
    <w:rsid w:val="00916766"/>
    <w:rsid w:val="00917A89"/>
    <w:rsid w:val="009278F8"/>
    <w:rsid w:val="00934F43"/>
    <w:rsid w:val="00951BFE"/>
    <w:rsid w:val="00962CAC"/>
    <w:rsid w:val="00963E1F"/>
    <w:rsid w:val="00971619"/>
    <w:rsid w:val="00973BD9"/>
    <w:rsid w:val="00975A8C"/>
    <w:rsid w:val="00980D9B"/>
    <w:rsid w:val="00981152"/>
    <w:rsid w:val="009863F1"/>
    <w:rsid w:val="00987130"/>
    <w:rsid w:val="009915D8"/>
    <w:rsid w:val="00993047"/>
    <w:rsid w:val="009A00B4"/>
    <w:rsid w:val="009A0D1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2DC4"/>
    <w:rsid w:val="00A219C6"/>
    <w:rsid w:val="00A25FAD"/>
    <w:rsid w:val="00A30E06"/>
    <w:rsid w:val="00A33693"/>
    <w:rsid w:val="00A35E2A"/>
    <w:rsid w:val="00A40B69"/>
    <w:rsid w:val="00A45EC9"/>
    <w:rsid w:val="00A50FED"/>
    <w:rsid w:val="00A71A42"/>
    <w:rsid w:val="00A73B7F"/>
    <w:rsid w:val="00A85E83"/>
    <w:rsid w:val="00A94935"/>
    <w:rsid w:val="00AA3F0E"/>
    <w:rsid w:val="00AB03C8"/>
    <w:rsid w:val="00AB7F0E"/>
    <w:rsid w:val="00AC38E6"/>
    <w:rsid w:val="00AD11C6"/>
    <w:rsid w:val="00AD1845"/>
    <w:rsid w:val="00AD4F40"/>
    <w:rsid w:val="00AE0D03"/>
    <w:rsid w:val="00AE1448"/>
    <w:rsid w:val="00AE3447"/>
    <w:rsid w:val="00AE430A"/>
    <w:rsid w:val="00AE5FC8"/>
    <w:rsid w:val="00AF167E"/>
    <w:rsid w:val="00AF1EA9"/>
    <w:rsid w:val="00B0113B"/>
    <w:rsid w:val="00B04C3D"/>
    <w:rsid w:val="00B06F1D"/>
    <w:rsid w:val="00B1136F"/>
    <w:rsid w:val="00B12754"/>
    <w:rsid w:val="00B1404F"/>
    <w:rsid w:val="00B21939"/>
    <w:rsid w:val="00B24308"/>
    <w:rsid w:val="00B24E15"/>
    <w:rsid w:val="00B42A38"/>
    <w:rsid w:val="00B43F28"/>
    <w:rsid w:val="00B44BD2"/>
    <w:rsid w:val="00B47F7C"/>
    <w:rsid w:val="00B5000E"/>
    <w:rsid w:val="00B53BDF"/>
    <w:rsid w:val="00B61D60"/>
    <w:rsid w:val="00B62BC1"/>
    <w:rsid w:val="00B657FB"/>
    <w:rsid w:val="00B73272"/>
    <w:rsid w:val="00B827F2"/>
    <w:rsid w:val="00B82871"/>
    <w:rsid w:val="00B863C8"/>
    <w:rsid w:val="00B90A4B"/>
    <w:rsid w:val="00B9456B"/>
    <w:rsid w:val="00B947A7"/>
    <w:rsid w:val="00BA1A45"/>
    <w:rsid w:val="00BA3FAF"/>
    <w:rsid w:val="00BA4739"/>
    <w:rsid w:val="00BA4B4B"/>
    <w:rsid w:val="00BA6318"/>
    <w:rsid w:val="00BB730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50B5E"/>
    <w:rsid w:val="00C52137"/>
    <w:rsid w:val="00C62958"/>
    <w:rsid w:val="00C66279"/>
    <w:rsid w:val="00C66B66"/>
    <w:rsid w:val="00C67BBD"/>
    <w:rsid w:val="00C7169F"/>
    <w:rsid w:val="00C74790"/>
    <w:rsid w:val="00C75173"/>
    <w:rsid w:val="00C7586F"/>
    <w:rsid w:val="00C953B8"/>
    <w:rsid w:val="00CA0533"/>
    <w:rsid w:val="00CA7E3C"/>
    <w:rsid w:val="00CB46EF"/>
    <w:rsid w:val="00CB6329"/>
    <w:rsid w:val="00CE1A1A"/>
    <w:rsid w:val="00CE2770"/>
    <w:rsid w:val="00CE537E"/>
    <w:rsid w:val="00D038E9"/>
    <w:rsid w:val="00D07400"/>
    <w:rsid w:val="00D07C78"/>
    <w:rsid w:val="00D124DC"/>
    <w:rsid w:val="00D15925"/>
    <w:rsid w:val="00D20277"/>
    <w:rsid w:val="00D33B7C"/>
    <w:rsid w:val="00D3791D"/>
    <w:rsid w:val="00D414CA"/>
    <w:rsid w:val="00D46237"/>
    <w:rsid w:val="00D52A98"/>
    <w:rsid w:val="00D577ED"/>
    <w:rsid w:val="00D717C9"/>
    <w:rsid w:val="00D756F3"/>
    <w:rsid w:val="00D7655B"/>
    <w:rsid w:val="00D7707F"/>
    <w:rsid w:val="00D80951"/>
    <w:rsid w:val="00D8178C"/>
    <w:rsid w:val="00D82040"/>
    <w:rsid w:val="00D83A30"/>
    <w:rsid w:val="00D83D92"/>
    <w:rsid w:val="00D8622D"/>
    <w:rsid w:val="00D90178"/>
    <w:rsid w:val="00D9072A"/>
    <w:rsid w:val="00DB038D"/>
    <w:rsid w:val="00DB0996"/>
    <w:rsid w:val="00DB2376"/>
    <w:rsid w:val="00DB3526"/>
    <w:rsid w:val="00DC0D29"/>
    <w:rsid w:val="00DC4852"/>
    <w:rsid w:val="00DD75CD"/>
    <w:rsid w:val="00DE5485"/>
    <w:rsid w:val="00DE7604"/>
    <w:rsid w:val="00E00362"/>
    <w:rsid w:val="00E10742"/>
    <w:rsid w:val="00E21164"/>
    <w:rsid w:val="00E21EBF"/>
    <w:rsid w:val="00E2768D"/>
    <w:rsid w:val="00E3006A"/>
    <w:rsid w:val="00E32113"/>
    <w:rsid w:val="00E34242"/>
    <w:rsid w:val="00E34B3A"/>
    <w:rsid w:val="00E36CF8"/>
    <w:rsid w:val="00E50BDA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E33"/>
    <w:rsid w:val="00E9734D"/>
    <w:rsid w:val="00EA57DE"/>
    <w:rsid w:val="00EA7FCD"/>
    <w:rsid w:val="00EB517F"/>
    <w:rsid w:val="00EB523C"/>
    <w:rsid w:val="00ED7838"/>
    <w:rsid w:val="00EE041C"/>
    <w:rsid w:val="00EE3CA8"/>
    <w:rsid w:val="00EE5431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370"/>
    <w:rsid w:val="00FA6853"/>
    <w:rsid w:val="00FB270C"/>
    <w:rsid w:val="00FB3E72"/>
    <w:rsid w:val="00FB57F4"/>
    <w:rsid w:val="00FB690A"/>
    <w:rsid w:val="00FC6D86"/>
    <w:rsid w:val="00FD01A7"/>
    <w:rsid w:val="00FD0AD4"/>
    <w:rsid w:val="00FD3B44"/>
    <w:rsid w:val="00FD3BAA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Без интервала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1384</TotalTime>
  <Pages>5</Pages>
  <Words>1947</Words>
  <Characters>11100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222</cp:revision>
  <cp:lastPrinted>2014-07-21T05:43:00Z</cp:lastPrinted>
  <dcterms:created xsi:type="dcterms:W3CDTF">2012-12-07T11:21:00Z</dcterms:created>
  <dcterms:modified xsi:type="dcterms:W3CDTF">2016-10-12T09:31:00Z</dcterms:modified>
</cp:coreProperties>
</file>