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F4B" w:rsidRPr="00C3705A" w:rsidRDefault="00EB5F4B" w:rsidP="00A46631">
      <w:pPr>
        <w:pStyle w:val="ConsPlusNormal"/>
        <w:widowControl/>
        <w:ind w:left="540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EB5F4B" w:rsidRPr="00B73C78" w:rsidRDefault="00EB5F4B" w:rsidP="00A46631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EB5F4B" w:rsidRDefault="00EB5F4B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>Поддержка и развитие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B5F4B" w:rsidRDefault="00EB5F4B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Старотитаровском сельском </w:t>
      </w:r>
    </w:p>
    <w:p w:rsidR="00EB5F4B" w:rsidRDefault="00EB5F4B" w:rsidP="00A46631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поселении Темрюкского района на  2017 год </w:t>
      </w:r>
    </w:p>
    <w:p w:rsidR="00EB5F4B" w:rsidRDefault="00EB5F4B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EB5F4B" w:rsidRDefault="00EB5F4B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EB5F4B" w:rsidRPr="00AA03A8" w:rsidRDefault="00EB5F4B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5F4B" w:rsidRPr="00AA03A8" w:rsidRDefault="00EB5F4B" w:rsidP="00AA03A8">
      <w:pPr>
        <w:jc w:val="center"/>
        <w:rPr>
          <w:rFonts w:ascii="Times New Roman" w:hAnsi="Times New Roman"/>
          <w:b/>
          <w:sz w:val="28"/>
          <w:szCs w:val="28"/>
        </w:rPr>
      </w:pPr>
      <w:r w:rsidRPr="00AA03A8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F061B3">
        <w:rPr>
          <w:rFonts w:ascii="Times New Roman" w:hAnsi="Times New Roman"/>
          <w:b/>
          <w:sz w:val="28"/>
          <w:szCs w:val="28"/>
        </w:rPr>
        <w:t>«Поддержка и развитие малого и среднего предпринимательства»</w:t>
      </w:r>
      <w:r w:rsidRPr="00AA03A8">
        <w:rPr>
          <w:rFonts w:ascii="Times New Roman" w:hAnsi="Times New Roman"/>
          <w:b/>
          <w:sz w:val="28"/>
          <w:szCs w:val="28"/>
        </w:rPr>
        <w:t xml:space="preserve"> в Старотитаровском сельском   посе</w:t>
      </w:r>
      <w:r>
        <w:rPr>
          <w:rFonts w:ascii="Times New Roman" w:hAnsi="Times New Roman"/>
          <w:b/>
          <w:sz w:val="28"/>
          <w:szCs w:val="28"/>
        </w:rPr>
        <w:t>лении Темрюкского района на 2017</w:t>
      </w:r>
      <w:r w:rsidRPr="00AA0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B5F4B" w:rsidRPr="00ED639C" w:rsidRDefault="00EB5F4B" w:rsidP="00D66E15">
      <w:pPr>
        <w:rPr>
          <w:rFonts w:ascii="Times New Roman" w:hAnsi="Times New Roman"/>
          <w:b/>
          <w:sz w:val="28"/>
          <w:szCs w:val="28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EB5F4B" w:rsidRPr="00525A13" w:rsidTr="00AA03A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525A13" w:rsidRDefault="00EB5F4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525A13" w:rsidRDefault="00EB5F4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525A13" w:rsidRDefault="00EB5F4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F4B" w:rsidRPr="00525A13" w:rsidRDefault="00EB5F4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EB5F4B" w:rsidRPr="00525A13" w:rsidTr="00AA03A8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525A13" w:rsidRDefault="00EB5F4B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525A13" w:rsidRDefault="00EB5F4B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525A13" w:rsidRDefault="00EB5F4B" w:rsidP="00C20A1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F4B" w:rsidRPr="00525A13" w:rsidRDefault="00EB5F4B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EB5F4B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525A13" w:rsidRDefault="00EB5F4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525A13" w:rsidRDefault="00EB5F4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525A13" w:rsidRDefault="00EB5F4B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F4B" w:rsidRPr="00525A13" w:rsidRDefault="00EB5F4B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EB5F4B" w:rsidRPr="00B73C78" w:rsidTr="008A390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704E08" w:rsidRDefault="00EB5F4B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EB5F4B" w:rsidRPr="00D66E15" w:rsidRDefault="00EB5F4B" w:rsidP="00D66E15">
            <w:pPr>
              <w:jc w:val="center"/>
              <w:rPr>
                <w:rFonts w:ascii="Times New Roman" w:hAnsi="Times New Roman"/>
                <w:b/>
              </w:rPr>
            </w:pPr>
            <w:r w:rsidRPr="008A3907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707E6C">
              <w:rPr>
                <w:rFonts w:ascii="Times New Roman" w:hAnsi="Times New Roman"/>
                <w:b/>
              </w:rPr>
              <w:t>«</w:t>
            </w:r>
            <w:r w:rsidRPr="00F061B3">
              <w:rPr>
                <w:rFonts w:ascii="Times New Roman" w:hAnsi="Times New Roman"/>
                <w:b/>
              </w:rPr>
              <w:t>Поддержка и развитие малого и среднего предпринимательства»</w:t>
            </w:r>
            <w:r w:rsidRPr="008A3907">
              <w:rPr>
                <w:rFonts w:ascii="Times New Roman" w:hAnsi="Times New Roman"/>
                <w:b/>
              </w:rPr>
              <w:t xml:space="preserve"> в Старотитаровском сельском   поселении Темрюкского района на 2015 год</w:t>
            </w:r>
          </w:p>
        </w:tc>
      </w:tr>
      <w:tr w:rsidR="00EB5F4B" w:rsidRPr="00525A13" w:rsidTr="00AA03A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Default="00EB5F4B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AB0A6B" w:rsidRDefault="00EB5F4B" w:rsidP="00707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увеличении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Старотитаровском 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4B" w:rsidRPr="00B73C78" w:rsidRDefault="00EB5F4B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5F4B" w:rsidRPr="00B73C78" w:rsidRDefault="00EB5F4B" w:rsidP="00D66E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bookmarkEnd w:id="0"/>
    </w:tbl>
    <w:p w:rsidR="00EB5F4B" w:rsidRDefault="00EB5F4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EB5F4B" w:rsidRDefault="00EB5F4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EB5F4B" w:rsidRDefault="00EB5F4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EB5F4B" w:rsidRDefault="00EB5F4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EB5F4B" w:rsidRDefault="00EB5F4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EB5F4B" w:rsidRDefault="00EB5F4B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EB5F4B" w:rsidRDefault="00EB5F4B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EB5F4B" w:rsidRDefault="00EB5F4B" w:rsidP="00C726C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Т.И. Опарина</w:t>
      </w:r>
    </w:p>
    <w:p w:rsidR="00EB5F4B" w:rsidRPr="00481C03" w:rsidRDefault="00EB5F4B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 w:rsidRPr="00481C0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sectPr w:rsidR="00EB5F4B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F4B" w:rsidRDefault="00EB5F4B">
      <w:r>
        <w:separator/>
      </w:r>
    </w:p>
  </w:endnote>
  <w:endnote w:type="continuationSeparator" w:id="0">
    <w:p w:rsidR="00EB5F4B" w:rsidRDefault="00EB5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F4B" w:rsidRDefault="00EB5F4B">
      <w:r>
        <w:separator/>
      </w:r>
    </w:p>
  </w:footnote>
  <w:footnote w:type="continuationSeparator" w:id="0">
    <w:p w:rsidR="00EB5F4B" w:rsidRDefault="00EB5F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F4B" w:rsidRDefault="00EB5F4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EB5F4B" w:rsidRDefault="00EB5F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4740"/>
    <w:rsid w:val="002569A3"/>
    <w:rsid w:val="002613D3"/>
    <w:rsid w:val="00291A1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75617"/>
    <w:rsid w:val="003815A6"/>
    <w:rsid w:val="003832F3"/>
    <w:rsid w:val="003B2794"/>
    <w:rsid w:val="003D3FFF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D7DBE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5F413B"/>
    <w:rsid w:val="00615189"/>
    <w:rsid w:val="00624DB5"/>
    <w:rsid w:val="00631173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4E4A"/>
    <w:rsid w:val="0076500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F1DDB"/>
    <w:rsid w:val="008F1FBE"/>
    <w:rsid w:val="008F3336"/>
    <w:rsid w:val="008F523A"/>
    <w:rsid w:val="00904020"/>
    <w:rsid w:val="009156D9"/>
    <w:rsid w:val="00944798"/>
    <w:rsid w:val="00947ED6"/>
    <w:rsid w:val="00955CFA"/>
    <w:rsid w:val="009561E5"/>
    <w:rsid w:val="00957A20"/>
    <w:rsid w:val="00981ABD"/>
    <w:rsid w:val="00987B0F"/>
    <w:rsid w:val="009B3CD3"/>
    <w:rsid w:val="009C04CB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46631"/>
    <w:rsid w:val="00A64653"/>
    <w:rsid w:val="00A646A6"/>
    <w:rsid w:val="00A87FA6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CF17B8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01A6F"/>
    <w:rsid w:val="00E159BA"/>
    <w:rsid w:val="00E26412"/>
    <w:rsid w:val="00E34530"/>
    <w:rsid w:val="00E420C1"/>
    <w:rsid w:val="00E43EB1"/>
    <w:rsid w:val="00E82D20"/>
    <w:rsid w:val="00E86F36"/>
    <w:rsid w:val="00EA7C72"/>
    <w:rsid w:val="00EB5F4B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4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4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4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34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4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34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161</Words>
  <Characters>922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14</cp:revision>
  <cp:lastPrinted>2014-12-09T12:10:00Z</cp:lastPrinted>
  <dcterms:created xsi:type="dcterms:W3CDTF">2014-11-12T06:42:00Z</dcterms:created>
  <dcterms:modified xsi:type="dcterms:W3CDTF">2016-09-29T12:01:00Z</dcterms:modified>
</cp:coreProperties>
</file>